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CE" w:rsidRPr="005E3ECE" w:rsidRDefault="005E3ECE" w:rsidP="005E3ECE">
      <w:r w:rsidRPr="005E3ECE">
        <w:t xml:space="preserve"> </w:t>
      </w:r>
      <w:r w:rsidR="009F159C" w:rsidRPr="009F159C">
        <w:t>ŁWK.BWK.273.9U.2024</w:t>
      </w:r>
      <w:r w:rsidRPr="005E3ECE">
        <w:t xml:space="preserve">                                  </w:t>
      </w:r>
      <w:r w:rsidR="009F159C">
        <w:t xml:space="preserve">                             </w:t>
      </w:r>
      <w:r w:rsidRPr="005E3ECE">
        <w:t xml:space="preserve">    Załącznik nr 1 do Zapytania ofertowego</w:t>
      </w:r>
    </w:p>
    <w:p w:rsidR="005E3ECE" w:rsidRPr="005E3ECE" w:rsidRDefault="005E3ECE" w:rsidP="005E3ECE">
      <w:r w:rsidRPr="005E3ECE">
        <w:t xml:space="preserve">                                                                                                                  </w:t>
      </w:r>
      <w:r w:rsidRPr="005E3ECE">
        <w:tab/>
        <w:t>..........................…………………</w:t>
      </w:r>
    </w:p>
    <w:p w:rsidR="005E3ECE" w:rsidRPr="005E3ECE" w:rsidRDefault="005E3ECE" w:rsidP="005E3ECE">
      <w:r w:rsidRPr="005E3ECE">
        <w:t xml:space="preserve">                                                                                                                             (miejscowość), dnia              </w:t>
      </w:r>
    </w:p>
    <w:p w:rsidR="005E3ECE" w:rsidRPr="005E3ECE" w:rsidRDefault="005E3ECE" w:rsidP="005E3ECE">
      <w:pPr>
        <w:rPr>
          <w:b/>
        </w:rPr>
      </w:pPr>
      <w:r w:rsidRPr="005E3ECE">
        <w:t xml:space="preserve">                                                       </w:t>
      </w:r>
      <w:r w:rsidRPr="005E3ECE">
        <w:rPr>
          <w:b/>
        </w:rPr>
        <w:t xml:space="preserve"> FORMULARZ OFERTOWY</w:t>
      </w:r>
    </w:p>
    <w:p w:rsidR="005E3ECE" w:rsidRPr="005E3ECE" w:rsidRDefault="005E3ECE" w:rsidP="005E3ECE"/>
    <w:p w:rsidR="005E3ECE" w:rsidRPr="005E3ECE" w:rsidRDefault="005E3ECE" w:rsidP="005E3ECE">
      <w:pPr>
        <w:rPr>
          <w:b/>
        </w:rPr>
      </w:pPr>
      <w:r w:rsidRPr="005E3ECE">
        <w:rPr>
          <w:b/>
        </w:rPr>
        <w:t>1. Nazwa i adres ZAMAWIAJĄCEGO</w:t>
      </w:r>
    </w:p>
    <w:p w:rsidR="005E3ECE" w:rsidRPr="005E3ECE" w:rsidRDefault="005E3ECE" w:rsidP="005E3ECE">
      <w:r w:rsidRPr="005E3ECE">
        <w:t xml:space="preserve">Nazwa zamawiającego: </w:t>
      </w:r>
      <w:r w:rsidRPr="005E3ECE">
        <w:tab/>
        <w:t>Łódzka Wojewódzka Komenda OHP w Łodzi</w:t>
      </w:r>
    </w:p>
    <w:p w:rsidR="005E3ECE" w:rsidRPr="005E3ECE" w:rsidRDefault="005E3ECE" w:rsidP="005E3ECE">
      <w:r w:rsidRPr="005E3ECE">
        <w:t xml:space="preserve">Adres zamawiającego: </w:t>
      </w:r>
      <w:r w:rsidRPr="005E3ECE">
        <w:tab/>
        <w:t xml:space="preserve">ul. Pomorska 41 </w:t>
      </w:r>
    </w:p>
    <w:p w:rsidR="005E3ECE" w:rsidRPr="005E3ECE" w:rsidRDefault="005E3ECE" w:rsidP="005E3ECE">
      <w:r w:rsidRPr="005E3ECE">
        <w:t xml:space="preserve">Kod, miejscowość: </w:t>
      </w:r>
      <w:r w:rsidRPr="005E3ECE">
        <w:tab/>
        <w:t>90-203 Łódź</w:t>
      </w:r>
    </w:p>
    <w:p w:rsidR="005E3ECE" w:rsidRPr="005E3ECE" w:rsidRDefault="005E3ECE" w:rsidP="005E3ECE">
      <w:r w:rsidRPr="005E3ECE">
        <w:rPr>
          <w:b/>
        </w:rPr>
        <w:t>2. Nazwa przedmiotu zamówienia</w:t>
      </w:r>
      <w:r w:rsidRPr="005E3ECE">
        <w:t xml:space="preserve">: usługa przeprowadzenia </w:t>
      </w:r>
      <w:r w:rsidR="00627A15" w:rsidRPr="00627A15">
        <w:t xml:space="preserve">kursów dla uczestników zrekrutowanych wśród wychowanków i klientów jednostek Łódzkiej Wojewódzkiej Komendy OHP w Łodzi.  </w:t>
      </w:r>
    </w:p>
    <w:p w:rsidR="005E3ECE" w:rsidRPr="005E3ECE" w:rsidRDefault="005E3ECE" w:rsidP="005E3ECE">
      <w:r w:rsidRPr="005E3ECE">
        <w:rPr>
          <w:b/>
        </w:rPr>
        <w:t>3. Tryb postępowania</w:t>
      </w:r>
      <w:r w:rsidRPr="005E3ECE">
        <w:t>: Zapytanie ofertowe.</w:t>
      </w:r>
    </w:p>
    <w:p w:rsidR="005E3ECE" w:rsidRPr="005E3ECE" w:rsidRDefault="005E3ECE" w:rsidP="005E3ECE">
      <w:pPr>
        <w:rPr>
          <w:b/>
        </w:rPr>
      </w:pPr>
      <w:r w:rsidRPr="005E3ECE">
        <w:rPr>
          <w:b/>
        </w:rPr>
        <w:t>4. Dane WYKONAWCY</w:t>
      </w:r>
    </w:p>
    <w:p w:rsidR="005E3ECE" w:rsidRPr="005E3ECE" w:rsidRDefault="005E3ECE" w:rsidP="005E3ECE">
      <w:r w:rsidRPr="005E3ECE">
        <w:t>Nazwa: …………….…………………….……………………………………………….……………</w:t>
      </w:r>
    </w:p>
    <w:p w:rsidR="005E3ECE" w:rsidRPr="005E3ECE" w:rsidRDefault="005E3ECE" w:rsidP="005E3ECE">
      <w:r w:rsidRPr="005E3ECE">
        <w:t>Adres: ………………………………………………………………..………………….……………</w:t>
      </w:r>
    </w:p>
    <w:p w:rsidR="005E3ECE" w:rsidRPr="005E3ECE" w:rsidRDefault="005E3ECE" w:rsidP="005E3ECE">
      <w:r w:rsidRPr="005E3ECE">
        <w:t>Województwo:………………………………………………………………………………………</w:t>
      </w:r>
    </w:p>
    <w:p w:rsidR="005E3ECE" w:rsidRPr="005E3ECE" w:rsidRDefault="005E3ECE" w:rsidP="005E3ECE">
      <w:r w:rsidRPr="005E3ECE">
        <w:t>NIP………………………………………………………………</w:t>
      </w:r>
    </w:p>
    <w:p w:rsidR="005E3ECE" w:rsidRPr="005E3ECE" w:rsidRDefault="005E3ECE" w:rsidP="005E3ECE">
      <w:r w:rsidRPr="005E3ECE">
        <w:t xml:space="preserve">Regon:…………………………………………………………… </w:t>
      </w:r>
    </w:p>
    <w:p w:rsidR="005E3ECE" w:rsidRPr="005E3ECE" w:rsidRDefault="005E3ECE" w:rsidP="005E3ECE">
      <w:r w:rsidRPr="005E3ECE">
        <w:t>Tel.    ……………….……………………………………… e-mail. ….………..……………………………..</w:t>
      </w:r>
    </w:p>
    <w:p w:rsidR="005E3ECE" w:rsidRPr="005E3ECE" w:rsidRDefault="005E3ECE" w:rsidP="005E3ECE">
      <w:pPr>
        <w:rPr>
          <w:b/>
        </w:rPr>
      </w:pPr>
    </w:p>
    <w:p w:rsidR="005E3ECE" w:rsidRPr="005E3ECE" w:rsidRDefault="005E3ECE" w:rsidP="005E3ECE">
      <w:pPr>
        <w:rPr>
          <w:b/>
        </w:rPr>
      </w:pPr>
      <w:r w:rsidRPr="005E3ECE">
        <w:rPr>
          <w:b/>
        </w:rPr>
        <w:t>5. Oferuję wykonanie przedmiotu zamówienia za:</w:t>
      </w:r>
    </w:p>
    <w:p w:rsidR="005E3ECE" w:rsidRPr="005E3ECE" w:rsidRDefault="005E3ECE" w:rsidP="005E3ECE">
      <w:pPr>
        <w:rPr>
          <w:b/>
        </w:rPr>
      </w:pPr>
      <w:r w:rsidRPr="005E3ECE">
        <w:rPr>
          <w:b/>
        </w:rPr>
        <w:t xml:space="preserve">Część 1: </w:t>
      </w:r>
      <w:r w:rsidR="00627A15" w:rsidRPr="00627A15">
        <w:rPr>
          <w:b/>
        </w:rPr>
        <w:t>Kurs z zakresu „Cukiernik”</w:t>
      </w:r>
    </w:p>
    <w:p w:rsidR="005E3ECE" w:rsidRPr="005E3ECE" w:rsidRDefault="005E3ECE" w:rsidP="005E3ECE">
      <w:r w:rsidRPr="005E3ECE">
        <w:t xml:space="preserve"> Proponowana cena brutto za szkolenie  dla 1 osoby ………………………….. zł brutto </w:t>
      </w:r>
    </w:p>
    <w:p w:rsidR="005E3ECE" w:rsidRPr="005E3ECE" w:rsidRDefault="005E3ECE" w:rsidP="005E3ECE">
      <w:r w:rsidRPr="005E3ECE">
        <w:t xml:space="preserve">słownie: …………………………………………………………………………………….. zł brutto </w:t>
      </w:r>
    </w:p>
    <w:p w:rsidR="005E3ECE" w:rsidRPr="005E3ECE" w:rsidRDefault="00627A15" w:rsidP="005E3ECE">
      <w:r>
        <w:t>Cena brutto za szkolenie dla 5</w:t>
      </w:r>
      <w:r w:rsidR="005E3ECE" w:rsidRPr="005E3ECE">
        <w:t xml:space="preserve">  osób:  ………………………….. zł brutto</w:t>
      </w:r>
    </w:p>
    <w:p w:rsidR="005E3ECE" w:rsidRDefault="005E3ECE" w:rsidP="005E3ECE">
      <w:r w:rsidRPr="005E3ECE">
        <w:t xml:space="preserve"> słownie: …………………………………………………………………………………….. zł brutto </w:t>
      </w:r>
    </w:p>
    <w:p w:rsidR="00627A15" w:rsidRDefault="00627A15" w:rsidP="005E3ECE"/>
    <w:p w:rsidR="00627A15" w:rsidRPr="005E3ECE" w:rsidRDefault="00627A15" w:rsidP="005E3ECE"/>
    <w:p w:rsidR="005E3ECE" w:rsidRPr="005E3ECE" w:rsidRDefault="005E3ECE" w:rsidP="005E3ECE">
      <w:r w:rsidRPr="005E3ECE">
        <w:rPr>
          <w:b/>
        </w:rPr>
        <w:lastRenderedPageBreak/>
        <w:t>Część 2</w:t>
      </w:r>
      <w:r w:rsidR="00627A15">
        <w:rPr>
          <w:b/>
        </w:rPr>
        <w:t xml:space="preserve">: </w:t>
      </w:r>
      <w:r w:rsidRPr="005E3ECE">
        <w:t xml:space="preserve"> </w:t>
      </w:r>
      <w:r w:rsidR="00627A15" w:rsidRPr="00627A15">
        <w:rPr>
          <w:b/>
        </w:rPr>
        <w:t>Kurs na operatora wózków jezdniowych podnośnikowych z bezpieczną wymianą butli</w:t>
      </w:r>
      <w:r w:rsidR="00627A15" w:rsidRPr="00627A15">
        <w:t xml:space="preserve"> </w:t>
      </w:r>
      <w:r w:rsidRPr="005E3ECE">
        <w:t xml:space="preserve">Proponowana cena brutto za kurs  dla 1 osoby ………………………….. zł brutto </w:t>
      </w:r>
    </w:p>
    <w:p w:rsidR="005E3ECE" w:rsidRPr="005E3ECE" w:rsidRDefault="005E3ECE" w:rsidP="005E3ECE">
      <w:r w:rsidRPr="005E3ECE">
        <w:t xml:space="preserve">słownie: …………………………………………………………………………………….. zł brutto </w:t>
      </w:r>
    </w:p>
    <w:p w:rsidR="005E3ECE" w:rsidRPr="005E3ECE" w:rsidRDefault="005E3ECE" w:rsidP="005E3ECE">
      <w:r w:rsidRPr="005E3ECE">
        <w:t>Cena brutto za kurs dla 6 osób :………………………….. zł brutto</w:t>
      </w:r>
    </w:p>
    <w:p w:rsidR="005E3ECE" w:rsidRPr="005E3ECE" w:rsidRDefault="005E3ECE" w:rsidP="005E3ECE">
      <w:r w:rsidRPr="005E3ECE">
        <w:t xml:space="preserve"> słownie: …………………………………………………………………………………….. zł brutto </w:t>
      </w:r>
    </w:p>
    <w:p w:rsidR="005E3ECE" w:rsidRPr="005E3ECE" w:rsidRDefault="005E3ECE" w:rsidP="005E3ECE">
      <w:pPr>
        <w:rPr>
          <w:b/>
        </w:rPr>
      </w:pPr>
    </w:p>
    <w:p w:rsidR="005E3ECE" w:rsidRPr="005E3ECE" w:rsidRDefault="005E3ECE" w:rsidP="005E3ECE">
      <w:r w:rsidRPr="005E3ECE">
        <w:t>6. Deklaruję ponadto:</w:t>
      </w:r>
    </w:p>
    <w:p w:rsidR="005E3ECE" w:rsidRPr="005E3ECE" w:rsidRDefault="005E3ECE" w:rsidP="005E3ECE">
      <w:pPr>
        <w:rPr>
          <w:i/>
          <w:iCs/>
        </w:rPr>
      </w:pPr>
      <w:r w:rsidRPr="005E3ECE">
        <w:t>a) wykona</w:t>
      </w:r>
      <w:r w:rsidR="00627A15">
        <w:t xml:space="preserve">nie zamówienia w terminie: od </w:t>
      </w:r>
      <w:r w:rsidR="00AE7943">
        <w:t>19</w:t>
      </w:r>
      <w:r w:rsidR="00627A15">
        <w:t xml:space="preserve">.11.2024r. </w:t>
      </w:r>
      <w:r w:rsidR="00AE7943">
        <w:t>do 13</w:t>
      </w:r>
      <w:r w:rsidR="00627A15">
        <w:t>.12.2024</w:t>
      </w:r>
      <w:r w:rsidRPr="005E3ECE">
        <w:t xml:space="preserve"> r. w  formie stacjonarnej, w lokalu znajdującym się w miejscowości wskazanej w poszczególnych częściach zamówienia.</w:t>
      </w:r>
    </w:p>
    <w:p w:rsidR="005E3ECE" w:rsidRPr="005E3ECE" w:rsidRDefault="005E3ECE" w:rsidP="005E3ECE">
      <w:r w:rsidRPr="005E3ECE">
        <w:t>b) akceptację warunków płatności: 14 dni od daty dostarczenia prawidłowo wystawionej faktury.</w:t>
      </w:r>
    </w:p>
    <w:p w:rsidR="005E3ECE" w:rsidRPr="005E3ECE" w:rsidRDefault="005E3ECE" w:rsidP="005E3ECE">
      <w:r w:rsidRPr="005E3ECE">
        <w:t>7. Oświadczam, że we wskazanej powyżej Cenie jednostkowej brutto oraz Cenie brutto oferty uwzględniłem/-am wszystkie koszty bezpośrednie i pośrednie, jakie uważam za niezbędne do poniesienia dla terminowego i prawidłowego wykonania przedmiotu zamówienia, zysk oraz wszystkie wymagane przepisami podatki i opłaty, a w szczególności VAT zgodnie z obowiązującymi przepisami. W Cenie jednostkowej brutto oraz Cenie brutto oferty uwzględniłem/-am/ wszystkie posiadane informacje o przedmiocie zamówienia oraz niezbędne informacje do przygotowania odpowiedzi na zapytanie ofertowe.</w:t>
      </w:r>
    </w:p>
    <w:p w:rsidR="005E3ECE" w:rsidRPr="005E3ECE" w:rsidRDefault="005E3ECE" w:rsidP="005E3ECE">
      <w:r w:rsidRPr="005E3ECE">
        <w:t>8. Oświadczam, że zapoznałem/-am/  się z opisem przedmiotu zamówienia i nie wnoszę do niego zastrzeżeń. W przypadku wybrania mojej oferty zobowiązuję się do realizacji zamówienia na warunkach określonych w niniejszym postępowaniu.</w:t>
      </w:r>
    </w:p>
    <w:p w:rsidR="005E3ECE" w:rsidRPr="005E3ECE" w:rsidRDefault="005E3ECE" w:rsidP="005E3ECE">
      <w:r w:rsidRPr="005E3ECE">
        <w:t>9. Oświadczam, że zapoznałem/-am/  się z Projektem umowy z</w:t>
      </w:r>
      <w:r w:rsidR="00627A15">
        <w:t>ałączonym do Zapytania ofertowego</w:t>
      </w:r>
      <w:r w:rsidRPr="005E3ECE">
        <w:t xml:space="preserve"> i akceptuję </w:t>
      </w:r>
      <w:r w:rsidR="000D47E2">
        <w:t>jej</w:t>
      </w:r>
      <w:r w:rsidR="00627A15">
        <w:t xml:space="preserve"> </w:t>
      </w:r>
      <w:r w:rsidRPr="005E3ECE">
        <w:t>warunki oraz zobowiązuję się w przypadku wyboru naszej oferty do jej zawarcia w miejscu i terminie wyznaczonym przez Zamawiającego</w:t>
      </w:r>
    </w:p>
    <w:p w:rsidR="005E3ECE" w:rsidRPr="005E3ECE" w:rsidRDefault="005E3ECE" w:rsidP="005E3ECE">
      <w:r w:rsidRPr="005E3ECE">
        <w:t>10. Oświadczam, że nie podlegamy wykluczeniu z postępowania o udzielenie zamówienia publicznego na podstawie art. 7 ust.1 pkt 1) - 3) ustawy z dnia 13 kwietnia 2022 r. o szczególnych rozwiązaniach w zakresie przeciwdziałania wspieraniu agresji na Ukrainę oraz służących ochronie bezpieczeństwa narodowego.</w:t>
      </w:r>
    </w:p>
    <w:p w:rsidR="005E3ECE" w:rsidRPr="005E3ECE" w:rsidRDefault="005E3ECE" w:rsidP="005E3ECE">
      <w:r w:rsidRPr="005E3ECE">
        <w:t xml:space="preserve">11. </w:t>
      </w:r>
      <w:r w:rsidRPr="005E3ECE">
        <w:tab/>
        <w:t>Oświadczam, że wypełniłem/-am obowiązki informacyjne przewidziane w art. 13 lub art. 14 RODO wobec osób fizycznych, od których dane osobowe bezpośrednio lub pośrednio pozyskaliśmy w celu ubiegania się o udzielenie zamówienia w niniejszym postępowaniu</w:t>
      </w:r>
    </w:p>
    <w:p w:rsidR="005E3ECE" w:rsidRPr="005E3ECE" w:rsidRDefault="005E3ECE" w:rsidP="005E3ECE">
      <w:r w:rsidRPr="005E3ECE">
        <w:t>12. Oświadczam, że znajduję się w sytuacji ekonomicznej i finansowej zapewniającej prawidłowe wykonania zamówienia, w stosunku do mojej/naszej firmy nie otwarto likwidacji ani nie ogłoszono upadłości.</w:t>
      </w:r>
    </w:p>
    <w:p w:rsidR="005E3ECE" w:rsidRPr="005E3ECE" w:rsidRDefault="005E3ECE" w:rsidP="005E3ECE">
      <w:r w:rsidRPr="005E3ECE">
        <w:t>13. Posiadam  niezbędną wiedzę i doświadczenie, dotychczasowe zamówienia na rzecz odbiorców zrealizowałem z należytą starannością.</w:t>
      </w:r>
    </w:p>
    <w:p w:rsidR="000D47E2" w:rsidRPr="000D47E2" w:rsidRDefault="000D47E2" w:rsidP="000D47E2">
      <w:r w:rsidRPr="000D47E2">
        <w:lastRenderedPageBreak/>
        <w:t>14. Niniejsza oferta jest ważna przez 30 dni , od upływy terminu przewidzianego na składanie ofert.</w:t>
      </w:r>
    </w:p>
    <w:p w:rsidR="000D47E2" w:rsidRPr="000D47E2" w:rsidRDefault="000D47E2" w:rsidP="000D47E2">
      <w:r w:rsidRPr="000D47E2">
        <w:t>15. Przed podpisaniem umowy</w:t>
      </w:r>
      <w:r>
        <w:t>,</w:t>
      </w:r>
      <w:r w:rsidRPr="000D47E2">
        <w:t xml:space="preserve"> Wykonawca dostarczy Zamawiającemu potwierdzenie zatrudnienia na podstawie umowy o pracę osób  skierowanych do realizacji zamówienia oraz Oświadczenie o weryfikacj</w:t>
      </w:r>
      <w:r>
        <w:t>i kadr stanowiące załącznik nr 6</w:t>
      </w:r>
      <w:r w:rsidRPr="000D47E2">
        <w:t xml:space="preserve"> do Zapytania ofertowego.</w:t>
      </w:r>
    </w:p>
    <w:p w:rsidR="000D47E2" w:rsidRPr="000D47E2" w:rsidRDefault="000D47E2" w:rsidP="000D47E2">
      <w:r w:rsidRPr="000D47E2">
        <w:t>16. Osobą odpowiedzialną za sprawy techniczno-organizacyjne w ramach przedmiotowego zamówienia (Koordynator umowy) oraz wyznaczoną do kontaktów z Zamawiającym będzie Pan/Pani …………………………………………………………………………………………………..,nr tel.: ……………………………………………                     mail: …………………………………………………………………………………………………………</w:t>
      </w:r>
    </w:p>
    <w:p w:rsidR="000D47E2" w:rsidRPr="000D47E2" w:rsidRDefault="000D47E2" w:rsidP="000D47E2">
      <w:r w:rsidRPr="000D47E2">
        <w:t>17. Załącznikami do niniejszego formularza stanowiącymi integralną część oferty jest:</w:t>
      </w:r>
    </w:p>
    <w:p w:rsidR="000D47E2" w:rsidRPr="000D47E2" w:rsidRDefault="000D47E2" w:rsidP="000D47E2">
      <w:r w:rsidRPr="000D47E2">
        <w:t>a) …………………………………………………………………………………………………</w:t>
      </w:r>
    </w:p>
    <w:p w:rsidR="000D47E2" w:rsidRPr="000D47E2" w:rsidRDefault="000D47E2" w:rsidP="000D47E2">
      <w:r w:rsidRPr="000D47E2">
        <w:t>b) ……………………………………………………………………………………..</w:t>
      </w:r>
    </w:p>
    <w:p w:rsidR="000D47E2" w:rsidRPr="000D47E2" w:rsidRDefault="000D47E2" w:rsidP="000D47E2">
      <w:r w:rsidRPr="000D47E2">
        <w:t xml:space="preserve">                                                                                                                     Podpis i pieczęć Wykonawcy</w:t>
      </w:r>
    </w:p>
    <w:p w:rsidR="005E3ECE" w:rsidRPr="005E3ECE" w:rsidRDefault="005E3ECE" w:rsidP="005E3ECE"/>
    <w:p w:rsidR="005E3ECE" w:rsidRDefault="005E3ECE" w:rsidP="005E3ECE"/>
    <w:p w:rsidR="003D03B2" w:rsidRDefault="003D03B2" w:rsidP="005E3ECE"/>
    <w:p w:rsidR="003D03B2" w:rsidRDefault="003D03B2" w:rsidP="005E3ECE"/>
    <w:p w:rsidR="003D03B2" w:rsidRDefault="003D03B2" w:rsidP="005E3ECE"/>
    <w:p w:rsidR="003D03B2" w:rsidRDefault="003D03B2" w:rsidP="005E3ECE"/>
    <w:p w:rsidR="003D03B2" w:rsidRDefault="003D03B2" w:rsidP="005E3ECE"/>
    <w:p w:rsidR="003D03B2" w:rsidRDefault="003D03B2" w:rsidP="005E3ECE"/>
    <w:p w:rsidR="003D03B2" w:rsidRDefault="003D03B2" w:rsidP="005E3ECE"/>
    <w:p w:rsidR="003D03B2" w:rsidRDefault="003D03B2" w:rsidP="005E3ECE"/>
    <w:p w:rsidR="003D03B2" w:rsidRDefault="003D03B2" w:rsidP="005E3ECE"/>
    <w:p w:rsidR="003D03B2" w:rsidRDefault="003D03B2" w:rsidP="005E3ECE"/>
    <w:p w:rsidR="003D03B2" w:rsidRDefault="003D03B2" w:rsidP="005E3ECE"/>
    <w:p w:rsidR="003D03B2" w:rsidRDefault="003D03B2" w:rsidP="005E3ECE"/>
    <w:p w:rsidR="00F709A7" w:rsidRDefault="00F709A7" w:rsidP="005E3ECE"/>
    <w:p w:rsidR="00F709A7" w:rsidRDefault="00F709A7" w:rsidP="005E3ECE"/>
    <w:p w:rsidR="000D47E2" w:rsidRDefault="000D47E2" w:rsidP="005E3ECE"/>
    <w:p w:rsidR="003D03B2" w:rsidRDefault="003D03B2" w:rsidP="005E3ECE"/>
    <w:p w:rsidR="003D03B2" w:rsidRPr="003D03B2" w:rsidRDefault="009F159C" w:rsidP="003D03B2">
      <w:r w:rsidRPr="009F159C">
        <w:lastRenderedPageBreak/>
        <w:t>ŁWK.BWK.273.9U.2024</w:t>
      </w:r>
      <w:r>
        <w:t xml:space="preserve">                                                                   </w:t>
      </w:r>
      <w:r w:rsidR="003D03B2" w:rsidRPr="003D03B2">
        <w:t>Załącznik nr 2 do Zapytania ofertowego</w:t>
      </w:r>
    </w:p>
    <w:p w:rsidR="003D03B2" w:rsidRPr="003D03B2" w:rsidRDefault="003D03B2" w:rsidP="003D03B2"/>
    <w:p w:rsidR="003D03B2" w:rsidRPr="003D03B2" w:rsidRDefault="003D03B2" w:rsidP="003D03B2">
      <w:r w:rsidRPr="003D03B2">
        <w:t xml:space="preserve">                                                                                                                                </w:t>
      </w:r>
      <w:r w:rsidRPr="003D03B2">
        <w:tab/>
        <w:t>..........................…………………</w:t>
      </w:r>
    </w:p>
    <w:p w:rsidR="003D03B2" w:rsidRPr="003D03B2" w:rsidRDefault="003D03B2" w:rsidP="003D03B2">
      <w:r w:rsidRPr="003D03B2">
        <w:t xml:space="preserve">                                                                                                      </w:t>
      </w:r>
      <w:r w:rsidR="00F709A7">
        <w:t xml:space="preserve">                                 </w:t>
      </w:r>
      <w:r w:rsidRPr="003D03B2">
        <w:t xml:space="preserve">  (miejscowość), dnia</w:t>
      </w:r>
    </w:p>
    <w:p w:rsidR="00F709A7" w:rsidRPr="00F709A7" w:rsidRDefault="00F709A7" w:rsidP="00F709A7">
      <w:r w:rsidRPr="00F709A7">
        <w:t>Pełna nazwa firmy: ……………………</w:t>
      </w:r>
    </w:p>
    <w:p w:rsidR="00F709A7" w:rsidRPr="00F709A7" w:rsidRDefault="00F709A7" w:rsidP="00F709A7">
      <w:r w:rsidRPr="00F709A7">
        <w:t>Adres firmy: …………………………...</w:t>
      </w:r>
    </w:p>
    <w:p w:rsidR="00F709A7" w:rsidRPr="00F709A7" w:rsidRDefault="00F709A7" w:rsidP="00F709A7">
      <w:r w:rsidRPr="00F709A7">
        <w:t>(kod, miasto, ulica, numer domu)</w:t>
      </w:r>
    </w:p>
    <w:p w:rsidR="00F709A7" w:rsidRPr="00F709A7" w:rsidRDefault="00F709A7" w:rsidP="00F709A7">
      <w:r w:rsidRPr="00F709A7">
        <w:t>Województwo i powiat: ..........................</w:t>
      </w:r>
    </w:p>
    <w:p w:rsidR="00F709A7" w:rsidRPr="00F709A7" w:rsidRDefault="00F709A7" w:rsidP="00F709A7">
      <w:r w:rsidRPr="00F709A7">
        <w:t>Nr tel. ......................................................</w:t>
      </w:r>
    </w:p>
    <w:p w:rsidR="00F709A7" w:rsidRPr="00F709A7" w:rsidRDefault="00F709A7" w:rsidP="00F709A7">
      <w:r w:rsidRPr="00F709A7">
        <w:t>Adres e – mail .........................................</w:t>
      </w:r>
    </w:p>
    <w:p w:rsidR="00F709A7" w:rsidRPr="00F709A7" w:rsidRDefault="00F709A7" w:rsidP="00F709A7">
      <w:r w:rsidRPr="00F709A7">
        <w:t xml:space="preserve">dotyczy: zapytania ofertowego pn. </w:t>
      </w:r>
    </w:p>
    <w:p w:rsidR="00F709A7" w:rsidRPr="00F709A7" w:rsidRDefault="00F709A7" w:rsidP="00F709A7">
      <w:r w:rsidRPr="00F709A7">
        <w:t xml:space="preserve">Usługa przeprowadzenia kursów dla uczestników zrekrutowanych wśród wychowanków i klientów jednostek Łódzkiej Wojewódzkiej Komendy OHP w Łodzi </w:t>
      </w:r>
    </w:p>
    <w:p w:rsidR="003D03B2" w:rsidRPr="003D03B2" w:rsidRDefault="003D03B2" w:rsidP="003D03B2"/>
    <w:p w:rsidR="003D03B2" w:rsidRPr="00F709A7" w:rsidRDefault="003D03B2" w:rsidP="00F709A7">
      <w:pPr>
        <w:jc w:val="center"/>
        <w:rPr>
          <w:b/>
        </w:rPr>
      </w:pPr>
      <w:r w:rsidRPr="003D03B2">
        <w:rPr>
          <w:b/>
        </w:rPr>
        <w:t>SZCZEGÓŁOWY OPIS KURSÓW WRAZ Z PROGRAMEM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542"/>
        <w:gridCol w:w="3151"/>
        <w:gridCol w:w="3085"/>
      </w:tblGrid>
      <w:tr w:rsidR="003D03B2" w:rsidRPr="003D03B2" w:rsidTr="00C077C4">
        <w:tc>
          <w:tcPr>
            <w:tcW w:w="534" w:type="dxa"/>
            <w:shd w:val="clear" w:color="auto" w:fill="auto"/>
          </w:tcPr>
          <w:p w:rsidR="003D03B2" w:rsidRPr="003D03B2" w:rsidRDefault="003D03B2" w:rsidP="003D03B2"/>
        </w:tc>
        <w:tc>
          <w:tcPr>
            <w:tcW w:w="2693" w:type="dxa"/>
            <w:shd w:val="clear" w:color="auto" w:fill="auto"/>
          </w:tcPr>
          <w:p w:rsidR="003D03B2" w:rsidRPr="003D03B2" w:rsidRDefault="003D03B2" w:rsidP="003D03B2"/>
        </w:tc>
        <w:tc>
          <w:tcPr>
            <w:tcW w:w="3402" w:type="dxa"/>
            <w:shd w:val="clear" w:color="auto" w:fill="auto"/>
          </w:tcPr>
          <w:p w:rsidR="003D03B2" w:rsidRPr="003D03B2" w:rsidRDefault="003D03B2" w:rsidP="003D03B2">
            <w:r w:rsidRPr="003D03B2">
              <w:t>Część 1</w:t>
            </w:r>
          </w:p>
          <w:p w:rsidR="003D03B2" w:rsidRPr="003D03B2" w:rsidRDefault="00F709A7" w:rsidP="00F709A7">
            <w:r w:rsidRPr="00F709A7">
              <w:t>Kurs z zakresu „Cukiernik”</w:t>
            </w:r>
          </w:p>
        </w:tc>
        <w:tc>
          <w:tcPr>
            <w:tcW w:w="3263" w:type="dxa"/>
            <w:shd w:val="clear" w:color="auto" w:fill="auto"/>
          </w:tcPr>
          <w:p w:rsidR="003D03B2" w:rsidRPr="003D03B2" w:rsidRDefault="003D03B2" w:rsidP="003D03B2">
            <w:r w:rsidRPr="003D03B2">
              <w:t>Część 2</w:t>
            </w:r>
          </w:p>
          <w:p w:rsidR="003D03B2" w:rsidRPr="003D03B2" w:rsidRDefault="00F709A7" w:rsidP="003D03B2">
            <w:r w:rsidRPr="00F709A7">
              <w:t>Kurs na operatora wózków jezdniowych podnośnikowych z bezpieczną wymianą butli</w:t>
            </w:r>
          </w:p>
        </w:tc>
      </w:tr>
      <w:tr w:rsidR="003D03B2" w:rsidRPr="003D03B2" w:rsidTr="00C077C4">
        <w:tc>
          <w:tcPr>
            <w:tcW w:w="534" w:type="dxa"/>
            <w:shd w:val="clear" w:color="auto" w:fill="auto"/>
          </w:tcPr>
          <w:p w:rsidR="003D03B2" w:rsidRPr="003D03B2" w:rsidRDefault="003D03B2" w:rsidP="003D03B2">
            <w:r w:rsidRPr="003D03B2">
              <w:t>1</w:t>
            </w:r>
          </w:p>
        </w:tc>
        <w:tc>
          <w:tcPr>
            <w:tcW w:w="2693" w:type="dxa"/>
            <w:shd w:val="clear" w:color="auto" w:fill="auto"/>
          </w:tcPr>
          <w:p w:rsidR="003D03B2" w:rsidRPr="003D03B2" w:rsidRDefault="003D03B2" w:rsidP="003D03B2">
            <w:r w:rsidRPr="003D03B2">
              <w:t>Organizator kursu</w:t>
            </w:r>
          </w:p>
        </w:tc>
        <w:tc>
          <w:tcPr>
            <w:tcW w:w="3402" w:type="dxa"/>
            <w:shd w:val="clear" w:color="auto" w:fill="auto"/>
          </w:tcPr>
          <w:p w:rsidR="003D03B2" w:rsidRPr="003D03B2" w:rsidRDefault="003D03B2" w:rsidP="003D03B2"/>
        </w:tc>
        <w:tc>
          <w:tcPr>
            <w:tcW w:w="3263" w:type="dxa"/>
            <w:shd w:val="clear" w:color="auto" w:fill="auto"/>
          </w:tcPr>
          <w:p w:rsidR="003D03B2" w:rsidRPr="003D03B2" w:rsidRDefault="003D03B2" w:rsidP="003D03B2"/>
        </w:tc>
      </w:tr>
      <w:tr w:rsidR="003D03B2" w:rsidRPr="003D03B2" w:rsidTr="00C077C4">
        <w:tc>
          <w:tcPr>
            <w:tcW w:w="534" w:type="dxa"/>
            <w:shd w:val="clear" w:color="auto" w:fill="auto"/>
          </w:tcPr>
          <w:p w:rsidR="003D03B2" w:rsidRPr="003D03B2" w:rsidRDefault="003D03B2" w:rsidP="003D03B2">
            <w:r w:rsidRPr="003D03B2">
              <w:t>2</w:t>
            </w:r>
          </w:p>
        </w:tc>
        <w:tc>
          <w:tcPr>
            <w:tcW w:w="2693" w:type="dxa"/>
            <w:shd w:val="clear" w:color="auto" w:fill="auto"/>
          </w:tcPr>
          <w:p w:rsidR="003D03B2" w:rsidRPr="003D03B2" w:rsidRDefault="003D03B2" w:rsidP="003D03B2">
            <w:r w:rsidRPr="003D03B2">
              <w:t>Miejsce realizacji</w:t>
            </w:r>
          </w:p>
        </w:tc>
        <w:tc>
          <w:tcPr>
            <w:tcW w:w="3402" w:type="dxa"/>
            <w:shd w:val="clear" w:color="auto" w:fill="auto"/>
          </w:tcPr>
          <w:p w:rsidR="003D03B2" w:rsidRPr="003D03B2" w:rsidRDefault="003D03B2" w:rsidP="003D03B2"/>
        </w:tc>
        <w:tc>
          <w:tcPr>
            <w:tcW w:w="3263" w:type="dxa"/>
            <w:shd w:val="clear" w:color="auto" w:fill="auto"/>
          </w:tcPr>
          <w:p w:rsidR="003D03B2" w:rsidRPr="003D03B2" w:rsidRDefault="003D03B2" w:rsidP="003D03B2"/>
        </w:tc>
      </w:tr>
      <w:tr w:rsidR="003D03B2" w:rsidRPr="003D03B2" w:rsidTr="00C077C4">
        <w:tc>
          <w:tcPr>
            <w:tcW w:w="534" w:type="dxa"/>
            <w:shd w:val="clear" w:color="auto" w:fill="auto"/>
          </w:tcPr>
          <w:p w:rsidR="003D03B2" w:rsidRPr="003D03B2" w:rsidRDefault="003D03B2" w:rsidP="003D03B2">
            <w:r w:rsidRPr="003D03B2">
              <w:t>3</w:t>
            </w:r>
          </w:p>
        </w:tc>
        <w:tc>
          <w:tcPr>
            <w:tcW w:w="2693" w:type="dxa"/>
            <w:shd w:val="clear" w:color="auto" w:fill="auto"/>
          </w:tcPr>
          <w:p w:rsidR="003D03B2" w:rsidRPr="003D03B2" w:rsidRDefault="003D03B2" w:rsidP="003D03B2">
            <w:r w:rsidRPr="003D03B2">
              <w:t>Termin</w:t>
            </w:r>
          </w:p>
        </w:tc>
        <w:tc>
          <w:tcPr>
            <w:tcW w:w="3402" w:type="dxa"/>
            <w:shd w:val="clear" w:color="auto" w:fill="auto"/>
          </w:tcPr>
          <w:p w:rsidR="003D03B2" w:rsidRPr="003D03B2" w:rsidRDefault="003D03B2" w:rsidP="003D03B2"/>
        </w:tc>
        <w:tc>
          <w:tcPr>
            <w:tcW w:w="3263" w:type="dxa"/>
            <w:shd w:val="clear" w:color="auto" w:fill="auto"/>
          </w:tcPr>
          <w:p w:rsidR="003D03B2" w:rsidRPr="003D03B2" w:rsidRDefault="003D03B2" w:rsidP="003D03B2"/>
        </w:tc>
      </w:tr>
      <w:tr w:rsidR="003D03B2" w:rsidRPr="003D03B2" w:rsidTr="00C077C4">
        <w:tc>
          <w:tcPr>
            <w:tcW w:w="534" w:type="dxa"/>
            <w:shd w:val="clear" w:color="auto" w:fill="auto"/>
          </w:tcPr>
          <w:p w:rsidR="003D03B2" w:rsidRPr="003D03B2" w:rsidRDefault="003D03B2" w:rsidP="003D03B2">
            <w:r w:rsidRPr="003D03B2">
              <w:t>4</w:t>
            </w:r>
          </w:p>
        </w:tc>
        <w:tc>
          <w:tcPr>
            <w:tcW w:w="2693" w:type="dxa"/>
            <w:shd w:val="clear" w:color="auto" w:fill="auto"/>
          </w:tcPr>
          <w:p w:rsidR="003D03B2" w:rsidRPr="003D03B2" w:rsidRDefault="003D03B2" w:rsidP="003D03B2">
            <w:r w:rsidRPr="003D03B2">
              <w:t>Czas trwania</w:t>
            </w:r>
          </w:p>
        </w:tc>
        <w:tc>
          <w:tcPr>
            <w:tcW w:w="3402" w:type="dxa"/>
            <w:shd w:val="clear" w:color="auto" w:fill="auto"/>
          </w:tcPr>
          <w:p w:rsidR="003D03B2" w:rsidRPr="003D03B2" w:rsidRDefault="003D03B2" w:rsidP="003D03B2"/>
        </w:tc>
        <w:tc>
          <w:tcPr>
            <w:tcW w:w="3263" w:type="dxa"/>
            <w:shd w:val="clear" w:color="auto" w:fill="auto"/>
          </w:tcPr>
          <w:p w:rsidR="003D03B2" w:rsidRPr="003D03B2" w:rsidRDefault="003D03B2" w:rsidP="003D03B2"/>
        </w:tc>
      </w:tr>
      <w:tr w:rsidR="003D03B2" w:rsidRPr="003D03B2" w:rsidTr="00C077C4">
        <w:tc>
          <w:tcPr>
            <w:tcW w:w="534" w:type="dxa"/>
            <w:shd w:val="clear" w:color="auto" w:fill="auto"/>
          </w:tcPr>
          <w:p w:rsidR="003D03B2" w:rsidRPr="003D03B2" w:rsidRDefault="003D03B2" w:rsidP="003D03B2">
            <w:r w:rsidRPr="003D03B2">
              <w:t>5</w:t>
            </w:r>
          </w:p>
        </w:tc>
        <w:tc>
          <w:tcPr>
            <w:tcW w:w="2693" w:type="dxa"/>
            <w:shd w:val="clear" w:color="auto" w:fill="auto"/>
          </w:tcPr>
          <w:p w:rsidR="003D03B2" w:rsidRPr="003D03B2" w:rsidRDefault="003D03B2" w:rsidP="003D03B2">
            <w:r w:rsidRPr="003D03B2">
              <w:t>Sposób organizacji</w:t>
            </w:r>
          </w:p>
        </w:tc>
        <w:tc>
          <w:tcPr>
            <w:tcW w:w="3402" w:type="dxa"/>
            <w:shd w:val="clear" w:color="auto" w:fill="auto"/>
          </w:tcPr>
          <w:p w:rsidR="003D03B2" w:rsidRPr="003D03B2" w:rsidRDefault="003D03B2" w:rsidP="003D03B2"/>
        </w:tc>
        <w:tc>
          <w:tcPr>
            <w:tcW w:w="3263" w:type="dxa"/>
            <w:shd w:val="clear" w:color="auto" w:fill="auto"/>
          </w:tcPr>
          <w:p w:rsidR="003D03B2" w:rsidRPr="003D03B2" w:rsidRDefault="003D03B2" w:rsidP="003D03B2"/>
        </w:tc>
      </w:tr>
      <w:tr w:rsidR="003D03B2" w:rsidRPr="003D03B2" w:rsidTr="00C077C4">
        <w:tc>
          <w:tcPr>
            <w:tcW w:w="534" w:type="dxa"/>
            <w:shd w:val="clear" w:color="auto" w:fill="auto"/>
          </w:tcPr>
          <w:p w:rsidR="003D03B2" w:rsidRPr="003D03B2" w:rsidRDefault="003D03B2" w:rsidP="003D03B2">
            <w:r w:rsidRPr="003D03B2">
              <w:t>6</w:t>
            </w:r>
          </w:p>
        </w:tc>
        <w:tc>
          <w:tcPr>
            <w:tcW w:w="2693" w:type="dxa"/>
            <w:shd w:val="clear" w:color="auto" w:fill="auto"/>
          </w:tcPr>
          <w:p w:rsidR="003D03B2" w:rsidRPr="003D03B2" w:rsidRDefault="003D03B2" w:rsidP="003D03B2">
            <w:r w:rsidRPr="003D03B2">
              <w:t>Program kursu</w:t>
            </w:r>
          </w:p>
        </w:tc>
        <w:tc>
          <w:tcPr>
            <w:tcW w:w="3402" w:type="dxa"/>
            <w:shd w:val="clear" w:color="auto" w:fill="auto"/>
          </w:tcPr>
          <w:p w:rsidR="003D03B2" w:rsidRPr="003D03B2" w:rsidRDefault="003D03B2" w:rsidP="003D03B2"/>
        </w:tc>
        <w:tc>
          <w:tcPr>
            <w:tcW w:w="3263" w:type="dxa"/>
            <w:shd w:val="clear" w:color="auto" w:fill="auto"/>
          </w:tcPr>
          <w:p w:rsidR="003D03B2" w:rsidRPr="003D03B2" w:rsidRDefault="003D03B2" w:rsidP="003D03B2"/>
        </w:tc>
      </w:tr>
      <w:tr w:rsidR="003D03B2" w:rsidRPr="003D03B2" w:rsidTr="00C077C4">
        <w:tc>
          <w:tcPr>
            <w:tcW w:w="534" w:type="dxa"/>
            <w:shd w:val="clear" w:color="auto" w:fill="auto"/>
          </w:tcPr>
          <w:p w:rsidR="003D03B2" w:rsidRPr="003D03B2" w:rsidRDefault="003D03B2" w:rsidP="003D03B2">
            <w:r w:rsidRPr="003D03B2">
              <w:t>7</w:t>
            </w:r>
          </w:p>
        </w:tc>
        <w:tc>
          <w:tcPr>
            <w:tcW w:w="2693" w:type="dxa"/>
            <w:shd w:val="clear" w:color="auto" w:fill="auto"/>
          </w:tcPr>
          <w:p w:rsidR="003D03B2" w:rsidRPr="003D03B2" w:rsidRDefault="003D03B2" w:rsidP="003D03B2">
            <w:r w:rsidRPr="003D03B2">
              <w:t>Przewidziane  egzaminy</w:t>
            </w:r>
          </w:p>
        </w:tc>
        <w:tc>
          <w:tcPr>
            <w:tcW w:w="3402" w:type="dxa"/>
            <w:shd w:val="clear" w:color="auto" w:fill="auto"/>
          </w:tcPr>
          <w:p w:rsidR="003D03B2" w:rsidRPr="003D03B2" w:rsidRDefault="003D03B2" w:rsidP="003D03B2"/>
        </w:tc>
        <w:tc>
          <w:tcPr>
            <w:tcW w:w="3263" w:type="dxa"/>
            <w:shd w:val="clear" w:color="auto" w:fill="auto"/>
          </w:tcPr>
          <w:p w:rsidR="003D03B2" w:rsidRPr="003D03B2" w:rsidRDefault="003D03B2" w:rsidP="003D03B2"/>
        </w:tc>
      </w:tr>
    </w:tbl>
    <w:p w:rsidR="003D03B2" w:rsidRPr="003D03B2" w:rsidRDefault="003D03B2" w:rsidP="003D03B2"/>
    <w:p w:rsidR="003D03B2" w:rsidRPr="003D03B2" w:rsidRDefault="003D03B2" w:rsidP="003D03B2">
      <w:r w:rsidRPr="003D03B2">
        <w:t xml:space="preserve">                                                                                                                        Podpis i pieczęć Wykonawcy</w:t>
      </w:r>
    </w:p>
    <w:p w:rsidR="003D03B2" w:rsidRDefault="003D03B2" w:rsidP="005E3ECE"/>
    <w:p w:rsidR="008A2412" w:rsidRPr="008A2412" w:rsidRDefault="009F159C" w:rsidP="008A2412">
      <w:pPr>
        <w:spacing w:before="28" w:after="28" w:line="360" w:lineRule="auto"/>
        <w:ind w:hanging="142"/>
        <w:jc w:val="both"/>
        <w:rPr>
          <w:rFonts w:ascii="Calibri" w:eastAsia="Times New Roman" w:hAnsi="Calibri" w:cs="Calibri"/>
          <w:lang w:eastAsia="ar-SA"/>
        </w:rPr>
      </w:pPr>
      <w:r w:rsidRPr="009F159C">
        <w:rPr>
          <w:rFonts w:ascii="Calibri" w:eastAsia="Times New Roman" w:hAnsi="Calibri" w:cs="Calibri"/>
          <w:lang w:eastAsia="ar-SA"/>
        </w:rPr>
        <w:t>ŁWK.BWK.273.9U.2024</w:t>
      </w:r>
      <w:r>
        <w:rPr>
          <w:rFonts w:ascii="Calibri" w:eastAsia="Times New Roman" w:hAnsi="Calibri" w:cs="Calibri"/>
          <w:lang w:eastAsia="ar-SA"/>
        </w:rPr>
        <w:t xml:space="preserve">                              </w:t>
      </w:r>
      <w:r w:rsidR="00AE7943">
        <w:rPr>
          <w:rFonts w:ascii="Calibri" w:eastAsia="Times New Roman" w:hAnsi="Calibri" w:cs="Calibri"/>
          <w:lang w:eastAsia="ar-SA"/>
        </w:rPr>
        <w:t xml:space="preserve">                           </w:t>
      </w:r>
      <w:bookmarkStart w:id="0" w:name="_GoBack"/>
      <w:bookmarkEnd w:id="0"/>
      <w:r>
        <w:rPr>
          <w:rFonts w:ascii="Calibri" w:eastAsia="Times New Roman" w:hAnsi="Calibri" w:cs="Calibri"/>
          <w:lang w:eastAsia="ar-SA"/>
        </w:rPr>
        <w:t xml:space="preserve">            </w:t>
      </w:r>
      <w:r w:rsidR="008A2412" w:rsidRPr="008A2412">
        <w:rPr>
          <w:rFonts w:ascii="Calibri" w:eastAsia="Times New Roman" w:hAnsi="Calibri" w:cs="Calibri"/>
          <w:lang w:eastAsia="ar-SA"/>
        </w:rPr>
        <w:t>Załącznik nr 3  do Zapytania ofertowego</w:t>
      </w:r>
    </w:p>
    <w:p w:rsidR="008A2412" w:rsidRPr="008A2412" w:rsidRDefault="008A2412" w:rsidP="008A2412">
      <w:pPr>
        <w:spacing w:before="28" w:after="28" w:line="360" w:lineRule="auto"/>
        <w:ind w:hanging="142"/>
        <w:jc w:val="both"/>
        <w:rPr>
          <w:rFonts w:ascii="Calibri" w:eastAsia="Times New Roman" w:hAnsi="Calibri" w:cs="Calibri"/>
          <w:lang w:eastAsia="ar-SA"/>
        </w:rPr>
      </w:pPr>
    </w:p>
    <w:p w:rsidR="008A2412" w:rsidRPr="008A2412" w:rsidRDefault="008A2412" w:rsidP="008A2412">
      <w:pPr>
        <w:spacing w:before="28" w:after="28" w:line="360" w:lineRule="auto"/>
        <w:ind w:hanging="142"/>
        <w:jc w:val="both"/>
        <w:rPr>
          <w:rFonts w:ascii="Calibri" w:eastAsia="Times New Roman" w:hAnsi="Calibri" w:cs="Calibri"/>
          <w:lang w:eastAsia="ar-SA"/>
        </w:rPr>
      </w:pPr>
      <w:r w:rsidRPr="008A2412">
        <w:rPr>
          <w:rFonts w:ascii="Calibri" w:eastAsia="Times New Roman" w:hAnsi="Calibri" w:cs="Calibri"/>
          <w:lang w:eastAsia="ar-SA"/>
        </w:rPr>
        <w:t xml:space="preserve">                                                                                                                                </w:t>
      </w:r>
      <w:r w:rsidRPr="008A2412">
        <w:rPr>
          <w:rFonts w:ascii="Calibri" w:eastAsia="Times New Roman" w:hAnsi="Calibri" w:cs="Calibri"/>
          <w:lang w:eastAsia="ar-SA"/>
        </w:rPr>
        <w:tab/>
        <w:t>..........................…………………</w:t>
      </w:r>
    </w:p>
    <w:p w:rsidR="008A2412" w:rsidRPr="008A2412" w:rsidRDefault="008A2412" w:rsidP="008A2412">
      <w:pPr>
        <w:spacing w:before="28" w:after="28" w:line="360" w:lineRule="auto"/>
        <w:ind w:hanging="142"/>
        <w:jc w:val="center"/>
        <w:rPr>
          <w:rFonts w:ascii="Calibri" w:eastAsia="Times New Roman" w:hAnsi="Calibri" w:cs="Calibri"/>
          <w:lang w:eastAsia="ar-SA"/>
        </w:rPr>
      </w:pPr>
      <w:r w:rsidRPr="008A2412">
        <w:rPr>
          <w:rFonts w:ascii="Calibri" w:eastAsia="Times New Roman" w:hAnsi="Calibri" w:cs="Calibri"/>
          <w:lang w:eastAsia="ar-SA"/>
        </w:rPr>
        <w:t xml:space="preserve">                                                                                                   </w:t>
      </w:r>
      <w:r w:rsidR="00F709A7">
        <w:rPr>
          <w:rFonts w:ascii="Calibri" w:eastAsia="Times New Roman" w:hAnsi="Calibri" w:cs="Calibri"/>
          <w:lang w:eastAsia="ar-SA"/>
        </w:rPr>
        <w:t xml:space="preserve">            </w:t>
      </w:r>
      <w:r w:rsidRPr="008A2412">
        <w:rPr>
          <w:rFonts w:ascii="Calibri" w:eastAsia="Times New Roman" w:hAnsi="Calibri" w:cs="Calibri"/>
          <w:lang w:eastAsia="ar-SA"/>
        </w:rPr>
        <w:t xml:space="preserve">     (miejscowość), dnia</w:t>
      </w:r>
    </w:p>
    <w:p w:rsidR="005E3ECE" w:rsidRPr="005E3ECE" w:rsidRDefault="005E3ECE" w:rsidP="005E3ECE"/>
    <w:p w:rsidR="008A2412" w:rsidRPr="008A2412" w:rsidRDefault="008A2412" w:rsidP="008A2412">
      <w:pPr>
        <w:spacing w:before="28" w:after="28" w:line="360" w:lineRule="auto"/>
        <w:ind w:hanging="142"/>
        <w:jc w:val="center"/>
        <w:rPr>
          <w:rFonts w:ascii="Calibri" w:eastAsia="Times New Roman" w:hAnsi="Calibri" w:cs="Calibri"/>
          <w:b/>
          <w:lang w:eastAsia="ar-SA"/>
        </w:rPr>
      </w:pPr>
      <w:r w:rsidRPr="008A2412">
        <w:rPr>
          <w:rFonts w:ascii="Calibri" w:eastAsia="Times New Roman" w:hAnsi="Calibri" w:cs="Calibri"/>
          <w:b/>
          <w:lang w:eastAsia="ar-SA"/>
        </w:rPr>
        <w:t>WYKAZ KURSÓW/SZKOLEŃ</w:t>
      </w:r>
    </w:p>
    <w:p w:rsidR="008A2412" w:rsidRPr="008A2412" w:rsidRDefault="008A2412" w:rsidP="008A2412">
      <w:pPr>
        <w:spacing w:before="28" w:after="28" w:line="360" w:lineRule="auto"/>
        <w:ind w:hanging="142"/>
        <w:jc w:val="both"/>
        <w:rPr>
          <w:rFonts w:ascii="Calibri" w:eastAsia="Times New Roman" w:hAnsi="Calibri" w:cs="Calibri"/>
          <w:lang w:eastAsia="ar-SA"/>
        </w:rPr>
      </w:pPr>
      <w:r w:rsidRPr="008A2412">
        <w:rPr>
          <w:rFonts w:ascii="Calibri" w:eastAsia="Times New Roman" w:hAnsi="Calibri" w:cs="Calibri"/>
          <w:lang w:eastAsia="ar-SA"/>
        </w:rPr>
        <w:t xml:space="preserve"> Oświadczamy, że zrealizo</w:t>
      </w:r>
      <w:r w:rsidR="00462734">
        <w:rPr>
          <w:rFonts w:ascii="Calibri" w:eastAsia="Times New Roman" w:hAnsi="Calibri" w:cs="Calibri"/>
          <w:lang w:eastAsia="ar-SA"/>
        </w:rPr>
        <w:t xml:space="preserve">waliśmy </w:t>
      </w:r>
      <w:r w:rsidR="00462734" w:rsidRPr="00462734">
        <w:rPr>
          <w:rFonts w:ascii="Calibri" w:eastAsia="Times New Roman" w:hAnsi="Calibri" w:cs="Calibri"/>
          <w:lang w:eastAsia="ar-SA"/>
        </w:rPr>
        <w:t xml:space="preserve">w okresie ostatnich 3 lat przed upływem terminu składania ofert, a jeżeli okres prowadzenia działalności jest krótszy - w tym okresie - zrealizował co najmniej 2 kursy dla minimum 3 osób w zakresie objętym przedmiotem zamówienia </w:t>
      </w:r>
      <w:r w:rsidRPr="008A2412">
        <w:rPr>
          <w:rFonts w:ascii="Calibri" w:eastAsia="Times New Roman" w:hAnsi="Calibri" w:cs="Calibri"/>
          <w:lang w:eastAsia="ar-SA"/>
        </w:rPr>
        <w:t>(a jeżeli okres działalności jest krótszy</w:t>
      </w:r>
    </w:p>
    <w:p w:rsidR="008A2412" w:rsidRPr="008A2412" w:rsidRDefault="008A2412" w:rsidP="008A2412">
      <w:pPr>
        <w:spacing w:before="28" w:after="28" w:line="360" w:lineRule="auto"/>
        <w:ind w:hanging="142"/>
        <w:jc w:val="both"/>
        <w:rPr>
          <w:rFonts w:ascii="Calibri" w:eastAsia="Times New Roman" w:hAnsi="Calibri" w:cs="Calibri"/>
          <w:lang w:eastAsia="ar-SA"/>
        </w:rPr>
      </w:pPr>
      <w:r w:rsidRPr="008A2412">
        <w:rPr>
          <w:rFonts w:ascii="Calibri" w:eastAsia="Times New Roman" w:hAnsi="Calibri" w:cs="Calibri"/>
          <w:lang w:eastAsia="ar-SA"/>
        </w:rPr>
        <w:t xml:space="preserve"> - w tym okresie):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"/>
        <w:gridCol w:w="615"/>
        <w:gridCol w:w="1704"/>
        <w:gridCol w:w="1583"/>
        <w:gridCol w:w="1878"/>
        <w:gridCol w:w="2166"/>
      </w:tblGrid>
      <w:tr w:rsidR="00462734" w:rsidRPr="008A2412" w:rsidTr="00462734">
        <w:tc>
          <w:tcPr>
            <w:tcW w:w="1116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615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704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8A2412">
              <w:rPr>
                <w:rFonts w:ascii="Calibri" w:eastAsia="Times New Roman" w:hAnsi="Calibri" w:cs="Calibri"/>
                <w:lang w:eastAsia="ar-SA"/>
              </w:rPr>
              <w:t>Przedmiot zamówienia</w:t>
            </w:r>
          </w:p>
        </w:tc>
        <w:tc>
          <w:tcPr>
            <w:tcW w:w="1583" w:type="dxa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>
              <w:rPr>
                <w:rFonts w:ascii="Calibri" w:eastAsia="Times New Roman" w:hAnsi="Calibri" w:cs="Calibri"/>
                <w:lang w:eastAsia="ar-SA"/>
              </w:rPr>
              <w:t>Ilość uczestników kursu</w:t>
            </w:r>
          </w:p>
        </w:tc>
        <w:tc>
          <w:tcPr>
            <w:tcW w:w="1878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8A2412">
              <w:rPr>
                <w:rFonts w:ascii="Calibri" w:eastAsia="Times New Roman" w:hAnsi="Calibri" w:cs="Calibri"/>
                <w:lang w:eastAsia="ar-SA"/>
              </w:rPr>
              <w:t>Termin realizacji</w:t>
            </w:r>
          </w:p>
        </w:tc>
        <w:tc>
          <w:tcPr>
            <w:tcW w:w="2166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8A2412">
              <w:rPr>
                <w:rFonts w:ascii="Calibri" w:eastAsia="Times New Roman" w:hAnsi="Calibri" w:cs="Calibri"/>
                <w:lang w:eastAsia="ar-SA"/>
              </w:rPr>
              <w:t>Adres zamawiającego</w:t>
            </w:r>
          </w:p>
        </w:tc>
      </w:tr>
      <w:tr w:rsidR="00462734" w:rsidRPr="008A2412" w:rsidTr="00462734">
        <w:tc>
          <w:tcPr>
            <w:tcW w:w="1116" w:type="dxa"/>
            <w:vMerge w:val="restart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8A2412">
              <w:rPr>
                <w:rFonts w:ascii="Calibri" w:eastAsia="Times New Roman" w:hAnsi="Calibri" w:cs="Calibri"/>
                <w:lang w:eastAsia="ar-SA"/>
              </w:rPr>
              <w:t>Część 1</w:t>
            </w:r>
          </w:p>
        </w:tc>
        <w:tc>
          <w:tcPr>
            <w:tcW w:w="615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8A2412">
              <w:rPr>
                <w:rFonts w:ascii="Calibri" w:eastAsia="Times New Roman" w:hAnsi="Calibri" w:cs="Calibri"/>
                <w:lang w:eastAsia="ar-SA"/>
              </w:rPr>
              <w:t>1</w:t>
            </w:r>
          </w:p>
        </w:tc>
        <w:tc>
          <w:tcPr>
            <w:tcW w:w="1704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583" w:type="dxa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878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166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462734" w:rsidRPr="008A2412" w:rsidTr="00462734">
        <w:tc>
          <w:tcPr>
            <w:tcW w:w="1116" w:type="dxa"/>
            <w:vMerge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615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8A2412">
              <w:rPr>
                <w:rFonts w:ascii="Calibri" w:eastAsia="Times New Roman" w:hAnsi="Calibri" w:cs="Calibri"/>
                <w:lang w:eastAsia="ar-SA"/>
              </w:rPr>
              <w:t>2</w:t>
            </w:r>
          </w:p>
        </w:tc>
        <w:tc>
          <w:tcPr>
            <w:tcW w:w="1704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583" w:type="dxa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878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166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462734" w:rsidRPr="008A2412" w:rsidTr="00462734">
        <w:tc>
          <w:tcPr>
            <w:tcW w:w="1116" w:type="dxa"/>
            <w:vMerge w:val="restart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8A2412">
              <w:rPr>
                <w:rFonts w:ascii="Calibri" w:eastAsia="Times New Roman" w:hAnsi="Calibri" w:cs="Calibri"/>
                <w:lang w:eastAsia="ar-SA"/>
              </w:rPr>
              <w:t>Część 2</w:t>
            </w:r>
          </w:p>
        </w:tc>
        <w:tc>
          <w:tcPr>
            <w:tcW w:w="615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8A2412">
              <w:rPr>
                <w:rFonts w:ascii="Calibri" w:eastAsia="Times New Roman" w:hAnsi="Calibri" w:cs="Calibri"/>
                <w:lang w:eastAsia="ar-SA"/>
              </w:rPr>
              <w:t>1</w:t>
            </w:r>
          </w:p>
        </w:tc>
        <w:tc>
          <w:tcPr>
            <w:tcW w:w="1704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583" w:type="dxa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878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166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462734" w:rsidRPr="008A2412" w:rsidTr="00462734">
        <w:tc>
          <w:tcPr>
            <w:tcW w:w="1116" w:type="dxa"/>
            <w:vMerge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615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8A2412">
              <w:rPr>
                <w:rFonts w:ascii="Calibri" w:eastAsia="Times New Roman" w:hAnsi="Calibri" w:cs="Calibri"/>
                <w:lang w:eastAsia="ar-SA"/>
              </w:rPr>
              <w:t>2</w:t>
            </w:r>
          </w:p>
        </w:tc>
        <w:tc>
          <w:tcPr>
            <w:tcW w:w="1704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583" w:type="dxa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878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166" w:type="dxa"/>
            <w:shd w:val="clear" w:color="auto" w:fill="auto"/>
          </w:tcPr>
          <w:p w:rsidR="00462734" w:rsidRPr="008A2412" w:rsidRDefault="00462734" w:rsidP="008A2412">
            <w:pPr>
              <w:spacing w:before="28" w:after="28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</w:tbl>
    <w:p w:rsidR="005E3ECE" w:rsidRPr="005E3ECE" w:rsidRDefault="005E3ECE" w:rsidP="005E3ECE"/>
    <w:p w:rsidR="00F709A7" w:rsidRPr="00F709A7" w:rsidRDefault="00F709A7" w:rsidP="00F709A7">
      <w:r w:rsidRPr="00F709A7">
        <w:t xml:space="preserve">Oświadczamy , że:  </w:t>
      </w:r>
    </w:p>
    <w:p w:rsidR="00F709A7" w:rsidRPr="00F709A7" w:rsidRDefault="00F709A7" w:rsidP="00F709A7">
      <w:r w:rsidRPr="00F709A7">
        <w:t xml:space="preserve">   -  posiadamy potencjał techniczny (sprzęt, narzędzia i materiały adekwatne do tematyki szkolenia);</w:t>
      </w:r>
    </w:p>
    <w:p w:rsidR="00F709A7" w:rsidRPr="00F709A7" w:rsidRDefault="00F709A7" w:rsidP="00F709A7">
      <w:r w:rsidRPr="00F709A7">
        <w:t xml:space="preserve">    -  znajdujemy  się w sytuacji ekonomicznej i finansowej zapewniającej wykonanie Zamówienia;</w:t>
      </w:r>
    </w:p>
    <w:p w:rsidR="00F709A7" w:rsidRPr="00F709A7" w:rsidRDefault="00F709A7" w:rsidP="00F709A7">
      <w:r w:rsidRPr="00F709A7">
        <w:t xml:space="preserve">    -   nie jesteśmy objęci postępowaniem upadłościowym i likwidacyjnym.</w:t>
      </w:r>
    </w:p>
    <w:p w:rsidR="005E3ECE" w:rsidRPr="005E3ECE" w:rsidRDefault="005E3ECE" w:rsidP="005E3ECE"/>
    <w:p w:rsidR="007F568C" w:rsidRDefault="00F709A7" w:rsidP="005E3ECE">
      <w:r w:rsidRPr="00F709A7">
        <w:t xml:space="preserve">                                                                                                                        Podpis i pieczęć Wykonawcy</w:t>
      </w:r>
    </w:p>
    <w:p w:rsidR="009F159C" w:rsidRDefault="009F159C" w:rsidP="005E3ECE"/>
    <w:p w:rsidR="009F159C" w:rsidRDefault="009F159C" w:rsidP="005E3ECE"/>
    <w:p w:rsidR="009F159C" w:rsidRDefault="009F159C" w:rsidP="005E3ECE"/>
    <w:p w:rsidR="009F159C" w:rsidRDefault="009F159C" w:rsidP="005E3ECE"/>
    <w:p w:rsidR="009F159C" w:rsidRDefault="009F159C" w:rsidP="009F159C">
      <w:r>
        <w:t>ŁWK.BWK.273.9U.2024                                                                Załącznik nr 6  do Zapytania ofertowego</w:t>
      </w:r>
    </w:p>
    <w:p w:rsidR="009F159C" w:rsidRDefault="009F159C" w:rsidP="009F159C"/>
    <w:p w:rsidR="009F159C" w:rsidRDefault="009F159C" w:rsidP="00F709A7">
      <w:pPr>
        <w:jc w:val="right"/>
      </w:pPr>
      <w:r>
        <w:t>......................................., dn. ........................</w:t>
      </w:r>
    </w:p>
    <w:p w:rsidR="009F159C" w:rsidRDefault="009F159C" w:rsidP="009F159C">
      <w:r>
        <w:t>Pełna nazwa firmy: ……………………</w:t>
      </w:r>
    </w:p>
    <w:p w:rsidR="009F159C" w:rsidRDefault="009F159C" w:rsidP="009F159C">
      <w:r>
        <w:t>Adres firmy: …………………………...</w:t>
      </w:r>
    </w:p>
    <w:p w:rsidR="009F159C" w:rsidRDefault="009F159C" w:rsidP="009F159C">
      <w:r>
        <w:t>(kod, miasto, ulica, numer domu)</w:t>
      </w:r>
    </w:p>
    <w:p w:rsidR="009F159C" w:rsidRDefault="009F159C" w:rsidP="009F159C">
      <w:r>
        <w:t>Województwo i powiat: ..........................</w:t>
      </w:r>
    </w:p>
    <w:p w:rsidR="009F159C" w:rsidRDefault="009F159C" w:rsidP="009F159C">
      <w:r>
        <w:t>Nr tel. ......................................................</w:t>
      </w:r>
    </w:p>
    <w:p w:rsidR="009F159C" w:rsidRDefault="009F159C" w:rsidP="009F159C">
      <w:r>
        <w:t>Adres e – mail .........................................</w:t>
      </w:r>
    </w:p>
    <w:p w:rsidR="009F159C" w:rsidRDefault="009F159C" w:rsidP="009F159C">
      <w:r>
        <w:t>Strona www. ............................................</w:t>
      </w:r>
    </w:p>
    <w:p w:rsidR="009F159C" w:rsidRDefault="009F159C" w:rsidP="009F159C">
      <w:r>
        <w:t>NIP: ..........................................................</w:t>
      </w:r>
    </w:p>
    <w:p w:rsidR="009F159C" w:rsidRDefault="009F159C" w:rsidP="009F159C">
      <w:r>
        <w:t>REGON: ...................................................</w:t>
      </w:r>
    </w:p>
    <w:p w:rsidR="009F159C" w:rsidRDefault="009F159C" w:rsidP="009F159C">
      <w:r>
        <w:t xml:space="preserve">dotyczy: zapytania ofertowego pn. </w:t>
      </w:r>
    </w:p>
    <w:p w:rsidR="009F159C" w:rsidRDefault="009F159C" w:rsidP="009F159C">
      <w:r>
        <w:t xml:space="preserve">Usługa przeprowadzenia </w:t>
      </w:r>
      <w:r w:rsidR="00F709A7" w:rsidRPr="00F709A7">
        <w:t>kursów dla uczestników zrekrutowanych wśród wychowanków i klientów jednostek Łódzkiej Wojewódzkiej Komendy OHP w Łodzi</w:t>
      </w:r>
      <w:r w:rsidR="00F709A7">
        <w:t>.</w:t>
      </w:r>
    </w:p>
    <w:p w:rsidR="009F159C" w:rsidRDefault="009F159C" w:rsidP="009F159C">
      <w:r>
        <w:t xml:space="preserve"> </w:t>
      </w:r>
    </w:p>
    <w:p w:rsidR="009F159C" w:rsidRDefault="009F159C" w:rsidP="00F709A7">
      <w:pPr>
        <w:jc w:val="center"/>
      </w:pPr>
      <w:r>
        <w:t>OŚWIADCZENIE O WERYFIKACJI KADRY SKIEROWANEJ</w:t>
      </w:r>
    </w:p>
    <w:p w:rsidR="009F159C" w:rsidRDefault="009F159C" w:rsidP="00F709A7">
      <w:pPr>
        <w:jc w:val="center"/>
      </w:pPr>
      <w:r>
        <w:t>DO REALIZACJI ZAMÓWIENIA</w:t>
      </w:r>
    </w:p>
    <w:p w:rsidR="009F159C" w:rsidRDefault="009F159C" w:rsidP="009F159C"/>
    <w:p w:rsidR="009F159C" w:rsidRDefault="009F159C" w:rsidP="009F159C">
      <w:r>
        <w:t xml:space="preserve">   Zgodnie z </w:t>
      </w:r>
      <w:r w:rsidR="00F709A7">
        <w:t xml:space="preserve">treścią </w:t>
      </w:r>
      <w:r>
        <w:t>Zapytania ofertowego:</w:t>
      </w:r>
    </w:p>
    <w:p w:rsidR="009F159C" w:rsidRDefault="009F159C" w:rsidP="009F159C">
      <w:r>
        <w:t>•</w:t>
      </w:r>
      <w:r>
        <w:tab/>
        <w:t>oświadczam, że osoby skierowane do realizacji zamówienia, nie są zamieszczone   w Rejestrze z dostępem ograniczonym lub w Rejestrze osób, w stosunku do których Państwowa Komisja do spraw przeciwdziałania  wykorzystaniu seksualnemu małoletnich poniżej  lat 15 wydała postanowienie o wpisie w Rejestrze,</w:t>
      </w:r>
    </w:p>
    <w:p w:rsidR="009F159C" w:rsidRDefault="009F159C" w:rsidP="009F159C"/>
    <w:p w:rsidR="009F159C" w:rsidRDefault="009F159C" w:rsidP="009F159C">
      <w:r>
        <w:t>•</w:t>
      </w:r>
      <w:r>
        <w:tab/>
        <w:t>oświadczam, że osoby skierowane do wykonania usługi, nie widnieją w Krajowym rejestrze Karnym w zakresie przestępstw określonych w rozdziale XIX i XXV Kodeksu karnego, w art. 189a i art. 207 Kodeksu karnego oraz w ustawie z dnia 29 lipca 2005 r. o przeciwdziałaniu narkomanii ( Dz. U. z 2023 r. poz. 172 oraz z 2022 r. poz. 2600), lub za odpowiadające tym przestępstwom czyny zabronione określone w przepisach prawa obcego, co zostało poświadczone zaświadczeniem z KRK.</w:t>
      </w:r>
    </w:p>
    <w:p w:rsidR="009F159C" w:rsidRDefault="009F159C" w:rsidP="009F159C"/>
    <w:p w:rsidR="009F159C" w:rsidRDefault="009F159C" w:rsidP="009F159C">
      <w:r>
        <w:t>•</w:t>
      </w:r>
      <w:r>
        <w:tab/>
        <w:t>Oświadczam, że osoby skierowane do realizacji zamówienia zostały przygotowana do pracy z małoletnim.</w:t>
      </w:r>
    </w:p>
    <w:p w:rsidR="009F159C" w:rsidRDefault="009F159C" w:rsidP="009F159C"/>
    <w:p w:rsidR="009F159C" w:rsidRDefault="009F159C" w:rsidP="009F159C">
      <w:r>
        <w:t>Oświadczam, że wszystkie powyższe  informacje są aktualne i zgodne z prawdą oraz zostały przedstawione z pełną świadomością konsekwencji wprowadzenia zamawiającego w błąd przy przedstawieniu informacji oraz odpowiedzialności karnej z art. 297 kk.</w:t>
      </w:r>
    </w:p>
    <w:p w:rsidR="009F159C" w:rsidRDefault="009F159C" w:rsidP="009F159C"/>
    <w:p w:rsidR="009F159C" w:rsidRDefault="009F159C" w:rsidP="009F159C"/>
    <w:p w:rsidR="009F159C" w:rsidRDefault="009F159C" w:rsidP="009F159C">
      <w:r>
        <w:t>Podpis Wykonawcy ………………………………</w:t>
      </w:r>
    </w:p>
    <w:p w:rsidR="009F159C" w:rsidRDefault="009F159C" w:rsidP="009F159C"/>
    <w:p w:rsidR="009F159C" w:rsidRDefault="009F159C" w:rsidP="009F159C">
      <w:r>
        <w:t xml:space="preserve">                                                                                                                                </w:t>
      </w:r>
      <w:r>
        <w:tab/>
        <w:t>..........................…………………</w:t>
      </w:r>
    </w:p>
    <w:p w:rsidR="009F159C" w:rsidRDefault="009F159C" w:rsidP="009F159C">
      <w:r>
        <w:t xml:space="preserve">                                                                                                        </w:t>
      </w:r>
      <w:r w:rsidR="00F709A7">
        <w:t xml:space="preserve">                               </w:t>
      </w:r>
      <w:r>
        <w:t>(miejscowość), dnia</w:t>
      </w:r>
    </w:p>
    <w:p w:rsidR="009F159C" w:rsidRPr="005E3ECE" w:rsidRDefault="009F159C" w:rsidP="005E3ECE"/>
    <w:sectPr w:rsidR="009F159C" w:rsidRPr="005E3ECE" w:rsidSect="00B94BF2">
      <w:headerReference w:type="default" r:id="rId8"/>
      <w:footerReference w:type="default" r:id="rId9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5EC" w:rsidRDefault="001345EC" w:rsidP="0068577F">
      <w:pPr>
        <w:spacing w:after="0" w:line="240" w:lineRule="auto"/>
      </w:pPr>
      <w:r>
        <w:separator/>
      </w:r>
    </w:p>
  </w:endnote>
  <w:endnote w:type="continuationSeparator" w:id="0">
    <w:p w:rsidR="001345EC" w:rsidRDefault="001345EC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altName w:val="Arial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6089231"/>
      <w:docPartObj>
        <w:docPartGallery w:val="Page Numbers (Bottom of Page)"/>
        <w:docPartUnique/>
      </w:docPartObj>
    </w:sdtPr>
    <w:sdtEndPr/>
    <w:sdtContent>
      <w:p w:rsidR="007F568C" w:rsidRDefault="007F568C">
        <w:pPr>
          <w:pStyle w:val="Stopka"/>
          <w:jc w:val="right"/>
        </w:pP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161925</wp:posOffset>
              </wp:positionH>
              <wp:positionV relativeFrom="paragraph">
                <wp:posOffset>-15714</wp:posOffset>
              </wp:positionV>
              <wp:extent cx="1378585" cy="467995"/>
              <wp:effectExtent l="0" t="0" r="0" b="8255"/>
              <wp:wrapNone/>
              <wp:docPr id="15" name="Obraz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8585" cy="4679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margin">
                <wp:posOffset>4246245</wp:posOffset>
              </wp:positionH>
              <wp:positionV relativeFrom="paragraph">
                <wp:posOffset>109381</wp:posOffset>
              </wp:positionV>
              <wp:extent cx="1130300" cy="400050"/>
              <wp:effectExtent l="0" t="0" r="0" b="0"/>
              <wp:wrapNone/>
              <wp:docPr id="14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ZL_Logo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705" b="23530"/>
                      <a:stretch/>
                    </pic:blipFill>
                    <pic:spPr bwMode="auto">
                      <a:xfrm>
                        <a:off x="0" y="0"/>
                        <a:ext cx="1130300" cy="40005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margin">
                <wp:posOffset>2621280</wp:posOffset>
              </wp:positionH>
              <wp:positionV relativeFrom="paragraph">
                <wp:posOffset>-116679</wp:posOffset>
              </wp:positionV>
              <wp:extent cx="517525" cy="660400"/>
              <wp:effectExtent l="0" t="0" r="0" b="6350"/>
              <wp:wrapNone/>
              <wp:docPr id="16" name="Obraz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Junackie Hufce Pracy.jpg"/>
                      <pic:cNvPicPr/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7525" cy="660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p w:rsidR="007F568C" w:rsidRDefault="007F56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5EC" w:rsidRDefault="001345EC" w:rsidP="0068577F">
      <w:pPr>
        <w:spacing w:after="0" w:line="240" w:lineRule="auto"/>
      </w:pPr>
      <w:r>
        <w:separator/>
      </w:r>
    </w:p>
  </w:footnote>
  <w:footnote w:type="continuationSeparator" w:id="0">
    <w:p w:rsidR="001345EC" w:rsidRDefault="001345EC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7236" w:type="dxa"/>
      <w:tblInd w:w="-427" w:type="dxa"/>
      <w:tblLook w:val="04A0" w:firstRow="1" w:lastRow="0" w:firstColumn="1" w:lastColumn="0" w:noHBand="0" w:noVBand="1"/>
    </w:tblPr>
    <w:tblGrid>
      <w:gridCol w:w="1703"/>
      <w:gridCol w:w="5533"/>
    </w:tblGrid>
    <w:tr w:rsidR="001C1F32" w:rsidRPr="009D0B9D" w:rsidTr="00B94BF2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31579A" w:rsidRDefault="001C1F32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3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D11A3D" w:rsidRDefault="00AD0D53" w:rsidP="00D11A3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ŁÓD</w:t>
          </w:r>
          <w:r w:rsidR="000E2342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Z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KA</w:t>
          </w:r>
          <w:r w:rsidR="00D11A3D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WOJEWÓDZKA KOMENDA </w:t>
          </w:r>
        </w:p>
        <w:p w:rsidR="00D11A3D" w:rsidRPr="00EF16C8" w:rsidRDefault="00D11A3D" w:rsidP="00D11A3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 w:rsidR="00AD0D53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                    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</w:t>
          </w:r>
          <w:r w:rsidR="00AD0D53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ŁODZI</w:t>
          </w:r>
        </w:p>
        <w:p w:rsidR="00D11A3D" w:rsidRPr="00D11A3D" w:rsidRDefault="00167E18" w:rsidP="00D11A3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>90</w:t>
          </w:r>
          <w:r w:rsidR="00D11A3D" w:rsidRPr="00D11A3D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>-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>203</w:t>
          </w:r>
          <w:r w:rsidR="00D11A3D" w:rsidRPr="00D11A3D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 xml:space="preserve"> </w:t>
          </w:r>
          <w:r w:rsidR="009D45FB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>Łódź</w:t>
          </w:r>
          <w:r w:rsidR="00D11A3D" w:rsidRPr="00D11A3D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 xml:space="preserve">, ul. </w:t>
          </w:r>
          <w:r w:rsidR="009D45FB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>Pomorska 41</w:t>
          </w:r>
        </w:p>
        <w:p w:rsidR="00D11A3D" w:rsidRPr="00EF16C8" w:rsidRDefault="0045472E" w:rsidP="00D11A3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 xml:space="preserve">tel. </w:t>
          </w:r>
          <w:r w:rsidR="00422E7C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>42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 xml:space="preserve">  </w:t>
          </w:r>
          <w:r w:rsidR="00422E7C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 w:eastAsia="pl-PL"/>
            </w:rPr>
            <w:t>636-54-37</w:t>
          </w:r>
        </w:p>
        <w:p w:rsidR="00D11A3D" w:rsidRDefault="00D11A3D" w:rsidP="00D11A3D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 w:rsidR="00422E7C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lodzka@ohp.pl</w:t>
          </w:r>
        </w:p>
        <w:p w:rsidR="0031579A" w:rsidRPr="0045472E" w:rsidRDefault="00AE6716" w:rsidP="00D11A3D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68577F" w:rsidRPr="0045472E" w:rsidRDefault="0068577F" w:rsidP="00D11A3D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A40F2"/>
    <w:multiLevelType w:val="hybridMultilevel"/>
    <w:tmpl w:val="97A89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950C8"/>
    <w:multiLevelType w:val="hybridMultilevel"/>
    <w:tmpl w:val="133E8A3A"/>
    <w:lvl w:ilvl="0" w:tplc="923697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0E33AF2"/>
    <w:multiLevelType w:val="hybridMultilevel"/>
    <w:tmpl w:val="7512AF5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8D19BD"/>
    <w:multiLevelType w:val="multilevel"/>
    <w:tmpl w:val="C85E7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Arial" w:hAnsi="Calibri Light" w:cs="Calibri Light"/>
      </w:rPr>
    </w:lvl>
    <w:lvl w:ilvl="1">
      <w:start w:val="1"/>
      <w:numFmt w:val="lowerLetter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alibri" w:eastAsia="Arial" w:hAnsi="Calibri" w:cs="Calibri"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45342F"/>
    <w:multiLevelType w:val="hybridMultilevel"/>
    <w:tmpl w:val="5CBE62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EF2661"/>
    <w:multiLevelType w:val="hybridMultilevel"/>
    <w:tmpl w:val="27262F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8E406D1"/>
    <w:multiLevelType w:val="hybridMultilevel"/>
    <w:tmpl w:val="59906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2C46AC"/>
    <w:multiLevelType w:val="hybridMultilevel"/>
    <w:tmpl w:val="DB725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E5916"/>
    <w:multiLevelType w:val="hybridMultilevel"/>
    <w:tmpl w:val="F8580574"/>
    <w:lvl w:ilvl="0" w:tplc="E47285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74"/>
    <w:rsid w:val="000936EE"/>
    <w:rsid w:val="000B02CA"/>
    <w:rsid w:val="000D47E2"/>
    <w:rsid w:val="000E2342"/>
    <w:rsid w:val="000F627E"/>
    <w:rsid w:val="001008C1"/>
    <w:rsid w:val="001345EC"/>
    <w:rsid w:val="00167E18"/>
    <w:rsid w:val="001A39D3"/>
    <w:rsid w:val="001B2231"/>
    <w:rsid w:val="001B46A5"/>
    <w:rsid w:val="001C1F32"/>
    <w:rsid w:val="001C3C69"/>
    <w:rsid w:val="001C4213"/>
    <w:rsid w:val="0026058B"/>
    <w:rsid w:val="00286DFA"/>
    <w:rsid w:val="002A567E"/>
    <w:rsid w:val="002A6C9B"/>
    <w:rsid w:val="003131F6"/>
    <w:rsid w:val="0031579A"/>
    <w:rsid w:val="003736BA"/>
    <w:rsid w:val="003D03B2"/>
    <w:rsid w:val="003F2721"/>
    <w:rsid w:val="003F5894"/>
    <w:rsid w:val="00422E7C"/>
    <w:rsid w:val="00423461"/>
    <w:rsid w:val="004249F5"/>
    <w:rsid w:val="0045472E"/>
    <w:rsid w:val="00462734"/>
    <w:rsid w:val="004761EA"/>
    <w:rsid w:val="00477EFB"/>
    <w:rsid w:val="004F0759"/>
    <w:rsid w:val="004F370C"/>
    <w:rsid w:val="00511A4B"/>
    <w:rsid w:val="00547ECA"/>
    <w:rsid w:val="00592AB0"/>
    <w:rsid w:val="005A6A2F"/>
    <w:rsid w:val="005B5939"/>
    <w:rsid w:val="005D148B"/>
    <w:rsid w:val="005E3ECE"/>
    <w:rsid w:val="005E73E6"/>
    <w:rsid w:val="005F5954"/>
    <w:rsid w:val="00621FB9"/>
    <w:rsid w:val="00627A15"/>
    <w:rsid w:val="0068577F"/>
    <w:rsid w:val="006878B0"/>
    <w:rsid w:val="006966E8"/>
    <w:rsid w:val="006B3C41"/>
    <w:rsid w:val="007511B3"/>
    <w:rsid w:val="00766186"/>
    <w:rsid w:val="00784B4E"/>
    <w:rsid w:val="007F568C"/>
    <w:rsid w:val="0080421D"/>
    <w:rsid w:val="0083405A"/>
    <w:rsid w:val="008428C2"/>
    <w:rsid w:val="00864CB7"/>
    <w:rsid w:val="00880B56"/>
    <w:rsid w:val="008A2412"/>
    <w:rsid w:val="008C5B5C"/>
    <w:rsid w:val="008F0494"/>
    <w:rsid w:val="00930787"/>
    <w:rsid w:val="009563C9"/>
    <w:rsid w:val="009640BC"/>
    <w:rsid w:val="00974AEA"/>
    <w:rsid w:val="009757E9"/>
    <w:rsid w:val="0099413B"/>
    <w:rsid w:val="009D0B9D"/>
    <w:rsid w:val="009D45FB"/>
    <w:rsid w:val="009D6563"/>
    <w:rsid w:val="009E5627"/>
    <w:rsid w:val="009F159C"/>
    <w:rsid w:val="009F1A62"/>
    <w:rsid w:val="009F42FD"/>
    <w:rsid w:val="00A011C3"/>
    <w:rsid w:val="00A051AD"/>
    <w:rsid w:val="00A35D34"/>
    <w:rsid w:val="00A50A3B"/>
    <w:rsid w:val="00A63AD0"/>
    <w:rsid w:val="00A647E1"/>
    <w:rsid w:val="00A6706A"/>
    <w:rsid w:val="00AD0D53"/>
    <w:rsid w:val="00AE6716"/>
    <w:rsid w:val="00AE7943"/>
    <w:rsid w:val="00B02672"/>
    <w:rsid w:val="00B06007"/>
    <w:rsid w:val="00B94BF2"/>
    <w:rsid w:val="00BC4D49"/>
    <w:rsid w:val="00C42AE4"/>
    <w:rsid w:val="00C6640C"/>
    <w:rsid w:val="00C82D42"/>
    <w:rsid w:val="00C92FBB"/>
    <w:rsid w:val="00CB2C74"/>
    <w:rsid w:val="00CB3F58"/>
    <w:rsid w:val="00CC2DBC"/>
    <w:rsid w:val="00D11A3D"/>
    <w:rsid w:val="00D40541"/>
    <w:rsid w:val="00D55066"/>
    <w:rsid w:val="00D57237"/>
    <w:rsid w:val="00DA1628"/>
    <w:rsid w:val="00DB1133"/>
    <w:rsid w:val="00DC3910"/>
    <w:rsid w:val="00DD116F"/>
    <w:rsid w:val="00DD2CFF"/>
    <w:rsid w:val="00E03627"/>
    <w:rsid w:val="00E10DB7"/>
    <w:rsid w:val="00E121DA"/>
    <w:rsid w:val="00E55BE3"/>
    <w:rsid w:val="00E70C25"/>
    <w:rsid w:val="00EA58EA"/>
    <w:rsid w:val="00EF16C8"/>
    <w:rsid w:val="00EF5297"/>
    <w:rsid w:val="00EF778F"/>
    <w:rsid w:val="00F07C05"/>
    <w:rsid w:val="00F103EB"/>
    <w:rsid w:val="00F242AC"/>
    <w:rsid w:val="00F251C0"/>
    <w:rsid w:val="00F377E0"/>
    <w:rsid w:val="00F54A7C"/>
    <w:rsid w:val="00F5729E"/>
    <w:rsid w:val="00F660A1"/>
    <w:rsid w:val="00F709A7"/>
    <w:rsid w:val="00F92E31"/>
    <w:rsid w:val="00F96660"/>
    <w:rsid w:val="00FA497D"/>
    <w:rsid w:val="00FC21F6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docId w15:val="{C2DC04AA-8732-431E-89C9-B585B09DC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9A7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basedOn w:val="Normalny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66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66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66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6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6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75D10-6230-4A94-8B93-393EF5A8D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0</TotalTime>
  <Pages>7</Pages>
  <Words>1449</Words>
  <Characters>8700</Characters>
  <Application>Microsoft Office Word</Application>
  <DocSecurity>4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Boryczka</dc:creator>
  <cp:keywords/>
  <dc:description/>
  <cp:lastModifiedBy>Aleksandra Kukuć</cp:lastModifiedBy>
  <cp:revision>2</cp:revision>
  <cp:lastPrinted>2023-12-11T07:12:00Z</cp:lastPrinted>
  <dcterms:created xsi:type="dcterms:W3CDTF">2024-11-06T06:17:00Z</dcterms:created>
  <dcterms:modified xsi:type="dcterms:W3CDTF">2024-11-06T06:17:00Z</dcterms:modified>
</cp:coreProperties>
</file>