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1434F" w14:textId="77598BF7" w:rsidR="00E91283" w:rsidRPr="00E91283" w:rsidRDefault="007816D9" w:rsidP="00EB3FCA">
      <w:pPr>
        <w:pStyle w:val="Nagwek1"/>
        <w:spacing w:line="300" w:lineRule="auto"/>
        <w:jc w:val="right"/>
        <w:rPr>
          <w:rFonts w:ascii="Times New Roman" w:hAnsi="Times New Roman" w:cs="Times New Roman"/>
          <w:b w:val="0"/>
          <w:caps w:val="0"/>
          <w:color w:val="FF0000"/>
          <w:kern w:val="22"/>
          <w:sz w:val="22"/>
          <w:szCs w:val="16"/>
        </w:rPr>
      </w:pPr>
      <w:r>
        <w:rPr>
          <w:rFonts w:ascii="Times New Roman" w:hAnsi="Times New Roman"/>
          <w:sz w:val="24"/>
          <w:szCs w:val="24"/>
        </w:rPr>
        <w:tab/>
      </w:r>
      <w:r w:rsidR="00E91283" w:rsidRPr="00E91283">
        <w:rPr>
          <w:rFonts w:ascii="Times New Roman" w:hAnsi="Times New Roman" w:cs="Times New Roman"/>
          <w:b w:val="0"/>
          <w:caps w:val="0"/>
          <w:kern w:val="22"/>
          <w:sz w:val="22"/>
          <w:szCs w:val="16"/>
        </w:rPr>
        <w:t xml:space="preserve">Załącznik nr 1 do zapytania ofertowego z </w:t>
      </w:r>
      <w:r w:rsidR="00E91283" w:rsidRPr="00E91283">
        <w:rPr>
          <w:rFonts w:ascii="Times New Roman" w:hAnsi="Times New Roman" w:cs="Times New Roman"/>
          <w:b w:val="0"/>
          <w:caps w:val="0"/>
          <w:color w:val="000000"/>
          <w:kern w:val="22"/>
          <w:sz w:val="22"/>
          <w:szCs w:val="16"/>
        </w:rPr>
        <w:t xml:space="preserve">dnia </w:t>
      </w:r>
      <w:r w:rsidR="007C104F">
        <w:rPr>
          <w:rFonts w:ascii="Times New Roman" w:hAnsi="Times New Roman" w:cs="Times New Roman"/>
          <w:b w:val="0"/>
          <w:caps w:val="0"/>
          <w:color w:val="000000"/>
          <w:kern w:val="22"/>
          <w:sz w:val="22"/>
          <w:szCs w:val="16"/>
        </w:rPr>
        <w:t>29.10</w:t>
      </w:r>
      <w:r w:rsidR="00E91283" w:rsidRPr="00E91283">
        <w:rPr>
          <w:rFonts w:ascii="Times New Roman" w:hAnsi="Times New Roman" w:cs="Times New Roman"/>
          <w:b w:val="0"/>
          <w:caps w:val="0"/>
          <w:color w:val="000000"/>
          <w:kern w:val="22"/>
          <w:sz w:val="22"/>
          <w:szCs w:val="16"/>
        </w:rPr>
        <w:t>.20</w:t>
      </w:r>
      <w:r w:rsidR="00E91283">
        <w:rPr>
          <w:rFonts w:ascii="Times New Roman" w:hAnsi="Times New Roman" w:cs="Times New Roman"/>
          <w:b w:val="0"/>
          <w:caps w:val="0"/>
          <w:color w:val="000000"/>
          <w:kern w:val="22"/>
          <w:sz w:val="22"/>
          <w:szCs w:val="16"/>
        </w:rPr>
        <w:t>24</w:t>
      </w:r>
      <w:r w:rsidR="00E91283" w:rsidRPr="00E91283">
        <w:rPr>
          <w:rFonts w:ascii="Times New Roman" w:hAnsi="Times New Roman" w:cs="Times New Roman"/>
          <w:b w:val="0"/>
          <w:caps w:val="0"/>
          <w:color w:val="000000"/>
          <w:kern w:val="22"/>
          <w:sz w:val="22"/>
          <w:szCs w:val="16"/>
        </w:rPr>
        <w:t xml:space="preserve"> r.</w:t>
      </w:r>
    </w:p>
    <w:p w14:paraId="69700164" w14:textId="77777777" w:rsidR="00E91283" w:rsidRPr="00E91283" w:rsidRDefault="00E91283" w:rsidP="00EB3FCA">
      <w:pPr>
        <w:spacing w:after="0" w:line="300" w:lineRule="auto"/>
        <w:rPr>
          <w:rFonts w:ascii="Times New Roman" w:eastAsia="Times New Roman" w:hAnsi="Times New Roman"/>
          <w:kern w:val="22"/>
          <w:szCs w:val="24"/>
          <w:lang w:eastAsia="pl-PL"/>
        </w:rPr>
      </w:pPr>
    </w:p>
    <w:p w14:paraId="08F2556A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ind w:left="3545" w:firstLine="709"/>
        <w:textAlignment w:val="baseline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 xml:space="preserve">do </w:t>
      </w:r>
    </w:p>
    <w:p w14:paraId="53C36F31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ind w:left="4254"/>
        <w:textAlignment w:val="baseline"/>
        <w:rPr>
          <w:rFonts w:ascii="Times New Roman" w:eastAsia="Times New Roman" w:hAnsi="Times New Roman"/>
          <w:b/>
          <w:kern w:val="22"/>
          <w:lang w:eastAsia="pl-PL"/>
        </w:rPr>
      </w:pPr>
      <w:r w:rsidRPr="00E91283">
        <w:rPr>
          <w:rFonts w:ascii="Times New Roman" w:eastAsia="Times New Roman" w:hAnsi="Times New Roman"/>
          <w:b/>
          <w:kern w:val="22"/>
          <w:lang w:eastAsia="pl-PL"/>
        </w:rPr>
        <w:t>Instytutu Botaniki im. W. Szafera Polskiej Akademii Nauk</w:t>
      </w:r>
    </w:p>
    <w:p w14:paraId="0B8D80AC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ind w:left="4254"/>
        <w:textAlignment w:val="baseline"/>
        <w:rPr>
          <w:rFonts w:ascii="Times New Roman" w:eastAsia="Times New Roman" w:hAnsi="Times New Roman"/>
          <w:b/>
          <w:kern w:val="22"/>
          <w:lang w:eastAsia="pl-PL"/>
        </w:rPr>
      </w:pPr>
      <w:r w:rsidRPr="00E91283">
        <w:rPr>
          <w:rFonts w:ascii="Times New Roman" w:eastAsia="Times New Roman" w:hAnsi="Times New Roman"/>
          <w:b/>
          <w:kern w:val="22"/>
          <w:lang w:eastAsia="pl-PL"/>
        </w:rPr>
        <w:t>ul. Lubicz 46</w:t>
      </w:r>
    </w:p>
    <w:p w14:paraId="4E8E001B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ind w:left="4254"/>
        <w:textAlignment w:val="baseline"/>
        <w:rPr>
          <w:rFonts w:ascii="Times New Roman" w:eastAsia="Times New Roman" w:hAnsi="Times New Roman"/>
          <w:b/>
          <w:kern w:val="22"/>
          <w:u w:val="single"/>
          <w:lang w:eastAsia="pl-PL"/>
        </w:rPr>
      </w:pPr>
      <w:r w:rsidRPr="00E91283">
        <w:rPr>
          <w:rFonts w:ascii="Times New Roman" w:eastAsia="Times New Roman" w:hAnsi="Times New Roman"/>
          <w:b/>
          <w:kern w:val="22"/>
          <w:lang w:eastAsia="pl-PL"/>
        </w:rPr>
        <w:t>31-512 Kraków</w:t>
      </w:r>
    </w:p>
    <w:p w14:paraId="38A6D96F" w14:textId="77777777" w:rsidR="00E91283" w:rsidRPr="00E91283" w:rsidRDefault="00E91283" w:rsidP="00EB3FCA">
      <w:pPr>
        <w:spacing w:after="0" w:line="300" w:lineRule="auto"/>
        <w:rPr>
          <w:rFonts w:ascii="Times New Roman" w:eastAsia="Times New Roman" w:hAnsi="Times New Roman"/>
          <w:kern w:val="22"/>
          <w:lang w:eastAsia="pl-PL"/>
        </w:rPr>
      </w:pPr>
    </w:p>
    <w:p w14:paraId="73F0580E" w14:textId="77777777" w:rsidR="00E91283" w:rsidRPr="00E91283" w:rsidRDefault="00E91283" w:rsidP="00EB3FCA">
      <w:pPr>
        <w:keepNext/>
        <w:overflowPunct w:val="0"/>
        <w:autoSpaceDE w:val="0"/>
        <w:autoSpaceDN w:val="0"/>
        <w:adjustRightInd w:val="0"/>
        <w:spacing w:after="0" w:line="300" w:lineRule="auto"/>
        <w:jc w:val="center"/>
        <w:textAlignment w:val="baseline"/>
        <w:outlineLvl w:val="0"/>
        <w:rPr>
          <w:rFonts w:ascii="Times New Roman" w:eastAsia="Times New Roman" w:hAnsi="Times New Roman"/>
          <w:b/>
          <w:bCs/>
          <w:kern w:val="22"/>
          <w:u w:val="single"/>
          <w:lang w:eastAsia="pl-PL"/>
        </w:rPr>
      </w:pPr>
      <w:r w:rsidRPr="00E91283">
        <w:rPr>
          <w:rFonts w:ascii="Times New Roman" w:eastAsia="Times New Roman" w:hAnsi="Times New Roman"/>
          <w:b/>
          <w:bCs/>
          <w:kern w:val="22"/>
          <w:u w:val="single"/>
          <w:lang w:eastAsia="pl-PL"/>
        </w:rPr>
        <w:t>OFERTA</w:t>
      </w:r>
    </w:p>
    <w:p w14:paraId="666EFE08" w14:textId="77777777" w:rsidR="00E91283" w:rsidRPr="00E91283" w:rsidRDefault="00E91283" w:rsidP="00EB3FCA">
      <w:pPr>
        <w:autoSpaceDE w:val="0"/>
        <w:autoSpaceDN w:val="0"/>
        <w:spacing w:after="0" w:line="300" w:lineRule="auto"/>
        <w:jc w:val="center"/>
        <w:rPr>
          <w:rFonts w:ascii="Times New Roman" w:eastAsia="Times New Roman" w:hAnsi="Times New Roman"/>
          <w:bCs/>
          <w:kern w:val="22"/>
          <w:szCs w:val="40"/>
          <w:lang w:eastAsia="pl-PL"/>
        </w:rPr>
      </w:pPr>
      <w:r w:rsidRPr="00E91283">
        <w:rPr>
          <w:rFonts w:ascii="Times New Roman" w:eastAsia="Times New Roman" w:hAnsi="Times New Roman"/>
          <w:bCs/>
          <w:kern w:val="22"/>
          <w:szCs w:val="40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............ </w:t>
      </w:r>
    </w:p>
    <w:p w14:paraId="4B1456F1" w14:textId="77777777" w:rsidR="00E91283" w:rsidRPr="00E91283" w:rsidRDefault="00E91283" w:rsidP="00EB3FCA">
      <w:pPr>
        <w:autoSpaceDE w:val="0"/>
        <w:autoSpaceDN w:val="0"/>
        <w:spacing w:after="0" w:line="300" w:lineRule="auto"/>
        <w:jc w:val="center"/>
        <w:rPr>
          <w:rFonts w:ascii="Times New Roman" w:eastAsia="Times New Roman" w:hAnsi="Times New Roman"/>
          <w:b/>
          <w:bCs/>
          <w:kern w:val="22"/>
          <w:szCs w:val="40"/>
          <w:lang w:eastAsia="pl-PL"/>
        </w:rPr>
      </w:pPr>
      <w:r w:rsidRPr="00E91283">
        <w:rPr>
          <w:rFonts w:ascii="Times New Roman" w:eastAsia="Times New Roman" w:hAnsi="Times New Roman"/>
          <w:bCs/>
          <w:kern w:val="22"/>
          <w:szCs w:val="40"/>
          <w:lang w:eastAsia="pl-PL"/>
        </w:rPr>
        <w:t>(pełna nazwa Wykonawcy)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</w:t>
      </w:r>
      <w:r w:rsidRPr="00E91283">
        <w:rPr>
          <w:rFonts w:ascii="Times New Roman" w:eastAsia="Times New Roman" w:hAnsi="Times New Roman"/>
          <w:b/>
          <w:bCs/>
          <w:kern w:val="22"/>
          <w:szCs w:val="40"/>
          <w:lang w:eastAsia="pl-PL"/>
        </w:rPr>
        <w:t xml:space="preserve"> </w:t>
      </w:r>
    </w:p>
    <w:p w14:paraId="665833D0" w14:textId="77777777" w:rsidR="00E91283" w:rsidRPr="00E91283" w:rsidRDefault="00E91283" w:rsidP="00EB3FCA">
      <w:pPr>
        <w:autoSpaceDE w:val="0"/>
        <w:autoSpaceDN w:val="0"/>
        <w:spacing w:after="0" w:line="300" w:lineRule="auto"/>
        <w:jc w:val="center"/>
        <w:rPr>
          <w:rFonts w:ascii="Times New Roman" w:eastAsia="Times New Roman" w:hAnsi="Times New Roman"/>
          <w:kern w:val="22"/>
          <w:szCs w:val="40"/>
          <w:lang w:eastAsia="pl-PL"/>
        </w:rPr>
      </w:pPr>
      <w:r w:rsidRPr="00E91283">
        <w:rPr>
          <w:rFonts w:ascii="Times New Roman" w:eastAsia="Times New Roman" w:hAnsi="Times New Roman"/>
          <w:kern w:val="22"/>
          <w:szCs w:val="40"/>
          <w:lang w:eastAsia="pl-PL"/>
        </w:rPr>
        <w:t>(dokładny adres Wykonawcy)</w:t>
      </w:r>
    </w:p>
    <w:p w14:paraId="60C8B1B7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jc w:val="center"/>
        <w:textAlignment w:val="baseline"/>
        <w:rPr>
          <w:rFonts w:ascii="Times New Roman" w:eastAsia="Times New Roman" w:hAnsi="Times New Roman"/>
          <w:b/>
          <w:i/>
          <w:kern w:val="22"/>
          <w:szCs w:val="20"/>
          <w:lang w:eastAsia="pl-PL"/>
        </w:rPr>
      </w:pPr>
    </w:p>
    <w:p w14:paraId="0E569CB0" w14:textId="77777777" w:rsidR="00E91283" w:rsidRPr="00E91283" w:rsidRDefault="00E91283" w:rsidP="00EB3FCA">
      <w:pPr>
        <w:spacing w:after="0" w:line="300" w:lineRule="auto"/>
        <w:jc w:val="both"/>
        <w:rPr>
          <w:rFonts w:ascii="Times New Roman" w:eastAsia="Times New Roman" w:hAnsi="Times New Roman" w:cs="Utsaah"/>
          <w:kern w:val="22"/>
          <w:szCs w:val="20"/>
          <w:lang w:val="de-DE" w:eastAsia="pl-PL"/>
        </w:rPr>
      </w:pPr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 xml:space="preserve">REGON: ……………………………………… </w:t>
      </w:r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ab/>
        <w:t>NIP: …………………………………………………………</w:t>
      </w:r>
    </w:p>
    <w:p w14:paraId="2BC5D24C" w14:textId="77777777" w:rsidR="00E91283" w:rsidRPr="00E91283" w:rsidRDefault="00E91283" w:rsidP="00EB3FCA">
      <w:pPr>
        <w:spacing w:after="0" w:line="300" w:lineRule="auto"/>
        <w:jc w:val="both"/>
        <w:rPr>
          <w:rFonts w:ascii="Times New Roman" w:eastAsia="Times New Roman" w:hAnsi="Times New Roman" w:cs="Utsaah"/>
          <w:kern w:val="22"/>
          <w:szCs w:val="20"/>
          <w:lang w:val="de-DE" w:eastAsia="pl-PL"/>
        </w:rPr>
      </w:pPr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>Internet: http://.…………………………………</w:t>
      </w:r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ab/>
      </w:r>
      <w:proofErr w:type="spellStart"/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>e-mail</w:t>
      </w:r>
      <w:proofErr w:type="spellEnd"/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>: ………………………………………..….………….</w:t>
      </w:r>
    </w:p>
    <w:p w14:paraId="5F217697" w14:textId="77777777" w:rsidR="00E91283" w:rsidRPr="00E91283" w:rsidRDefault="00E91283" w:rsidP="00EB3FCA">
      <w:pPr>
        <w:spacing w:after="0" w:line="300" w:lineRule="auto"/>
        <w:jc w:val="both"/>
        <w:rPr>
          <w:rFonts w:ascii="Times New Roman" w:eastAsia="Times New Roman" w:hAnsi="Times New Roman" w:cs="Utsaah"/>
          <w:kern w:val="22"/>
          <w:szCs w:val="20"/>
          <w:lang w:val="de-DE" w:eastAsia="pl-PL"/>
        </w:rPr>
      </w:pPr>
      <w:r w:rsidRPr="00E91283">
        <w:rPr>
          <w:rFonts w:ascii="Times New Roman" w:eastAsia="Times New Roman" w:hAnsi="Times New Roman" w:cs="Utsaah"/>
          <w:kern w:val="22"/>
          <w:szCs w:val="20"/>
          <w:lang w:val="de-DE" w:eastAsia="pl-PL"/>
        </w:rPr>
        <w:t>tel. ……………………………………………………</w:t>
      </w:r>
      <w:r>
        <w:rPr>
          <w:rFonts w:ascii="Times New Roman" w:eastAsia="Times New Roman" w:hAnsi="Times New Roman" w:cs="Utsaah"/>
          <w:kern w:val="22"/>
          <w:szCs w:val="20"/>
          <w:lang w:val="de-DE" w:eastAsia="pl-PL"/>
        </w:rPr>
        <w:t>…………………………………………………………</w:t>
      </w:r>
    </w:p>
    <w:p w14:paraId="21CF558D" w14:textId="77777777" w:rsidR="00E91283" w:rsidRPr="00E91283" w:rsidRDefault="00E91283" w:rsidP="00EB3FCA">
      <w:pPr>
        <w:overflowPunct w:val="0"/>
        <w:autoSpaceDE w:val="0"/>
        <w:autoSpaceDN w:val="0"/>
        <w:adjustRightInd w:val="0"/>
        <w:spacing w:after="0" w:line="300" w:lineRule="auto"/>
        <w:jc w:val="center"/>
        <w:textAlignment w:val="baseline"/>
        <w:rPr>
          <w:rFonts w:ascii="Times New Roman" w:eastAsia="Times New Roman" w:hAnsi="Times New Roman" w:cs="Utsaah"/>
          <w:bCs/>
          <w:kern w:val="22"/>
          <w:szCs w:val="20"/>
          <w:lang w:eastAsia="pl-PL"/>
        </w:rPr>
      </w:pPr>
    </w:p>
    <w:p w14:paraId="2A11BBC5" w14:textId="77777777" w:rsidR="00E91283" w:rsidRPr="00E91283" w:rsidRDefault="00E91283" w:rsidP="00EB3FC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/>
          <w:color w:val="000000"/>
          <w:kern w:val="22"/>
          <w:lang w:eastAsia="pl-PL"/>
        </w:rPr>
      </w:pPr>
    </w:p>
    <w:p w14:paraId="055D3B3A" w14:textId="415B8375" w:rsidR="00E91283" w:rsidRPr="00E91283" w:rsidRDefault="00E91283" w:rsidP="00EB3FC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eastAsia="Times New Roman" w:hAnsi="Times New Roman"/>
          <w:bCs/>
          <w:kern w:val="22"/>
          <w:lang w:eastAsia="pl-PL"/>
        </w:rPr>
      </w:pPr>
      <w:r w:rsidRPr="00E91283">
        <w:rPr>
          <w:rFonts w:ascii="Times New Roman" w:eastAsia="Times New Roman" w:hAnsi="Times New Roman"/>
          <w:color w:val="000000"/>
          <w:kern w:val="22"/>
          <w:lang w:eastAsia="pl-PL"/>
        </w:rPr>
        <w:t xml:space="preserve">W odpowiedzi na ogłoszone zapytanie ofertowe na dostawę pn. </w:t>
      </w:r>
      <w:r w:rsidRPr="00385525">
        <w:rPr>
          <w:rFonts w:ascii="Times New Roman" w:eastAsia="Times New Roman" w:hAnsi="Times New Roman"/>
          <w:b/>
          <w:bCs/>
          <w:snapToGrid w:val="0"/>
          <w:kern w:val="22"/>
          <w:szCs w:val="20"/>
          <w:lang w:eastAsia="pl-PL"/>
        </w:rPr>
        <w:t>„</w:t>
      </w:r>
      <w:r w:rsidRPr="00E91283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 xml:space="preserve">Sukcesywna dostawa </w:t>
      </w:r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 xml:space="preserve">ręczników papierowych, ręczników </w:t>
      </w:r>
      <w:r w:rsidR="007C104F">
        <w:rPr>
          <w:rFonts w:ascii="Times New Roman" w:eastAsia="Times New Roman" w:hAnsi="Times New Roman"/>
          <w:b/>
          <w:bCs/>
          <w:kern w:val="22"/>
          <w:lang w:eastAsia="pl-PL"/>
        </w:rPr>
        <w:t xml:space="preserve">papierowych </w:t>
      </w:r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>kuchennych i papierów toaletowych</w:t>
      </w:r>
      <w:r w:rsidRPr="00E91283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 xml:space="preserve"> dla potrzeb Instytutu Botaniki im. W.</w:t>
      </w:r>
      <w:r w:rsidR="00EB3FCA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> </w:t>
      </w:r>
      <w:r w:rsidRPr="00E91283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>Szafera Polskiej Akademii Nauk</w:t>
      </w:r>
      <w:r w:rsidRPr="00E91283">
        <w:rPr>
          <w:rFonts w:ascii="Times New Roman" w:eastAsia="Times New Roman" w:hAnsi="Times New Roman"/>
          <w:b/>
          <w:bCs/>
          <w:kern w:val="22"/>
          <w:szCs w:val="20"/>
          <w:lang w:eastAsia="pl-PL"/>
        </w:rPr>
        <w:t>”</w:t>
      </w:r>
      <w:r w:rsidRPr="00E91283">
        <w:rPr>
          <w:rFonts w:ascii="Times New Roman" w:eastAsia="Times New Roman" w:hAnsi="Times New Roman"/>
          <w:kern w:val="22"/>
          <w:lang w:eastAsia="pl-PL"/>
        </w:rPr>
        <w:t>;</w:t>
      </w:r>
      <w:r w:rsidRPr="00E91283">
        <w:rPr>
          <w:rFonts w:ascii="Times New Roman" w:eastAsia="Times New Roman" w:hAnsi="Times New Roman"/>
          <w:bCs/>
          <w:kern w:val="22"/>
          <w:lang w:eastAsia="pl-PL"/>
        </w:rPr>
        <w:t xml:space="preserve"> Nr sprawy: </w:t>
      </w:r>
      <w:r>
        <w:rPr>
          <w:rFonts w:ascii="Times New Roman" w:eastAsia="Times New Roman" w:hAnsi="Times New Roman"/>
          <w:bCs/>
          <w:kern w:val="22"/>
          <w:lang w:eastAsia="pl-PL"/>
        </w:rPr>
        <w:t>DA.271.4</w:t>
      </w:r>
      <w:r w:rsidRPr="00E91283">
        <w:rPr>
          <w:rFonts w:ascii="Times New Roman" w:eastAsia="Times New Roman" w:hAnsi="Times New Roman"/>
          <w:bCs/>
          <w:kern w:val="22"/>
          <w:lang w:eastAsia="pl-PL"/>
        </w:rPr>
        <w:t>9.202</w:t>
      </w:r>
      <w:r>
        <w:rPr>
          <w:rFonts w:ascii="Times New Roman" w:eastAsia="Times New Roman" w:hAnsi="Times New Roman"/>
          <w:bCs/>
          <w:kern w:val="22"/>
          <w:lang w:eastAsia="pl-PL"/>
        </w:rPr>
        <w:t>4</w:t>
      </w:r>
      <w:r w:rsidRPr="00E91283">
        <w:rPr>
          <w:rFonts w:ascii="Times New Roman" w:eastAsia="Times New Roman" w:hAnsi="Times New Roman"/>
          <w:bCs/>
          <w:kern w:val="22"/>
          <w:lang w:eastAsia="pl-PL"/>
        </w:rPr>
        <w:t xml:space="preserve"> oferuję:</w:t>
      </w:r>
    </w:p>
    <w:p w14:paraId="64B5DE8F" w14:textId="77777777" w:rsidR="00E91283" w:rsidRPr="00E91283" w:rsidRDefault="00E91283" w:rsidP="00EB3FCA">
      <w:pPr>
        <w:suppressAutoHyphens/>
        <w:spacing w:after="0" w:line="300" w:lineRule="auto"/>
        <w:jc w:val="both"/>
        <w:rPr>
          <w:rFonts w:ascii="Times New Roman" w:eastAsia="Times New Roman" w:hAnsi="Times New Roman"/>
          <w:b/>
          <w:kern w:val="22"/>
          <w:lang w:eastAsia="pl-PL"/>
        </w:rPr>
      </w:pPr>
    </w:p>
    <w:p w14:paraId="30280086" w14:textId="6ECEFBBD" w:rsidR="00E91283" w:rsidRPr="00E91283" w:rsidRDefault="00E91283" w:rsidP="00EB3FCA">
      <w:pPr>
        <w:suppressAutoHyphens/>
        <w:spacing w:after="0" w:line="300" w:lineRule="auto"/>
        <w:jc w:val="both"/>
        <w:rPr>
          <w:rFonts w:ascii="Times New Roman" w:eastAsia="Times New Roman" w:hAnsi="Times New Roman"/>
          <w:b/>
          <w:kern w:val="22"/>
          <w:lang w:eastAsia="pl-PL"/>
        </w:rPr>
      </w:pPr>
      <w:r w:rsidRPr="00E91283">
        <w:rPr>
          <w:rFonts w:ascii="Times New Roman" w:eastAsia="Times New Roman" w:hAnsi="Times New Roman"/>
          <w:b/>
          <w:kern w:val="22"/>
          <w:lang w:eastAsia="pl-PL"/>
        </w:rPr>
        <w:t xml:space="preserve">Sukcesywną </w:t>
      </w:r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 xml:space="preserve">dostawę ręczników papierowych, ręczników </w:t>
      </w:r>
      <w:r w:rsidR="007C104F">
        <w:rPr>
          <w:rFonts w:ascii="Times New Roman" w:eastAsia="Times New Roman" w:hAnsi="Times New Roman"/>
          <w:b/>
          <w:bCs/>
          <w:kern w:val="22"/>
          <w:lang w:eastAsia="pl-PL"/>
        </w:rPr>
        <w:t xml:space="preserve">papierowych </w:t>
      </w:r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 xml:space="preserve">kuchennych i papierów toaletowych </w:t>
      </w:r>
      <w:r w:rsidRPr="00E91283">
        <w:rPr>
          <w:rFonts w:ascii="Times New Roman" w:eastAsia="Times New Roman" w:hAnsi="Times New Roman"/>
          <w:b/>
          <w:kern w:val="22"/>
          <w:lang w:eastAsia="pl-PL"/>
        </w:rPr>
        <w:t xml:space="preserve">– załącznik nr 2 </w:t>
      </w:r>
      <w:r w:rsidR="00EB3FCA">
        <w:rPr>
          <w:rFonts w:ascii="Times New Roman" w:eastAsia="Times New Roman" w:hAnsi="Times New Roman"/>
          <w:b/>
          <w:kern w:val="22"/>
          <w:lang w:eastAsia="pl-PL"/>
        </w:rPr>
        <w:t>–</w:t>
      </w:r>
      <w:r w:rsidRPr="00E91283">
        <w:rPr>
          <w:rFonts w:ascii="Times New Roman" w:eastAsia="Times New Roman" w:hAnsi="Times New Roman"/>
          <w:b/>
          <w:kern w:val="22"/>
          <w:lang w:eastAsia="pl-PL"/>
        </w:rPr>
        <w:t xml:space="preserve"> za cenę </w:t>
      </w:r>
      <w:r w:rsidR="00EB3FCA">
        <w:rPr>
          <w:rFonts w:ascii="Times New Roman" w:eastAsia="Times New Roman" w:hAnsi="Times New Roman"/>
          <w:b/>
          <w:kern w:val="22"/>
          <w:lang w:eastAsia="pl-PL"/>
        </w:rPr>
        <w:t>ofertową</w:t>
      </w:r>
      <w:r w:rsidRPr="00E91283">
        <w:rPr>
          <w:rFonts w:ascii="Times New Roman" w:eastAsia="Times New Roman" w:hAnsi="Times New Roman"/>
          <w:b/>
          <w:kern w:val="22"/>
          <w:lang w:eastAsia="pl-PL"/>
        </w:rPr>
        <w:t>:</w:t>
      </w:r>
    </w:p>
    <w:p w14:paraId="09A8CFBA" w14:textId="77777777" w:rsidR="00E91283" w:rsidRPr="00E91283" w:rsidRDefault="00E91283" w:rsidP="00EB3FCA">
      <w:pPr>
        <w:spacing w:after="0" w:line="300" w:lineRule="auto"/>
        <w:rPr>
          <w:rFonts w:ascii="Times New Roman" w:eastAsia="Times New Roman" w:hAnsi="Times New Roman"/>
          <w:b/>
          <w:kern w:val="22"/>
          <w:lang w:eastAsia="pl-PL"/>
        </w:rPr>
      </w:pPr>
      <w:r w:rsidRPr="00E91283">
        <w:rPr>
          <w:rFonts w:ascii="Times New Roman" w:eastAsia="Times New Roman" w:hAnsi="Times New Roman"/>
          <w:b/>
          <w:kern w:val="22"/>
          <w:lang w:eastAsia="pl-PL"/>
        </w:rPr>
        <w:t>brutto:</w:t>
      </w:r>
      <w:r w:rsidRPr="00E91283">
        <w:rPr>
          <w:rFonts w:ascii="Times New Roman" w:eastAsia="Times New Roman" w:hAnsi="Times New Roman"/>
          <w:b/>
          <w:kern w:val="22"/>
          <w:lang w:eastAsia="pl-PL"/>
        </w:rPr>
        <w:tab/>
        <w:t>…………………………………………………………………………… zł</w:t>
      </w:r>
    </w:p>
    <w:p w14:paraId="2C35CB25" w14:textId="77777777" w:rsidR="00E91283" w:rsidRPr="00E91283" w:rsidRDefault="00E91283" w:rsidP="00EB3FCA">
      <w:pPr>
        <w:spacing w:after="0" w:line="300" w:lineRule="auto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(słownie: ……………………………………………………………………………………………………),</w:t>
      </w:r>
    </w:p>
    <w:p w14:paraId="26BF033D" w14:textId="77777777" w:rsidR="00E91283" w:rsidRPr="00E91283" w:rsidRDefault="00E91283" w:rsidP="00EB3FCA">
      <w:pPr>
        <w:spacing w:after="0" w:line="300" w:lineRule="auto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w tym podatek VAT w kwocie ……………………… zł, czyli netto ……………………… zł</w:t>
      </w:r>
    </w:p>
    <w:p w14:paraId="08EC08DD" w14:textId="77777777" w:rsidR="00E91283" w:rsidRPr="00E91283" w:rsidRDefault="00E91283" w:rsidP="00EB3FCA">
      <w:pPr>
        <w:spacing w:after="0" w:line="300" w:lineRule="auto"/>
        <w:ind w:left="360"/>
        <w:rPr>
          <w:rFonts w:ascii="Times New Roman" w:eastAsia="Times New Roman" w:hAnsi="Times New Roman"/>
          <w:kern w:val="22"/>
          <w:lang w:eastAsia="pl-PL"/>
        </w:rPr>
      </w:pPr>
    </w:p>
    <w:p w14:paraId="621CC79F" w14:textId="77777777" w:rsidR="00E91283" w:rsidRPr="00E91283" w:rsidRDefault="00E91283" w:rsidP="00EB3FCA">
      <w:pPr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 xml:space="preserve">Oświadczamy, że </w:t>
      </w:r>
      <w:r w:rsidRPr="00E91283">
        <w:rPr>
          <w:rFonts w:ascii="Times New Roman" w:eastAsia="Times New Roman" w:hAnsi="Times New Roman"/>
          <w:color w:val="000000"/>
          <w:kern w:val="22"/>
          <w:lang w:eastAsia="pl-PL"/>
        </w:rPr>
        <w:t>wynagrodzenie uwzględnia wszystkie należne nam elementy wynagrodzenia wynikające z tytułu realizacji zamówienia.</w:t>
      </w:r>
    </w:p>
    <w:p w14:paraId="05230797" w14:textId="77777777" w:rsidR="00E91283" w:rsidRPr="00E91283" w:rsidRDefault="00E91283" w:rsidP="00EB3FCA">
      <w:pPr>
        <w:numPr>
          <w:ilvl w:val="0"/>
          <w:numId w:val="10"/>
        </w:numPr>
        <w:tabs>
          <w:tab w:val="left" w:pos="-2694"/>
        </w:tabs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Oświadczamy, że ceny jednostkowe określone na formularzu cenowym (wykazie materiałów) są cenami ryczałtowymi w całym okresie obowiązywania umowy.</w:t>
      </w:r>
    </w:p>
    <w:p w14:paraId="2BE6E3C1" w14:textId="77777777" w:rsidR="00E91283" w:rsidRPr="00E91283" w:rsidRDefault="00E91283" w:rsidP="00EB3FCA">
      <w:pPr>
        <w:numPr>
          <w:ilvl w:val="0"/>
          <w:numId w:val="10"/>
        </w:numPr>
        <w:tabs>
          <w:tab w:val="left" w:pos="-2694"/>
        </w:tabs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Oświadczamy, że dostarczany przez nas przedmiot umowy jest produkowany jako fabrycznie nowy, wolny od wad technicznych i prawnych, dopuszczony do obrotu oraz dobrej jakości.</w:t>
      </w:r>
    </w:p>
    <w:p w14:paraId="53BC29EB" w14:textId="77777777" w:rsidR="00E91283" w:rsidRDefault="00E91283" w:rsidP="00EB3FCA">
      <w:pPr>
        <w:numPr>
          <w:ilvl w:val="0"/>
          <w:numId w:val="10"/>
        </w:numPr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 xml:space="preserve">Oświadczamy, iż dysponujemy kadrą i wyposażeniem oraz posiadamy doświadczenie umożliwiające nam prawidłowe i terminowe realizacje zamówienia. </w:t>
      </w:r>
    </w:p>
    <w:p w14:paraId="74A10F29" w14:textId="77777777" w:rsidR="00E91283" w:rsidRPr="00E91283" w:rsidRDefault="00E91283" w:rsidP="00EB3FCA">
      <w:pPr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</w:p>
    <w:p w14:paraId="61CF7C39" w14:textId="77777777" w:rsid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lastRenderedPageBreak/>
        <w:t>Oświadczamy, że zapoznaliśmy się z ogłoszeniem – zapytaniem ofertowym wraz z załączonymi do niego dokumentami i nie wnosimy do nich zastrzeżeń.</w:t>
      </w:r>
    </w:p>
    <w:p w14:paraId="1E756E0D" w14:textId="77777777" w:rsidR="00E91283" w:rsidRP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W przypadku wybrania naszej oferty zobowiązujemy się do podpisania umowy w miejscu i terminie wskazanym przez Zamawiającego.</w:t>
      </w:r>
    </w:p>
    <w:p w14:paraId="1A0B9AB4" w14:textId="77777777" w:rsidR="00E91283" w:rsidRP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Oświadczamy, że uważamy się za związanych niniejszą ofertą przez okres 30 dni od upływu terminu składania ofert.</w:t>
      </w:r>
    </w:p>
    <w:p w14:paraId="4A3AA4C9" w14:textId="77777777" w:rsidR="00E91283" w:rsidRPr="00E91283" w:rsidRDefault="00E91283" w:rsidP="00EB3FCA">
      <w:pPr>
        <w:numPr>
          <w:ilvl w:val="0"/>
          <w:numId w:val="10"/>
        </w:numPr>
        <w:spacing w:after="0" w:line="300" w:lineRule="auto"/>
        <w:contextualSpacing/>
        <w:jc w:val="both"/>
        <w:rPr>
          <w:rFonts w:ascii="Times New Roman" w:eastAsia="Times New Roman" w:hAnsi="Times New Roman"/>
          <w:kern w:val="22"/>
          <w:lang w:eastAsia="ar-SA"/>
        </w:rPr>
      </w:pPr>
      <w:r w:rsidRPr="00E91283">
        <w:rPr>
          <w:rFonts w:ascii="Times New Roman" w:eastAsia="Times New Roman" w:hAnsi="Times New Roman" w:cs="Calibri"/>
          <w:kern w:val="22"/>
          <w:lang w:eastAsia="ar-SA"/>
        </w:rPr>
        <w:t>Oświadczamy, że realizację zamówienia zamierzamy/nie zamierzamy* powierzyć następującym podwykonawcom: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2966"/>
        <w:gridCol w:w="2404"/>
        <w:gridCol w:w="3526"/>
      </w:tblGrid>
      <w:tr w:rsidR="00E91283" w:rsidRPr="00E91283" w14:paraId="52BEB649" w14:textId="77777777" w:rsidTr="00976B16">
        <w:tc>
          <w:tcPr>
            <w:tcW w:w="599" w:type="dxa"/>
            <w:shd w:val="clear" w:color="auto" w:fill="auto"/>
            <w:vAlign w:val="center"/>
          </w:tcPr>
          <w:p w14:paraId="46D0921A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  <w:t>Lp.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81DC8A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  <w:t>Nazwa podwykonawcy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2F685F4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  <w:t>Adres podwykonawcy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767DCA16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b/>
                <w:bCs/>
                <w:kern w:val="22"/>
                <w:lang w:eastAsia="ar-SA"/>
              </w:rPr>
              <w:t>Zakres powierzonych dostaw/usług</w:t>
            </w:r>
          </w:p>
        </w:tc>
      </w:tr>
      <w:tr w:rsidR="00E91283" w:rsidRPr="00E91283" w14:paraId="061DD658" w14:textId="77777777" w:rsidTr="00976B16">
        <w:tc>
          <w:tcPr>
            <w:tcW w:w="599" w:type="dxa"/>
            <w:shd w:val="clear" w:color="auto" w:fill="auto"/>
            <w:vAlign w:val="center"/>
          </w:tcPr>
          <w:p w14:paraId="7963F7F1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kern w:val="22"/>
                <w:lang w:eastAsia="ar-SA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B2BC833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ABF285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4838F50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</w:tr>
      <w:tr w:rsidR="00E91283" w:rsidRPr="00E91283" w14:paraId="3B86E654" w14:textId="77777777" w:rsidTr="00976B16">
        <w:tc>
          <w:tcPr>
            <w:tcW w:w="599" w:type="dxa"/>
            <w:shd w:val="clear" w:color="auto" w:fill="auto"/>
            <w:vAlign w:val="center"/>
          </w:tcPr>
          <w:p w14:paraId="41B49F1F" w14:textId="77777777" w:rsidR="00E91283" w:rsidRPr="00E91283" w:rsidRDefault="00E91283" w:rsidP="00EB3FCA">
            <w:pPr>
              <w:spacing w:after="0" w:line="300" w:lineRule="auto"/>
              <w:contextualSpacing/>
              <w:jc w:val="center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  <w:r w:rsidRPr="00E91283">
              <w:rPr>
                <w:rFonts w:ascii="Times New Roman" w:eastAsia="Times New Roman" w:hAnsi="Times New Roman" w:cs="Calibri"/>
                <w:kern w:val="22"/>
                <w:lang w:eastAsia="ar-SA"/>
              </w:rPr>
              <w:t>etc.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9494818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B5FA6C6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F8DBC8B" w14:textId="77777777" w:rsidR="00E91283" w:rsidRPr="00E91283" w:rsidRDefault="00E91283" w:rsidP="00EB3FCA">
            <w:pPr>
              <w:spacing w:after="0" w:line="300" w:lineRule="auto"/>
              <w:contextualSpacing/>
              <w:jc w:val="both"/>
              <w:rPr>
                <w:rFonts w:ascii="Times New Roman" w:eastAsia="Times New Roman" w:hAnsi="Times New Roman" w:cs="Calibri"/>
                <w:kern w:val="22"/>
                <w:lang w:eastAsia="ar-SA"/>
              </w:rPr>
            </w:pPr>
          </w:p>
        </w:tc>
      </w:tr>
    </w:tbl>
    <w:p w14:paraId="413F0972" w14:textId="77777777" w:rsidR="00E91283" w:rsidRP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(jeżeli dotyczy).</w:t>
      </w:r>
    </w:p>
    <w:p w14:paraId="2A5A2798" w14:textId="159C7281" w:rsidR="00E91283" w:rsidRP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szCs w:val="24"/>
          <w:lang w:eastAsia="pl-PL"/>
        </w:rPr>
        <w:t>Oświadczam/y, że Wykonawca/y, którego/</w:t>
      </w:r>
      <w:proofErr w:type="spellStart"/>
      <w:r w:rsidRPr="00E91283">
        <w:rPr>
          <w:rFonts w:ascii="Times New Roman" w:eastAsia="Times New Roman" w:hAnsi="Times New Roman"/>
          <w:kern w:val="22"/>
          <w:szCs w:val="24"/>
          <w:lang w:eastAsia="pl-PL"/>
        </w:rPr>
        <w:t>ych</w:t>
      </w:r>
      <w:proofErr w:type="spellEnd"/>
      <w:r w:rsidRPr="00E91283">
        <w:rPr>
          <w:rFonts w:ascii="Times New Roman" w:eastAsia="Times New Roman" w:hAnsi="Times New Roman"/>
          <w:kern w:val="22"/>
          <w:szCs w:val="24"/>
          <w:lang w:eastAsia="pl-PL"/>
        </w:rPr>
        <w:t xml:space="preserve"> reprezentuję, nie jest/są powiązany/i kapitałowo lub osobowo z Zamawiającym lub osobami upoważnionymi do zaciągania zobowiązań w imieniu Zamawiającego lub osobami wykonującymi w imieniu Zamawiającego czynności związane z przygotowaniem i przeprowadzeniem procedury wyboru Wykonawcy na realizację zamówienia publicznego pn. </w:t>
      </w:r>
      <w:r>
        <w:rPr>
          <w:rFonts w:ascii="Times New Roman" w:eastAsia="Times New Roman" w:hAnsi="Times New Roman"/>
          <w:kern w:val="22"/>
          <w:szCs w:val="24"/>
          <w:lang w:eastAsia="pl-PL"/>
        </w:rPr>
        <w:t>„</w:t>
      </w:r>
      <w:r w:rsidRPr="00E91283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 xml:space="preserve">Sukcesywna dostawa </w:t>
      </w:r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 xml:space="preserve">ręczników papierowych, ręczników </w:t>
      </w:r>
      <w:r w:rsidR="007C104F">
        <w:rPr>
          <w:rFonts w:ascii="Times New Roman" w:eastAsia="Times New Roman" w:hAnsi="Times New Roman"/>
          <w:b/>
          <w:bCs/>
          <w:kern w:val="22"/>
          <w:lang w:eastAsia="pl-PL"/>
        </w:rPr>
        <w:t xml:space="preserve">papierowych </w:t>
      </w:r>
      <w:bookmarkStart w:id="0" w:name="_GoBack"/>
      <w:bookmarkEnd w:id="0"/>
      <w:r w:rsidRPr="00E91283">
        <w:rPr>
          <w:rFonts w:ascii="Times New Roman" w:eastAsia="Times New Roman" w:hAnsi="Times New Roman"/>
          <w:b/>
          <w:bCs/>
          <w:kern w:val="22"/>
          <w:lang w:eastAsia="pl-PL"/>
        </w:rPr>
        <w:t>kuchennych i papierów toaletowych</w:t>
      </w:r>
      <w:r w:rsidRPr="00E91283">
        <w:rPr>
          <w:rFonts w:ascii="Times New Roman" w:eastAsia="Times New Roman" w:hAnsi="Times New Roman"/>
          <w:b/>
          <w:bCs/>
          <w:color w:val="000000"/>
          <w:kern w:val="22"/>
          <w:lang w:eastAsia="pl-PL"/>
        </w:rPr>
        <w:t xml:space="preserve"> dla potrzeb Instytutu Botaniki im. W. Szafera Polskiej Akademii Nauk</w:t>
      </w:r>
      <w:r w:rsidRPr="00E91283">
        <w:rPr>
          <w:rFonts w:ascii="Times New Roman" w:eastAsia="Times New Roman" w:hAnsi="Times New Roman"/>
          <w:b/>
          <w:bCs/>
          <w:kern w:val="22"/>
          <w:szCs w:val="20"/>
          <w:lang w:eastAsia="pl-PL"/>
        </w:rPr>
        <w:t>”</w:t>
      </w:r>
      <w:r w:rsidRPr="00E91283">
        <w:rPr>
          <w:rFonts w:ascii="Times New Roman" w:eastAsia="Times New Roman" w:hAnsi="Times New Roman"/>
          <w:b/>
          <w:kern w:val="22"/>
          <w:szCs w:val="24"/>
          <w:lang w:eastAsia="pl-PL"/>
        </w:rPr>
        <w:t>.</w:t>
      </w:r>
    </w:p>
    <w:p w14:paraId="5FADA924" w14:textId="77777777" w:rsidR="00E91283" w:rsidRPr="00E91283" w:rsidRDefault="00E91283" w:rsidP="00EB3FCA">
      <w:pPr>
        <w:numPr>
          <w:ilvl w:val="0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Załącznikami do niniejszej oferty są:</w:t>
      </w:r>
    </w:p>
    <w:p w14:paraId="243EA964" w14:textId="77777777" w:rsidR="00E91283" w:rsidRPr="00E91283" w:rsidRDefault="00E91283" w:rsidP="00EB3FCA">
      <w:pPr>
        <w:numPr>
          <w:ilvl w:val="2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color w:val="000000"/>
          <w:kern w:val="22"/>
          <w:szCs w:val="24"/>
          <w:lang w:eastAsia="pl-PL"/>
        </w:rPr>
        <w:t>Formularz cenowy - zgodny z treścią określoną w załączniku nr 2 do niniejszego zapytania;</w:t>
      </w:r>
    </w:p>
    <w:p w14:paraId="12F5169B" w14:textId="77777777" w:rsidR="00E91283" w:rsidRPr="00E91283" w:rsidRDefault="00E91283" w:rsidP="00EB3FCA">
      <w:pPr>
        <w:numPr>
          <w:ilvl w:val="2"/>
          <w:numId w:val="10"/>
        </w:numPr>
        <w:suppressAutoHyphens/>
        <w:spacing w:after="0" w:line="300" w:lineRule="auto"/>
        <w:jc w:val="both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…………………………………………………………</w:t>
      </w:r>
    </w:p>
    <w:p w14:paraId="5F70F167" w14:textId="77777777" w:rsidR="00E91283" w:rsidRPr="00E91283" w:rsidRDefault="00E91283" w:rsidP="00EB3FCA">
      <w:pPr>
        <w:tabs>
          <w:tab w:val="left" w:pos="852"/>
        </w:tabs>
        <w:spacing w:after="0" w:line="300" w:lineRule="auto"/>
        <w:ind w:left="425"/>
        <w:jc w:val="both"/>
        <w:rPr>
          <w:rFonts w:ascii="Times New Roman" w:eastAsia="Times New Roman" w:hAnsi="Times New Roman"/>
          <w:kern w:val="22"/>
          <w:lang w:eastAsia="pl-PL"/>
        </w:rPr>
      </w:pPr>
    </w:p>
    <w:p w14:paraId="0AE9E5FF" w14:textId="77777777" w:rsidR="00E91283" w:rsidRPr="00E91283" w:rsidRDefault="00E91283" w:rsidP="00EB3FCA">
      <w:pPr>
        <w:tabs>
          <w:tab w:val="left" w:pos="852"/>
        </w:tabs>
        <w:spacing w:after="0" w:line="300" w:lineRule="auto"/>
        <w:ind w:left="425"/>
        <w:jc w:val="both"/>
        <w:rPr>
          <w:rFonts w:ascii="Times New Roman" w:eastAsia="Times New Roman" w:hAnsi="Times New Roman"/>
          <w:kern w:val="22"/>
          <w:lang w:eastAsia="pl-PL"/>
        </w:rPr>
      </w:pPr>
    </w:p>
    <w:p w14:paraId="4A29187D" w14:textId="77777777" w:rsidR="00E91283" w:rsidRPr="00E91283" w:rsidRDefault="00E91283" w:rsidP="00EB3FCA">
      <w:pPr>
        <w:spacing w:after="0" w:line="300" w:lineRule="auto"/>
        <w:ind w:left="2832"/>
        <w:jc w:val="center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………………………………………………………</w:t>
      </w:r>
    </w:p>
    <w:p w14:paraId="259D5DBC" w14:textId="77777777" w:rsidR="00E91283" w:rsidRPr="00E91283" w:rsidRDefault="00E91283" w:rsidP="00EB3FCA">
      <w:pPr>
        <w:spacing w:after="0" w:line="300" w:lineRule="auto"/>
        <w:ind w:left="2832"/>
        <w:jc w:val="center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 xml:space="preserve">(podpis i pieczęć lub podpis elektroniczny </w:t>
      </w:r>
    </w:p>
    <w:p w14:paraId="2121C579" w14:textId="77777777" w:rsidR="00E91283" w:rsidRPr="00E91283" w:rsidRDefault="00E91283" w:rsidP="00EB3FCA">
      <w:pPr>
        <w:spacing w:after="0" w:line="300" w:lineRule="auto"/>
        <w:ind w:left="2832"/>
        <w:jc w:val="center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 xml:space="preserve">osoby upoważnionej do składania oświadczeń </w:t>
      </w:r>
    </w:p>
    <w:p w14:paraId="2E18F8BF" w14:textId="72125AB5" w:rsidR="00BD7D97" w:rsidRPr="00EB3FCA" w:rsidRDefault="00E91283" w:rsidP="00EB3FCA">
      <w:pPr>
        <w:spacing w:after="0" w:line="300" w:lineRule="auto"/>
        <w:ind w:left="2832"/>
        <w:jc w:val="center"/>
        <w:rPr>
          <w:rFonts w:ascii="Times New Roman" w:eastAsia="Times New Roman" w:hAnsi="Times New Roman"/>
          <w:kern w:val="22"/>
          <w:lang w:eastAsia="pl-PL"/>
        </w:rPr>
      </w:pPr>
      <w:r w:rsidRPr="00E91283">
        <w:rPr>
          <w:rFonts w:ascii="Times New Roman" w:eastAsia="Times New Roman" w:hAnsi="Times New Roman"/>
          <w:kern w:val="22"/>
          <w:lang w:eastAsia="pl-PL"/>
        </w:rPr>
        <w:t>woli w imieniu Wykonawcy)</w:t>
      </w:r>
    </w:p>
    <w:sectPr w:rsidR="00BD7D97" w:rsidRPr="00EB3FCA" w:rsidSect="0003276B">
      <w:headerReference w:type="default" r:id="rId9"/>
      <w:headerReference w:type="first" r:id="rId10"/>
      <w:footerReference w:type="first" r:id="rId11"/>
      <w:pgSz w:w="11906" w:h="16838"/>
      <w:pgMar w:top="851" w:right="1134" w:bottom="17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428344" w14:textId="77777777" w:rsidR="0032069E" w:rsidRDefault="0032069E" w:rsidP="005C3A7D">
      <w:pPr>
        <w:spacing w:after="0" w:line="240" w:lineRule="auto"/>
      </w:pPr>
      <w:r>
        <w:separator/>
      </w:r>
    </w:p>
  </w:endnote>
  <w:endnote w:type="continuationSeparator" w:id="0">
    <w:p w14:paraId="5F0C18C4" w14:textId="77777777" w:rsidR="0032069E" w:rsidRDefault="0032069E" w:rsidP="005C3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tsaah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6086A" w14:textId="77777777" w:rsidR="00E91283" w:rsidRDefault="00E912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F60E9C" w14:textId="77777777" w:rsidR="0032069E" w:rsidRDefault="0032069E" w:rsidP="005C3A7D">
      <w:pPr>
        <w:spacing w:after="0" w:line="240" w:lineRule="auto"/>
      </w:pPr>
      <w:r>
        <w:separator/>
      </w:r>
    </w:p>
  </w:footnote>
  <w:footnote w:type="continuationSeparator" w:id="0">
    <w:p w14:paraId="519B03B9" w14:textId="77777777" w:rsidR="0032069E" w:rsidRDefault="0032069E" w:rsidP="005C3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359C25" w14:textId="77777777" w:rsidR="005C3A7D" w:rsidRDefault="005C3A7D" w:rsidP="005C3A7D">
    <w:pPr>
      <w:ind w:left="708"/>
    </w:pPr>
  </w:p>
  <w:p w14:paraId="1FB408F7" w14:textId="77777777" w:rsidR="005C3A7D" w:rsidRPr="005C3A7D" w:rsidRDefault="005C3A7D" w:rsidP="005C3A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margin" w:tblpXSpec="center" w:tblpY="285"/>
      <w:tblW w:w="10350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552"/>
      <w:gridCol w:w="7798"/>
    </w:tblGrid>
    <w:tr w:rsidR="00E7531F" w:rsidRPr="00160AEE" w14:paraId="769EBF25" w14:textId="77777777" w:rsidTr="00511D7A">
      <w:trPr>
        <w:trHeight w:val="2558"/>
      </w:trPr>
      <w:tc>
        <w:tcPr>
          <w:tcW w:w="2552" w:type="dxa"/>
          <w:vAlign w:val="center"/>
          <w:hideMark/>
        </w:tcPr>
        <w:p w14:paraId="27285C8B" w14:textId="77777777" w:rsidR="00E7531F" w:rsidRPr="00160AEE" w:rsidRDefault="003229AD" w:rsidP="00511D7A">
          <w:pPr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0A7B1656" wp14:editId="2F1499F7">
                <wp:extent cx="1327150" cy="1327150"/>
                <wp:effectExtent l="0" t="0" r="6350" b="6350"/>
                <wp:docPr id="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0" cy="132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  <w:vAlign w:val="center"/>
          <w:hideMark/>
        </w:tcPr>
        <w:p w14:paraId="52730B80" w14:textId="77777777" w:rsidR="00E7531F" w:rsidRDefault="00E7531F" w:rsidP="00511D7A">
          <w:pPr>
            <w:pStyle w:val="Nagwek1"/>
            <w:spacing w:after="60"/>
            <w:rPr>
              <w:rFonts w:ascii="Verdana" w:hAnsi="Verdana"/>
              <w:sz w:val="24"/>
              <w:szCs w:val="24"/>
            </w:rPr>
          </w:pPr>
          <w:r>
            <w:rPr>
              <w:rFonts w:ascii="Verdana" w:hAnsi="Verdana"/>
              <w:sz w:val="24"/>
              <w:szCs w:val="24"/>
            </w:rPr>
            <w:t xml:space="preserve">INSTYTUT BOTANIKI </w:t>
          </w:r>
          <w:r>
            <w:rPr>
              <w:rFonts w:ascii="Verdana" w:hAnsi="Verdana"/>
              <w:caps w:val="0"/>
              <w:sz w:val="24"/>
              <w:szCs w:val="24"/>
            </w:rPr>
            <w:t xml:space="preserve">im. </w:t>
          </w:r>
          <w:r>
            <w:rPr>
              <w:rFonts w:ascii="Verdana" w:hAnsi="Verdana"/>
              <w:sz w:val="24"/>
              <w:szCs w:val="24"/>
            </w:rPr>
            <w:t>Władysława SZAFERA</w:t>
          </w:r>
        </w:p>
        <w:p w14:paraId="228D0086" w14:textId="77777777" w:rsidR="00E7531F" w:rsidRDefault="00E7531F" w:rsidP="00511D7A">
          <w:pPr>
            <w:pStyle w:val="Nagwek2"/>
            <w:spacing w:after="120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POLSKIEJ AKADEMII NAUK</w:t>
          </w:r>
        </w:p>
        <w:p w14:paraId="1659D20D" w14:textId="77777777" w:rsidR="00E7531F" w:rsidRPr="00160AEE" w:rsidRDefault="00E7531F" w:rsidP="00293658">
          <w:pPr>
            <w:spacing w:after="120" w:line="240" w:lineRule="auto"/>
            <w:jc w:val="center"/>
            <w:rPr>
              <w:rFonts w:ascii="Arial" w:hAnsi="Arial" w:cs="Arial"/>
            </w:rPr>
          </w:pPr>
          <w:r w:rsidRPr="00160AEE">
            <w:rPr>
              <w:rFonts w:ascii="Arial" w:hAnsi="Arial" w:cs="Arial"/>
              <w:spacing w:val="17"/>
            </w:rPr>
            <w:t>ul. Lubicz 46,   31-512 Kraków</w:t>
          </w:r>
        </w:p>
        <w:p w14:paraId="0EDBE723" w14:textId="77777777" w:rsidR="00E7531F" w:rsidRPr="00160AEE" w:rsidRDefault="00E7531F" w:rsidP="00293658">
          <w:pPr>
            <w:spacing w:after="120" w:line="240" w:lineRule="auto"/>
            <w:jc w:val="center"/>
            <w:rPr>
              <w:rFonts w:ascii="Arial" w:hAnsi="Arial" w:cs="Arial"/>
            </w:rPr>
          </w:pPr>
          <w:r w:rsidRPr="00160AEE">
            <w:rPr>
              <w:rFonts w:ascii="Arial" w:hAnsi="Arial" w:cs="Arial"/>
            </w:rPr>
            <w:t>tel. [48] 12 42 41 700;  fax [48] 12 421 97 90</w:t>
          </w:r>
        </w:p>
        <w:p w14:paraId="253ED5D9" w14:textId="77777777" w:rsidR="00257DC1" w:rsidRPr="00160AEE" w:rsidRDefault="00DE6145" w:rsidP="008B3D35">
          <w:pPr>
            <w:spacing w:line="240" w:lineRule="auto"/>
            <w:jc w:val="center"/>
            <w:rPr>
              <w:rFonts w:ascii="Helvetica" w:hAnsi="Helvetica"/>
              <w:sz w:val="18"/>
            </w:rPr>
          </w:pPr>
          <w:r>
            <w:rPr>
              <w:rFonts w:ascii="Helvetica" w:hAnsi="Helvetica"/>
              <w:sz w:val="18"/>
            </w:rPr>
            <w:t>WWW: http://www.botany.pl</w:t>
          </w:r>
        </w:p>
      </w:tc>
    </w:tr>
  </w:tbl>
  <w:p w14:paraId="4317DC10" w14:textId="77777777" w:rsidR="00E7531F" w:rsidRPr="00E7531F" w:rsidRDefault="003229AD" w:rsidP="00E7531F">
    <w:pPr>
      <w:pStyle w:val="Nagwek"/>
    </w:pPr>
    <w:r>
      <w:rPr>
        <w:rFonts w:ascii="Verdana" w:hAnsi="Verdana"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4635F76" wp14:editId="33521DB1">
              <wp:simplePos x="0" y="0"/>
              <wp:positionH relativeFrom="column">
                <wp:posOffset>-486410</wp:posOffset>
              </wp:positionH>
              <wp:positionV relativeFrom="paragraph">
                <wp:posOffset>1155065</wp:posOffset>
              </wp:positionV>
              <wp:extent cx="6858635" cy="635"/>
              <wp:effectExtent l="0" t="0" r="18415" b="37465"/>
              <wp:wrapNone/>
              <wp:docPr id="2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63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B1603A" id="Łącznik prostoliniowy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8.3pt,90.95pt" to="501.75pt,9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" strokeweight="1pt">
              <v:stroke startarrowwidth="narrow" startarrowlength="short" endarrowwidth="narrow" endarrowlength="short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F5661"/>
    <w:multiLevelType w:val="hybridMultilevel"/>
    <w:tmpl w:val="042C6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13776"/>
    <w:multiLevelType w:val="hybridMultilevel"/>
    <w:tmpl w:val="F33CF9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64B51"/>
    <w:multiLevelType w:val="hybridMultilevel"/>
    <w:tmpl w:val="6E9E2E2C"/>
    <w:lvl w:ilvl="0" w:tplc="142EAF6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A2623C"/>
    <w:multiLevelType w:val="hybridMultilevel"/>
    <w:tmpl w:val="ACD29FE4"/>
    <w:lvl w:ilvl="0" w:tplc="772C35D6">
      <w:start w:val="1"/>
      <w:numFmt w:val="decimal"/>
      <w:lvlText w:val="%1)"/>
      <w:lvlJc w:val="left"/>
      <w:pPr>
        <w:ind w:left="1920" w:hanging="708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4">
    <w:nsid w:val="28F57A77"/>
    <w:multiLevelType w:val="hybridMultilevel"/>
    <w:tmpl w:val="EA9C0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516EA1"/>
    <w:multiLevelType w:val="hybridMultilevel"/>
    <w:tmpl w:val="891A4F16"/>
    <w:lvl w:ilvl="0" w:tplc="59BC17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6520124"/>
    <w:multiLevelType w:val="hybridMultilevel"/>
    <w:tmpl w:val="90B02E2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C010BA4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6FF4135"/>
    <w:multiLevelType w:val="hybridMultilevel"/>
    <w:tmpl w:val="B1EE99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1438D2"/>
    <w:multiLevelType w:val="hybridMultilevel"/>
    <w:tmpl w:val="1E9C8FAE"/>
    <w:lvl w:ilvl="0" w:tplc="59BC1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E5CFA"/>
    <w:multiLevelType w:val="hybridMultilevel"/>
    <w:tmpl w:val="49EE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2"/>
  </w:num>
  <w:num w:numId="7">
    <w:abstractNumId w:val="1"/>
  </w:num>
  <w:num w:numId="8">
    <w:abstractNumId w:val="9"/>
  </w:num>
  <w:num w:numId="9">
    <w:abstractNumId w:val="8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C6E"/>
    <w:rsid w:val="00010ABF"/>
    <w:rsid w:val="0003158E"/>
    <w:rsid w:val="0003276B"/>
    <w:rsid w:val="0004789A"/>
    <w:rsid w:val="0007506B"/>
    <w:rsid w:val="000762AF"/>
    <w:rsid w:val="000B5C93"/>
    <w:rsid w:val="00114781"/>
    <w:rsid w:val="00146718"/>
    <w:rsid w:val="00160AEE"/>
    <w:rsid w:val="00163B79"/>
    <w:rsid w:val="001648EA"/>
    <w:rsid w:val="00165185"/>
    <w:rsid w:val="00192062"/>
    <w:rsid w:val="001A2C41"/>
    <w:rsid w:val="001B1355"/>
    <w:rsid w:val="001F08BB"/>
    <w:rsid w:val="00257DC1"/>
    <w:rsid w:val="00265132"/>
    <w:rsid w:val="00277555"/>
    <w:rsid w:val="00293658"/>
    <w:rsid w:val="002C049A"/>
    <w:rsid w:val="002C16E6"/>
    <w:rsid w:val="002C6F99"/>
    <w:rsid w:val="002E0497"/>
    <w:rsid w:val="0032069E"/>
    <w:rsid w:val="003229AD"/>
    <w:rsid w:val="003604BF"/>
    <w:rsid w:val="00363950"/>
    <w:rsid w:val="0036450D"/>
    <w:rsid w:val="00366CC6"/>
    <w:rsid w:val="0038333F"/>
    <w:rsid w:val="00385525"/>
    <w:rsid w:val="003C3B10"/>
    <w:rsid w:val="003C67B5"/>
    <w:rsid w:val="003C703A"/>
    <w:rsid w:val="003D260D"/>
    <w:rsid w:val="003F3C37"/>
    <w:rsid w:val="00424DE4"/>
    <w:rsid w:val="004377A0"/>
    <w:rsid w:val="00492434"/>
    <w:rsid w:val="004C1C2F"/>
    <w:rsid w:val="004F0BBE"/>
    <w:rsid w:val="00511D7A"/>
    <w:rsid w:val="00517055"/>
    <w:rsid w:val="0058378D"/>
    <w:rsid w:val="005A7C0B"/>
    <w:rsid w:val="005B457C"/>
    <w:rsid w:val="005C3A7D"/>
    <w:rsid w:val="005E5967"/>
    <w:rsid w:val="00614BFC"/>
    <w:rsid w:val="00657A8D"/>
    <w:rsid w:val="006601CB"/>
    <w:rsid w:val="006867A8"/>
    <w:rsid w:val="006A42C8"/>
    <w:rsid w:val="006B0B2E"/>
    <w:rsid w:val="006F4868"/>
    <w:rsid w:val="0075656F"/>
    <w:rsid w:val="0076765A"/>
    <w:rsid w:val="007816D9"/>
    <w:rsid w:val="007A13FA"/>
    <w:rsid w:val="007A5884"/>
    <w:rsid w:val="007B016C"/>
    <w:rsid w:val="007B0641"/>
    <w:rsid w:val="007C104F"/>
    <w:rsid w:val="007E4FAC"/>
    <w:rsid w:val="007F1A80"/>
    <w:rsid w:val="007F2741"/>
    <w:rsid w:val="00874737"/>
    <w:rsid w:val="008A23C5"/>
    <w:rsid w:val="008B3D35"/>
    <w:rsid w:val="008D5480"/>
    <w:rsid w:val="0096115D"/>
    <w:rsid w:val="0097348C"/>
    <w:rsid w:val="009779A3"/>
    <w:rsid w:val="00986B80"/>
    <w:rsid w:val="00986D24"/>
    <w:rsid w:val="009A0824"/>
    <w:rsid w:val="009B38BA"/>
    <w:rsid w:val="009E325D"/>
    <w:rsid w:val="00A44E37"/>
    <w:rsid w:val="00A51FD5"/>
    <w:rsid w:val="00A57F47"/>
    <w:rsid w:val="00A71C2A"/>
    <w:rsid w:val="00AC0521"/>
    <w:rsid w:val="00AC2467"/>
    <w:rsid w:val="00B03221"/>
    <w:rsid w:val="00B22A8E"/>
    <w:rsid w:val="00B55ADB"/>
    <w:rsid w:val="00B7445C"/>
    <w:rsid w:val="00B744E3"/>
    <w:rsid w:val="00B770CB"/>
    <w:rsid w:val="00B8421D"/>
    <w:rsid w:val="00BA5CB0"/>
    <w:rsid w:val="00BC5C3F"/>
    <w:rsid w:val="00BD7D97"/>
    <w:rsid w:val="00C0570E"/>
    <w:rsid w:val="00C219A6"/>
    <w:rsid w:val="00C26972"/>
    <w:rsid w:val="00C27564"/>
    <w:rsid w:val="00C34954"/>
    <w:rsid w:val="00C75522"/>
    <w:rsid w:val="00C8037A"/>
    <w:rsid w:val="00CD247E"/>
    <w:rsid w:val="00CE2C6E"/>
    <w:rsid w:val="00CF30E2"/>
    <w:rsid w:val="00D03913"/>
    <w:rsid w:val="00D178DA"/>
    <w:rsid w:val="00D5179D"/>
    <w:rsid w:val="00D8361D"/>
    <w:rsid w:val="00D92E8B"/>
    <w:rsid w:val="00DA0CA8"/>
    <w:rsid w:val="00DB38EF"/>
    <w:rsid w:val="00DC0C95"/>
    <w:rsid w:val="00DC4554"/>
    <w:rsid w:val="00DD2588"/>
    <w:rsid w:val="00DE6145"/>
    <w:rsid w:val="00DE7C04"/>
    <w:rsid w:val="00E1704E"/>
    <w:rsid w:val="00E42F59"/>
    <w:rsid w:val="00E52F30"/>
    <w:rsid w:val="00E6669D"/>
    <w:rsid w:val="00E7531F"/>
    <w:rsid w:val="00E91283"/>
    <w:rsid w:val="00EB3FCA"/>
    <w:rsid w:val="00ED4929"/>
    <w:rsid w:val="00EE5D8B"/>
    <w:rsid w:val="00F03D64"/>
    <w:rsid w:val="00F0756D"/>
    <w:rsid w:val="00F50F98"/>
    <w:rsid w:val="00FF31F4"/>
    <w:rsid w:val="00FF6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2A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B8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C3A7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caps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C3A7D"/>
    <w:pPr>
      <w:keepNext/>
      <w:overflowPunct w:val="0"/>
      <w:autoSpaceDE w:val="0"/>
      <w:autoSpaceDN w:val="0"/>
      <w:adjustRightInd w:val="0"/>
      <w:spacing w:after="240" w:line="240" w:lineRule="auto"/>
      <w:jc w:val="center"/>
      <w:outlineLvl w:val="1"/>
    </w:pPr>
    <w:rPr>
      <w:rFonts w:ascii="Verdana" w:eastAsia="Times New Roman" w:hAnsi="Verdana" w:cs="Tahoma"/>
      <w:caps/>
      <w:spacing w:val="16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A7D"/>
  </w:style>
  <w:style w:type="paragraph" w:styleId="Stopka">
    <w:name w:val="footer"/>
    <w:basedOn w:val="Normalny"/>
    <w:link w:val="StopkaZnak"/>
    <w:uiPriority w:val="99"/>
    <w:unhideWhenUsed/>
    <w:rsid w:val="005C3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A7D"/>
  </w:style>
  <w:style w:type="paragraph" w:styleId="Tekstdymka">
    <w:name w:val="Balloon Text"/>
    <w:basedOn w:val="Normalny"/>
    <w:link w:val="TekstdymkaZnak"/>
    <w:uiPriority w:val="99"/>
    <w:semiHidden/>
    <w:unhideWhenUsed/>
    <w:rsid w:val="005C3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3A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C3A7D"/>
    <w:rPr>
      <w:rFonts w:ascii="Tahoma" w:eastAsia="Times New Roman" w:hAnsi="Tahoma" w:cs="Tahoma"/>
      <w:b/>
      <w:bCs/>
      <w:caps/>
      <w:sz w:val="20"/>
      <w:szCs w:val="20"/>
      <w:lang w:eastAsia="pl-PL"/>
    </w:rPr>
  </w:style>
  <w:style w:type="character" w:customStyle="1" w:styleId="Nagwek2Znak">
    <w:name w:val="Nagłówek 2 Znak"/>
    <w:link w:val="Nagwek2"/>
    <w:rsid w:val="005C3A7D"/>
    <w:rPr>
      <w:rFonts w:ascii="Verdana" w:eastAsia="Times New Roman" w:hAnsi="Verdana" w:cs="Tahoma"/>
      <w:caps/>
      <w:spacing w:val="16"/>
      <w:sz w:val="28"/>
      <w:szCs w:val="20"/>
      <w:lang w:eastAsia="pl-PL"/>
    </w:rPr>
  </w:style>
  <w:style w:type="character" w:styleId="Hipercze">
    <w:name w:val="Hyperlink"/>
    <w:uiPriority w:val="99"/>
    <w:unhideWhenUsed/>
    <w:rsid w:val="005C3A7D"/>
    <w:rPr>
      <w:color w:val="0000FF"/>
      <w:u w:val="single"/>
    </w:rPr>
  </w:style>
  <w:style w:type="paragraph" w:customStyle="1" w:styleId="Default">
    <w:name w:val="Default"/>
    <w:uiPriority w:val="99"/>
    <w:qFormat/>
    <w:rsid w:val="000478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4789A"/>
    <w:pPr>
      <w:spacing w:before="240" w:after="0" w:line="274" w:lineRule="exact"/>
      <w:ind w:left="720" w:right="-6" w:hanging="357"/>
      <w:contextualSpacing/>
      <w:jc w:val="both"/>
    </w:pPr>
  </w:style>
  <w:style w:type="paragraph" w:styleId="Bezodstpw">
    <w:name w:val="No Spacing"/>
    <w:uiPriority w:val="1"/>
    <w:qFormat/>
    <w:rsid w:val="0004789A"/>
    <w:rPr>
      <w:rFonts w:ascii="Times New Roman" w:eastAsia="Times New Roman" w:hAnsi="Times New Roman"/>
      <w:lang w:eastAsia="en-US"/>
    </w:rPr>
  </w:style>
  <w:style w:type="paragraph" w:styleId="Tekstpodstawowywcity">
    <w:name w:val="Body Text Indent"/>
    <w:basedOn w:val="Normalny"/>
    <w:link w:val="TekstpodstawowywcityZnak"/>
    <w:rsid w:val="009B38BA"/>
    <w:pPr>
      <w:spacing w:after="0" w:line="360" w:lineRule="auto"/>
      <w:ind w:firstLine="36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9B38BA"/>
    <w:rPr>
      <w:rFonts w:ascii="Times New Roman" w:eastAsia="Times New Roman" w:hAnsi="Times New Roman"/>
      <w:sz w:val="24"/>
      <w:szCs w:val="24"/>
    </w:rPr>
  </w:style>
  <w:style w:type="character" w:customStyle="1" w:styleId="czeinternetowe">
    <w:name w:val="Łącze internetowe"/>
    <w:rsid w:val="00E7531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C45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36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361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8361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2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28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B8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5C3A7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ahoma" w:eastAsia="Times New Roman" w:hAnsi="Tahoma" w:cs="Tahoma"/>
      <w:b/>
      <w:bCs/>
      <w:caps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5C3A7D"/>
    <w:pPr>
      <w:keepNext/>
      <w:overflowPunct w:val="0"/>
      <w:autoSpaceDE w:val="0"/>
      <w:autoSpaceDN w:val="0"/>
      <w:adjustRightInd w:val="0"/>
      <w:spacing w:after="240" w:line="240" w:lineRule="auto"/>
      <w:jc w:val="center"/>
      <w:outlineLvl w:val="1"/>
    </w:pPr>
    <w:rPr>
      <w:rFonts w:ascii="Verdana" w:eastAsia="Times New Roman" w:hAnsi="Verdana" w:cs="Tahoma"/>
      <w:caps/>
      <w:spacing w:val="16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3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A7D"/>
  </w:style>
  <w:style w:type="paragraph" w:styleId="Stopka">
    <w:name w:val="footer"/>
    <w:basedOn w:val="Normalny"/>
    <w:link w:val="StopkaZnak"/>
    <w:uiPriority w:val="99"/>
    <w:unhideWhenUsed/>
    <w:rsid w:val="005C3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A7D"/>
  </w:style>
  <w:style w:type="paragraph" w:styleId="Tekstdymka">
    <w:name w:val="Balloon Text"/>
    <w:basedOn w:val="Normalny"/>
    <w:link w:val="TekstdymkaZnak"/>
    <w:uiPriority w:val="99"/>
    <w:semiHidden/>
    <w:unhideWhenUsed/>
    <w:rsid w:val="005C3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3A7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C3A7D"/>
    <w:rPr>
      <w:rFonts w:ascii="Tahoma" w:eastAsia="Times New Roman" w:hAnsi="Tahoma" w:cs="Tahoma"/>
      <w:b/>
      <w:bCs/>
      <w:caps/>
      <w:sz w:val="20"/>
      <w:szCs w:val="20"/>
      <w:lang w:eastAsia="pl-PL"/>
    </w:rPr>
  </w:style>
  <w:style w:type="character" w:customStyle="1" w:styleId="Nagwek2Znak">
    <w:name w:val="Nagłówek 2 Znak"/>
    <w:link w:val="Nagwek2"/>
    <w:rsid w:val="005C3A7D"/>
    <w:rPr>
      <w:rFonts w:ascii="Verdana" w:eastAsia="Times New Roman" w:hAnsi="Verdana" w:cs="Tahoma"/>
      <w:caps/>
      <w:spacing w:val="16"/>
      <w:sz w:val="28"/>
      <w:szCs w:val="20"/>
      <w:lang w:eastAsia="pl-PL"/>
    </w:rPr>
  </w:style>
  <w:style w:type="character" w:styleId="Hipercze">
    <w:name w:val="Hyperlink"/>
    <w:uiPriority w:val="99"/>
    <w:unhideWhenUsed/>
    <w:rsid w:val="005C3A7D"/>
    <w:rPr>
      <w:color w:val="0000FF"/>
      <w:u w:val="single"/>
    </w:rPr>
  </w:style>
  <w:style w:type="paragraph" w:customStyle="1" w:styleId="Default">
    <w:name w:val="Default"/>
    <w:uiPriority w:val="99"/>
    <w:qFormat/>
    <w:rsid w:val="000478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04789A"/>
    <w:pPr>
      <w:spacing w:before="240" w:after="0" w:line="274" w:lineRule="exact"/>
      <w:ind w:left="720" w:right="-6" w:hanging="357"/>
      <w:contextualSpacing/>
      <w:jc w:val="both"/>
    </w:pPr>
  </w:style>
  <w:style w:type="paragraph" w:styleId="Bezodstpw">
    <w:name w:val="No Spacing"/>
    <w:uiPriority w:val="1"/>
    <w:qFormat/>
    <w:rsid w:val="0004789A"/>
    <w:rPr>
      <w:rFonts w:ascii="Times New Roman" w:eastAsia="Times New Roman" w:hAnsi="Times New Roman"/>
      <w:lang w:eastAsia="en-US"/>
    </w:rPr>
  </w:style>
  <w:style w:type="paragraph" w:styleId="Tekstpodstawowywcity">
    <w:name w:val="Body Text Indent"/>
    <w:basedOn w:val="Normalny"/>
    <w:link w:val="TekstpodstawowywcityZnak"/>
    <w:rsid w:val="009B38BA"/>
    <w:pPr>
      <w:spacing w:after="0" w:line="360" w:lineRule="auto"/>
      <w:ind w:firstLine="36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rsid w:val="009B38BA"/>
    <w:rPr>
      <w:rFonts w:ascii="Times New Roman" w:eastAsia="Times New Roman" w:hAnsi="Times New Roman"/>
      <w:sz w:val="24"/>
      <w:szCs w:val="24"/>
    </w:rPr>
  </w:style>
  <w:style w:type="character" w:customStyle="1" w:styleId="czeinternetowe">
    <w:name w:val="Łącze internetowe"/>
    <w:rsid w:val="00E7531F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C45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36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8361D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8361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128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128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59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7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8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6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1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koczek\Desktop\firm&#243;wka\Firmowka-polska%20aktualn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Firmowka-polska aktualna.dotx</Template>
  <TotalTime>0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Skoczek</dc:creator>
  <cp:lastModifiedBy>Danuta</cp:lastModifiedBy>
  <cp:revision>2</cp:revision>
  <cp:lastPrinted>2024-10-17T13:16:00Z</cp:lastPrinted>
  <dcterms:created xsi:type="dcterms:W3CDTF">2024-10-28T08:57:00Z</dcterms:created>
  <dcterms:modified xsi:type="dcterms:W3CDTF">2024-10-28T08:57:00Z</dcterms:modified>
</cp:coreProperties>
</file>