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0D57C" w14:textId="6A03B61A" w:rsidR="0040737E" w:rsidRPr="00E9570A" w:rsidRDefault="00545B7F" w:rsidP="000B4F84">
      <w:pPr>
        <w:pageBreakBefore/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 xml:space="preserve">Załącznik nr 1. </w:t>
      </w:r>
      <w:r w:rsidR="002D16BD">
        <w:rPr>
          <w:rFonts w:ascii="Times New Roman" w:eastAsia="Times New Roman" w:hAnsi="Times New Roman" w:cs="Times New Roman"/>
        </w:rPr>
        <w:t>Formularz ofertowy.</w:t>
      </w:r>
    </w:p>
    <w:p w14:paraId="7B0AD19B" w14:textId="77777777" w:rsidR="0040737E" w:rsidRPr="00E9570A" w:rsidRDefault="0040737E" w:rsidP="004C4E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69182629" w14:textId="77777777" w:rsidR="0040737E" w:rsidRPr="00E9570A" w:rsidRDefault="00545B7F" w:rsidP="004C4E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570A">
        <w:rPr>
          <w:rFonts w:ascii="Times New Roman" w:eastAsia="Times New Roman" w:hAnsi="Times New Roman" w:cs="Times New Roman"/>
          <w:b/>
        </w:rPr>
        <w:t>Formularz ofertowy</w:t>
      </w:r>
    </w:p>
    <w:p w14:paraId="7A1ABC6F" w14:textId="77777777" w:rsidR="002D16BD" w:rsidRPr="002D16BD" w:rsidRDefault="002D16BD" w:rsidP="002D16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2D16BD">
        <w:rPr>
          <w:rFonts w:ascii="Times New Roman" w:eastAsia="Times New Roman" w:hAnsi="Times New Roman" w:cs="Times New Roman"/>
          <w:b/>
        </w:rPr>
        <w:t xml:space="preserve">w procedurze otwartej pn.: </w:t>
      </w:r>
    </w:p>
    <w:p w14:paraId="63F270B4" w14:textId="298C874F" w:rsidR="00D96071" w:rsidRPr="00D96071" w:rsidRDefault="00D96071" w:rsidP="00D960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„</w:t>
      </w:r>
      <w:r w:rsidRPr="00D96071">
        <w:rPr>
          <w:rFonts w:ascii="Times New Roman" w:eastAsia="Times New Roman" w:hAnsi="Times New Roman" w:cs="Times New Roman"/>
          <w:b/>
        </w:rPr>
        <w:t>Przygotowanie studium wykonalności dla projektu e-Kultura. Cyfrowa transformacja zbiorów specjalnych Biblioteki Uniwersyteckiej w Warszawie oraz Biblioteki Uniwersytetu</w:t>
      </w:r>
      <w:r>
        <w:rPr>
          <w:rFonts w:ascii="Times New Roman" w:eastAsia="Times New Roman" w:hAnsi="Times New Roman" w:cs="Times New Roman"/>
          <w:b/>
        </w:rPr>
        <w:t>”</w:t>
      </w:r>
    </w:p>
    <w:p w14:paraId="617C7503" w14:textId="77777777" w:rsidR="00F7199A" w:rsidRDefault="00D96071" w:rsidP="00D960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D96071">
        <w:rPr>
          <w:rFonts w:ascii="Times New Roman" w:eastAsia="Times New Roman" w:hAnsi="Times New Roman" w:cs="Times New Roman"/>
          <w:b/>
        </w:rPr>
        <w:t>Muzycznego Fryderyka Chopina.</w:t>
      </w:r>
    </w:p>
    <w:p w14:paraId="358165AA" w14:textId="7EA1E90D" w:rsidR="00D96071" w:rsidRPr="00D96071" w:rsidRDefault="00D96071" w:rsidP="00D96071">
      <w:pPr>
        <w:spacing w:after="0" w:line="360" w:lineRule="auto"/>
        <w:jc w:val="center"/>
        <w:rPr>
          <w:b/>
          <w:i/>
          <w:color w:val="000000"/>
        </w:rPr>
      </w:pPr>
      <w:r w:rsidRPr="00D96071">
        <w:rPr>
          <w:b/>
          <w:i/>
          <w:color w:val="000000"/>
        </w:rPr>
        <w:t>BUW-OPC/622-4-37/24</w:t>
      </w:r>
    </w:p>
    <w:p w14:paraId="7339C034" w14:textId="4025E8F3" w:rsidR="0040737E" w:rsidRPr="00E9570A" w:rsidRDefault="00545B7F" w:rsidP="004C4E4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>Wykonawca: …………………………</w:t>
      </w:r>
      <w:r w:rsidR="002D27DD" w:rsidRPr="00E9570A">
        <w:rPr>
          <w:rFonts w:ascii="Times New Roman" w:eastAsia="Times New Roman" w:hAnsi="Times New Roman" w:cs="Times New Roman"/>
        </w:rPr>
        <w:t>……………………………………………….</w:t>
      </w:r>
      <w:r w:rsidRPr="00E9570A">
        <w:rPr>
          <w:rFonts w:ascii="Times New Roman" w:eastAsia="Times New Roman" w:hAnsi="Times New Roman" w:cs="Times New Roman"/>
        </w:rPr>
        <w:t>………………….</w:t>
      </w:r>
    </w:p>
    <w:p w14:paraId="098F7E0F" w14:textId="083B66E5" w:rsidR="0040737E" w:rsidRPr="00E9570A" w:rsidRDefault="00545B7F" w:rsidP="004C4E4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>Adres Wykonawcy: ……</w:t>
      </w:r>
      <w:r w:rsidR="002D27DD" w:rsidRPr="00E9570A">
        <w:rPr>
          <w:rFonts w:ascii="Times New Roman" w:eastAsia="Times New Roman" w:hAnsi="Times New Roman" w:cs="Times New Roman"/>
        </w:rPr>
        <w:t>………………………………………………………..</w:t>
      </w:r>
      <w:r w:rsidRPr="00E9570A">
        <w:rPr>
          <w:rFonts w:ascii="Times New Roman" w:eastAsia="Times New Roman" w:hAnsi="Times New Roman" w:cs="Times New Roman"/>
        </w:rPr>
        <w:t>……………………….</w:t>
      </w:r>
    </w:p>
    <w:p w14:paraId="60E3BFF7" w14:textId="3C032BBD" w:rsidR="0040737E" w:rsidRPr="00E9570A" w:rsidRDefault="00545B7F" w:rsidP="004C4E4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>Nr NIP: ……………………</w:t>
      </w:r>
      <w:r w:rsidR="002D27DD" w:rsidRPr="00E9570A">
        <w:rPr>
          <w:rFonts w:ascii="Times New Roman" w:eastAsia="Times New Roman" w:hAnsi="Times New Roman" w:cs="Times New Roman"/>
        </w:rPr>
        <w:t>…………..</w:t>
      </w:r>
      <w:r w:rsidRPr="00E9570A">
        <w:rPr>
          <w:rFonts w:ascii="Times New Roman" w:eastAsia="Times New Roman" w:hAnsi="Times New Roman" w:cs="Times New Roman"/>
        </w:rPr>
        <w:t>………… Nr Regon: ………………</w:t>
      </w:r>
      <w:r w:rsidR="002D27DD" w:rsidRPr="00E9570A">
        <w:rPr>
          <w:rFonts w:ascii="Times New Roman" w:eastAsia="Times New Roman" w:hAnsi="Times New Roman" w:cs="Times New Roman"/>
        </w:rPr>
        <w:t>……</w:t>
      </w:r>
      <w:r w:rsidRPr="00E9570A">
        <w:rPr>
          <w:rFonts w:ascii="Times New Roman" w:eastAsia="Times New Roman" w:hAnsi="Times New Roman" w:cs="Times New Roman"/>
        </w:rPr>
        <w:t>……………………..</w:t>
      </w:r>
    </w:p>
    <w:p w14:paraId="62EB615A" w14:textId="1A8E5DC6" w:rsidR="00511797" w:rsidRPr="00E9570A" w:rsidRDefault="00545B7F" w:rsidP="004C4E4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>Tel. kontaktowy: ………………</w:t>
      </w:r>
      <w:r w:rsidR="002D27DD" w:rsidRPr="00E9570A">
        <w:rPr>
          <w:rFonts w:ascii="Times New Roman" w:eastAsia="Times New Roman" w:hAnsi="Times New Roman" w:cs="Times New Roman"/>
        </w:rPr>
        <w:t>………….</w:t>
      </w:r>
      <w:r w:rsidRPr="00E9570A">
        <w:rPr>
          <w:rFonts w:ascii="Times New Roman" w:eastAsia="Times New Roman" w:hAnsi="Times New Roman" w:cs="Times New Roman"/>
        </w:rPr>
        <w:t>…….</w:t>
      </w:r>
      <w:r w:rsidR="00511797" w:rsidRPr="00E9570A">
        <w:rPr>
          <w:rFonts w:ascii="Times New Roman" w:eastAsia="Times New Roman" w:hAnsi="Times New Roman" w:cs="Times New Roman"/>
        </w:rPr>
        <w:t xml:space="preserve">  e-mail: …………</w:t>
      </w:r>
      <w:r w:rsidR="002D27DD" w:rsidRPr="00E9570A">
        <w:rPr>
          <w:rFonts w:ascii="Times New Roman" w:eastAsia="Times New Roman" w:hAnsi="Times New Roman" w:cs="Times New Roman"/>
        </w:rPr>
        <w:t>……………..</w:t>
      </w:r>
      <w:r w:rsidR="00511797" w:rsidRPr="00E9570A">
        <w:rPr>
          <w:rFonts w:ascii="Times New Roman" w:eastAsia="Times New Roman" w:hAnsi="Times New Roman" w:cs="Times New Roman"/>
        </w:rPr>
        <w:t>……………………..</w:t>
      </w:r>
    </w:p>
    <w:p w14:paraId="4C6AA2A3" w14:textId="13BC04A8" w:rsidR="003243C3" w:rsidRPr="00E9570A" w:rsidRDefault="002D27DD" w:rsidP="002D27DD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 xml:space="preserve">Nr. konta bankowego do wpłat ………………………………………………………………….………. </w:t>
      </w:r>
      <w:r w:rsidRPr="00E9570A">
        <w:rPr>
          <w:rFonts w:ascii="Times New Roman" w:eastAsia="Times New Roman" w:hAnsi="Times New Roman" w:cs="Times New Roman"/>
          <w:i/>
          <w:iCs/>
        </w:rPr>
        <w:t>(wskazanego do umieszczenia w zapisach umowy)</w:t>
      </w:r>
      <w:r w:rsidRPr="00E9570A">
        <w:rPr>
          <w:rFonts w:ascii="Times New Roman" w:eastAsia="Times New Roman" w:hAnsi="Times New Roman" w:cs="Times New Roman"/>
        </w:rPr>
        <w:t>.</w:t>
      </w:r>
    </w:p>
    <w:p w14:paraId="24EE6913" w14:textId="4C376608" w:rsidR="002D27DD" w:rsidRPr="00E9570A" w:rsidRDefault="002D27DD" w:rsidP="002D27DD">
      <w:pPr>
        <w:spacing w:after="0" w:line="360" w:lineRule="auto"/>
        <w:rPr>
          <w:rFonts w:ascii="Times New Roman" w:eastAsia="Times New Roman" w:hAnsi="Times New Roman" w:cs="Times New Roman"/>
          <w:i/>
          <w:iCs/>
        </w:rPr>
      </w:pPr>
      <w:r w:rsidRPr="00E9570A">
        <w:rPr>
          <w:rFonts w:ascii="Times New Roman" w:eastAsia="Times New Roman" w:hAnsi="Times New Roman" w:cs="Times New Roman"/>
        </w:rPr>
        <w:t xml:space="preserve">Osoba podpisująca umowę (w przypadku wyboru oferty Wykonawcy): ……………………………….. </w:t>
      </w:r>
      <w:r w:rsidRPr="00E9570A">
        <w:rPr>
          <w:rFonts w:ascii="Times New Roman" w:eastAsia="Times New Roman" w:hAnsi="Times New Roman" w:cs="Times New Roman"/>
          <w:i/>
          <w:iCs/>
        </w:rPr>
        <w:t>(imię, nazwisko, pełniona funkcja).</w:t>
      </w:r>
    </w:p>
    <w:p w14:paraId="40125786" w14:textId="77777777" w:rsidR="002D27DD" w:rsidRPr="00E9570A" w:rsidRDefault="002D27DD" w:rsidP="002D27DD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3CEC53D" w14:textId="501564AE" w:rsidR="003243C3" w:rsidRDefault="003243C3" w:rsidP="004C4E40">
      <w:pPr>
        <w:spacing w:after="0" w:line="360" w:lineRule="auto"/>
        <w:rPr>
          <w:rFonts w:ascii="Times New Roman" w:eastAsia="Times New Roman" w:hAnsi="Times New Roman" w:cs="Times New Roman"/>
        </w:rPr>
      </w:pPr>
      <w:r w:rsidRPr="00E9570A">
        <w:rPr>
          <w:rFonts w:ascii="Times New Roman" w:eastAsia="Times New Roman" w:hAnsi="Times New Roman" w:cs="Times New Roman"/>
        </w:rPr>
        <w:t>Składam</w:t>
      </w:r>
      <w:r w:rsidR="00DC6D2A" w:rsidRPr="00E9570A">
        <w:rPr>
          <w:rFonts w:ascii="Times New Roman" w:eastAsia="Times New Roman" w:hAnsi="Times New Roman" w:cs="Times New Roman"/>
        </w:rPr>
        <w:t>/y</w:t>
      </w:r>
      <w:r w:rsidRPr="00E9570A">
        <w:rPr>
          <w:rFonts w:ascii="Times New Roman" w:eastAsia="Times New Roman" w:hAnsi="Times New Roman" w:cs="Times New Roman"/>
        </w:rPr>
        <w:t xml:space="preserve"> niniejszą ofertę: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275"/>
        <w:gridCol w:w="1134"/>
        <w:gridCol w:w="1843"/>
        <w:gridCol w:w="1134"/>
        <w:gridCol w:w="1418"/>
      </w:tblGrid>
      <w:tr w:rsidR="00531D03" w14:paraId="61F5E0C8" w14:textId="77777777" w:rsidTr="001B5F5F">
        <w:tc>
          <w:tcPr>
            <w:tcW w:w="1526" w:type="dxa"/>
          </w:tcPr>
          <w:p w14:paraId="76F1878F" w14:textId="77777777" w:rsidR="00531D03" w:rsidRDefault="00531D03" w:rsidP="001B5F5F">
            <w:pPr>
              <w:jc w:val="both"/>
            </w:pPr>
            <w:r>
              <w:t>Nazwa firmy</w:t>
            </w:r>
          </w:p>
        </w:tc>
        <w:tc>
          <w:tcPr>
            <w:tcW w:w="1276" w:type="dxa"/>
          </w:tcPr>
          <w:p w14:paraId="2AEA830B" w14:textId="1EEB4C22" w:rsidR="00531D03" w:rsidRDefault="00531D03" w:rsidP="001B5F5F">
            <w:pPr>
              <w:jc w:val="both"/>
            </w:pPr>
            <w:r>
              <w:t xml:space="preserve">Cena </w:t>
            </w:r>
            <w:r>
              <w:t xml:space="preserve">zamówienia </w:t>
            </w:r>
            <w:r>
              <w:t>netto</w:t>
            </w:r>
          </w:p>
        </w:tc>
        <w:tc>
          <w:tcPr>
            <w:tcW w:w="1275" w:type="dxa"/>
          </w:tcPr>
          <w:p w14:paraId="01B20DD9" w14:textId="7BC0917E" w:rsidR="00531D03" w:rsidRDefault="00531D03" w:rsidP="001B5F5F">
            <w:pPr>
              <w:jc w:val="both"/>
            </w:pPr>
            <w:r>
              <w:t>Podatek VAT( %)</w:t>
            </w:r>
          </w:p>
        </w:tc>
        <w:tc>
          <w:tcPr>
            <w:tcW w:w="1134" w:type="dxa"/>
          </w:tcPr>
          <w:p w14:paraId="26C9F0EF" w14:textId="69925AB4" w:rsidR="00531D03" w:rsidRDefault="00531D03" w:rsidP="001B5F5F">
            <w:pPr>
              <w:jc w:val="both"/>
            </w:pPr>
            <w:r>
              <w:t>Podatek VAT (zł)</w:t>
            </w:r>
          </w:p>
        </w:tc>
        <w:tc>
          <w:tcPr>
            <w:tcW w:w="1843" w:type="dxa"/>
          </w:tcPr>
          <w:p w14:paraId="2C2CD606" w14:textId="6294DA99" w:rsidR="00531D03" w:rsidRDefault="00531D03" w:rsidP="00531D03">
            <w:pPr>
              <w:jc w:val="both"/>
            </w:pPr>
            <w:r>
              <w:t>Wartość zamówienia brutto</w:t>
            </w:r>
          </w:p>
        </w:tc>
        <w:tc>
          <w:tcPr>
            <w:tcW w:w="1134" w:type="dxa"/>
          </w:tcPr>
          <w:p w14:paraId="4F1B5C73" w14:textId="52C1C9E3" w:rsidR="00531D03" w:rsidRDefault="00531D03" w:rsidP="001B5F5F">
            <w:pPr>
              <w:jc w:val="both"/>
            </w:pPr>
            <w:r>
              <w:t xml:space="preserve">Liczba przygotowanych dokumentacji </w:t>
            </w:r>
            <w:r>
              <w:t>„studium wykonalności”</w:t>
            </w:r>
            <w:r>
              <w:br/>
              <w:t>w latach 2022-2024</w:t>
            </w:r>
          </w:p>
        </w:tc>
        <w:tc>
          <w:tcPr>
            <w:tcW w:w="1418" w:type="dxa"/>
          </w:tcPr>
          <w:p w14:paraId="67B6916D" w14:textId="64BFDD25" w:rsidR="00531D03" w:rsidRDefault="00531D03" w:rsidP="001B5F5F">
            <w:pPr>
              <w:jc w:val="both"/>
            </w:pPr>
            <w:r>
              <w:t>Lista referencji + wysłane e-mailem załączniki z referencjami</w:t>
            </w:r>
          </w:p>
        </w:tc>
      </w:tr>
      <w:tr w:rsidR="00531D03" w14:paraId="0E383F91" w14:textId="77777777" w:rsidTr="001B5F5F">
        <w:tc>
          <w:tcPr>
            <w:tcW w:w="1526" w:type="dxa"/>
          </w:tcPr>
          <w:p w14:paraId="47267144" w14:textId="0ED1FF9D" w:rsidR="00531D03" w:rsidRDefault="00531D03" w:rsidP="001B5F5F">
            <w:pPr>
              <w:jc w:val="both"/>
            </w:pPr>
          </w:p>
        </w:tc>
        <w:tc>
          <w:tcPr>
            <w:tcW w:w="1276" w:type="dxa"/>
          </w:tcPr>
          <w:p w14:paraId="6BAF0022" w14:textId="77777777" w:rsidR="00531D03" w:rsidRDefault="00531D03" w:rsidP="001B5F5F">
            <w:pPr>
              <w:jc w:val="both"/>
            </w:pPr>
          </w:p>
        </w:tc>
        <w:tc>
          <w:tcPr>
            <w:tcW w:w="1275" w:type="dxa"/>
          </w:tcPr>
          <w:p w14:paraId="2947D2F3" w14:textId="77777777" w:rsidR="00531D03" w:rsidRDefault="00531D03" w:rsidP="001B5F5F">
            <w:pPr>
              <w:jc w:val="both"/>
            </w:pPr>
          </w:p>
          <w:p w14:paraId="43746E7F" w14:textId="77777777" w:rsidR="00531D03" w:rsidRDefault="00531D03" w:rsidP="001B5F5F">
            <w:pPr>
              <w:jc w:val="both"/>
            </w:pPr>
          </w:p>
          <w:p w14:paraId="33A4F723" w14:textId="292F18AA" w:rsidR="00531D03" w:rsidRDefault="00531D03" w:rsidP="001B5F5F">
            <w:pPr>
              <w:jc w:val="both"/>
            </w:pPr>
          </w:p>
        </w:tc>
        <w:tc>
          <w:tcPr>
            <w:tcW w:w="1134" w:type="dxa"/>
          </w:tcPr>
          <w:p w14:paraId="5AA9CB03" w14:textId="361A4753" w:rsidR="00531D03" w:rsidRDefault="00531D03" w:rsidP="001B5F5F">
            <w:pPr>
              <w:jc w:val="both"/>
            </w:pPr>
          </w:p>
        </w:tc>
        <w:tc>
          <w:tcPr>
            <w:tcW w:w="1843" w:type="dxa"/>
          </w:tcPr>
          <w:p w14:paraId="3EDE0F00" w14:textId="1D3C872B" w:rsidR="00531D03" w:rsidRDefault="00531D03" w:rsidP="001B5F5F">
            <w:pPr>
              <w:jc w:val="both"/>
            </w:pPr>
          </w:p>
        </w:tc>
        <w:tc>
          <w:tcPr>
            <w:tcW w:w="1134" w:type="dxa"/>
          </w:tcPr>
          <w:p w14:paraId="67F255D4" w14:textId="0CD9DE94" w:rsidR="00531D03" w:rsidRDefault="00531D03" w:rsidP="001B5F5F">
            <w:pPr>
              <w:jc w:val="both"/>
            </w:pPr>
          </w:p>
        </w:tc>
        <w:tc>
          <w:tcPr>
            <w:tcW w:w="1418" w:type="dxa"/>
          </w:tcPr>
          <w:p w14:paraId="56D39642" w14:textId="593978BD" w:rsidR="00531D03" w:rsidRDefault="00531D03" w:rsidP="001B5F5F">
            <w:pPr>
              <w:jc w:val="both"/>
            </w:pPr>
            <w:bookmarkStart w:id="0" w:name="_GoBack"/>
            <w:bookmarkEnd w:id="0"/>
          </w:p>
        </w:tc>
      </w:tr>
    </w:tbl>
    <w:p w14:paraId="7DBDD717" w14:textId="77777777" w:rsidR="00531D03" w:rsidRPr="00E9570A" w:rsidRDefault="00531D03" w:rsidP="004C4E40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4EFAD88A" w14:textId="16AA7E77" w:rsidR="00131BBF" w:rsidRPr="00E9570A" w:rsidRDefault="00131BBF" w:rsidP="004C4E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9570A">
        <w:rPr>
          <w:rFonts w:ascii="Times New Roman" w:eastAsia="Times New Roman" w:hAnsi="Times New Roman" w:cs="Times New Roman"/>
          <w:sz w:val="24"/>
          <w:szCs w:val="24"/>
          <w:u w:val="single"/>
        </w:rPr>
        <w:t>Oświadczam, że:</w:t>
      </w:r>
    </w:p>
    <w:p w14:paraId="4E1554DA" w14:textId="75ECF792" w:rsidR="00A85856" w:rsidRDefault="00A85856" w:rsidP="004C4E40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zobowiązujemy się </w:t>
      </w:r>
      <w:r w:rsidR="00D96071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ykona</w:t>
      </w:r>
      <w:r w:rsidR="00D96071">
        <w:rPr>
          <w:rFonts w:ascii="Times New Roman" w:eastAsia="Times New Roman" w:hAnsi="Times New Roman" w:cs="Times New Roman"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071">
        <w:rPr>
          <w:rFonts w:ascii="Times New Roman" w:eastAsia="Times New Roman" w:hAnsi="Times New Roman" w:cs="Times New Roman"/>
          <w:sz w:val="24"/>
          <w:szCs w:val="24"/>
        </w:rPr>
        <w:t xml:space="preserve">studium wykonalności będące tematem ogłoszenia nie później niż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D96071" w:rsidRPr="00D96071">
        <w:rPr>
          <w:rFonts w:ascii="Times New Roman" w:eastAsia="Times New Roman" w:hAnsi="Times New Roman" w:cs="Times New Roman"/>
          <w:b/>
          <w:sz w:val="24"/>
          <w:szCs w:val="24"/>
        </w:rPr>
        <w:t>26.11.2024 r.</w:t>
      </w:r>
    </w:p>
    <w:p w14:paraId="08520419" w14:textId="0D59F365" w:rsidR="00131BBF" w:rsidRPr="00E9570A" w:rsidRDefault="00131BBF" w:rsidP="004C4E40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sz w:val="24"/>
          <w:szCs w:val="24"/>
        </w:rPr>
        <w:t>zapoznałem</w:t>
      </w:r>
      <w:r w:rsidR="00482DC0">
        <w:rPr>
          <w:rFonts w:ascii="Times New Roman" w:eastAsia="Times New Roman" w:hAnsi="Times New Roman" w:cs="Times New Roman"/>
          <w:sz w:val="24"/>
          <w:szCs w:val="24"/>
        </w:rPr>
        <w:t>/zapoznaliśmy</w:t>
      </w:r>
      <w:r w:rsidRPr="00E9570A">
        <w:rPr>
          <w:rFonts w:ascii="Times New Roman" w:eastAsia="Times New Roman" w:hAnsi="Times New Roman" w:cs="Times New Roman"/>
          <w:sz w:val="24"/>
          <w:szCs w:val="24"/>
        </w:rPr>
        <w:t xml:space="preserve"> się z treścią </w:t>
      </w:r>
      <w:r w:rsidR="006A070D">
        <w:rPr>
          <w:rFonts w:ascii="Times New Roman" w:eastAsia="Times New Roman" w:hAnsi="Times New Roman" w:cs="Times New Roman"/>
          <w:sz w:val="24"/>
          <w:szCs w:val="24"/>
        </w:rPr>
        <w:t>Ogłoszenia</w:t>
      </w:r>
      <w:r w:rsidRPr="00E9570A">
        <w:rPr>
          <w:rFonts w:ascii="Times New Roman" w:eastAsia="Times New Roman" w:hAnsi="Times New Roman" w:cs="Times New Roman"/>
          <w:sz w:val="24"/>
          <w:szCs w:val="24"/>
        </w:rPr>
        <w:t xml:space="preserve"> i w całości akceptuję/-my je</w:t>
      </w:r>
      <w:r w:rsidR="006B5EE7" w:rsidRPr="00E9570A">
        <w:rPr>
          <w:rFonts w:ascii="Times New Roman" w:eastAsia="Times New Roman" w:hAnsi="Times New Roman" w:cs="Times New Roman"/>
          <w:sz w:val="24"/>
          <w:szCs w:val="24"/>
        </w:rPr>
        <w:t>go</w:t>
      </w:r>
      <w:r w:rsidRPr="00E9570A">
        <w:rPr>
          <w:rFonts w:ascii="Times New Roman" w:eastAsia="Times New Roman" w:hAnsi="Times New Roman" w:cs="Times New Roman"/>
          <w:sz w:val="24"/>
          <w:szCs w:val="24"/>
        </w:rPr>
        <w:t xml:space="preserve"> treść,</w:t>
      </w:r>
    </w:p>
    <w:p w14:paraId="71191C5D" w14:textId="77777777" w:rsidR="00131BBF" w:rsidRPr="00E9570A" w:rsidRDefault="00131BBF" w:rsidP="004C4E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nie występuje konflikt interesów określony w ustawie Prawo zamówień publicznych art. 109, ust. 1 pkt 6.</w:t>
      </w:r>
    </w:p>
    <w:p w14:paraId="6B61FE9D" w14:textId="53D4C428" w:rsidR="00131BBF" w:rsidRPr="00E9570A" w:rsidRDefault="00131BBF" w:rsidP="004C4E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nie posiadam</w:t>
      </w:r>
      <w:r w:rsidR="00482DC0">
        <w:rPr>
          <w:rFonts w:ascii="Times New Roman" w:eastAsia="Times New Roman" w:hAnsi="Times New Roman" w:cs="Times New Roman"/>
          <w:color w:val="000000"/>
          <w:sz w:val="24"/>
          <w:szCs w:val="24"/>
        </w:rPr>
        <w:t>/y</w:t>
      </w: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powiązań kapitałowych lub osobowych z Zamawiającym*. </w:t>
      </w:r>
    </w:p>
    <w:p w14:paraId="2971BD5B" w14:textId="14BC07F2" w:rsidR="00131BBF" w:rsidRPr="00E9570A" w:rsidRDefault="00131BBF" w:rsidP="004C4E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sz w:val="24"/>
          <w:szCs w:val="24"/>
        </w:rPr>
        <w:t>*Przez powiązania kapitałowe lub osobowe, o których mowa powyżej, rozumie się wzajemne powiązania między Zamawiającym lub osobami upoważnionymi do zaciągania zobowiązań w imieniu Zamawiającego lub osobami wykonującymi w imieniu Zamawiającego czynności związane z przygotowaniem i przeprowadzeniem procedury wyboru wykonawcy, a wykonawcą, polegające w szczególności na:</w:t>
      </w:r>
    </w:p>
    <w:p w14:paraId="0B7A0A54" w14:textId="77777777" w:rsidR="00131BBF" w:rsidRPr="00E9570A" w:rsidRDefault="00131BBF" w:rsidP="004C4E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uczestniczeniu w spółce jako wspólnik spółki cywilnej lub spółki osobowej,</w:t>
      </w:r>
    </w:p>
    <w:p w14:paraId="63EAE9D1" w14:textId="77777777" w:rsidR="00131BBF" w:rsidRPr="00E9570A" w:rsidRDefault="00131BBF" w:rsidP="004C4E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posiadaniu co najmniej 10 % udziałów lub akcji,</w:t>
      </w:r>
    </w:p>
    <w:p w14:paraId="4618E4B2" w14:textId="77777777" w:rsidR="00131BBF" w:rsidRPr="00E9570A" w:rsidRDefault="00131BBF" w:rsidP="004C4E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pełnieniu funkcji członka organu nadzorczego lub zarządzającego, prokurenta, pełnomocnika,</w:t>
      </w:r>
    </w:p>
    <w:p w14:paraId="440A5E79" w14:textId="77777777" w:rsidR="00131BBF" w:rsidRPr="00E9570A" w:rsidRDefault="00131BBF" w:rsidP="004C4E4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6B572DC" w14:textId="4B190D25" w:rsidR="00131BBF" w:rsidRPr="00E9570A" w:rsidRDefault="00131BBF" w:rsidP="004C4E4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>nie podlegam</w:t>
      </w:r>
      <w:r w:rsidR="00482DC0">
        <w:rPr>
          <w:rFonts w:ascii="Times New Roman" w:eastAsia="Times New Roman" w:hAnsi="Times New Roman" w:cs="Times New Roman"/>
          <w:color w:val="000000"/>
          <w:sz w:val="24"/>
          <w:szCs w:val="24"/>
        </w:rPr>
        <w:t>/y</w:t>
      </w:r>
      <w:r w:rsidRPr="00E957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wykluczeniu z postępowania na podstawie w art. 7 ust. 1 ustawy z dnia 13 kwietnia 2022 r o szczególnych rozwiązaniach w zakresie przeciwdziałania wspieraniu agresji na Ukrainę oraz służących ochronie bezpieczeństwa narodowego (Dz. U. poz. 835).</w:t>
      </w:r>
    </w:p>
    <w:p w14:paraId="019A80F7" w14:textId="77777777" w:rsidR="00131BBF" w:rsidRPr="00E9570A" w:rsidRDefault="00131BBF" w:rsidP="004C4E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5230D7" w14:textId="77777777" w:rsidR="00131BBF" w:rsidRPr="00E9570A" w:rsidRDefault="00131BBF" w:rsidP="004C4E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2868EC" w14:textId="77777777" w:rsidR="00131BBF" w:rsidRPr="00E9570A" w:rsidRDefault="00131BBF" w:rsidP="004C4E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sz w:val="24"/>
          <w:szCs w:val="24"/>
        </w:rPr>
        <w:t>………………………….                                                 ………………………………………</w:t>
      </w:r>
    </w:p>
    <w:p w14:paraId="3C4DE948" w14:textId="77777777" w:rsidR="00131BBF" w:rsidRPr="00E9570A" w:rsidRDefault="00131BBF" w:rsidP="004C4E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70A">
        <w:rPr>
          <w:rFonts w:ascii="Times New Roman" w:eastAsia="Times New Roman" w:hAnsi="Times New Roman" w:cs="Times New Roman"/>
          <w:sz w:val="24"/>
          <w:szCs w:val="24"/>
        </w:rPr>
        <w:t xml:space="preserve">        Miejscowość i data                                                                Podpis Wykonawcy</w:t>
      </w:r>
    </w:p>
    <w:p w14:paraId="56070C38" w14:textId="128D5FBE" w:rsidR="0040737E" w:rsidRPr="00E9570A" w:rsidRDefault="0040737E" w:rsidP="004C4E4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D789C9B" w14:textId="471CE071" w:rsidR="000C437D" w:rsidRPr="00E9570A" w:rsidRDefault="000C437D" w:rsidP="004C4E4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2C36F2A2" w14:textId="77777777" w:rsidR="00D577F7" w:rsidRDefault="00D577F7" w:rsidP="007760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94639D" w14:textId="77777777" w:rsidR="00D577F7" w:rsidRDefault="00D577F7" w:rsidP="007760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0D7C4" w14:textId="77777777" w:rsidR="00D577F7" w:rsidRDefault="00D577F7" w:rsidP="007760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E6ED0" w14:textId="77777777" w:rsidR="00D577F7" w:rsidRDefault="00D577F7" w:rsidP="007760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7835FC" w14:textId="77777777" w:rsidR="00D577F7" w:rsidRDefault="00D577F7" w:rsidP="007760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577F7">
      <w:headerReference w:type="default" r:id="rId9"/>
      <w:headerReference w:type="first" r:id="rId10"/>
      <w:pgSz w:w="11906" w:h="16838"/>
      <w:pgMar w:top="1418" w:right="1417" w:bottom="1276" w:left="1417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FEBBD" w14:textId="77777777" w:rsidR="000830B7" w:rsidRDefault="000830B7">
      <w:pPr>
        <w:spacing w:after="0" w:line="240" w:lineRule="auto"/>
      </w:pPr>
      <w:r>
        <w:separator/>
      </w:r>
    </w:p>
  </w:endnote>
  <w:endnote w:type="continuationSeparator" w:id="0">
    <w:p w14:paraId="265E6986" w14:textId="77777777" w:rsidR="000830B7" w:rsidRDefault="00083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A0265" w14:textId="77777777" w:rsidR="000830B7" w:rsidRDefault="000830B7">
      <w:pPr>
        <w:spacing w:after="0" w:line="240" w:lineRule="auto"/>
      </w:pPr>
      <w:r>
        <w:separator/>
      </w:r>
    </w:p>
  </w:footnote>
  <w:footnote w:type="continuationSeparator" w:id="0">
    <w:p w14:paraId="1B710EA4" w14:textId="77777777" w:rsidR="000830B7" w:rsidRDefault="00083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5BD8A" w14:textId="77777777" w:rsidR="0040737E" w:rsidRDefault="004073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417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6F59F" w14:textId="582AE40D" w:rsidR="0040737E" w:rsidRDefault="004073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AAE"/>
    <w:multiLevelType w:val="multilevel"/>
    <w:tmpl w:val="1FB84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855894"/>
    <w:multiLevelType w:val="multilevel"/>
    <w:tmpl w:val="D2D6E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26B"/>
    <w:multiLevelType w:val="hybridMultilevel"/>
    <w:tmpl w:val="C78CCD7A"/>
    <w:lvl w:ilvl="0" w:tplc="D9427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B468A"/>
    <w:multiLevelType w:val="hybridMultilevel"/>
    <w:tmpl w:val="6AD01F02"/>
    <w:lvl w:ilvl="0" w:tplc="DF50BCBA">
      <w:start w:val="1"/>
      <w:numFmt w:val="decimal"/>
      <w:lvlText w:val="%1."/>
      <w:lvlJc w:val="left"/>
      <w:pPr>
        <w:ind w:left="645" w:hanging="361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pl-PL" w:bidi="pl-PL"/>
      </w:rPr>
    </w:lvl>
    <w:lvl w:ilvl="1" w:tplc="27DED950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8F94B690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67A0EA96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04BE64AC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842E5022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A25C1F98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74E4B334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5C5486E4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4">
    <w:nsid w:val="0F032B02"/>
    <w:multiLevelType w:val="multilevel"/>
    <w:tmpl w:val="4A529D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F3E7F2E"/>
    <w:multiLevelType w:val="hybridMultilevel"/>
    <w:tmpl w:val="A3043FEE"/>
    <w:lvl w:ilvl="0" w:tplc="207A5CCC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601EE3E6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7A84B7F8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5E8CB294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5BEE3184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E696BC7A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3D6226D4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066A7F06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73CA9A46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6">
    <w:nsid w:val="130F4F0E"/>
    <w:multiLevelType w:val="multilevel"/>
    <w:tmpl w:val="25768A08"/>
    <w:lvl w:ilvl="0">
      <w:start w:val="6"/>
      <w:numFmt w:val="decimal"/>
      <w:lvlText w:val="%1."/>
      <w:lvlJc w:val="left"/>
      <w:pPr>
        <w:ind w:left="644" w:hanging="359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4A3E34"/>
    <w:multiLevelType w:val="multilevel"/>
    <w:tmpl w:val="032E7A54"/>
    <w:lvl w:ilvl="0">
      <w:start w:val="1"/>
      <w:numFmt w:val="decimal"/>
      <w:lvlText w:val="%1."/>
      <w:lvlJc w:val="left"/>
      <w:pPr>
        <w:ind w:left="361" w:hanging="361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86" w:hanging="361"/>
      </w:pPr>
    </w:lvl>
    <w:lvl w:ilvl="2">
      <w:numFmt w:val="bullet"/>
      <w:lvlText w:val="•"/>
      <w:lvlJc w:val="left"/>
      <w:pPr>
        <w:ind w:left="2533" w:hanging="361"/>
      </w:pPr>
    </w:lvl>
    <w:lvl w:ilvl="3">
      <w:numFmt w:val="bullet"/>
      <w:lvlText w:val="•"/>
      <w:lvlJc w:val="left"/>
      <w:pPr>
        <w:ind w:left="3379" w:hanging="361"/>
      </w:pPr>
    </w:lvl>
    <w:lvl w:ilvl="4">
      <w:numFmt w:val="bullet"/>
      <w:lvlText w:val="•"/>
      <w:lvlJc w:val="left"/>
      <w:pPr>
        <w:ind w:left="4226" w:hanging="361"/>
      </w:pPr>
    </w:lvl>
    <w:lvl w:ilvl="5">
      <w:numFmt w:val="bullet"/>
      <w:lvlText w:val="•"/>
      <w:lvlJc w:val="left"/>
      <w:pPr>
        <w:ind w:left="5073" w:hanging="361"/>
      </w:pPr>
    </w:lvl>
    <w:lvl w:ilvl="6">
      <w:numFmt w:val="bullet"/>
      <w:lvlText w:val="•"/>
      <w:lvlJc w:val="left"/>
      <w:pPr>
        <w:ind w:left="5919" w:hanging="361"/>
      </w:pPr>
    </w:lvl>
    <w:lvl w:ilvl="7">
      <w:numFmt w:val="bullet"/>
      <w:lvlText w:val="•"/>
      <w:lvlJc w:val="left"/>
      <w:pPr>
        <w:ind w:left="6766" w:hanging="361"/>
      </w:pPr>
    </w:lvl>
    <w:lvl w:ilvl="8">
      <w:numFmt w:val="bullet"/>
      <w:lvlText w:val="•"/>
      <w:lvlJc w:val="left"/>
      <w:pPr>
        <w:ind w:left="7613" w:hanging="361"/>
      </w:pPr>
    </w:lvl>
  </w:abstractNum>
  <w:abstractNum w:abstractNumId="8">
    <w:nsid w:val="1A7644DD"/>
    <w:multiLevelType w:val="hybridMultilevel"/>
    <w:tmpl w:val="0AF8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01057"/>
    <w:multiLevelType w:val="multilevel"/>
    <w:tmpl w:val="04CE9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042F8"/>
    <w:multiLevelType w:val="hybridMultilevel"/>
    <w:tmpl w:val="36A83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B7B53"/>
    <w:multiLevelType w:val="hybridMultilevel"/>
    <w:tmpl w:val="CD20D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F5155"/>
    <w:multiLevelType w:val="hybridMultilevel"/>
    <w:tmpl w:val="4B5A5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3441A"/>
    <w:multiLevelType w:val="multilevel"/>
    <w:tmpl w:val="3C9A43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07A8E"/>
    <w:multiLevelType w:val="multilevel"/>
    <w:tmpl w:val="DB9A2C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B1970D3"/>
    <w:multiLevelType w:val="multilevel"/>
    <w:tmpl w:val="191E135C"/>
    <w:lvl w:ilvl="0">
      <w:numFmt w:val="bullet"/>
      <w:lvlText w:val="▪"/>
      <w:lvlJc w:val="left"/>
      <w:pPr>
        <w:ind w:left="836" w:hanging="361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686" w:hanging="361"/>
      </w:pPr>
    </w:lvl>
    <w:lvl w:ilvl="2">
      <w:numFmt w:val="bullet"/>
      <w:lvlText w:val="•"/>
      <w:lvlJc w:val="left"/>
      <w:pPr>
        <w:ind w:left="2533" w:hanging="361"/>
      </w:pPr>
    </w:lvl>
    <w:lvl w:ilvl="3">
      <w:numFmt w:val="bullet"/>
      <w:lvlText w:val="•"/>
      <w:lvlJc w:val="left"/>
      <w:pPr>
        <w:ind w:left="3379" w:hanging="361"/>
      </w:pPr>
    </w:lvl>
    <w:lvl w:ilvl="4">
      <w:numFmt w:val="bullet"/>
      <w:lvlText w:val="•"/>
      <w:lvlJc w:val="left"/>
      <w:pPr>
        <w:ind w:left="4226" w:hanging="361"/>
      </w:pPr>
    </w:lvl>
    <w:lvl w:ilvl="5">
      <w:numFmt w:val="bullet"/>
      <w:lvlText w:val="•"/>
      <w:lvlJc w:val="left"/>
      <w:pPr>
        <w:ind w:left="5073" w:hanging="361"/>
      </w:pPr>
    </w:lvl>
    <w:lvl w:ilvl="6">
      <w:numFmt w:val="bullet"/>
      <w:lvlText w:val="•"/>
      <w:lvlJc w:val="left"/>
      <w:pPr>
        <w:ind w:left="5919" w:hanging="361"/>
      </w:pPr>
    </w:lvl>
    <w:lvl w:ilvl="7">
      <w:numFmt w:val="bullet"/>
      <w:lvlText w:val="•"/>
      <w:lvlJc w:val="left"/>
      <w:pPr>
        <w:ind w:left="6766" w:hanging="361"/>
      </w:pPr>
    </w:lvl>
    <w:lvl w:ilvl="8">
      <w:numFmt w:val="bullet"/>
      <w:lvlText w:val="•"/>
      <w:lvlJc w:val="left"/>
      <w:pPr>
        <w:ind w:left="7613" w:hanging="361"/>
      </w:pPr>
    </w:lvl>
  </w:abstractNum>
  <w:abstractNum w:abstractNumId="16">
    <w:nsid w:val="3D9A0505"/>
    <w:multiLevelType w:val="multilevel"/>
    <w:tmpl w:val="A6B6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B3322"/>
    <w:multiLevelType w:val="hybridMultilevel"/>
    <w:tmpl w:val="D4706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60CEC"/>
    <w:multiLevelType w:val="multilevel"/>
    <w:tmpl w:val="F9F4944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C92341C"/>
    <w:multiLevelType w:val="hybridMultilevel"/>
    <w:tmpl w:val="9092C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113E17"/>
    <w:multiLevelType w:val="multilevel"/>
    <w:tmpl w:val="D09A1C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>
    <w:nsid w:val="4E4E4646"/>
    <w:multiLevelType w:val="multilevel"/>
    <w:tmpl w:val="3DEC0E5C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lowerRoman"/>
      <w:lvlText w:val="%2)"/>
      <w:lvlJc w:val="left"/>
      <w:pPr>
        <w:ind w:left="136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C83A9D"/>
    <w:multiLevelType w:val="hybridMultilevel"/>
    <w:tmpl w:val="9C6C501C"/>
    <w:lvl w:ilvl="0" w:tplc="0415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3">
    <w:nsid w:val="55346A71"/>
    <w:multiLevelType w:val="hybridMultilevel"/>
    <w:tmpl w:val="13642378"/>
    <w:lvl w:ilvl="0" w:tplc="D9427AF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963555"/>
    <w:multiLevelType w:val="hybridMultilevel"/>
    <w:tmpl w:val="59F0B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24587"/>
    <w:multiLevelType w:val="multilevel"/>
    <w:tmpl w:val="3C9A43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FC0B9F"/>
    <w:multiLevelType w:val="multilevel"/>
    <w:tmpl w:val="F63ACCF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19D711F"/>
    <w:multiLevelType w:val="multilevel"/>
    <w:tmpl w:val="24FAC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22349"/>
    <w:multiLevelType w:val="multilevel"/>
    <w:tmpl w:val="A5A41E52"/>
    <w:lvl w:ilvl="0">
      <w:start w:val="1"/>
      <w:numFmt w:val="bullet"/>
      <w:lvlText w:val="▪"/>
      <w:lvlJc w:val="left"/>
      <w:pPr>
        <w:ind w:left="8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5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B682331"/>
    <w:multiLevelType w:val="multilevel"/>
    <w:tmpl w:val="ACA2364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C9538FF"/>
    <w:multiLevelType w:val="multilevel"/>
    <w:tmpl w:val="C026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316A83"/>
    <w:multiLevelType w:val="multilevel"/>
    <w:tmpl w:val="F11C8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6"/>
  </w:num>
  <w:num w:numId="4">
    <w:abstractNumId w:val="20"/>
  </w:num>
  <w:num w:numId="5">
    <w:abstractNumId w:val="27"/>
  </w:num>
  <w:num w:numId="6">
    <w:abstractNumId w:val="16"/>
  </w:num>
  <w:num w:numId="7">
    <w:abstractNumId w:val="9"/>
  </w:num>
  <w:num w:numId="8">
    <w:abstractNumId w:val="31"/>
  </w:num>
  <w:num w:numId="9">
    <w:abstractNumId w:val="1"/>
  </w:num>
  <w:num w:numId="10">
    <w:abstractNumId w:val="14"/>
  </w:num>
  <w:num w:numId="11">
    <w:abstractNumId w:val="26"/>
  </w:num>
  <w:num w:numId="12">
    <w:abstractNumId w:val="18"/>
  </w:num>
  <w:num w:numId="13">
    <w:abstractNumId w:val="19"/>
  </w:num>
  <w:num w:numId="14">
    <w:abstractNumId w:val="17"/>
  </w:num>
  <w:num w:numId="15">
    <w:abstractNumId w:val="8"/>
  </w:num>
  <w:num w:numId="16">
    <w:abstractNumId w:val="13"/>
  </w:num>
  <w:num w:numId="17">
    <w:abstractNumId w:val="0"/>
  </w:num>
  <w:num w:numId="18">
    <w:abstractNumId w:val="25"/>
  </w:num>
  <w:num w:numId="19">
    <w:abstractNumId w:val="7"/>
  </w:num>
  <w:num w:numId="20">
    <w:abstractNumId w:val="15"/>
  </w:num>
  <w:num w:numId="21">
    <w:abstractNumId w:val="28"/>
  </w:num>
  <w:num w:numId="22">
    <w:abstractNumId w:val="4"/>
  </w:num>
  <w:num w:numId="23">
    <w:abstractNumId w:val="30"/>
  </w:num>
  <w:num w:numId="24">
    <w:abstractNumId w:val="24"/>
  </w:num>
  <w:num w:numId="25">
    <w:abstractNumId w:val="23"/>
  </w:num>
  <w:num w:numId="26">
    <w:abstractNumId w:val="2"/>
  </w:num>
  <w:num w:numId="27">
    <w:abstractNumId w:val="5"/>
  </w:num>
  <w:num w:numId="28">
    <w:abstractNumId w:val="22"/>
  </w:num>
  <w:num w:numId="29">
    <w:abstractNumId w:val="11"/>
  </w:num>
  <w:num w:numId="30">
    <w:abstractNumId w:val="3"/>
  </w:num>
  <w:num w:numId="31">
    <w:abstractNumId w:val="1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7E"/>
    <w:rsid w:val="00033968"/>
    <w:rsid w:val="00033FE0"/>
    <w:rsid w:val="00041C8D"/>
    <w:rsid w:val="00056631"/>
    <w:rsid w:val="00077CEF"/>
    <w:rsid w:val="0008037F"/>
    <w:rsid w:val="000830B7"/>
    <w:rsid w:val="000B4F84"/>
    <w:rsid w:val="000C437D"/>
    <w:rsid w:val="000F7082"/>
    <w:rsid w:val="001109A6"/>
    <w:rsid w:val="00113AEE"/>
    <w:rsid w:val="00126349"/>
    <w:rsid w:val="00131BBF"/>
    <w:rsid w:val="001D46FE"/>
    <w:rsid w:val="001D554F"/>
    <w:rsid w:val="001F5114"/>
    <w:rsid w:val="0025685A"/>
    <w:rsid w:val="002D16BD"/>
    <w:rsid w:val="002D27DD"/>
    <w:rsid w:val="002F0882"/>
    <w:rsid w:val="002F2EA4"/>
    <w:rsid w:val="003243C3"/>
    <w:rsid w:val="00380759"/>
    <w:rsid w:val="003946E1"/>
    <w:rsid w:val="003A0FAE"/>
    <w:rsid w:val="003A504F"/>
    <w:rsid w:val="003B63FD"/>
    <w:rsid w:val="0040508D"/>
    <w:rsid w:val="0040737E"/>
    <w:rsid w:val="00413806"/>
    <w:rsid w:val="00424A67"/>
    <w:rsid w:val="00482DC0"/>
    <w:rsid w:val="004843FB"/>
    <w:rsid w:val="00494940"/>
    <w:rsid w:val="004A68F1"/>
    <w:rsid w:val="004C4E40"/>
    <w:rsid w:val="004E59A2"/>
    <w:rsid w:val="004F27F4"/>
    <w:rsid w:val="005013DA"/>
    <w:rsid w:val="005047B9"/>
    <w:rsid w:val="00511797"/>
    <w:rsid w:val="005256A0"/>
    <w:rsid w:val="00531D03"/>
    <w:rsid w:val="00545B7F"/>
    <w:rsid w:val="00571930"/>
    <w:rsid w:val="005C16F5"/>
    <w:rsid w:val="005C464C"/>
    <w:rsid w:val="005D3E8E"/>
    <w:rsid w:val="005D4C10"/>
    <w:rsid w:val="005E2E94"/>
    <w:rsid w:val="00652E1A"/>
    <w:rsid w:val="006827F4"/>
    <w:rsid w:val="00693DB7"/>
    <w:rsid w:val="006A070D"/>
    <w:rsid w:val="006B5EE7"/>
    <w:rsid w:val="006D444A"/>
    <w:rsid w:val="006E7C03"/>
    <w:rsid w:val="00714AD9"/>
    <w:rsid w:val="00753BBE"/>
    <w:rsid w:val="00776011"/>
    <w:rsid w:val="00794783"/>
    <w:rsid w:val="007E4722"/>
    <w:rsid w:val="007F2AD8"/>
    <w:rsid w:val="0080367A"/>
    <w:rsid w:val="00840C10"/>
    <w:rsid w:val="00850245"/>
    <w:rsid w:val="00854053"/>
    <w:rsid w:val="00861440"/>
    <w:rsid w:val="008618FD"/>
    <w:rsid w:val="00862BC2"/>
    <w:rsid w:val="00867EDC"/>
    <w:rsid w:val="008801FE"/>
    <w:rsid w:val="008A6A84"/>
    <w:rsid w:val="008B6016"/>
    <w:rsid w:val="008D7340"/>
    <w:rsid w:val="009278C0"/>
    <w:rsid w:val="00955CE7"/>
    <w:rsid w:val="00982611"/>
    <w:rsid w:val="009A3E9D"/>
    <w:rsid w:val="009B40B3"/>
    <w:rsid w:val="009B5CDB"/>
    <w:rsid w:val="009D2071"/>
    <w:rsid w:val="00A2193C"/>
    <w:rsid w:val="00A4757A"/>
    <w:rsid w:val="00A5727C"/>
    <w:rsid w:val="00A61FA7"/>
    <w:rsid w:val="00A67005"/>
    <w:rsid w:val="00A85856"/>
    <w:rsid w:val="00AA0FF5"/>
    <w:rsid w:val="00AA6141"/>
    <w:rsid w:val="00AF2CBE"/>
    <w:rsid w:val="00B006B3"/>
    <w:rsid w:val="00B05F26"/>
    <w:rsid w:val="00B25342"/>
    <w:rsid w:val="00B365E4"/>
    <w:rsid w:val="00B670DE"/>
    <w:rsid w:val="00B75979"/>
    <w:rsid w:val="00B77B40"/>
    <w:rsid w:val="00B83764"/>
    <w:rsid w:val="00B9542C"/>
    <w:rsid w:val="00BB453A"/>
    <w:rsid w:val="00BD78A6"/>
    <w:rsid w:val="00BE29F2"/>
    <w:rsid w:val="00C037F7"/>
    <w:rsid w:val="00C1377B"/>
    <w:rsid w:val="00C26522"/>
    <w:rsid w:val="00C42E61"/>
    <w:rsid w:val="00C644A6"/>
    <w:rsid w:val="00C6706C"/>
    <w:rsid w:val="00CB6408"/>
    <w:rsid w:val="00CE1433"/>
    <w:rsid w:val="00CE37DF"/>
    <w:rsid w:val="00CE69A7"/>
    <w:rsid w:val="00D242C5"/>
    <w:rsid w:val="00D54C5A"/>
    <w:rsid w:val="00D577F7"/>
    <w:rsid w:val="00D75D40"/>
    <w:rsid w:val="00D82F42"/>
    <w:rsid w:val="00D83D77"/>
    <w:rsid w:val="00D84F57"/>
    <w:rsid w:val="00D96071"/>
    <w:rsid w:val="00DC54B1"/>
    <w:rsid w:val="00DC6D2A"/>
    <w:rsid w:val="00DD1324"/>
    <w:rsid w:val="00DD5D35"/>
    <w:rsid w:val="00DD7677"/>
    <w:rsid w:val="00DE2A8C"/>
    <w:rsid w:val="00DF34C6"/>
    <w:rsid w:val="00E13808"/>
    <w:rsid w:val="00E26A26"/>
    <w:rsid w:val="00E2701E"/>
    <w:rsid w:val="00E276CB"/>
    <w:rsid w:val="00E9570A"/>
    <w:rsid w:val="00EA6F17"/>
    <w:rsid w:val="00EE1C81"/>
    <w:rsid w:val="00F04F61"/>
    <w:rsid w:val="00F149A7"/>
    <w:rsid w:val="00F437FC"/>
    <w:rsid w:val="00F7199A"/>
    <w:rsid w:val="00F93639"/>
    <w:rsid w:val="00F96334"/>
    <w:rsid w:val="00FA2685"/>
    <w:rsid w:val="00FB0FA1"/>
    <w:rsid w:val="00FD1883"/>
    <w:rsid w:val="00FE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C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BF"/>
  </w:style>
  <w:style w:type="paragraph" w:styleId="Nagwek1">
    <w:name w:val="heading 1"/>
    <w:basedOn w:val="Normalny"/>
    <w:link w:val="Nagwek1Znak"/>
    <w:uiPriority w:val="9"/>
    <w:qFormat/>
    <w:rsid w:val="000348FC"/>
    <w:pPr>
      <w:keepNext/>
      <w:suppressAutoHyphens/>
      <w:spacing w:before="100"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27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F056E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0C6A39"/>
  </w:style>
  <w:style w:type="character" w:customStyle="1" w:styleId="StopkaZnak">
    <w:name w:val="Stopka Znak"/>
    <w:basedOn w:val="Domylnaczcionkaakapitu"/>
    <w:link w:val="Stopka"/>
    <w:uiPriority w:val="99"/>
    <w:qFormat/>
    <w:rsid w:val="000C6A3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6A3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F71EE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71E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71E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71EE0"/>
    <w:rPr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54E6C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54E6C"/>
  </w:style>
  <w:style w:type="character" w:customStyle="1" w:styleId="Nagwek1Znak">
    <w:name w:val="Nagłówek 1 Znak"/>
    <w:basedOn w:val="Domylnaczcionkaakapitu"/>
    <w:link w:val="Nagwek1"/>
    <w:uiPriority w:val="9"/>
    <w:qFormat/>
    <w:rsid w:val="000348FC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character" w:customStyle="1" w:styleId="AkapitzlistZnak">
    <w:name w:val="Akapit z listą Znak"/>
    <w:aliases w:val="1 Akapit z listą Znak,Wypunktowanie 1 Znak,Akapit z listą2 Znak,Numerowanie Znak,List Paragraph Znak,Akapit z listą BS Znak,Kolorowa lista — akcent 11 Znak,CW_Lista Znak,L1 Znak,2 heading Znak,A_wyliczenie Znak,K-P_odwolanie Znak"/>
    <w:link w:val="Akapitzlist"/>
    <w:uiPriority w:val="34"/>
    <w:qFormat/>
    <w:rsid w:val="000348FC"/>
  </w:style>
  <w:style w:type="character" w:styleId="Pogrubienie">
    <w:name w:val="Strong"/>
    <w:basedOn w:val="Domylnaczcionkaakapitu"/>
    <w:uiPriority w:val="22"/>
    <w:qFormat/>
    <w:rsid w:val="00DB1BE7"/>
    <w:rPr>
      <w:b/>
      <w:bCs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  <w:b/>
      <w:color w:val="auto"/>
      <w:sz w:val="24"/>
      <w:szCs w:val="24"/>
    </w:rPr>
  </w:style>
  <w:style w:type="character" w:customStyle="1" w:styleId="ListLabel10">
    <w:name w:val="ListLabel 10"/>
    <w:qFormat/>
    <w:rPr>
      <w:rFonts w:eastAsia="Times New Roman" w:cs="Times New Roman"/>
      <w:bCs/>
      <w:sz w:val="24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color w:val="000000"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rFonts w:cstheme="minorHAnsi"/>
      <w:lang w:val="nl-NL"/>
    </w:rPr>
  </w:style>
  <w:style w:type="character" w:customStyle="1" w:styleId="ListLabel45">
    <w:name w:val="ListLabel 45"/>
    <w:qFormat/>
    <w:rPr>
      <w:rFonts w:cstheme="minorHAnsi"/>
      <w:lang w:val="de-DE"/>
    </w:rPr>
  </w:style>
  <w:style w:type="paragraph" w:customStyle="1" w:styleId="Nagwek10">
    <w:name w:val="Nagłówek1"/>
    <w:basedOn w:val="Normalny"/>
    <w:next w:val="Tekstpodstawowy"/>
    <w:link w:val="NagwekZnak"/>
    <w:qFormat/>
    <w:rsid w:val="00854E6C"/>
    <w:pPr>
      <w:pBdr>
        <w:bottom w:val="single" w:sz="12" w:space="1" w:color="000000"/>
      </w:pBd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854E6C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uiPriority w:val="99"/>
    <w:unhideWhenUsed/>
    <w:rsid w:val="000C6A3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0C6A3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6A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1EE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71EE0"/>
    <w:rPr>
      <w:b/>
      <w:bCs/>
    </w:rPr>
  </w:style>
  <w:style w:type="paragraph" w:styleId="Akapitzlist">
    <w:name w:val="List Paragraph"/>
    <w:aliases w:val="1 Akapit z listą,Wypunktowanie 1,Akapit z listą2,Numerowanie,List Paragraph,Akapit z listą BS,Kolorowa lista — akcent 11,CW_Lista,L1,2 heading,A_wyliczenie,K-P_odwolanie,Akapit z listą5,maz_wyliczenie,opis dzialania,Preambuła,lp1"/>
    <w:basedOn w:val="Normalny"/>
    <w:link w:val="AkapitzlistZnak"/>
    <w:uiPriority w:val="34"/>
    <w:qFormat/>
    <w:rsid w:val="00205369"/>
    <w:pPr>
      <w:ind w:left="720"/>
      <w:contextualSpacing/>
    </w:pPr>
  </w:style>
  <w:style w:type="paragraph" w:styleId="HTML-wstpniesformatowany">
    <w:name w:val="HTML Preformatted"/>
    <w:basedOn w:val="Normalny"/>
    <w:uiPriority w:val="99"/>
    <w:qFormat/>
    <w:rsid w:val="00854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rsid w:val="001F056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at">
    <w:name w:val="Pat"/>
    <w:basedOn w:val="Normalny"/>
    <w:rsid w:val="001F05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1F056E"/>
    <w:rPr>
      <w:color w:val="0000FF"/>
      <w:u w:val="single"/>
    </w:rPr>
  </w:style>
  <w:style w:type="paragraph" w:customStyle="1" w:styleId="Textbody">
    <w:name w:val="Text body"/>
    <w:basedOn w:val="Normalny"/>
    <w:rsid w:val="001F056E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  <w:style w:type="paragraph" w:customStyle="1" w:styleId="Normalny1">
    <w:name w:val="Normalny1"/>
    <w:rsid w:val="001F056E"/>
    <w:pPr>
      <w:suppressAutoHyphens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paragraph" w:styleId="Bezodstpw">
    <w:name w:val="No Spacing"/>
    <w:uiPriority w:val="1"/>
    <w:qFormat/>
    <w:rsid w:val="001F056E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94A"/>
    <w:rPr>
      <w:color w:val="605E5C"/>
      <w:shd w:val="clear" w:color="auto" w:fill="E1DFDD"/>
    </w:rPr>
  </w:style>
  <w:style w:type="table" w:customStyle="1" w:styleId="TableNormal10">
    <w:name w:val="Table Normal1"/>
    <w:uiPriority w:val="2"/>
    <w:semiHidden/>
    <w:unhideWhenUsed/>
    <w:qFormat/>
    <w:rsid w:val="003427DA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427D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27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7B0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prawka">
    <w:name w:val="Revision"/>
    <w:hidden/>
    <w:uiPriority w:val="99"/>
    <w:semiHidden/>
    <w:rsid w:val="00DC54B1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494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C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C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C8D"/>
    <w:rPr>
      <w:vertAlign w:val="superscript"/>
    </w:rPr>
  </w:style>
  <w:style w:type="table" w:styleId="Tabela-Siatka">
    <w:name w:val="Table Grid"/>
    <w:basedOn w:val="Standardowy"/>
    <w:uiPriority w:val="59"/>
    <w:rsid w:val="0051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1324"/>
    <w:pPr>
      <w:spacing w:after="0" w:line="240" w:lineRule="auto"/>
    </w:pPr>
    <w:rPr>
      <w:rFonts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760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60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76011"/>
    <w:rPr>
      <w:vertAlign w:val="superscript"/>
    </w:rPr>
  </w:style>
  <w:style w:type="paragraph" w:customStyle="1" w:styleId="Default">
    <w:name w:val="Default"/>
    <w:rsid w:val="00776011"/>
    <w:pPr>
      <w:autoSpaceDE w:val="0"/>
      <w:autoSpaceDN w:val="0"/>
      <w:adjustRightInd w:val="0"/>
      <w:spacing w:after="0" w:line="240" w:lineRule="auto"/>
    </w:pPr>
    <w:rPr>
      <w:rFonts w:ascii="Calibri Light" w:eastAsiaTheme="minorHAnsi" w:hAnsi="Calibri Light" w:cs="Calibri Light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E7C03"/>
    <w:pPr>
      <w:suppressAutoHyphens/>
      <w:spacing w:after="0" w:line="240" w:lineRule="auto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FBF"/>
  </w:style>
  <w:style w:type="paragraph" w:styleId="Nagwek1">
    <w:name w:val="heading 1"/>
    <w:basedOn w:val="Normalny"/>
    <w:link w:val="Nagwek1Znak"/>
    <w:uiPriority w:val="9"/>
    <w:qFormat/>
    <w:rsid w:val="000348FC"/>
    <w:pPr>
      <w:keepNext/>
      <w:suppressAutoHyphens/>
      <w:spacing w:before="100"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27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F056E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0C6A39"/>
  </w:style>
  <w:style w:type="character" w:customStyle="1" w:styleId="StopkaZnak">
    <w:name w:val="Stopka Znak"/>
    <w:basedOn w:val="Domylnaczcionkaakapitu"/>
    <w:link w:val="Stopka"/>
    <w:uiPriority w:val="99"/>
    <w:qFormat/>
    <w:rsid w:val="000C6A3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6A3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F71EE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71E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71E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71EE0"/>
    <w:rPr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54E6C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54E6C"/>
  </w:style>
  <w:style w:type="character" w:customStyle="1" w:styleId="Nagwek1Znak">
    <w:name w:val="Nagłówek 1 Znak"/>
    <w:basedOn w:val="Domylnaczcionkaakapitu"/>
    <w:link w:val="Nagwek1"/>
    <w:uiPriority w:val="9"/>
    <w:qFormat/>
    <w:rsid w:val="000348FC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character" w:customStyle="1" w:styleId="AkapitzlistZnak">
    <w:name w:val="Akapit z listą Znak"/>
    <w:aliases w:val="1 Akapit z listą Znak,Wypunktowanie 1 Znak,Akapit z listą2 Znak,Numerowanie Znak,List Paragraph Znak,Akapit z listą BS Znak,Kolorowa lista — akcent 11 Znak,CW_Lista Znak,L1 Znak,2 heading Znak,A_wyliczenie Znak,K-P_odwolanie Znak"/>
    <w:link w:val="Akapitzlist"/>
    <w:uiPriority w:val="34"/>
    <w:qFormat/>
    <w:rsid w:val="000348FC"/>
  </w:style>
  <w:style w:type="character" w:styleId="Pogrubienie">
    <w:name w:val="Strong"/>
    <w:basedOn w:val="Domylnaczcionkaakapitu"/>
    <w:uiPriority w:val="22"/>
    <w:qFormat/>
    <w:rsid w:val="00DB1BE7"/>
    <w:rPr>
      <w:b/>
      <w:bCs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  <w:b/>
      <w:color w:val="auto"/>
      <w:sz w:val="24"/>
      <w:szCs w:val="24"/>
    </w:rPr>
  </w:style>
  <w:style w:type="character" w:customStyle="1" w:styleId="ListLabel10">
    <w:name w:val="ListLabel 10"/>
    <w:qFormat/>
    <w:rPr>
      <w:rFonts w:eastAsia="Times New Roman" w:cs="Times New Roman"/>
      <w:bCs/>
      <w:sz w:val="24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color w:val="000000"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rFonts w:cstheme="minorHAnsi"/>
      <w:lang w:val="nl-NL"/>
    </w:rPr>
  </w:style>
  <w:style w:type="character" w:customStyle="1" w:styleId="ListLabel45">
    <w:name w:val="ListLabel 45"/>
    <w:qFormat/>
    <w:rPr>
      <w:rFonts w:cstheme="minorHAnsi"/>
      <w:lang w:val="de-DE"/>
    </w:rPr>
  </w:style>
  <w:style w:type="paragraph" w:customStyle="1" w:styleId="Nagwek10">
    <w:name w:val="Nagłówek1"/>
    <w:basedOn w:val="Normalny"/>
    <w:next w:val="Tekstpodstawowy"/>
    <w:link w:val="NagwekZnak"/>
    <w:qFormat/>
    <w:rsid w:val="00854E6C"/>
    <w:pPr>
      <w:pBdr>
        <w:bottom w:val="single" w:sz="12" w:space="1" w:color="000000"/>
      </w:pBd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854E6C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uiPriority w:val="99"/>
    <w:unhideWhenUsed/>
    <w:rsid w:val="000C6A3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0C6A3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6A3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1EE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71EE0"/>
    <w:rPr>
      <w:b/>
      <w:bCs/>
    </w:rPr>
  </w:style>
  <w:style w:type="paragraph" w:styleId="Akapitzlist">
    <w:name w:val="List Paragraph"/>
    <w:aliases w:val="1 Akapit z listą,Wypunktowanie 1,Akapit z listą2,Numerowanie,List Paragraph,Akapit z listą BS,Kolorowa lista — akcent 11,CW_Lista,L1,2 heading,A_wyliczenie,K-P_odwolanie,Akapit z listą5,maz_wyliczenie,opis dzialania,Preambuła,lp1"/>
    <w:basedOn w:val="Normalny"/>
    <w:link w:val="AkapitzlistZnak"/>
    <w:uiPriority w:val="34"/>
    <w:qFormat/>
    <w:rsid w:val="00205369"/>
    <w:pPr>
      <w:ind w:left="720"/>
      <w:contextualSpacing/>
    </w:pPr>
  </w:style>
  <w:style w:type="paragraph" w:styleId="HTML-wstpniesformatowany">
    <w:name w:val="HTML Preformatted"/>
    <w:basedOn w:val="Normalny"/>
    <w:uiPriority w:val="99"/>
    <w:qFormat/>
    <w:rsid w:val="00854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rsid w:val="001F056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at">
    <w:name w:val="Pat"/>
    <w:basedOn w:val="Normalny"/>
    <w:rsid w:val="001F05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1F056E"/>
    <w:rPr>
      <w:color w:val="0000FF"/>
      <w:u w:val="single"/>
    </w:rPr>
  </w:style>
  <w:style w:type="paragraph" w:customStyle="1" w:styleId="Textbody">
    <w:name w:val="Text body"/>
    <w:basedOn w:val="Normalny"/>
    <w:rsid w:val="001F056E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  <w:style w:type="paragraph" w:customStyle="1" w:styleId="Normalny1">
    <w:name w:val="Normalny1"/>
    <w:rsid w:val="001F056E"/>
    <w:pPr>
      <w:suppressAutoHyphens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paragraph" w:styleId="Bezodstpw">
    <w:name w:val="No Spacing"/>
    <w:uiPriority w:val="1"/>
    <w:qFormat/>
    <w:rsid w:val="001F056E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94A"/>
    <w:rPr>
      <w:color w:val="605E5C"/>
      <w:shd w:val="clear" w:color="auto" w:fill="E1DFDD"/>
    </w:rPr>
  </w:style>
  <w:style w:type="table" w:customStyle="1" w:styleId="TableNormal10">
    <w:name w:val="Table Normal1"/>
    <w:uiPriority w:val="2"/>
    <w:semiHidden/>
    <w:unhideWhenUsed/>
    <w:qFormat/>
    <w:rsid w:val="003427DA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427D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27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7B0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prawka">
    <w:name w:val="Revision"/>
    <w:hidden/>
    <w:uiPriority w:val="99"/>
    <w:semiHidden/>
    <w:rsid w:val="00DC54B1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494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C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C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C8D"/>
    <w:rPr>
      <w:vertAlign w:val="superscript"/>
    </w:rPr>
  </w:style>
  <w:style w:type="table" w:styleId="Tabela-Siatka">
    <w:name w:val="Table Grid"/>
    <w:basedOn w:val="Standardowy"/>
    <w:uiPriority w:val="59"/>
    <w:rsid w:val="0051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1324"/>
    <w:pPr>
      <w:spacing w:after="0" w:line="240" w:lineRule="auto"/>
    </w:pPr>
    <w:rPr>
      <w:rFonts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760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60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76011"/>
    <w:rPr>
      <w:vertAlign w:val="superscript"/>
    </w:rPr>
  </w:style>
  <w:style w:type="paragraph" w:customStyle="1" w:styleId="Default">
    <w:name w:val="Default"/>
    <w:rsid w:val="00776011"/>
    <w:pPr>
      <w:autoSpaceDE w:val="0"/>
      <w:autoSpaceDN w:val="0"/>
      <w:adjustRightInd w:val="0"/>
      <w:spacing w:after="0" w:line="240" w:lineRule="auto"/>
    </w:pPr>
    <w:rPr>
      <w:rFonts w:ascii="Calibri Light" w:eastAsiaTheme="minorHAnsi" w:hAnsi="Calibri Light" w:cs="Calibri Light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E7C03"/>
    <w:pPr>
      <w:suppressAutoHyphens/>
      <w:spacing w:after="0" w:line="240" w:lineRule="auto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3+WyXzguv65Ua8LgGQ14dmcKPQ==">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8737DE80</Template>
  <TotalTime>1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Niewiadomska Aleksandra</cp:lastModifiedBy>
  <cp:revision>2</cp:revision>
  <cp:lastPrinted>2023-08-31T15:24:00Z</cp:lastPrinted>
  <dcterms:created xsi:type="dcterms:W3CDTF">2024-10-28T14:25:00Z</dcterms:created>
  <dcterms:modified xsi:type="dcterms:W3CDTF">2024-10-28T14:25:00Z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