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AC3726" w14:textId="3E40414E" w:rsidR="001405A7" w:rsidRPr="00E85021" w:rsidRDefault="004F370C" w:rsidP="00E85021">
      <w:pPr>
        <w:rPr>
          <w:rFonts w:ascii="Arial" w:hAnsi="Arial" w:cs="Arial"/>
          <w:sz w:val="24"/>
          <w:szCs w:val="24"/>
        </w:rPr>
      </w:pPr>
      <w:r w:rsidRPr="00EF251A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D525DE6" wp14:editId="7BE8F6F3">
                <wp:simplePos x="0" y="0"/>
                <wp:positionH relativeFrom="page">
                  <wp:align>right</wp:align>
                </wp:positionH>
                <wp:positionV relativeFrom="paragraph">
                  <wp:posOffset>-1372036</wp:posOffset>
                </wp:positionV>
                <wp:extent cx="1832638" cy="873457"/>
                <wp:effectExtent l="0" t="0" r="0" b="3175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2638" cy="8734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F42A24" w14:textId="77777777" w:rsidR="00D11A3D" w:rsidRDefault="00D11A3D">
                            <w:pPr>
                              <w:contextualSpacing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1D525DE6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93.1pt;margin-top:-108.05pt;width:144.3pt;height:68.8pt;z-index:2516561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" stroked="f">
                <v:textbox>
                  <w:txbxContent>
                    <w:p w14:paraId="21F42A24" w14:textId="77777777" w:rsidR="00D11A3D" w:rsidRDefault="00D11A3D"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757E9" w:rsidRPr="00EF251A">
        <w:rPr>
          <w:rFonts w:ascii="Arial" w:hAnsi="Arial" w:cs="Arial"/>
          <w:sz w:val="24"/>
          <w:szCs w:val="24"/>
        </w:rPr>
        <w:tab/>
      </w:r>
      <w:r w:rsidR="009757E9" w:rsidRPr="00EF251A">
        <w:rPr>
          <w:rFonts w:ascii="Arial" w:hAnsi="Arial" w:cs="Arial"/>
          <w:sz w:val="24"/>
          <w:szCs w:val="24"/>
        </w:rPr>
        <w:tab/>
      </w:r>
      <w:r w:rsidR="00B425B2" w:rsidRPr="00EF251A">
        <w:rPr>
          <w:rFonts w:ascii="Arial" w:hAnsi="Arial" w:cs="Arial"/>
          <w:sz w:val="24"/>
          <w:szCs w:val="24"/>
        </w:rPr>
        <w:t xml:space="preserve">                                                              </w:t>
      </w:r>
      <w:r w:rsidR="009757E9" w:rsidRPr="00EF251A">
        <w:rPr>
          <w:rFonts w:ascii="Arial" w:hAnsi="Arial" w:cs="Arial"/>
          <w:sz w:val="24"/>
          <w:szCs w:val="24"/>
        </w:rPr>
        <w:tab/>
      </w:r>
      <w:r w:rsidR="003F2721" w:rsidRPr="00EF251A">
        <w:rPr>
          <w:rFonts w:ascii="Arial" w:hAnsi="Arial" w:cs="Arial"/>
          <w:sz w:val="24"/>
          <w:szCs w:val="24"/>
        </w:rPr>
        <w:tab/>
      </w:r>
      <w:r w:rsidR="003F2721" w:rsidRPr="00EF251A">
        <w:rPr>
          <w:rFonts w:ascii="Arial" w:hAnsi="Arial" w:cs="Arial"/>
          <w:sz w:val="24"/>
          <w:szCs w:val="24"/>
        </w:rPr>
        <w:tab/>
      </w:r>
      <w:r w:rsidR="003F2721" w:rsidRPr="00EF251A">
        <w:rPr>
          <w:rFonts w:ascii="Arial" w:hAnsi="Arial" w:cs="Arial"/>
          <w:sz w:val="24"/>
          <w:szCs w:val="24"/>
        </w:rPr>
        <w:tab/>
      </w:r>
      <w:r w:rsidR="003F2721" w:rsidRPr="00EF251A">
        <w:rPr>
          <w:rFonts w:ascii="Arial" w:hAnsi="Arial" w:cs="Arial"/>
          <w:sz w:val="24"/>
          <w:szCs w:val="24"/>
        </w:rPr>
        <w:tab/>
      </w:r>
    </w:p>
    <w:p w14:paraId="30CCA152" w14:textId="77777777" w:rsidR="001405A7" w:rsidRPr="00EF251A" w:rsidRDefault="001405A7" w:rsidP="001405A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MSTT31f280fb10o190080S00" w:hAnsi="Arial" w:cs="Arial"/>
          <w:b/>
          <w:sz w:val="24"/>
          <w:szCs w:val="24"/>
          <w:lang w:eastAsia="pl-PL"/>
        </w:rPr>
      </w:pPr>
    </w:p>
    <w:p w14:paraId="35558BA6" w14:textId="77777777" w:rsidR="001405A7" w:rsidRPr="00EF251A" w:rsidRDefault="001405A7" w:rsidP="001405A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MSTT31f280fb10o190080S00" w:hAnsi="Arial" w:cs="Arial"/>
          <w:b/>
          <w:sz w:val="24"/>
          <w:szCs w:val="24"/>
          <w:lang w:eastAsia="pl-PL"/>
        </w:rPr>
      </w:pPr>
      <w:r w:rsidRPr="00EF251A">
        <w:rPr>
          <w:rFonts w:ascii="Arial" w:eastAsia="MSTT31f280fb10o190080S00" w:hAnsi="Arial" w:cs="Arial"/>
          <w:b/>
          <w:sz w:val="24"/>
          <w:szCs w:val="24"/>
          <w:lang w:eastAsia="pl-PL"/>
        </w:rPr>
        <w:t>FORMULARZ OFERTY</w:t>
      </w:r>
    </w:p>
    <w:p w14:paraId="2DDB365F" w14:textId="77777777" w:rsidR="001405A7" w:rsidRPr="00EF251A" w:rsidRDefault="001405A7" w:rsidP="001405A7">
      <w:pPr>
        <w:autoSpaceDE w:val="0"/>
        <w:autoSpaceDN w:val="0"/>
        <w:adjustRightInd w:val="0"/>
        <w:spacing w:after="0" w:line="240" w:lineRule="auto"/>
        <w:rPr>
          <w:rFonts w:ascii="Arial" w:eastAsia="MSTT31f280fb10o190080S00" w:hAnsi="Arial" w:cs="Arial"/>
          <w:sz w:val="24"/>
          <w:szCs w:val="24"/>
          <w:lang w:eastAsia="pl-PL"/>
        </w:rPr>
      </w:pPr>
    </w:p>
    <w:p w14:paraId="4DC1B6E6" w14:textId="77777777" w:rsidR="001405A7" w:rsidRPr="00EF251A" w:rsidRDefault="001405A7" w:rsidP="001405A7">
      <w:pPr>
        <w:autoSpaceDE w:val="0"/>
        <w:autoSpaceDN w:val="0"/>
        <w:adjustRightInd w:val="0"/>
        <w:spacing w:after="0" w:line="240" w:lineRule="auto"/>
        <w:rPr>
          <w:rFonts w:ascii="Arial" w:eastAsia="MSTT31f280fb10o209088S00" w:hAnsi="Arial" w:cs="Arial"/>
          <w:sz w:val="24"/>
          <w:szCs w:val="24"/>
          <w:lang w:eastAsia="pl-PL"/>
        </w:rPr>
      </w:pPr>
    </w:p>
    <w:p w14:paraId="1B926DF9" w14:textId="77777777" w:rsidR="001405A7" w:rsidRPr="00EF251A" w:rsidRDefault="001405A7" w:rsidP="001405A7">
      <w:pPr>
        <w:autoSpaceDE w:val="0"/>
        <w:autoSpaceDN w:val="0"/>
        <w:adjustRightInd w:val="0"/>
        <w:spacing w:after="0" w:line="240" w:lineRule="auto"/>
        <w:rPr>
          <w:rFonts w:ascii="Arial" w:eastAsia="MSTT31f280fb10o209088S00" w:hAnsi="Arial" w:cs="Arial"/>
          <w:sz w:val="24"/>
          <w:szCs w:val="24"/>
          <w:lang w:eastAsia="pl-PL"/>
        </w:rPr>
      </w:pPr>
    </w:p>
    <w:p w14:paraId="5B91A9D2" w14:textId="77777777" w:rsidR="001405A7" w:rsidRPr="00EF251A" w:rsidRDefault="001405A7" w:rsidP="000C7851">
      <w:pPr>
        <w:autoSpaceDE w:val="0"/>
        <w:autoSpaceDN w:val="0"/>
        <w:adjustRightInd w:val="0"/>
        <w:spacing w:after="0" w:line="360" w:lineRule="auto"/>
        <w:rPr>
          <w:rFonts w:ascii="Arial" w:eastAsia="MSTT31f280fb10o209088S00" w:hAnsi="Arial" w:cs="Arial"/>
          <w:b/>
          <w:sz w:val="24"/>
          <w:szCs w:val="24"/>
          <w:lang w:eastAsia="pl-PL"/>
        </w:rPr>
      </w:pPr>
      <w:r w:rsidRPr="00EF251A">
        <w:rPr>
          <w:rFonts w:ascii="Arial" w:eastAsia="MSTT31f280fb10o209088S00" w:hAnsi="Arial" w:cs="Arial"/>
          <w:b/>
          <w:sz w:val="24"/>
          <w:szCs w:val="24"/>
          <w:lang w:eastAsia="pl-PL"/>
        </w:rPr>
        <w:t xml:space="preserve">I. </w:t>
      </w:r>
      <w:r w:rsidRPr="00EF251A">
        <w:rPr>
          <w:rFonts w:ascii="Arial" w:eastAsia="MSTT31f280fb10o228096S00" w:hAnsi="Arial" w:cs="Arial"/>
          <w:b/>
          <w:sz w:val="24"/>
          <w:szCs w:val="24"/>
          <w:lang w:eastAsia="pl-PL"/>
        </w:rPr>
        <w:t>Nazwa i adres ZAMAWIAJĄCEGO:</w:t>
      </w:r>
    </w:p>
    <w:p w14:paraId="7E2CB840" w14:textId="77777777" w:rsidR="001405A7" w:rsidRPr="00EF251A" w:rsidRDefault="001405A7" w:rsidP="000C7851">
      <w:pPr>
        <w:autoSpaceDE w:val="0"/>
        <w:autoSpaceDN w:val="0"/>
        <w:adjustRightInd w:val="0"/>
        <w:spacing w:after="0" w:line="360" w:lineRule="auto"/>
        <w:rPr>
          <w:rFonts w:ascii="Arial" w:eastAsia="MSTT31f280fb10o228096S00" w:hAnsi="Arial" w:cs="Arial"/>
          <w:sz w:val="24"/>
          <w:szCs w:val="24"/>
          <w:lang w:eastAsia="pl-PL"/>
        </w:rPr>
      </w:pPr>
      <w:r w:rsidRPr="00EF251A">
        <w:rPr>
          <w:rFonts w:ascii="Arial" w:eastAsia="MSTT31f280fb10o228096S00" w:hAnsi="Arial" w:cs="Arial"/>
          <w:sz w:val="24"/>
          <w:szCs w:val="24"/>
          <w:lang w:eastAsia="pl-PL"/>
        </w:rPr>
        <w:t>Łódzka Wojewódzka Komenda Ochotniczych Hufców Pracy</w:t>
      </w:r>
    </w:p>
    <w:p w14:paraId="14A55CB9" w14:textId="77777777" w:rsidR="001405A7" w:rsidRPr="00EF251A" w:rsidRDefault="001405A7" w:rsidP="000C7851">
      <w:pPr>
        <w:autoSpaceDE w:val="0"/>
        <w:autoSpaceDN w:val="0"/>
        <w:adjustRightInd w:val="0"/>
        <w:spacing w:after="0" w:line="360" w:lineRule="auto"/>
        <w:rPr>
          <w:rFonts w:ascii="Arial" w:eastAsia="MSTT31f280fb10o228096S00" w:hAnsi="Arial" w:cs="Arial"/>
          <w:sz w:val="24"/>
          <w:szCs w:val="24"/>
          <w:lang w:eastAsia="pl-PL"/>
        </w:rPr>
      </w:pPr>
      <w:r w:rsidRPr="00EF251A">
        <w:rPr>
          <w:rFonts w:ascii="Arial" w:eastAsia="MSTT31f280fb10o228096S00" w:hAnsi="Arial" w:cs="Arial"/>
          <w:sz w:val="24"/>
          <w:szCs w:val="24"/>
          <w:lang w:eastAsia="pl-PL"/>
        </w:rPr>
        <w:t>90-203, ul. Pomorska 41</w:t>
      </w:r>
    </w:p>
    <w:p w14:paraId="26E2E739" w14:textId="77777777" w:rsidR="001405A7" w:rsidRPr="00EF251A" w:rsidRDefault="001405A7" w:rsidP="000C7851">
      <w:pPr>
        <w:autoSpaceDE w:val="0"/>
        <w:autoSpaceDN w:val="0"/>
        <w:adjustRightInd w:val="0"/>
        <w:spacing w:after="0" w:line="360" w:lineRule="auto"/>
        <w:rPr>
          <w:rFonts w:ascii="Arial" w:eastAsia="MSTT31f280fb10o228096S00" w:hAnsi="Arial" w:cs="Arial"/>
          <w:sz w:val="24"/>
          <w:szCs w:val="24"/>
          <w:lang w:val="en-US" w:eastAsia="pl-PL"/>
        </w:rPr>
      </w:pPr>
      <w:proofErr w:type="spellStart"/>
      <w:r w:rsidRPr="00EF251A">
        <w:rPr>
          <w:rFonts w:ascii="Arial" w:eastAsia="MSTT31f280fb10o228096S00" w:hAnsi="Arial" w:cs="Arial"/>
          <w:sz w:val="24"/>
          <w:szCs w:val="24"/>
          <w:lang w:val="en-US" w:eastAsia="pl-PL"/>
        </w:rPr>
        <w:t>Regon</w:t>
      </w:r>
      <w:proofErr w:type="spellEnd"/>
      <w:r w:rsidRPr="00EF251A">
        <w:rPr>
          <w:rFonts w:ascii="Arial" w:eastAsia="MSTT31f280fb10o228096S00" w:hAnsi="Arial" w:cs="Arial"/>
          <w:sz w:val="24"/>
          <w:szCs w:val="24"/>
          <w:lang w:val="en-US" w:eastAsia="pl-PL"/>
        </w:rPr>
        <w:t>: 001036879</w:t>
      </w:r>
    </w:p>
    <w:p w14:paraId="69CD2A28" w14:textId="77777777" w:rsidR="001405A7" w:rsidRPr="00EF251A" w:rsidRDefault="001405A7" w:rsidP="000C7851">
      <w:pPr>
        <w:autoSpaceDE w:val="0"/>
        <w:autoSpaceDN w:val="0"/>
        <w:adjustRightInd w:val="0"/>
        <w:spacing w:after="0" w:line="360" w:lineRule="auto"/>
        <w:rPr>
          <w:rFonts w:ascii="Arial" w:eastAsia="MSTT31f280fb10o228096S00" w:hAnsi="Arial" w:cs="Arial"/>
          <w:sz w:val="24"/>
          <w:szCs w:val="24"/>
          <w:lang w:val="en-US" w:eastAsia="pl-PL"/>
        </w:rPr>
      </w:pPr>
      <w:r w:rsidRPr="00EF251A">
        <w:rPr>
          <w:rFonts w:ascii="Arial" w:eastAsia="MSTT31f280fb10o228096S00" w:hAnsi="Arial" w:cs="Arial"/>
          <w:sz w:val="24"/>
          <w:szCs w:val="24"/>
          <w:lang w:val="en-US" w:eastAsia="pl-PL"/>
        </w:rPr>
        <w:t>NIP: 725-138-92-69</w:t>
      </w:r>
    </w:p>
    <w:p w14:paraId="7ED72010" w14:textId="77777777" w:rsidR="001405A7" w:rsidRPr="00EF251A" w:rsidRDefault="001405A7" w:rsidP="000C7851">
      <w:pPr>
        <w:autoSpaceDE w:val="0"/>
        <w:autoSpaceDN w:val="0"/>
        <w:adjustRightInd w:val="0"/>
        <w:spacing w:after="0" w:line="360" w:lineRule="auto"/>
        <w:rPr>
          <w:rFonts w:ascii="Arial" w:eastAsia="MSTT31f280fb10o228096S00" w:hAnsi="Arial" w:cs="Arial"/>
          <w:sz w:val="24"/>
          <w:szCs w:val="24"/>
          <w:lang w:val="en-US" w:eastAsia="pl-PL"/>
        </w:rPr>
      </w:pPr>
      <w:r w:rsidRPr="00EF251A">
        <w:rPr>
          <w:rFonts w:ascii="Arial" w:eastAsia="MSTT31f280fb10o228096S00" w:hAnsi="Arial" w:cs="Arial"/>
          <w:sz w:val="24"/>
          <w:szCs w:val="24"/>
          <w:lang w:val="en-US" w:eastAsia="pl-PL"/>
        </w:rPr>
        <w:t xml:space="preserve">tel./fax: (042) 636 54 37 </w:t>
      </w:r>
    </w:p>
    <w:p w14:paraId="1DF5F65B" w14:textId="77777777" w:rsidR="001405A7" w:rsidRPr="00EF251A" w:rsidRDefault="001405A7" w:rsidP="000C7851">
      <w:pPr>
        <w:autoSpaceDE w:val="0"/>
        <w:autoSpaceDN w:val="0"/>
        <w:adjustRightInd w:val="0"/>
        <w:spacing w:after="0" w:line="360" w:lineRule="auto"/>
        <w:rPr>
          <w:rFonts w:ascii="Arial" w:eastAsia="MSTT31f280fb10o228096S00" w:hAnsi="Arial" w:cs="Arial"/>
          <w:sz w:val="24"/>
          <w:szCs w:val="24"/>
          <w:lang w:val="en-US" w:eastAsia="pl-PL"/>
        </w:rPr>
      </w:pPr>
      <w:r w:rsidRPr="00EF251A">
        <w:rPr>
          <w:rFonts w:ascii="Arial" w:eastAsia="MSTT31f280fb10o228096S00" w:hAnsi="Arial" w:cs="Arial"/>
          <w:sz w:val="24"/>
          <w:szCs w:val="24"/>
          <w:lang w:val="en-US" w:eastAsia="pl-PL"/>
        </w:rPr>
        <w:t>mail: lodzka@ohp.pl</w:t>
      </w:r>
    </w:p>
    <w:p w14:paraId="7FF8D44D" w14:textId="77777777" w:rsidR="001405A7" w:rsidRPr="00EF251A" w:rsidRDefault="001405A7" w:rsidP="000C7851">
      <w:pPr>
        <w:autoSpaceDE w:val="0"/>
        <w:autoSpaceDN w:val="0"/>
        <w:adjustRightInd w:val="0"/>
        <w:spacing w:after="0" w:line="360" w:lineRule="auto"/>
        <w:rPr>
          <w:rFonts w:ascii="Arial" w:eastAsia="MSTT31f280fb10o209088S00" w:hAnsi="Arial" w:cs="Arial"/>
          <w:b/>
          <w:sz w:val="24"/>
          <w:szCs w:val="24"/>
          <w:lang w:val="en-US" w:eastAsia="pl-PL"/>
        </w:rPr>
      </w:pPr>
    </w:p>
    <w:p w14:paraId="07F5869C" w14:textId="77777777" w:rsidR="001405A7" w:rsidRPr="00EF251A" w:rsidRDefault="001405A7" w:rsidP="000C7851">
      <w:pPr>
        <w:autoSpaceDE w:val="0"/>
        <w:autoSpaceDN w:val="0"/>
        <w:adjustRightInd w:val="0"/>
        <w:spacing w:after="0" w:line="360" w:lineRule="auto"/>
        <w:rPr>
          <w:rFonts w:ascii="Arial" w:eastAsia="MSTT31f280fb10o209088S00" w:hAnsi="Arial" w:cs="Arial"/>
          <w:b/>
          <w:sz w:val="24"/>
          <w:szCs w:val="24"/>
          <w:lang w:eastAsia="pl-PL"/>
        </w:rPr>
      </w:pPr>
      <w:r w:rsidRPr="00EF251A">
        <w:rPr>
          <w:rFonts w:ascii="Arial" w:eastAsia="MSTT31f280fb10o209088S00" w:hAnsi="Arial" w:cs="Arial"/>
          <w:b/>
          <w:sz w:val="24"/>
          <w:szCs w:val="24"/>
          <w:lang w:eastAsia="pl-PL"/>
        </w:rPr>
        <w:t>II. WYKONAWCA:</w:t>
      </w:r>
    </w:p>
    <w:p w14:paraId="7139D33B" w14:textId="77777777" w:rsidR="001405A7" w:rsidRPr="00EF251A" w:rsidRDefault="001405A7" w:rsidP="000C7851">
      <w:pPr>
        <w:autoSpaceDE w:val="0"/>
        <w:autoSpaceDN w:val="0"/>
        <w:adjustRightInd w:val="0"/>
        <w:spacing w:after="0" w:line="360" w:lineRule="auto"/>
        <w:rPr>
          <w:rFonts w:ascii="Arial" w:eastAsia="MSTT31f280fb10o228096S00" w:hAnsi="Arial" w:cs="Arial"/>
          <w:sz w:val="24"/>
          <w:szCs w:val="24"/>
          <w:lang w:eastAsia="pl-PL"/>
        </w:rPr>
      </w:pPr>
      <w:r w:rsidRPr="00EF251A">
        <w:rPr>
          <w:rFonts w:ascii="Arial" w:eastAsia="MSTT31f280fb10o228096S00" w:hAnsi="Arial" w:cs="Arial"/>
          <w:sz w:val="24"/>
          <w:szCs w:val="24"/>
          <w:lang w:eastAsia="pl-PL"/>
        </w:rPr>
        <w:t>Niniejsza oferta zostaje złożona przez:</w:t>
      </w:r>
    </w:p>
    <w:p w14:paraId="52695FFD" w14:textId="77777777" w:rsidR="001405A7" w:rsidRPr="00EF251A" w:rsidRDefault="001405A7" w:rsidP="000C7851">
      <w:pPr>
        <w:autoSpaceDE w:val="0"/>
        <w:autoSpaceDN w:val="0"/>
        <w:adjustRightInd w:val="0"/>
        <w:spacing w:after="0" w:line="360" w:lineRule="auto"/>
        <w:rPr>
          <w:rFonts w:ascii="Arial" w:eastAsia="MSTT31f280fb10o228096S00" w:hAnsi="Arial" w:cs="Arial"/>
          <w:sz w:val="24"/>
          <w:szCs w:val="24"/>
          <w:lang w:eastAsia="pl-PL"/>
        </w:rPr>
      </w:pPr>
      <w:r w:rsidRPr="00EF251A">
        <w:rPr>
          <w:rFonts w:ascii="Arial" w:eastAsia="MSTT31f280fb10o228096S00" w:hAnsi="Arial" w:cs="Arial"/>
          <w:sz w:val="24"/>
          <w:szCs w:val="24"/>
          <w:lang w:eastAsia="pl-PL"/>
        </w:rPr>
        <w:t>Nazwa Wykonawcy:</w:t>
      </w:r>
    </w:p>
    <w:p w14:paraId="2F9459EF" w14:textId="77777777" w:rsidR="001405A7" w:rsidRPr="00EF251A" w:rsidRDefault="001405A7" w:rsidP="000C7851">
      <w:pPr>
        <w:autoSpaceDE w:val="0"/>
        <w:autoSpaceDN w:val="0"/>
        <w:adjustRightInd w:val="0"/>
        <w:spacing w:after="0" w:line="360" w:lineRule="auto"/>
        <w:rPr>
          <w:rFonts w:ascii="Arial" w:eastAsia="MSTT31f280fb10o228096S00" w:hAnsi="Arial" w:cs="Arial"/>
          <w:sz w:val="24"/>
          <w:szCs w:val="24"/>
          <w:lang w:eastAsia="pl-PL"/>
        </w:rPr>
      </w:pPr>
      <w:r w:rsidRPr="00EF251A">
        <w:rPr>
          <w:rFonts w:ascii="Arial" w:eastAsia="MSTT31f280fb10o228096S00" w:hAnsi="Arial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4AE450" w14:textId="6DC22D4B" w:rsidR="001405A7" w:rsidRPr="00EF251A" w:rsidRDefault="00174DCC" w:rsidP="000C7851">
      <w:pPr>
        <w:autoSpaceDE w:val="0"/>
        <w:autoSpaceDN w:val="0"/>
        <w:adjustRightInd w:val="0"/>
        <w:spacing w:after="0" w:line="360" w:lineRule="auto"/>
        <w:rPr>
          <w:rFonts w:ascii="Arial" w:eastAsia="MSTT31f280fb10o228096S00" w:hAnsi="Arial" w:cs="Arial"/>
          <w:sz w:val="24"/>
          <w:szCs w:val="24"/>
          <w:lang w:eastAsia="pl-PL"/>
        </w:rPr>
      </w:pPr>
      <w:r>
        <w:rPr>
          <w:rFonts w:ascii="Arial" w:eastAsia="MSTT31f280fb10o228096S00" w:hAnsi="Arial" w:cs="Arial"/>
          <w:sz w:val="24"/>
          <w:szCs w:val="24"/>
          <w:lang w:eastAsia="pl-PL"/>
        </w:rPr>
        <w:t>Adres:</w:t>
      </w:r>
      <w:r w:rsidR="001405A7" w:rsidRPr="00EF251A">
        <w:rPr>
          <w:rFonts w:ascii="Arial" w:eastAsia="MSTT31f280fb10o228096S00" w:hAnsi="Arial" w:cs="Arial"/>
          <w:sz w:val="24"/>
          <w:szCs w:val="24"/>
          <w:lang w:eastAsia="pl-PL"/>
        </w:rPr>
        <w:t>……………………………</w:t>
      </w:r>
      <w:r>
        <w:rPr>
          <w:rFonts w:ascii="Arial" w:eastAsia="MSTT31f280fb10o228096S00" w:hAnsi="Arial" w:cs="Arial"/>
          <w:sz w:val="24"/>
          <w:szCs w:val="24"/>
          <w:lang w:eastAsia="pl-PL"/>
        </w:rPr>
        <w:t>………………………………………………………….</w:t>
      </w:r>
    </w:p>
    <w:p w14:paraId="7925BDA1" w14:textId="26CB358F" w:rsidR="001405A7" w:rsidRPr="00EF251A" w:rsidRDefault="001405A7" w:rsidP="000C7851">
      <w:pPr>
        <w:autoSpaceDE w:val="0"/>
        <w:autoSpaceDN w:val="0"/>
        <w:adjustRightInd w:val="0"/>
        <w:spacing w:after="0" w:line="360" w:lineRule="auto"/>
        <w:rPr>
          <w:rFonts w:ascii="Arial" w:eastAsia="MSTT31f280fb10o228096S00" w:hAnsi="Arial" w:cs="Arial"/>
          <w:sz w:val="24"/>
          <w:szCs w:val="24"/>
          <w:lang w:eastAsia="pl-PL"/>
        </w:rPr>
      </w:pPr>
      <w:r w:rsidRPr="00EF251A">
        <w:rPr>
          <w:rFonts w:ascii="Arial" w:eastAsia="MSTT31f280fb10o228096S00" w:hAnsi="Arial" w:cs="Arial"/>
          <w:sz w:val="24"/>
          <w:szCs w:val="24"/>
          <w:lang w:eastAsia="pl-PL"/>
        </w:rPr>
        <w:t>REGON:…………………………</w:t>
      </w:r>
      <w:r w:rsidR="00174DCC">
        <w:rPr>
          <w:rFonts w:ascii="Arial" w:eastAsia="MSTT31f280fb10o228096S00" w:hAnsi="Arial" w:cs="Arial"/>
          <w:sz w:val="24"/>
          <w:szCs w:val="24"/>
          <w:lang w:eastAsia="pl-PL"/>
        </w:rPr>
        <w:t>…………………………………………………………</w:t>
      </w:r>
    </w:p>
    <w:p w14:paraId="37E8D142" w14:textId="11ABB805" w:rsidR="001405A7" w:rsidRPr="00EF251A" w:rsidRDefault="00174DCC" w:rsidP="000C7851">
      <w:pPr>
        <w:autoSpaceDE w:val="0"/>
        <w:autoSpaceDN w:val="0"/>
        <w:adjustRightInd w:val="0"/>
        <w:spacing w:after="0" w:line="360" w:lineRule="auto"/>
        <w:rPr>
          <w:rFonts w:ascii="Arial" w:eastAsia="MSTT31f280fb10o228096S00" w:hAnsi="Arial" w:cs="Arial"/>
          <w:sz w:val="24"/>
          <w:szCs w:val="24"/>
          <w:lang w:eastAsia="pl-PL"/>
        </w:rPr>
      </w:pPr>
      <w:r>
        <w:rPr>
          <w:rFonts w:ascii="Arial" w:eastAsia="MSTT31f280fb10o228096S00" w:hAnsi="Arial" w:cs="Arial"/>
          <w:sz w:val="24"/>
          <w:szCs w:val="24"/>
          <w:lang w:eastAsia="pl-PL"/>
        </w:rPr>
        <w:t>NIP:</w:t>
      </w:r>
      <w:r w:rsidR="001405A7" w:rsidRPr="00EF251A">
        <w:rPr>
          <w:rFonts w:ascii="Arial" w:eastAsia="MSTT31f280fb10o228096S00" w:hAnsi="Arial" w:cs="Arial"/>
          <w:sz w:val="24"/>
          <w:szCs w:val="24"/>
          <w:lang w:eastAsia="pl-PL"/>
        </w:rPr>
        <w:t>………………………………………</w:t>
      </w:r>
      <w:r>
        <w:rPr>
          <w:rFonts w:ascii="Arial" w:eastAsia="MSTT31f280fb10o228096S00" w:hAnsi="Arial" w:cs="Arial"/>
          <w:sz w:val="24"/>
          <w:szCs w:val="24"/>
          <w:lang w:eastAsia="pl-PL"/>
        </w:rPr>
        <w:t>………………………………………………..…</w:t>
      </w:r>
    </w:p>
    <w:p w14:paraId="79B0AFE8" w14:textId="5B1D4069" w:rsidR="001405A7" w:rsidRPr="00EF251A" w:rsidRDefault="001405A7" w:rsidP="000C7851">
      <w:pPr>
        <w:autoSpaceDE w:val="0"/>
        <w:autoSpaceDN w:val="0"/>
        <w:adjustRightInd w:val="0"/>
        <w:spacing w:after="0" w:line="360" w:lineRule="auto"/>
        <w:rPr>
          <w:rFonts w:ascii="Arial" w:eastAsia="MSTT31f280fb10o228096S00" w:hAnsi="Arial" w:cs="Arial"/>
          <w:sz w:val="24"/>
          <w:szCs w:val="24"/>
          <w:lang w:eastAsia="pl-PL"/>
        </w:rPr>
      </w:pPr>
      <w:r w:rsidRPr="00EF251A">
        <w:rPr>
          <w:rFonts w:ascii="Arial" w:eastAsia="MSTT31f280fb10o228096S00" w:hAnsi="Arial" w:cs="Arial"/>
          <w:sz w:val="24"/>
          <w:szCs w:val="24"/>
          <w:lang w:eastAsia="pl-PL"/>
        </w:rPr>
        <w:t>Tel……………………………………</w:t>
      </w:r>
      <w:r w:rsidR="00174DCC">
        <w:rPr>
          <w:rFonts w:ascii="Arial" w:eastAsia="MSTT31f280fb10o228096S00" w:hAnsi="Arial" w:cs="Arial"/>
          <w:sz w:val="24"/>
          <w:szCs w:val="24"/>
          <w:lang w:eastAsia="pl-PL"/>
        </w:rPr>
        <w:t>…………………………………………………………</w:t>
      </w:r>
    </w:p>
    <w:p w14:paraId="0A595CCF" w14:textId="16EC7F12" w:rsidR="001405A7" w:rsidRPr="00EF251A" w:rsidRDefault="001405A7" w:rsidP="000C7851">
      <w:pPr>
        <w:autoSpaceDE w:val="0"/>
        <w:autoSpaceDN w:val="0"/>
        <w:adjustRightInd w:val="0"/>
        <w:spacing w:after="0" w:line="360" w:lineRule="auto"/>
        <w:rPr>
          <w:rFonts w:ascii="Arial" w:eastAsia="MSTT31f280fb10o228096S00" w:hAnsi="Arial" w:cs="Arial"/>
          <w:sz w:val="24"/>
          <w:szCs w:val="24"/>
          <w:lang w:eastAsia="pl-PL"/>
        </w:rPr>
      </w:pPr>
      <w:r w:rsidRPr="00EF251A">
        <w:rPr>
          <w:rFonts w:ascii="Arial" w:eastAsia="MSTT31f280fb10o228096S00" w:hAnsi="Arial" w:cs="Arial"/>
          <w:sz w:val="24"/>
          <w:szCs w:val="24"/>
          <w:lang w:eastAsia="pl-PL"/>
        </w:rPr>
        <w:t>mail:………………………………………</w:t>
      </w:r>
      <w:r w:rsidR="00174DCC">
        <w:rPr>
          <w:rFonts w:ascii="Arial" w:eastAsia="MSTT31f280fb10o228096S00" w:hAnsi="Arial" w:cs="Arial"/>
          <w:sz w:val="24"/>
          <w:szCs w:val="24"/>
          <w:lang w:eastAsia="pl-PL"/>
        </w:rPr>
        <w:t>…………………………………………………..…</w:t>
      </w:r>
    </w:p>
    <w:p w14:paraId="214A18B0" w14:textId="77777777" w:rsidR="001405A7" w:rsidRPr="00EF251A" w:rsidRDefault="001405A7" w:rsidP="000C7851">
      <w:pPr>
        <w:autoSpaceDE w:val="0"/>
        <w:autoSpaceDN w:val="0"/>
        <w:adjustRightInd w:val="0"/>
        <w:spacing w:after="0" w:line="360" w:lineRule="auto"/>
        <w:rPr>
          <w:rFonts w:ascii="Arial" w:eastAsia="MSTT31f280fb10o228096S00" w:hAnsi="Arial" w:cs="Arial"/>
          <w:sz w:val="24"/>
          <w:szCs w:val="24"/>
          <w:lang w:eastAsia="pl-PL"/>
        </w:rPr>
      </w:pPr>
    </w:p>
    <w:p w14:paraId="7F77456E" w14:textId="77777777" w:rsidR="000C7851" w:rsidRDefault="000C7851" w:rsidP="000C785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MSTT31f280fb10o228096S00" w:hAnsi="Arial" w:cs="Arial"/>
          <w:sz w:val="24"/>
          <w:szCs w:val="24"/>
          <w:lang w:eastAsia="pl-PL"/>
        </w:rPr>
      </w:pPr>
    </w:p>
    <w:p w14:paraId="1DAF9542" w14:textId="77777777" w:rsidR="000C7851" w:rsidRDefault="000C7851" w:rsidP="000C785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MSTT31f280fb10o228096S00" w:hAnsi="Arial" w:cs="Arial"/>
          <w:sz w:val="24"/>
          <w:szCs w:val="24"/>
          <w:lang w:eastAsia="pl-PL"/>
        </w:rPr>
      </w:pPr>
    </w:p>
    <w:p w14:paraId="73FDC809" w14:textId="77777777" w:rsidR="000C7851" w:rsidRDefault="000C7851" w:rsidP="000C785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MSTT31f280fb10o228096S00" w:hAnsi="Arial" w:cs="Arial"/>
          <w:sz w:val="24"/>
          <w:szCs w:val="24"/>
          <w:lang w:eastAsia="pl-PL"/>
        </w:rPr>
      </w:pPr>
    </w:p>
    <w:p w14:paraId="405231E9" w14:textId="69EFF0E9" w:rsidR="006621E5" w:rsidRPr="00EF251A" w:rsidRDefault="001405A7" w:rsidP="000C785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MSTT31f280fb10o228096S00" w:hAnsi="Arial" w:cs="Arial"/>
          <w:sz w:val="24"/>
          <w:szCs w:val="24"/>
          <w:lang w:eastAsia="pl-PL"/>
        </w:rPr>
      </w:pPr>
      <w:r w:rsidRPr="00EF251A">
        <w:rPr>
          <w:rFonts w:ascii="Arial" w:eastAsia="MSTT31f280fb10o228096S00" w:hAnsi="Arial" w:cs="Arial"/>
          <w:sz w:val="24"/>
          <w:szCs w:val="24"/>
          <w:lang w:eastAsia="pl-PL"/>
        </w:rPr>
        <w:lastRenderedPageBreak/>
        <w:t>W odpowiedzi na zapytanie ofertowe pn</w:t>
      </w:r>
      <w:bookmarkStart w:id="0" w:name="_Hlk123551168"/>
      <w:r w:rsidRPr="00EF251A">
        <w:rPr>
          <w:rFonts w:ascii="Arial" w:eastAsia="MSTT31f280fb10o228096S00" w:hAnsi="Arial" w:cs="Arial"/>
          <w:sz w:val="24"/>
          <w:szCs w:val="24"/>
          <w:lang w:eastAsia="pl-PL"/>
        </w:rPr>
        <w:t>.</w:t>
      </w:r>
      <w:bookmarkStart w:id="1" w:name="_GoBack"/>
      <w:bookmarkEnd w:id="1"/>
    </w:p>
    <w:p w14:paraId="082FE334" w14:textId="5CE04F1E" w:rsidR="0091061D" w:rsidRPr="00EF251A" w:rsidRDefault="001A6B87" w:rsidP="000C785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Cs/>
          <w:i/>
          <w:iCs/>
          <w:sz w:val="24"/>
          <w:szCs w:val="24"/>
        </w:rPr>
      </w:pPr>
      <w:r w:rsidRPr="00EF251A">
        <w:rPr>
          <w:rFonts w:ascii="Arial" w:hAnsi="Arial" w:cs="Arial"/>
          <w:i/>
          <w:sz w:val="24"/>
          <w:szCs w:val="24"/>
        </w:rPr>
        <w:t>Zakup i dostawa sprzętu komputerowego (laptopów) wraz z oprogramowaniem na  potrzeby jednostek Łódzkiej Wojewódzkiej Komendy Ochotniczych Hufców Pracy w Łodzi</w:t>
      </w:r>
      <w:bookmarkEnd w:id="0"/>
      <w:r w:rsidRPr="00EF251A">
        <w:rPr>
          <w:rFonts w:ascii="Arial" w:hAnsi="Arial" w:cs="Arial"/>
          <w:i/>
          <w:sz w:val="24"/>
          <w:szCs w:val="24"/>
        </w:rPr>
        <w:t>.</w:t>
      </w:r>
    </w:p>
    <w:p w14:paraId="302BFA8A" w14:textId="77777777" w:rsidR="001405A7" w:rsidRPr="00EF251A" w:rsidRDefault="001405A7" w:rsidP="000C785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MSTT31f280fb10o228096S00" w:hAnsi="Arial" w:cs="Arial"/>
          <w:i/>
          <w:sz w:val="24"/>
          <w:szCs w:val="24"/>
          <w:lang w:eastAsia="pl-PL"/>
        </w:rPr>
      </w:pPr>
    </w:p>
    <w:p w14:paraId="22373FE6" w14:textId="77777777" w:rsidR="00955694" w:rsidRPr="00EF251A" w:rsidRDefault="00955694" w:rsidP="000C7851">
      <w:pPr>
        <w:autoSpaceDE w:val="0"/>
        <w:autoSpaceDN w:val="0"/>
        <w:adjustRightInd w:val="0"/>
        <w:spacing w:after="0" w:line="360" w:lineRule="auto"/>
        <w:rPr>
          <w:rFonts w:ascii="Arial" w:eastAsia="MSTT31f280fb10o209088S00" w:hAnsi="Arial" w:cs="Arial"/>
          <w:b/>
          <w:sz w:val="24"/>
          <w:szCs w:val="24"/>
          <w:lang w:eastAsia="pl-PL"/>
        </w:rPr>
      </w:pPr>
    </w:p>
    <w:p w14:paraId="3C9B2423" w14:textId="77777777" w:rsidR="001405A7" w:rsidRPr="00EF251A" w:rsidRDefault="001405A7" w:rsidP="000C7851">
      <w:pPr>
        <w:autoSpaceDE w:val="0"/>
        <w:autoSpaceDN w:val="0"/>
        <w:adjustRightInd w:val="0"/>
        <w:spacing w:after="0" w:line="360" w:lineRule="auto"/>
        <w:rPr>
          <w:rFonts w:ascii="Arial" w:eastAsia="MSTT31f280fb10o209088S00" w:hAnsi="Arial" w:cs="Arial"/>
          <w:b/>
          <w:sz w:val="24"/>
          <w:szCs w:val="24"/>
          <w:lang w:eastAsia="pl-PL"/>
        </w:rPr>
      </w:pPr>
      <w:r w:rsidRPr="00EF251A">
        <w:rPr>
          <w:rFonts w:ascii="Arial" w:eastAsia="MSTT31f280fb10o209088S00" w:hAnsi="Arial" w:cs="Arial"/>
          <w:b/>
          <w:sz w:val="24"/>
          <w:szCs w:val="24"/>
          <w:lang w:eastAsia="pl-PL"/>
        </w:rPr>
        <w:t xml:space="preserve">Oświadczam, że: </w:t>
      </w:r>
    </w:p>
    <w:p w14:paraId="26C6146E" w14:textId="77777777" w:rsidR="001405A7" w:rsidRPr="00EF251A" w:rsidRDefault="001405A7" w:rsidP="000C785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MSTT31f280fb10o209088S00" w:hAnsi="Arial" w:cs="Arial"/>
          <w:b/>
          <w:sz w:val="24"/>
          <w:szCs w:val="24"/>
          <w:lang w:eastAsia="pl-PL"/>
        </w:rPr>
      </w:pPr>
    </w:p>
    <w:p w14:paraId="180A7EE7" w14:textId="77777777" w:rsidR="001405A7" w:rsidRPr="00EF251A" w:rsidRDefault="001405A7" w:rsidP="000C7851">
      <w:pPr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MSTT31f280fb10o228096S00" w:hAnsi="Arial" w:cs="Arial"/>
          <w:sz w:val="24"/>
          <w:szCs w:val="24"/>
          <w:lang w:eastAsia="pl-PL"/>
        </w:rPr>
      </w:pPr>
      <w:r w:rsidRPr="00EF251A">
        <w:rPr>
          <w:rFonts w:ascii="Arial" w:eastAsia="MSTT31f280fb10o228096S00" w:hAnsi="Arial" w:cs="Arial"/>
          <w:sz w:val="24"/>
          <w:szCs w:val="24"/>
          <w:lang w:eastAsia="pl-PL"/>
        </w:rPr>
        <w:t>Zapoznałem się z treścią zapytania dla niniejszego zamówienia i akceptuję</w:t>
      </w:r>
      <w:r w:rsidRPr="00EF251A">
        <w:rPr>
          <w:rFonts w:ascii="Arial" w:eastAsia="MSTT31f280fb10o228096S00" w:hAnsi="Arial" w:cs="Arial"/>
          <w:sz w:val="24"/>
          <w:szCs w:val="24"/>
          <w:lang w:eastAsia="pl-PL"/>
        </w:rPr>
        <w:br/>
        <w:t>w całości  wszyst</w:t>
      </w:r>
      <w:r w:rsidR="003A513B" w:rsidRPr="00EF251A">
        <w:rPr>
          <w:rFonts w:ascii="Arial" w:eastAsia="MSTT31f280fb10o228096S00" w:hAnsi="Arial" w:cs="Arial"/>
          <w:sz w:val="24"/>
          <w:szCs w:val="24"/>
          <w:lang w:eastAsia="pl-PL"/>
        </w:rPr>
        <w:t>kie warunki zawarte w zapytaniu ofertowym</w:t>
      </w:r>
      <w:r w:rsidRPr="00EF251A">
        <w:rPr>
          <w:rFonts w:ascii="Arial" w:eastAsia="MSTT31f280fb10o228096S00" w:hAnsi="Arial" w:cs="Arial"/>
          <w:sz w:val="24"/>
          <w:szCs w:val="24"/>
          <w:lang w:eastAsia="pl-PL"/>
        </w:rPr>
        <w:t>.</w:t>
      </w:r>
    </w:p>
    <w:p w14:paraId="65B32D92" w14:textId="6FC5A08E" w:rsidR="001405A7" w:rsidRPr="00EF251A" w:rsidRDefault="001405A7" w:rsidP="000C7851">
      <w:pPr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MSTT31f280fb10o228096S00" w:hAnsi="Arial" w:cs="Arial"/>
          <w:sz w:val="24"/>
          <w:szCs w:val="24"/>
          <w:lang w:eastAsia="pl-PL"/>
        </w:rPr>
      </w:pPr>
      <w:r w:rsidRPr="00EF251A">
        <w:rPr>
          <w:rFonts w:ascii="Arial" w:eastAsia="MSTT31f280fb10o228096S00" w:hAnsi="Arial" w:cs="Arial"/>
          <w:sz w:val="24"/>
          <w:szCs w:val="24"/>
          <w:lang w:eastAsia="pl-PL"/>
        </w:rPr>
        <w:t xml:space="preserve">Gwarantuję wykonanie całości niniejszego zamówienia zgodnie z treścią </w:t>
      </w:r>
      <w:r w:rsidR="00AA5FB7" w:rsidRPr="00EF251A">
        <w:rPr>
          <w:rFonts w:ascii="Arial" w:eastAsia="MSTT31f280fb10o228096S00" w:hAnsi="Arial" w:cs="Arial"/>
          <w:sz w:val="24"/>
          <w:szCs w:val="24"/>
          <w:lang w:eastAsia="pl-PL"/>
        </w:rPr>
        <w:t xml:space="preserve">zapytania ofertowego, zapisami </w:t>
      </w:r>
      <w:r w:rsidRPr="00EF251A">
        <w:rPr>
          <w:rFonts w:ascii="Arial" w:eastAsia="MSTT31f280fb10o228096S00" w:hAnsi="Arial" w:cs="Arial"/>
          <w:sz w:val="24"/>
          <w:szCs w:val="24"/>
          <w:lang w:eastAsia="pl-PL"/>
        </w:rPr>
        <w:t>OPZ i na warunkach określonych w umowie.</w:t>
      </w:r>
    </w:p>
    <w:p w14:paraId="25E82916" w14:textId="52FD9310" w:rsidR="001405A7" w:rsidRPr="00EF251A" w:rsidRDefault="001405A7" w:rsidP="000C7851">
      <w:pPr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MSTT31f280fb10o228096S00" w:hAnsi="Arial" w:cs="Arial"/>
          <w:sz w:val="24"/>
          <w:szCs w:val="24"/>
          <w:lang w:eastAsia="pl-PL"/>
        </w:rPr>
      </w:pPr>
      <w:r w:rsidRPr="00EF251A">
        <w:rPr>
          <w:rFonts w:ascii="Arial" w:eastAsia="MSTT31f280fb10o228096S00" w:hAnsi="Arial" w:cs="Arial"/>
          <w:sz w:val="24"/>
          <w:szCs w:val="24"/>
          <w:lang w:eastAsia="pl-PL"/>
        </w:rPr>
        <w:t>Oświ</w:t>
      </w:r>
      <w:r w:rsidR="00A96DED" w:rsidRPr="00EF251A">
        <w:rPr>
          <w:rFonts w:ascii="Arial" w:eastAsia="MSTT31f280fb10o228096S00" w:hAnsi="Arial" w:cs="Arial"/>
          <w:sz w:val="24"/>
          <w:szCs w:val="24"/>
          <w:lang w:eastAsia="pl-PL"/>
        </w:rPr>
        <w:t xml:space="preserve">adczam, że poniższe ceny </w:t>
      </w:r>
      <w:r w:rsidRPr="00EF251A">
        <w:rPr>
          <w:rFonts w:ascii="Arial" w:eastAsia="MSTT31f280fb10o228096S00" w:hAnsi="Arial" w:cs="Arial"/>
          <w:sz w:val="24"/>
          <w:szCs w:val="24"/>
          <w:lang w:eastAsia="pl-PL"/>
        </w:rPr>
        <w:t>zawierają wszystkie koszty, jakie ponosi Zamawiający w przypadku wyboru niniejszej oferty.</w:t>
      </w:r>
    </w:p>
    <w:p w14:paraId="567CEBCF" w14:textId="77777777" w:rsidR="001405A7" w:rsidRPr="00EF251A" w:rsidRDefault="001405A7" w:rsidP="000C7851">
      <w:pPr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MSTT31f280fb10o228096S00" w:hAnsi="Arial" w:cs="Arial"/>
          <w:sz w:val="24"/>
          <w:szCs w:val="24"/>
          <w:lang w:eastAsia="pl-PL"/>
        </w:rPr>
      </w:pPr>
      <w:r w:rsidRPr="00EF251A">
        <w:rPr>
          <w:rFonts w:ascii="Arial" w:eastAsia="MSTT31f280fb10o228096S00" w:hAnsi="Arial" w:cs="Arial"/>
          <w:sz w:val="24"/>
          <w:szCs w:val="24"/>
          <w:lang w:eastAsia="pl-PL"/>
        </w:rPr>
        <w:t xml:space="preserve">Niniejsza oferta jest ważna przez 30 dni, od  upływu  terminu  przewidzianego </w:t>
      </w:r>
      <w:r w:rsidRPr="00EF251A">
        <w:rPr>
          <w:rFonts w:ascii="Arial" w:eastAsia="MSTT31f280fb10o228096S00" w:hAnsi="Arial" w:cs="Arial"/>
          <w:sz w:val="24"/>
          <w:szCs w:val="24"/>
          <w:lang w:eastAsia="pl-PL"/>
        </w:rPr>
        <w:br/>
        <w:t>na złożenie ofert.</w:t>
      </w:r>
    </w:p>
    <w:p w14:paraId="565E54CE" w14:textId="19623B0B" w:rsidR="003E7C8E" w:rsidRPr="00EF251A" w:rsidRDefault="001405A7" w:rsidP="000C7851">
      <w:pPr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MSTT31f280fb10o228096S00" w:hAnsi="Arial" w:cs="Arial"/>
          <w:sz w:val="24"/>
          <w:szCs w:val="24"/>
          <w:lang w:eastAsia="pl-PL"/>
        </w:rPr>
      </w:pPr>
      <w:r w:rsidRPr="00EF251A">
        <w:rPr>
          <w:rFonts w:ascii="Arial" w:eastAsia="MSTT31f280fb10o228096S00" w:hAnsi="Arial" w:cs="Arial"/>
          <w:sz w:val="24"/>
          <w:szCs w:val="24"/>
          <w:lang w:eastAsia="pl-PL"/>
        </w:rPr>
        <w:t>Składam ofertę na wykonanie przedmiotu zamówienia w zakresie o</w:t>
      </w:r>
      <w:r w:rsidR="00494B3A" w:rsidRPr="00EF251A">
        <w:rPr>
          <w:rFonts w:ascii="Arial" w:eastAsia="MSTT31f280fb10o228096S00" w:hAnsi="Arial" w:cs="Arial"/>
          <w:sz w:val="24"/>
          <w:szCs w:val="24"/>
          <w:lang w:eastAsia="pl-PL"/>
        </w:rPr>
        <w:t xml:space="preserve">kreślonym </w:t>
      </w:r>
      <w:r w:rsidR="00494B3A" w:rsidRPr="00EF251A">
        <w:rPr>
          <w:rFonts w:ascii="Arial" w:eastAsia="MSTT31f280fb10o228096S00" w:hAnsi="Arial" w:cs="Arial"/>
          <w:sz w:val="24"/>
          <w:szCs w:val="24"/>
          <w:lang w:eastAsia="pl-PL"/>
        </w:rPr>
        <w:br/>
        <w:t>w zapytaniu ofertowym</w:t>
      </w:r>
      <w:r w:rsidRPr="00EF251A">
        <w:rPr>
          <w:rFonts w:ascii="Arial" w:eastAsia="MSTT31f280fb10o228096S00" w:hAnsi="Arial" w:cs="Arial"/>
          <w:sz w:val="24"/>
          <w:szCs w:val="24"/>
          <w:lang w:eastAsia="pl-PL"/>
        </w:rPr>
        <w:t xml:space="preserve"> na następujących warunkach:</w:t>
      </w:r>
    </w:p>
    <w:p w14:paraId="06171C86" w14:textId="77777777" w:rsidR="004F17B4" w:rsidRPr="00EF251A" w:rsidRDefault="004F17B4" w:rsidP="000C785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F17B4" w:rsidRPr="00EF251A" w14:paraId="03C804E3" w14:textId="77777777" w:rsidTr="00ED4309">
        <w:tc>
          <w:tcPr>
            <w:tcW w:w="2265" w:type="dxa"/>
          </w:tcPr>
          <w:p w14:paraId="3FADFB93" w14:textId="77777777" w:rsidR="004F17B4" w:rsidRPr="00EF251A" w:rsidRDefault="004F17B4" w:rsidP="000C785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F251A">
              <w:rPr>
                <w:rFonts w:ascii="Arial" w:hAnsi="Arial" w:cs="Arial"/>
                <w:sz w:val="24"/>
                <w:szCs w:val="24"/>
              </w:rPr>
              <w:t>Nazwa asortymentu</w:t>
            </w:r>
          </w:p>
        </w:tc>
        <w:tc>
          <w:tcPr>
            <w:tcW w:w="2265" w:type="dxa"/>
          </w:tcPr>
          <w:p w14:paraId="10990767" w14:textId="77777777" w:rsidR="004F17B4" w:rsidRPr="00EF251A" w:rsidRDefault="004F17B4" w:rsidP="000C785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F251A">
              <w:rPr>
                <w:rFonts w:ascii="Arial" w:hAnsi="Arial" w:cs="Arial"/>
                <w:sz w:val="24"/>
                <w:szCs w:val="24"/>
              </w:rPr>
              <w:t>Ilość minimalna (gwarantowana)</w:t>
            </w:r>
          </w:p>
        </w:tc>
        <w:tc>
          <w:tcPr>
            <w:tcW w:w="2266" w:type="dxa"/>
          </w:tcPr>
          <w:p w14:paraId="59BDBB74" w14:textId="1084CAA0" w:rsidR="004F17B4" w:rsidRPr="00EF251A" w:rsidRDefault="004F17B4" w:rsidP="000C785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F251A">
              <w:rPr>
                <w:rFonts w:ascii="Arial" w:hAnsi="Arial" w:cs="Arial"/>
                <w:sz w:val="24"/>
                <w:szCs w:val="24"/>
              </w:rPr>
              <w:t>Ilość dodatkowa               ( opcjonalna)</w:t>
            </w:r>
          </w:p>
        </w:tc>
        <w:tc>
          <w:tcPr>
            <w:tcW w:w="2266" w:type="dxa"/>
          </w:tcPr>
          <w:p w14:paraId="5ECD4474" w14:textId="77777777" w:rsidR="004F17B4" w:rsidRPr="00EF251A" w:rsidRDefault="004F17B4" w:rsidP="000C785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F251A">
              <w:rPr>
                <w:rFonts w:ascii="Arial" w:hAnsi="Arial" w:cs="Arial"/>
                <w:sz w:val="24"/>
                <w:szCs w:val="24"/>
              </w:rPr>
              <w:t>Maksymalna ilość zamówienia</w:t>
            </w:r>
          </w:p>
        </w:tc>
      </w:tr>
      <w:tr w:rsidR="004F17B4" w:rsidRPr="00EF251A" w14:paraId="70BE5F45" w14:textId="77777777" w:rsidTr="00ED4309">
        <w:tc>
          <w:tcPr>
            <w:tcW w:w="2265" w:type="dxa"/>
          </w:tcPr>
          <w:p w14:paraId="2B703DC6" w14:textId="77777777" w:rsidR="004F17B4" w:rsidRPr="00EF251A" w:rsidRDefault="004F17B4" w:rsidP="000C785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F251A">
              <w:rPr>
                <w:rFonts w:ascii="Arial" w:hAnsi="Arial" w:cs="Arial"/>
                <w:sz w:val="24"/>
                <w:szCs w:val="24"/>
              </w:rPr>
              <w:t>Laptop + oprogramowanie + myszka komputerowa</w:t>
            </w:r>
          </w:p>
        </w:tc>
        <w:tc>
          <w:tcPr>
            <w:tcW w:w="2265" w:type="dxa"/>
          </w:tcPr>
          <w:p w14:paraId="0BFEAF72" w14:textId="77777777" w:rsidR="004F17B4" w:rsidRPr="00EF251A" w:rsidRDefault="004F17B4" w:rsidP="000C785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F251A">
              <w:rPr>
                <w:rFonts w:ascii="Arial" w:hAnsi="Arial" w:cs="Arial"/>
                <w:sz w:val="24"/>
                <w:szCs w:val="24"/>
              </w:rPr>
              <w:t xml:space="preserve">20 </w:t>
            </w:r>
            <w:proofErr w:type="spellStart"/>
            <w:r w:rsidRPr="00EF251A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EF251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266" w:type="dxa"/>
          </w:tcPr>
          <w:p w14:paraId="449D6C13" w14:textId="77777777" w:rsidR="004F17B4" w:rsidRPr="00EF251A" w:rsidRDefault="004F17B4" w:rsidP="000C785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F251A">
              <w:rPr>
                <w:rFonts w:ascii="Arial" w:hAnsi="Arial" w:cs="Arial"/>
                <w:sz w:val="24"/>
                <w:szCs w:val="24"/>
              </w:rPr>
              <w:t xml:space="preserve">5 </w:t>
            </w:r>
            <w:proofErr w:type="spellStart"/>
            <w:r w:rsidRPr="00EF251A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EF251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266" w:type="dxa"/>
          </w:tcPr>
          <w:p w14:paraId="6647EF90" w14:textId="77777777" w:rsidR="004F17B4" w:rsidRPr="00EF251A" w:rsidRDefault="004F17B4" w:rsidP="000C785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F251A">
              <w:rPr>
                <w:rFonts w:ascii="Arial" w:hAnsi="Arial" w:cs="Arial"/>
                <w:sz w:val="24"/>
                <w:szCs w:val="24"/>
              </w:rPr>
              <w:t xml:space="preserve">25 </w:t>
            </w:r>
            <w:proofErr w:type="spellStart"/>
            <w:r w:rsidRPr="00EF251A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EF251A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42AD0CD2" w14:textId="77777777" w:rsidR="001D321A" w:rsidRPr="00EF251A" w:rsidRDefault="001D321A" w:rsidP="000C7851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eastAsia="MSTT31f280fb10o228096S00" w:hAnsi="Arial" w:cs="Arial"/>
          <w:sz w:val="24"/>
          <w:szCs w:val="24"/>
          <w:lang w:eastAsia="pl-PL"/>
        </w:rPr>
      </w:pPr>
    </w:p>
    <w:p w14:paraId="61CF4241" w14:textId="77777777" w:rsidR="004F17B4" w:rsidRPr="00EF251A" w:rsidRDefault="004F17B4" w:rsidP="000C7851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1277"/>
        <w:gridCol w:w="3255"/>
      </w:tblGrid>
      <w:tr w:rsidR="004F17B4" w:rsidRPr="00EF251A" w14:paraId="62AF2155" w14:textId="77777777" w:rsidTr="004F17B4">
        <w:tc>
          <w:tcPr>
            <w:tcW w:w="2265" w:type="dxa"/>
          </w:tcPr>
          <w:p w14:paraId="672DAB3A" w14:textId="77777777" w:rsidR="004F17B4" w:rsidRPr="00EF251A" w:rsidRDefault="004F17B4" w:rsidP="000C7851">
            <w:pPr>
              <w:spacing w:line="36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F251A">
              <w:rPr>
                <w:rFonts w:ascii="Arial" w:eastAsia="Calibri" w:hAnsi="Arial" w:cs="Arial"/>
                <w:sz w:val="24"/>
                <w:szCs w:val="24"/>
              </w:rPr>
              <w:lastRenderedPageBreak/>
              <w:t>Nazwa asortymentu</w:t>
            </w:r>
          </w:p>
        </w:tc>
        <w:tc>
          <w:tcPr>
            <w:tcW w:w="2265" w:type="dxa"/>
          </w:tcPr>
          <w:p w14:paraId="5E0EB453" w14:textId="75DA6B83" w:rsidR="004F17B4" w:rsidRPr="00EF251A" w:rsidRDefault="004F17B4" w:rsidP="000C7851">
            <w:pPr>
              <w:spacing w:line="36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F251A">
              <w:rPr>
                <w:rFonts w:ascii="Arial" w:eastAsia="Calibri" w:hAnsi="Arial" w:cs="Arial"/>
                <w:sz w:val="24"/>
                <w:szCs w:val="24"/>
              </w:rPr>
              <w:t>Cena jednostkowa brutto 1 kompletu</w:t>
            </w:r>
          </w:p>
        </w:tc>
        <w:tc>
          <w:tcPr>
            <w:tcW w:w="1277" w:type="dxa"/>
          </w:tcPr>
          <w:p w14:paraId="7528AF56" w14:textId="242EB459" w:rsidR="004F17B4" w:rsidRPr="00EF251A" w:rsidRDefault="004F17B4" w:rsidP="000C7851">
            <w:pPr>
              <w:spacing w:line="36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F251A">
              <w:rPr>
                <w:rFonts w:ascii="Arial" w:eastAsia="Calibri" w:hAnsi="Arial" w:cs="Arial"/>
                <w:sz w:val="24"/>
                <w:szCs w:val="24"/>
              </w:rPr>
              <w:t>Ilość sztuk</w:t>
            </w:r>
          </w:p>
        </w:tc>
        <w:tc>
          <w:tcPr>
            <w:tcW w:w="3255" w:type="dxa"/>
          </w:tcPr>
          <w:p w14:paraId="34DB789E" w14:textId="6AF8F538" w:rsidR="004F17B4" w:rsidRPr="00EF251A" w:rsidRDefault="004F17B4" w:rsidP="000C7851">
            <w:pPr>
              <w:spacing w:line="36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F251A">
              <w:rPr>
                <w:rFonts w:ascii="Arial" w:eastAsia="Calibri" w:hAnsi="Arial" w:cs="Arial"/>
                <w:sz w:val="24"/>
                <w:szCs w:val="24"/>
              </w:rPr>
              <w:t>Łączna wartość brutto</w:t>
            </w:r>
          </w:p>
        </w:tc>
      </w:tr>
      <w:tr w:rsidR="004F17B4" w:rsidRPr="00EF251A" w14:paraId="665867BF" w14:textId="77777777" w:rsidTr="004F17B4">
        <w:tc>
          <w:tcPr>
            <w:tcW w:w="2265" w:type="dxa"/>
          </w:tcPr>
          <w:p w14:paraId="739EB535" w14:textId="6F5913A9" w:rsidR="004F17B4" w:rsidRPr="00EF251A" w:rsidRDefault="004F17B4" w:rsidP="000C7851">
            <w:pPr>
              <w:spacing w:line="36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F251A">
              <w:rPr>
                <w:rFonts w:ascii="Arial" w:eastAsia="Calibri" w:hAnsi="Arial" w:cs="Arial"/>
                <w:sz w:val="24"/>
                <w:szCs w:val="24"/>
              </w:rPr>
              <w:t>Laptop + oprogramowanie + mysz komputerowa</w:t>
            </w:r>
          </w:p>
        </w:tc>
        <w:tc>
          <w:tcPr>
            <w:tcW w:w="2265" w:type="dxa"/>
          </w:tcPr>
          <w:p w14:paraId="2A9AB1B5" w14:textId="4D036B07" w:rsidR="004F17B4" w:rsidRPr="00EF251A" w:rsidRDefault="004F17B4" w:rsidP="000C7851">
            <w:pPr>
              <w:spacing w:line="36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7" w:type="dxa"/>
          </w:tcPr>
          <w:p w14:paraId="0BA0458C" w14:textId="20D13563" w:rsidR="004F17B4" w:rsidRPr="00EF251A" w:rsidRDefault="004F17B4" w:rsidP="000C7851">
            <w:pPr>
              <w:spacing w:line="36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F251A">
              <w:rPr>
                <w:rFonts w:ascii="Arial" w:eastAsia="Calibri" w:hAnsi="Arial" w:cs="Arial"/>
                <w:sz w:val="24"/>
                <w:szCs w:val="24"/>
              </w:rPr>
              <w:t xml:space="preserve">20 </w:t>
            </w:r>
            <w:proofErr w:type="spellStart"/>
            <w:r w:rsidRPr="00EF251A">
              <w:rPr>
                <w:rFonts w:ascii="Arial" w:eastAsia="Calibri" w:hAnsi="Arial" w:cs="Arial"/>
                <w:sz w:val="24"/>
                <w:szCs w:val="24"/>
              </w:rPr>
              <w:t>kpl</w:t>
            </w:r>
            <w:proofErr w:type="spellEnd"/>
            <w:r w:rsidRPr="00EF251A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3255" w:type="dxa"/>
          </w:tcPr>
          <w:p w14:paraId="1E98C8B4" w14:textId="575B770D" w:rsidR="004F17B4" w:rsidRPr="00EF251A" w:rsidRDefault="004F17B4" w:rsidP="000C7851">
            <w:pPr>
              <w:spacing w:line="36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14:paraId="5259D2DA" w14:textId="77777777" w:rsidR="004F17B4" w:rsidRPr="00EF251A" w:rsidRDefault="004F17B4" w:rsidP="000C7851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eastAsia="MSTT31f280fb10o228096S00" w:hAnsi="Arial" w:cs="Arial"/>
          <w:sz w:val="24"/>
          <w:szCs w:val="24"/>
          <w:lang w:eastAsia="pl-PL"/>
        </w:rPr>
      </w:pPr>
    </w:p>
    <w:tbl>
      <w:tblPr>
        <w:tblW w:w="9633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1"/>
        <w:gridCol w:w="3402"/>
        <w:gridCol w:w="708"/>
        <w:gridCol w:w="1701"/>
        <w:gridCol w:w="1701"/>
      </w:tblGrid>
      <w:tr w:rsidR="003E7C8E" w:rsidRPr="00EF251A" w14:paraId="2057A288" w14:textId="77777777" w:rsidTr="00F35B36">
        <w:trPr>
          <w:trHeight w:val="526"/>
        </w:trPr>
        <w:tc>
          <w:tcPr>
            <w:tcW w:w="2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BE84F2E" w14:textId="69401EF3" w:rsidR="003E7C8E" w:rsidRPr="00EF251A" w:rsidRDefault="004F17B4" w:rsidP="000C78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F251A">
              <w:rPr>
                <w:rFonts w:ascii="Arial" w:hAnsi="Arial" w:cs="Arial"/>
                <w:sz w:val="24"/>
                <w:szCs w:val="24"/>
              </w:rPr>
              <w:t>Wyszczególnienie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A328A94" w14:textId="77777777" w:rsidR="003E7C8E" w:rsidRPr="00EF251A" w:rsidRDefault="003E7C8E" w:rsidP="000C78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F251A">
              <w:rPr>
                <w:rFonts w:ascii="Arial" w:hAnsi="Arial" w:cs="Arial"/>
                <w:sz w:val="24"/>
                <w:szCs w:val="24"/>
              </w:rPr>
              <w:t>Nazwa i typ oferowanego urządzenia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35F06DC" w14:textId="77777777" w:rsidR="003E7C8E" w:rsidRPr="00EF251A" w:rsidRDefault="003E7C8E" w:rsidP="000C78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F251A">
              <w:rPr>
                <w:rFonts w:ascii="Arial" w:hAnsi="Arial" w:cs="Arial"/>
                <w:sz w:val="24"/>
                <w:szCs w:val="24"/>
              </w:rPr>
              <w:t>Ilość</w:t>
            </w:r>
          </w:p>
          <w:p w14:paraId="1FFB14C7" w14:textId="4F971198" w:rsidR="004F17B4" w:rsidRPr="00EF251A" w:rsidRDefault="004F17B4" w:rsidP="000C78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F251A">
              <w:rPr>
                <w:rFonts w:ascii="Arial" w:hAnsi="Arial" w:cs="Arial"/>
                <w:sz w:val="24"/>
                <w:szCs w:val="24"/>
              </w:rPr>
              <w:t>sztuk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E58D4EE" w14:textId="01C0FAB8" w:rsidR="003E7C8E" w:rsidRPr="00EF251A" w:rsidRDefault="004F17B4" w:rsidP="000C78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F251A">
              <w:rPr>
                <w:rFonts w:ascii="Arial" w:hAnsi="Arial" w:cs="Arial"/>
                <w:sz w:val="24"/>
                <w:szCs w:val="24"/>
              </w:rPr>
              <w:t xml:space="preserve">Cena jednostkowa </w:t>
            </w:r>
            <w:r w:rsidR="003E7C8E" w:rsidRPr="00EF251A">
              <w:rPr>
                <w:rFonts w:ascii="Arial" w:hAnsi="Arial" w:cs="Arial"/>
                <w:sz w:val="24"/>
                <w:szCs w:val="24"/>
              </w:rPr>
              <w:t xml:space="preserve"> brutto w zł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0EDA8F8" w14:textId="0E54258C" w:rsidR="003E7C8E" w:rsidRPr="00EF251A" w:rsidRDefault="001A6B87" w:rsidP="000C78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F251A">
              <w:rPr>
                <w:rFonts w:ascii="Arial" w:hAnsi="Arial" w:cs="Arial"/>
                <w:sz w:val="24"/>
                <w:szCs w:val="24"/>
              </w:rPr>
              <w:t>Wartość całkowita</w:t>
            </w:r>
            <w:r w:rsidR="003E7C8E" w:rsidRPr="00EF251A">
              <w:rPr>
                <w:rFonts w:ascii="Arial" w:hAnsi="Arial" w:cs="Arial"/>
                <w:sz w:val="24"/>
                <w:szCs w:val="24"/>
              </w:rPr>
              <w:t xml:space="preserve"> brutto w zł</w:t>
            </w:r>
          </w:p>
          <w:p w14:paraId="28780B56" w14:textId="77777777" w:rsidR="003E7C8E" w:rsidRPr="00EF251A" w:rsidRDefault="003E7C8E" w:rsidP="000C78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F251A">
              <w:rPr>
                <w:rFonts w:ascii="Arial" w:hAnsi="Arial" w:cs="Arial"/>
                <w:sz w:val="24"/>
                <w:szCs w:val="24"/>
              </w:rPr>
              <w:t>[kol. 3x4]</w:t>
            </w:r>
          </w:p>
        </w:tc>
      </w:tr>
      <w:tr w:rsidR="003E7C8E" w:rsidRPr="00EF251A" w14:paraId="1D7A81A1" w14:textId="77777777" w:rsidTr="00F35B36">
        <w:trPr>
          <w:trHeight w:val="174"/>
        </w:trPr>
        <w:tc>
          <w:tcPr>
            <w:tcW w:w="2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D030F66" w14:textId="77777777" w:rsidR="003E7C8E" w:rsidRPr="00EF251A" w:rsidRDefault="003E7C8E" w:rsidP="000C78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F251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972ADA5" w14:textId="77777777" w:rsidR="003E7C8E" w:rsidRPr="00EF251A" w:rsidRDefault="003E7C8E" w:rsidP="000C78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F251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1F7C7ADF" w14:textId="77777777" w:rsidR="003E7C8E" w:rsidRPr="00EF251A" w:rsidRDefault="003E7C8E" w:rsidP="000C78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F251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5826E05" w14:textId="77777777" w:rsidR="003E7C8E" w:rsidRPr="00EF251A" w:rsidRDefault="003E7C8E" w:rsidP="000C78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F251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7C36159" w14:textId="77777777" w:rsidR="003E7C8E" w:rsidRPr="00EF251A" w:rsidRDefault="003E7C8E" w:rsidP="000C78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F251A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3E7C8E" w:rsidRPr="00EF251A" w14:paraId="47A4CCC3" w14:textId="77777777" w:rsidTr="00F35B36">
        <w:trPr>
          <w:cantSplit/>
          <w:trHeight w:val="283"/>
        </w:trPr>
        <w:tc>
          <w:tcPr>
            <w:tcW w:w="2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678AC92" w14:textId="522AB9FA" w:rsidR="003E7C8E" w:rsidRPr="00EF251A" w:rsidRDefault="004F17B4" w:rsidP="000C7851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F251A">
              <w:rPr>
                <w:rFonts w:ascii="Arial" w:hAnsi="Arial" w:cs="Arial"/>
                <w:sz w:val="24"/>
                <w:szCs w:val="24"/>
              </w:rPr>
              <w:t>Laptop</w:t>
            </w:r>
            <w:r w:rsidR="003E7C8E" w:rsidRPr="00EF251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E8144F8" w14:textId="77777777" w:rsidR="003E7C8E" w:rsidRPr="00EF251A" w:rsidRDefault="003E7C8E" w:rsidP="000C7851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03F8F18" w14:textId="4C2D8895" w:rsidR="003E7C8E" w:rsidRPr="00EF251A" w:rsidRDefault="003E7C8E" w:rsidP="000C78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F251A">
              <w:rPr>
                <w:rFonts w:ascii="Arial" w:hAnsi="Arial" w:cs="Arial"/>
                <w:sz w:val="24"/>
                <w:szCs w:val="24"/>
              </w:rPr>
              <w:t>2</w:t>
            </w:r>
            <w:r w:rsidR="004F17B4" w:rsidRPr="00EF251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16183FC" w14:textId="77777777" w:rsidR="003E7C8E" w:rsidRPr="00EF251A" w:rsidRDefault="003E7C8E" w:rsidP="000C7851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10FC1E" w14:textId="77777777" w:rsidR="003E7C8E" w:rsidRPr="00EF251A" w:rsidRDefault="003E7C8E" w:rsidP="000C78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7C8E" w:rsidRPr="00EF251A" w14:paraId="724006B3" w14:textId="77777777" w:rsidTr="00F35B36">
        <w:trPr>
          <w:cantSplit/>
          <w:trHeight w:val="283"/>
        </w:trPr>
        <w:tc>
          <w:tcPr>
            <w:tcW w:w="2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6E38D5E" w14:textId="5B42731C" w:rsidR="003E7C8E" w:rsidRPr="00EF251A" w:rsidRDefault="004F17B4" w:rsidP="000C7851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F251A">
              <w:rPr>
                <w:rFonts w:ascii="Arial" w:hAnsi="Arial" w:cs="Arial"/>
                <w:sz w:val="24"/>
                <w:szCs w:val="24"/>
              </w:rPr>
              <w:t xml:space="preserve">Microsoft Office </w:t>
            </w:r>
            <w:proofErr w:type="spellStart"/>
            <w:r w:rsidRPr="00EF251A">
              <w:rPr>
                <w:rFonts w:ascii="Arial" w:hAnsi="Arial" w:cs="Arial"/>
                <w:sz w:val="24"/>
                <w:szCs w:val="24"/>
              </w:rPr>
              <w:t>Home&amp;Business</w:t>
            </w:r>
            <w:proofErr w:type="spellEnd"/>
            <w:r w:rsidRPr="00EF251A">
              <w:rPr>
                <w:rFonts w:ascii="Arial" w:hAnsi="Arial" w:cs="Arial"/>
                <w:sz w:val="24"/>
                <w:szCs w:val="24"/>
              </w:rPr>
              <w:t xml:space="preserve"> 2021 PL</w:t>
            </w:r>
            <w:r w:rsidR="003E7C8E" w:rsidRPr="00EF251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2B328AF" w14:textId="77777777" w:rsidR="003E7C8E" w:rsidRPr="00EF251A" w:rsidRDefault="003E7C8E" w:rsidP="000C7851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E2CC419" w14:textId="1411654E" w:rsidR="003E7C8E" w:rsidRPr="00EF251A" w:rsidRDefault="004F17B4" w:rsidP="000C78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F251A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66BDD1A" w14:textId="77777777" w:rsidR="003E7C8E" w:rsidRPr="00EF251A" w:rsidRDefault="003E7C8E" w:rsidP="000C7851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0E2F79" w14:textId="77777777" w:rsidR="003E7C8E" w:rsidRPr="00EF251A" w:rsidRDefault="003E7C8E" w:rsidP="000C78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7C8E" w:rsidRPr="00EF251A" w14:paraId="64385426" w14:textId="77777777" w:rsidTr="00F35B36">
        <w:trPr>
          <w:cantSplit/>
          <w:trHeight w:val="283"/>
        </w:trPr>
        <w:tc>
          <w:tcPr>
            <w:tcW w:w="2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58C1B01" w14:textId="0978A559" w:rsidR="003E7C8E" w:rsidRPr="00EF251A" w:rsidRDefault="004F17B4" w:rsidP="000C7851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F251A">
              <w:rPr>
                <w:rFonts w:ascii="Arial" w:hAnsi="Arial" w:cs="Arial"/>
                <w:sz w:val="24"/>
                <w:szCs w:val="24"/>
              </w:rPr>
              <w:t>Mysz komputerowa</w:t>
            </w:r>
            <w:r w:rsidR="003E7C8E" w:rsidRPr="00EF251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AF4CF6C" w14:textId="77777777" w:rsidR="003E7C8E" w:rsidRPr="00EF251A" w:rsidRDefault="003E7C8E" w:rsidP="000C7851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CC66F2D" w14:textId="06663C11" w:rsidR="003E7C8E" w:rsidRPr="00EF251A" w:rsidRDefault="004F17B4" w:rsidP="000C78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F251A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3A3DE74" w14:textId="77777777" w:rsidR="003E7C8E" w:rsidRPr="00EF251A" w:rsidRDefault="003E7C8E" w:rsidP="000C7851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99B818" w14:textId="77777777" w:rsidR="003E7C8E" w:rsidRPr="00EF251A" w:rsidRDefault="003E7C8E" w:rsidP="000C78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7C8E" w:rsidRPr="00EF251A" w14:paraId="138B825A" w14:textId="77777777" w:rsidTr="00F35B36">
        <w:trPr>
          <w:cantSplit/>
          <w:trHeight w:val="476"/>
        </w:trPr>
        <w:tc>
          <w:tcPr>
            <w:tcW w:w="7932" w:type="dxa"/>
            <w:gridSpan w:val="4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0011111" w14:textId="77777777" w:rsidR="003E7C8E" w:rsidRPr="00EF251A" w:rsidRDefault="003E7C8E" w:rsidP="000C785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F251A">
              <w:rPr>
                <w:rFonts w:ascii="Arial" w:hAnsi="Arial" w:cs="Arial"/>
                <w:sz w:val="24"/>
                <w:szCs w:val="24"/>
              </w:rPr>
              <w:t>RAZEM WARTOŚĆ BRUTTO  URZĄDZEŃ: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3F89C28" w14:textId="77777777" w:rsidR="003E7C8E" w:rsidRPr="00EF251A" w:rsidRDefault="003E7C8E" w:rsidP="000C7851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6A1465AC" w14:textId="77777777" w:rsidR="003E7C8E" w:rsidRPr="00EF251A" w:rsidRDefault="003E7C8E" w:rsidP="000C7851">
      <w:pPr>
        <w:pStyle w:val="Akapitzlist"/>
        <w:spacing w:line="360" w:lineRule="auto"/>
        <w:ind w:left="1065"/>
        <w:rPr>
          <w:rFonts w:ascii="Arial" w:hAnsi="Arial" w:cs="Arial"/>
          <w:sz w:val="24"/>
          <w:szCs w:val="24"/>
        </w:rPr>
      </w:pPr>
    </w:p>
    <w:p w14:paraId="7116D67E" w14:textId="16EF0787" w:rsidR="001405A7" w:rsidRDefault="003E7C8E" w:rsidP="000C7851">
      <w:pPr>
        <w:pStyle w:val="Akapitzlist"/>
        <w:spacing w:line="360" w:lineRule="auto"/>
        <w:ind w:left="1065"/>
        <w:rPr>
          <w:rFonts w:ascii="Arial" w:hAnsi="Arial" w:cs="Arial"/>
          <w:b/>
          <w:sz w:val="24"/>
          <w:szCs w:val="24"/>
          <w:u w:val="single"/>
        </w:rPr>
      </w:pPr>
      <w:r w:rsidRPr="00EF251A">
        <w:rPr>
          <w:rFonts w:ascii="Arial" w:hAnsi="Arial" w:cs="Arial"/>
          <w:b/>
          <w:sz w:val="24"/>
          <w:szCs w:val="24"/>
          <w:u w:val="single"/>
        </w:rPr>
        <w:t>Cena oferty brutto wynosi: …....................……… zł</w:t>
      </w:r>
    </w:p>
    <w:p w14:paraId="314A8066" w14:textId="77777777" w:rsidR="000C7851" w:rsidRDefault="000C7851" w:rsidP="000C7851">
      <w:pPr>
        <w:pStyle w:val="Akapitzlist"/>
        <w:spacing w:line="360" w:lineRule="auto"/>
        <w:ind w:left="1065"/>
        <w:rPr>
          <w:rFonts w:ascii="Arial" w:hAnsi="Arial" w:cs="Arial"/>
          <w:b/>
          <w:sz w:val="24"/>
          <w:szCs w:val="24"/>
          <w:u w:val="single"/>
        </w:rPr>
      </w:pPr>
    </w:p>
    <w:p w14:paraId="122C8E84" w14:textId="77777777" w:rsidR="000C7851" w:rsidRDefault="000C7851" w:rsidP="000C7851">
      <w:pPr>
        <w:pStyle w:val="Akapitzlist"/>
        <w:spacing w:line="360" w:lineRule="auto"/>
        <w:ind w:left="1065"/>
        <w:rPr>
          <w:rFonts w:ascii="Arial" w:hAnsi="Arial" w:cs="Arial"/>
          <w:b/>
          <w:sz w:val="24"/>
          <w:szCs w:val="24"/>
          <w:u w:val="single"/>
        </w:rPr>
      </w:pPr>
    </w:p>
    <w:p w14:paraId="5264200A" w14:textId="77777777" w:rsidR="000C7851" w:rsidRPr="00EF251A" w:rsidRDefault="000C7851" w:rsidP="000C7851">
      <w:pPr>
        <w:pStyle w:val="Akapitzlist"/>
        <w:spacing w:line="360" w:lineRule="auto"/>
        <w:ind w:left="1065"/>
        <w:rPr>
          <w:rFonts w:ascii="Arial" w:hAnsi="Arial" w:cs="Arial"/>
          <w:b/>
          <w:sz w:val="24"/>
          <w:szCs w:val="24"/>
          <w:u w:val="single"/>
        </w:rPr>
      </w:pPr>
    </w:p>
    <w:p w14:paraId="52079241" w14:textId="15C18D66" w:rsidR="00494B3A" w:rsidRPr="00EF251A" w:rsidRDefault="00494B3A" w:rsidP="000C7851">
      <w:pPr>
        <w:pStyle w:val="Akapitzlist"/>
        <w:numPr>
          <w:ilvl w:val="0"/>
          <w:numId w:val="33"/>
        </w:numPr>
        <w:spacing w:line="360" w:lineRule="auto"/>
        <w:rPr>
          <w:rFonts w:ascii="Arial" w:hAnsi="Arial" w:cs="Arial"/>
          <w:sz w:val="24"/>
          <w:szCs w:val="24"/>
        </w:rPr>
      </w:pPr>
      <w:r w:rsidRPr="00EF251A">
        <w:rPr>
          <w:rFonts w:ascii="Arial" w:hAnsi="Arial" w:cs="Arial"/>
          <w:sz w:val="24"/>
          <w:szCs w:val="24"/>
        </w:rPr>
        <w:t>Oświadczam, że termin</w:t>
      </w:r>
      <w:r w:rsidR="00363FD3" w:rsidRPr="00EF251A">
        <w:rPr>
          <w:rFonts w:ascii="Arial" w:hAnsi="Arial" w:cs="Arial"/>
          <w:sz w:val="24"/>
          <w:szCs w:val="24"/>
        </w:rPr>
        <w:t xml:space="preserve"> gwarancji producenta na oferowane laptopy</w:t>
      </w:r>
      <w:r w:rsidRPr="00EF251A">
        <w:rPr>
          <w:rFonts w:ascii="Arial" w:hAnsi="Arial" w:cs="Arial"/>
          <w:sz w:val="24"/>
          <w:szCs w:val="24"/>
        </w:rPr>
        <w:t xml:space="preserve"> wynosi </w:t>
      </w:r>
      <w:r w:rsidR="00363FD3" w:rsidRPr="00EF251A">
        <w:rPr>
          <w:rFonts w:ascii="Arial" w:hAnsi="Arial" w:cs="Arial"/>
          <w:sz w:val="24"/>
          <w:szCs w:val="24"/>
        </w:rPr>
        <w:t xml:space="preserve">minimum </w:t>
      </w:r>
      <w:r w:rsidRPr="00EF251A">
        <w:rPr>
          <w:rFonts w:ascii="Arial" w:hAnsi="Arial" w:cs="Arial"/>
          <w:sz w:val="24"/>
          <w:szCs w:val="24"/>
        </w:rPr>
        <w:t>36 miesięcy z gwarancją na</w:t>
      </w:r>
      <w:r w:rsidR="00363FD3" w:rsidRPr="00EF251A">
        <w:rPr>
          <w:rFonts w:ascii="Arial" w:hAnsi="Arial" w:cs="Arial"/>
          <w:sz w:val="24"/>
          <w:szCs w:val="24"/>
        </w:rPr>
        <w:t xml:space="preserve">prawy w siedzibie Zamawiającego, </w:t>
      </w:r>
      <w:r w:rsidR="00363FD3" w:rsidRPr="00EF251A">
        <w:rPr>
          <w:rFonts w:ascii="Arial" w:hAnsi="Arial" w:cs="Arial"/>
          <w:sz w:val="24"/>
          <w:szCs w:val="24"/>
        </w:rPr>
        <w:lastRenderedPageBreak/>
        <w:t xml:space="preserve">natomiast gwarancja  na myszki komputerowe to minimum 24 miesiące. </w:t>
      </w:r>
      <w:r w:rsidR="001A5D33" w:rsidRPr="00EF251A">
        <w:rPr>
          <w:rFonts w:ascii="Arial" w:hAnsi="Arial" w:cs="Arial"/>
          <w:sz w:val="24"/>
          <w:szCs w:val="24"/>
        </w:rPr>
        <w:t>Gwarantuję bezterminową licencję na oprogramowanie.</w:t>
      </w:r>
    </w:p>
    <w:p w14:paraId="5FAE6F02" w14:textId="0CE8F0B2" w:rsidR="00B4450F" w:rsidRDefault="00494B3A" w:rsidP="000C7851">
      <w:pPr>
        <w:pStyle w:val="Akapitzlist"/>
        <w:numPr>
          <w:ilvl w:val="0"/>
          <w:numId w:val="33"/>
        </w:numPr>
        <w:spacing w:line="360" w:lineRule="auto"/>
        <w:rPr>
          <w:rFonts w:ascii="Arial" w:hAnsi="Arial" w:cs="Arial"/>
          <w:sz w:val="24"/>
          <w:szCs w:val="24"/>
        </w:rPr>
      </w:pPr>
      <w:r w:rsidRPr="00EF251A">
        <w:rPr>
          <w:rFonts w:ascii="Arial" w:hAnsi="Arial" w:cs="Arial"/>
          <w:sz w:val="24"/>
          <w:szCs w:val="24"/>
        </w:rPr>
        <w:t>Oświadczam, że zgodnie z Prawem opcji zrealizuję  dodatkowe zamówienie na maksymalnie 5 kompletów</w:t>
      </w:r>
      <w:r w:rsidR="00E85021">
        <w:rPr>
          <w:rFonts w:ascii="Arial" w:hAnsi="Arial" w:cs="Arial"/>
          <w:sz w:val="24"/>
          <w:szCs w:val="24"/>
        </w:rPr>
        <w:t xml:space="preserve"> sprzętu komputerowego</w:t>
      </w:r>
      <w:r w:rsidRPr="00EF251A">
        <w:rPr>
          <w:rFonts w:ascii="Arial" w:hAnsi="Arial" w:cs="Arial"/>
          <w:sz w:val="24"/>
          <w:szCs w:val="24"/>
        </w:rPr>
        <w:t>,  zarówno w dniu podpisania umowy (o ile Zamawiający zadeklaruje ten fakt w umowie) jak i w okresie trwania obowiązującej umowy, w  cenach jednostkowych przedstawionych w ofercie.</w:t>
      </w:r>
    </w:p>
    <w:p w14:paraId="3B9DC107" w14:textId="68942F51" w:rsidR="00E85021" w:rsidRPr="00E85021" w:rsidRDefault="00E85021" w:rsidP="000C7851">
      <w:pPr>
        <w:pStyle w:val="Akapitzlist"/>
        <w:numPr>
          <w:ilvl w:val="0"/>
          <w:numId w:val="33"/>
        </w:numPr>
        <w:spacing w:line="360" w:lineRule="auto"/>
        <w:rPr>
          <w:rFonts w:ascii="Arial" w:hAnsi="Arial" w:cs="Arial"/>
          <w:sz w:val="24"/>
          <w:szCs w:val="24"/>
        </w:rPr>
      </w:pPr>
      <w:r w:rsidRPr="00E85021">
        <w:rPr>
          <w:rFonts w:ascii="Arial" w:hAnsi="Arial" w:cs="Arial"/>
          <w:sz w:val="24"/>
          <w:szCs w:val="24"/>
        </w:rPr>
        <w:t>Wyrażam zgodę na zmniejszenie przez Zamawiającego zadeklarowanej w zapytaniu ofertowym ilości kompletów sprzętu komputerowego, jeśli wartość całkowita oferty przekroczy przeznaczone przez niego na ten cel środki. W takiej sytuacji Wykonawca obciąży Zamawiającego fakturą jedynie za pomniejszoną  ilość realnie przekazanych kompletów</w:t>
      </w:r>
      <w:r>
        <w:rPr>
          <w:rFonts w:ascii="Arial" w:hAnsi="Arial" w:cs="Arial"/>
          <w:sz w:val="24"/>
          <w:szCs w:val="24"/>
        </w:rPr>
        <w:t>.</w:t>
      </w:r>
    </w:p>
    <w:p w14:paraId="5996614F" w14:textId="498812F4" w:rsidR="001405A7" w:rsidRPr="00E85021" w:rsidRDefault="001405A7" w:rsidP="000C7851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MSTT31f280fb10o228096S00" w:hAnsi="Arial" w:cs="Arial"/>
          <w:sz w:val="24"/>
          <w:szCs w:val="24"/>
          <w:lang w:eastAsia="pl-PL"/>
        </w:rPr>
      </w:pPr>
      <w:r w:rsidRPr="00EF251A">
        <w:rPr>
          <w:rFonts w:ascii="Arial" w:eastAsia="MSTT31f280fb10o228096S00" w:hAnsi="Arial" w:cs="Arial"/>
          <w:sz w:val="24"/>
          <w:szCs w:val="24"/>
          <w:lang w:eastAsia="pl-PL"/>
        </w:rPr>
        <w:t>Oświadczam, że we wskazanej p</w:t>
      </w:r>
      <w:r w:rsidR="00AC6CAA" w:rsidRPr="00EF251A">
        <w:rPr>
          <w:rFonts w:ascii="Arial" w:eastAsia="MSTT31f280fb10o228096S00" w:hAnsi="Arial" w:cs="Arial"/>
          <w:sz w:val="24"/>
          <w:szCs w:val="24"/>
          <w:lang w:eastAsia="pl-PL"/>
        </w:rPr>
        <w:t>owyżej Cenie jednostkowej oraz Cenie całkowitej</w:t>
      </w:r>
      <w:r w:rsidRPr="00EF251A">
        <w:rPr>
          <w:rFonts w:ascii="Arial" w:eastAsia="MSTT31f280fb10o228096S00" w:hAnsi="Arial" w:cs="Arial"/>
          <w:sz w:val="24"/>
          <w:szCs w:val="24"/>
          <w:lang w:eastAsia="pl-PL"/>
        </w:rPr>
        <w:t xml:space="preserve"> oferty</w:t>
      </w:r>
      <w:r w:rsidR="00E85021">
        <w:rPr>
          <w:rFonts w:ascii="Arial" w:eastAsia="MSTT31f280fb10o228096S00" w:hAnsi="Arial" w:cs="Arial"/>
          <w:sz w:val="24"/>
          <w:szCs w:val="24"/>
          <w:lang w:eastAsia="pl-PL"/>
        </w:rPr>
        <w:t xml:space="preserve"> </w:t>
      </w:r>
      <w:r w:rsidRPr="00E85021">
        <w:rPr>
          <w:rFonts w:ascii="Arial" w:eastAsia="MSTT31f280fb10o228096S00" w:hAnsi="Arial" w:cs="Arial"/>
          <w:sz w:val="24"/>
          <w:szCs w:val="24"/>
          <w:lang w:eastAsia="pl-PL"/>
        </w:rPr>
        <w:t>uwzględniłem/-</w:t>
      </w:r>
      <w:proofErr w:type="spellStart"/>
      <w:r w:rsidRPr="00E85021">
        <w:rPr>
          <w:rFonts w:ascii="Arial" w:eastAsia="MSTT31f280fb10o228096S00" w:hAnsi="Arial" w:cs="Arial"/>
          <w:sz w:val="24"/>
          <w:szCs w:val="24"/>
          <w:lang w:eastAsia="pl-PL"/>
        </w:rPr>
        <w:t>am</w:t>
      </w:r>
      <w:proofErr w:type="spellEnd"/>
      <w:r w:rsidRPr="00E85021">
        <w:rPr>
          <w:rFonts w:ascii="Arial" w:eastAsia="MSTT31f280fb10o228096S00" w:hAnsi="Arial" w:cs="Arial"/>
          <w:sz w:val="24"/>
          <w:szCs w:val="24"/>
          <w:lang w:eastAsia="pl-PL"/>
        </w:rPr>
        <w:t xml:space="preserve"> wszystkie koszty bezpośrednie i pośredni</w:t>
      </w:r>
      <w:r w:rsidR="001D321A" w:rsidRPr="00E85021">
        <w:rPr>
          <w:rFonts w:ascii="Arial" w:eastAsia="MSTT31f280fb10o228096S00" w:hAnsi="Arial" w:cs="Arial"/>
          <w:sz w:val="24"/>
          <w:szCs w:val="24"/>
          <w:lang w:eastAsia="pl-PL"/>
        </w:rPr>
        <w:t xml:space="preserve">e, jakie uważam za niezbędne do </w:t>
      </w:r>
      <w:r w:rsidRPr="00E85021">
        <w:rPr>
          <w:rFonts w:ascii="Arial" w:eastAsia="MSTT31f280fb10o228096S00" w:hAnsi="Arial" w:cs="Arial"/>
          <w:sz w:val="24"/>
          <w:szCs w:val="24"/>
          <w:lang w:eastAsia="pl-PL"/>
        </w:rPr>
        <w:t>poniesienia dla terminowego i prawidłowego wykonania przedmiotu zamówienia, zysk oraz wszystkie wymagane przepisami podatki i opłaty</w:t>
      </w:r>
      <w:r w:rsidR="00AC6CAA" w:rsidRPr="00E85021">
        <w:rPr>
          <w:rFonts w:ascii="Arial" w:eastAsia="MSTT31f280fb10o228096S00" w:hAnsi="Arial" w:cs="Arial"/>
          <w:sz w:val="24"/>
          <w:szCs w:val="24"/>
          <w:lang w:eastAsia="pl-PL"/>
        </w:rPr>
        <w:t>. W Cenie jednostkowej oraz Cenie całkowitej</w:t>
      </w:r>
      <w:r w:rsidRPr="00E85021">
        <w:rPr>
          <w:rFonts w:ascii="Arial" w:eastAsia="MSTT31f280fb10o228096S00" w:hAnsi="Arial" w:cs="Arial"/>
          <w:sz w:val="24"/>
          <w:szCs w:val="24"/>
          <w:lang w:eastAsia="pl-PL"/>
        </w:rPr>
        <w:t xml:space="preserve"> oferty uwzględniłem/-</w:t>
      </w:r>
      <w:proofErr w:type="spellStart"/>
      <w:r w:rsidRPr="00E85021">
        <w:rPr>
          <w:rFonts w:ascii="Arial" w:eastAsia="MSTT31f280fb10o228096S00" w:hAnsi="Arial" w:cs="Arial"/>
          <w:sz w:val="24"/>
          <w:szCs w:val="24"/>
          <w:lang w:eastAsia="pl-PL"/>
        </w:rPr>
        <w:t>am</w:t>
      </w:r>
      <w:proofErr w:type="spellEnd"/>
      <w:r w:rsidRPr="00E85021">
        <w:rPr>
          <w:rFonts w:ascii="Arial" w:eastAsia="MSTT31f280fb10o228096S00" w:hAnsi="Arial" w:cs="Arial"/>
          <w:sz w:val="24"/>
          <w:szCs w:val="24"/>
          <w:lang w:eastAsia="pl-PL"/>
        </w:rPr>
        <w:t>/ wszystkie posiadane informacje o przedmiocie zamówienia oraz niezbędne informacje do przygotowania odpowiedzi na zapytanie ofertowe.</w:t>
      </w:r>
    </w:p>
    <w:p w14:paraId="5C161434" w14:textId="5EC471B1" w:rsidR="001405A7" w:rsidRPr="000C7851" w:rsidRDefault="001405A7" w:rsidP="000C7851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EF251A">
        <w:rPr>
          <w:rFonts w:ascii="Arial" w:eastAsia="Calibri" w:hAnsi="Arial" w:cs="Arial"/>
          <w:sz w:val="24"/>
          <w:szCs w:val="24"/>
        </w:rPr>
        <w:t xml:space="preserve">Znajduję się w sytuacji ekonomicznej i finansowej zapewniającej prawidłowe wykonania </w:t>
      </w:r>
      <w:r w:rsidR="000B1ADE" w:rsidRPr="00EF251A">
        <w:rPr>
          <w:rFonts w:ascii="Arial" w:eastAsia="Calibri" w:hAnsi="Arial" w:cs="Arial"/>
          <w:sz w:val="24"/>
          <w:szCs w:val="24"/>
        </w:rPr>
        <w:t xml:space="preserve"> </w:t>
      </w:r>
      <w:r w:rsidRPr="000C7851">
        <w:rPr>
          <w:rFonts w:ascii="Arial" w:eastAsia="Calibri" w:hAnsi="Arial" w:cs="Arial"/>
          <w:sz w:val="24"/>
          <w:szCs w:val="24"/>
        </w:rPr>
        <w:t>zamówienia, w stosunku do mojej/naszej firmy nie otwarto likwidacji ani nie ogłoszono upadłości.</w:t>
      </w:r>
    </w:p>
    <w:p w14:paraId="384B345B" w14:textId="5A0CCC9A" w:rsidR="000B1ADE" w:rsidRPr="00E85021" w:rsidRDefault="001405A7" w:rsidP="000C7851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EF251A">
        <w:rPr>
          <w:rFonts w:ascii="Arial" w:eastAsia="Calibri" w:hAnsi="Arial" w:cs="Arial"/>
          <w:sz w:val="24"/>
          <w:szCs w:val="24"/>
        </w:rPr>
        <w:t xml:space="preserve">Posiadam  niezbędną wiedzę i doświadczenie, dotychczasowe zamówienia na rzecz odbiorców </w:t>
      </w:r>
      <w:r w:rsidR="001D321A" w:rsidRPr="00EF251A">
        <w:rPr>
          <w:rFonts w:ascii="Arial" w:eastAsia="Calibri" w:hAnsi="Arial" w:cs="Arial"/>
          <w:sz w:val="24"/>
          <w:szCs w:val="24"/>
        </w:rPr>
        <w:t xml:space="preserve">    </w:t>
      </w:r>
      <w:r w:rsidRPr="00EF251A">
        <w:rPr>
          <w:rFonts w:ascii="Arial" w:eastAsia="Calibri" w:hAnsi="Arial" w:cs="Arial"/>
          <w:sz w:val="24"/>
          <w:szCs w:val="24"/>
        </w:rPr>
        <w:t xml:space="preserve">zrealizowałem z należytą starannością. </w:t>
      </w:r>
    </w:p>
    <w:p w14:paraId="0B7E388D" w14:textId="5FF5C292" w:rsidR="001405A7" w:rsidRPr="00E85021" w:rsidRDefault="000B1ADE" w:rsidP="000C7851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EF251A">
        <w:rPr>
          <w:rFonts w:ascii="Arial" w:eastAsia="Calibri" w:hAnsi="Arial" w:cs="Arial"/>
          <w:sz w:val="24"/>
          <w:szCs w:val="24"/>
        </w:rPr>
        <w:t>Posiada</w:t>
      </w:r>
      <w:r w:rsidR="004F17B4" w:rsidRPr="00EF251A">
        <w:rPr>
          <w:rFonts w:ascii="Arial" w:eastAsia="Calibri" w:hAnsi="Arial" w:cs="Arial"/>
          <w:sz w:val="24"/>
          <w:szCs w:val="24"/>
        </w:rPr>
        <w:t>m</w:t>
      </w:r>
      <w:r w:rsidRPr="00EF251A">
        <w:rPr>
          <w:rFonts w:ascii="Arial" w:eastAsia="Calibri" w:hAnsi="Arial" w:cs="Arial"/>
          <w:sz w:val="24"/>
          <w:szCs w:val="24"/>
        </w:rPr>
        <w:t xml:space="preserve"> co najmniej 3-letnie doświadczenie w sprzedaży sprzętu IT;</w:t>
      </w:r>
    </w:p>
    <w:p w14:paraId="7C807C7C" w14:textId="30C5B342" w:rsidR="001405A7" w:rsidRPr="00E85021" w:rsidRDefault="001405A7" w:rsidP="000C7851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EF251A">
        <w:rPr>
          <w:rFonts w:ascii="Arial" w:eastAsia="Calibri" w:hAnsi="Arial" w:cs="Arial"/>
          <w:sz w:val="24"/>
          <w:szCs w:val="24"/>
        </w:rPr>
        <w:t xml:space="preserve">Oświadczam(y), że nie zachodzą wobec mnie(nas) przesłanki wykluczenia na podstawie art. 7 ust 1 ustawy z dnia 13 kwietnia 2022 o szczególnych </w:t>
      </w:r>
      <w:r w:rsidRPr="00EF251A">
        <w:rPr>
          <w:rFonts w:ascii="Arial" w:eastAsia="Calibri" w:hAnsi="Arial" w:cs="Arial"/>
          <w:sz w:val="24"/>
          <w:szCs w:val="24"/>
        </w:rPr>
        <w:lastRenderedPageBreak/>
        <w:t>rozwiązaniach wspierania agresji na Ukrainę oraz służących ochronie bezpieczeństwa narodowego (Dz. U. 2022 poz. 835).</w:t>
      </w:r>
    </w:p>
    <w:p w14:paraId="4596ABF2" w14:textId="0F5B8452" w:rsidR="001405A7" w:rsidRPr="00E85021" w:rsidRDefault="001405A7" w:rsidP="000C7851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MSTT31f280fb10o228096S00" w:hAnsi="Arial" w:cs="Arial"/>
          <w:sz w:val="24"/>
          <w:szCs w:val="24"/>
          <w:lang w:eastAsia="pl-PL"/>
        </w:rPr>
      </w:pPr>
      <w:r w:rsidRPr="00EF251A">
        <w:rPr>
          <w:rFonts w:ascii="Arial" w:eastAsia="MSTT31f280fb10o228096S00" w:hAnsi="Arial" w:cs="Arial"/>
          <w:sz w:val="24"/>
          <w:szCs w:val="24"/>
          <w:lang w:eastAsia="pl-PL"/>
        </w:rPr>
        <w:t>Oświadczam, że wypełniłem/-</w:t>
      </w:r>
      <w:proofErr w:type="spellStart"/>
      <w:r w:rsidRPr="00EF251A">
        <w:rPr>
          <w:rFonts w:ascii="Arial" w:eastAsia="MSTT31f280fb10o228096S00" w:hAnsi="Arial" w:cs="Arial"/>
          <w:sz w:val="24"/>
          <w:szCs w:val="24"/>
          <w:lang w:eastAsia="pl-PL"/>
        </w:rPr>
        <w:t>am</w:t>
      </w:r>
      <w:proofErr w:type="spellEnd"/>
      <w:r w:rsidRPr="00EF251A">
        <w:rPr>
          <w:rFonts w:ascii="Arial" w:eastAsia="MSTT31f280fb10o228096S00" w:hAnsi="Arial" w:cs="Arial"/>
          <w:sz w:val="24"/>
          <w:szCs w:val="24"/>
          <w:lang w:eastAsia="pl-PL"/>
        </w:rPr>
        <w:t xml:space="preserve"> obowiązki informacyjne przewidziane w art. 13 lub art. 14 RODO wobec osób fizycznych, od których dane osobowe bezpośrednio lub pośrednio pozyskaliśmy w celu ubiegania się o udzielenie zamówienia w niniejszym postępowaniu.</w:t>
      </w:r>
    </w:p>
    <w:p w14:paraId="404F4106" w14:textId="425E2284" w:rsidR="001405A7" w:rsidRPr="00EF251A" w:rsidRDefault="001405A7" w:rsidP="000C7851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EF251A">
        <w:rPr>
          <w:rFonts w:ascii="Arial" w:eastAsia="Calibri" w:hAnsi="Arial" w:cs="Arial"/>
          <w:sz w:val="24"/>
          <w:szCs w:val="24"/>
        </w:rPr>
        <w:t>Osobą odpowiedzialną za sprawy techniczno-organizacyjne w ramach przedmiotowego z</w:t>
      </w:r>
      <w:r w:rsidR="001D321A" w:rsidRPr="00EF251A">
        <w:rPr>
          <w:rFonts w:ascii="Arial" w:eastAsia="Calibri" w:hAnsi="Arial" w:cs="Arial"/>
          <w:sz w:val="24"/>
          <w:szCs w:val="24"/>
        </w:rPr>
        <w:t xml:space="preserve">     z</w:t>
      </w:r>
      <w:r w:rsidRPr="00EF251A">
        <w:rPr>
          <w:rFonts w:ascii="Arial" w:eastAsia="Calibri" w:hAnsi="Arial" w:cs="Arial"/>
          <w:sz w:val="24"/>
          <w:szCs w:val="24"/>
        </w:rPr>
        <w:t>amówienia (Koordynator umowy) oraz wyznaczoną do kontaktów z Zamawiającym będzie Pan/Pani ………………………….., nr tel.: ………………………………,mail: …………………………………………………………………………………………………………</w:t>
      </w:r>
    </w:p>
    <w:p w14:paraId="3B7E626A" w14:textId="77777777" w:rsidR="001405A7" w:rsidRPr="00EF251A" w:rsidRDefault="001405A7" w:rsidP="000C7851">
      <w:pPr>
        <w:widowControl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4"/>
          <w:szCs w:val="24"/>
          <w:lang w:eastAsia="pl-PL"/>
        </w:rPr>
      </w:pPr>
    </w:p>
    <w:p w14:paraId="7A92512C" w14:textId="77777777" w:rsidR="001405A7" w:rsidRPr="00EF251A" w:rsidRDefault="001405A7" w:rsidP="000C7851">
      <w:pPr>
        <w:autoSpaceDE w:val="0"/>
        <w:autoSpaceDN w:val="0"/>
        <w:adjustRightInd w:val="0"/>
        <w:spacing w:after="0" w:line="360" w:lineRule="auto"/>
        <w:rPr>
          <w:rFonts w:ascii="Arial" w:eastAsia="MSTT31f16d5a04o187074S00" w:hAnsi="Arial" w:cs="Arial"/>
          <w:sz w:val="24"/>
          <w:szCs w:val="24"/>
          <w:lang w:eastAsia="pl-PL"/>
        </w:rPr>
      </w:pPr>
    </w:p>
    <w:p w14:paraId="5A410EED" w14:textId="77777777" w:rsidR="001405A7" w:rsidRPr="00EF251A" w:rsidRDefault="001405A7" w:rsidP="000C7851">
      <w:pPr>
        <w:autoSpaceDE w:val="0"/>
        <w:autoSpaceDN w:val="0"/>
        <w:adjustRightInd w:val="0"/>
        <w:spacing w:after="0" w:line="360" w:lineRule="auto"/>
        <w:rPr>
          <w:rFonts w:ascii="Arial" w:eastAsia="MSTT31313b5af6o186074IS00" w:hAnsi="Arial" w:cs="Arial"/>
          <w:i/>
          <w:color w:val="2F5496"/>
          <w:sz w:val="24"/>
          <w:szCs w:val="24"/>
          <w:lang w:eastAsia="pl-PL"/>
        </w:rPr>
      </w:pPr>
    </w:p>
    <w:p w14:paraId="0EB57D3F" w14:textId="77777777" w:rsidR="001405A7" w:rsidRPr="00EF251A" w:rsidRDefault="001405A7" w:rsidP="000C7851">
      <w:pPr>
        <w:autoSpaceDE w:val="0"/>
        <w:autoSpaceDN w:val="0"/>
        <w:adjustRightInd w:val="0"/>
        <w:spacing w:after="0" w:line="360" w:lineRule="auto"/>
        <w:rPr>
          <w:rFonts w:ascii="Arial" w:eastAsia="MSTT31313b5af6o186074IS00" w:hAnsi="Arial" w:cs="Arial"/>
          <w:i/>
          <w:color w:val="2F5496"/>
          <w:sz w:val="24"/>
          <w:szCs w:val="24"/>
          <w:lang w:eastAsia="pl-PL"/>
        </w:rPr>
      </w:pPr>
    </w:p>
    <w:p w14:paraId="639285AE" w14:textId="77777777" w:rsidR="001405A7" w:rsidRPr="00EF251A" w:rsidRDefault="001405A7" w:rsidP="000C7851">
      <w:pPr>
        <w:autoSpaceDE w:val="0"/>
        <w:autoSpaceDN w:val="0"/>
        <w:adjustRightInd w:val="0"/>
        <w:spacing w:after="0" w:line="360" w:lineRule="auto"/>
        <w:rPr>
          <w:rFonts w:ascii="Arial" w:eastAsia="MSTT31313b5af6o186074IS00" w:hAnsi="Arial" w:cs="Arial"/>
          <w:i/>
          <w:sz w:val="24"/>
          <w:szCs w:val="24"/>
          <w:lang w:eastAsia="pl-PL"/>
        </w:rPr>
      </w:pPr>
    </w:p>
    <w:p w14:paraId="071F57B7" w14:textId="77777777" w:rsidR="001405A7" w:rsidRPr="00EF251A" w:rsidRDefault="001405A7" w:rsidP="000C7851">
      <w:pPr>
        <w:autoSpaceDE w:val="0"/>
        <w:autoSpaceDN w:val="0"/>
        <w:adjustRightInd w:val="0"/>
        <w:spacing w:after="0" w:line="360" w:lineRule="auto"/>
        <w:rPr>
          <w:rFonts w:ascii="Arial" w:eastAsia="MSTT31313b5af6o186074IS00" w:hAnsi="Arial" w:cs="Arial"/>
          <w:i/>
          <w:sz w:val="24"/>
          <w:szCs w:val="24"/>
          <w:lang w:eastAsia="pl-PL"/>
        </w:rPr>
      </w:pPr>
      <w:r w:rsidRPr="00EF251A">
        <w:rPr>
          <w:rFonts w:ascii="Arial" w:eastAsia="MSTT31313b5af6o186074IS00" w:hAnsi="Arial" w:cs="Arial"/>
          <w:i/>
          <w:sz w:val="24"/>
          <w:szCs w:val="24"/>
          <w:lang w:eastAsia="pl-PL"/>
        </w:rPr>
        <w:tab/>
      </w:r>
      <w:r w:rsidRPr="00EF251A">
        <w:rPr>
          <w:rFonts w:ascii="Arial" w:eastAsia="MSTT31313b5af6o186074IS00" w:hAnsi="Arial" w:cs="Arial"/>
          <w:i/>
          <w:sz w:val="24"/>
          <w:szCs w:val="24"/>
          <w:lang w:eastAsia="pl-PL"/>
        </w:rPr>
        <w:tab/>
      </w:r>
      <w:r w:rsidRPr="00EF251A">
        <w:rPr>
          <w:rFonts w:ascii="Arial" w:eastAsia="MSTT31313b5af6o186074IS00" w:hAnsi="Arial" w:cs="Arial"/>
          <w:i/>
          <w:sz w:val="24"/>
          <w:szCs w:val="24"/>
          <w:lang w:eastAsia="pl-PL"/>
        </w:rPr>
        <w:tab/>
      </w:r>
      <w:r w:rsidRPr="00EF251A">
        <w:rPr>
          <w:rFonts w:ascii="Arial" w:eastAsia="MSTT31313b5af6o186074IS00" w:hAnsi="Arial" w:cs="Arial"/>
          <w:i/>
          <w:sz w:val="24"/>
          <w:szCs w:val="24"/>
          <w:lang w:eastAsia="pl-PL"/>
        </w:rPr>
        <w:tab/>
      </w:r>
      <w:r w:rsidRPr="00EF251A">
        <w:rPr>
          <w:rFonts w:ascii="Arial" w:eastAsia="MSTT31313b5af6o186074IS00" w:hAnsi="Arial" w:cs="Arial"/>
          <w:i/>
          <w:sz w:val="24"/>
          <w:szCs w:val="24"/>
          <w:lang w:eastAsia="pl-PL"/>
        </w:rPr>
        <w:tab/>
      </w:r>
      <w:r w:rsidRPr="00EF251A">
        <w:rPr>
          <w:rFonts w:ascii="Arial" w:eastAsia="MSTT31313b5af6o186074IS00" w:hAnsi="Arial" w:cs="Arial"/>
          <w:i/>
          <w:sz w:val="24"/>
          <w:szCs w:val="24"/>
          <w:lang w:eastAsia="pl-PL"/>
        </w:rPr>
        <w:tab/>
      </w:r>
      <w:r w:rsidRPr="00EF251A">
        <w:rPr>
          <w:rFonts w:ascii="Arial" w:eastAsia="MSTT31313b5af6o186074IS00" w:hAnsi="Arial" w:cs="Arial"/>
          <w:i/>
          <w:sz w:val="24"/>
          <w:szCs w:val="24"/>
          <w:lang w:eastAsia="pl-PL"/>
        </w:rPr>
        <w:tab/>
      </w:r>
      <w:r w:rsidRPr="00EF251A">
        <w:rPr>
          <w:rFonts w:ascii="Arial" w:eastAsia="MSTT31313b5af6o186074IS00" w:hAnsi="Arial" w:cs="Arial"/>
          <w:i/>
          <w:sz w:val="24"/>
          <w:szCs w:val="24"/>
          <w:lang w:eastAsia="pl-PL"/>
        </w:rPr>
        <w:tab/>
      </w:r>
      <w:r w:rsidRPr="00EF251A">
        <w:rPr>
          <w:rFonts w:ascii="Arial" w:eastAsia="MSTT31313b5af6o186074IS00" w:hAnsi="Arial" w:cs="Arial"/>
          <w:i/>
          <w:sz w:val="24"/>
          <w:szCs w:val="24"/>
          <w:lang w:eastAsia="pl-PL"/>
        </w:rPr>
        <w:tab/>
        <w:t xml:space="preserve">    </w:t>
      </w:r>
      <w:r w:rsidRPr="00EF251A">
        <w:rPr>
          <w:rFonts w:ascii="Arial" w:eastAsia="Calibri" w:hAnsi="Arial" w:cs="Arial"/>
          <w:b/>
          <w:i/>
          <w:sz w:val="24"/>
          <w:szCs w:val="24"/>
        </w:rPr>
        <w:t>………………………</w:t>
      </w:r>
    </w:p>
    <w:p w14:paraId="5874CE10" w14:textId="77777777" w:rsidR="001405A7" w:rsidRPr="00EF251A" w:rsidRDefault="001405A7" w:rsidP="000C7851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Calibri" w:hAnsi="Arial" w:cs="Arial"/>
          <w:b/>
          <w:i/>
          <w:sz w:val="24"/>
          <w:szCs w:val="24"/>
        </w:rPr>
      </w:pPr>
    </w:p>
    <w:p w14:paraId="141219B3" w14:textId="77777777" w:rsidR="001405A7" w:rsidRPr="00EF251A" w:rsidRDefault="001405A7" w:rsidP="000C7851">
      <w:pPr>
        <w:autoSpaceDE w:val="0"/>
        <w:autoSpaceDN w:val="0"/>
        <w:adjustRightInd w:val="0"/>
        <w:spacing w:after="0" w:line="360" w:lineRule="auto"/>
        <w:ind w:left="5664"/>
        <w:jc w:val="center"/>
        <w:rPr>
          <w:rFonts w:ascii="Arial" w:eastAsia="Calibri" w:hAnsi="Arial" w:cs="Arial"/>
          <w:b/>
          <w:i/>
          <w:sz w:val="24"/>
          <w:szCs w:val="24"/>
        </w:rPr>
      </w:pPr>
      <w:r w:rsidRPr="00EF251A">
        <w:rPr>
          <w:rFonts w:ascii="Arial" w:eastAsia="Calibri" w:hAnsi="Arial" w:cs="Arial"/>
          <w:b/>
          <w:i/>
          <w:sz w:val="24"/>
          <w:szCs w:val="24"/>
        </w:rPr>
        <w:t>(Data i podpis Wykonawcy)</w:t>
      </w:r>
    </w:p>
    <w:p w14:paraId="1570B25C" w14:textId="77777777" w:rsidR="00F660A1" w:rsidRPr="00702079" w:rsidRDefault="00F660A1" w:rsidP="000C7851">
      <w:pPr>
        <w:spacing w:line="360" w:lineRule="auto"/>
        <w:rPr>
          <w:rFonts w:cstheme="minorHAnsi"/>
        </w:rPr>
      </w:pPr>
    </w:p>
    <w:p w14:paraId="1F772E18" w14:textId="77777777" w:rsidR="007F568C" w:rsidRPr="00702079" w:rsidRDefault="007F568C" w:rsidP="000C7851">
      <w:pPr>
        <w:tabs>
          <w:tab w:val="left" w:pos="1905"/>
        </w:tabs>
        <w:spacing w:line="360" w:lineRule="auto"/>
        <w:rPr>
          <w:rFonts w:cstheme="minorHAnsi"/>
        </w:rPr>
      </w:pPr>
    </w:p>
    <w:p w14:paraId="3A300AD0" w14:textId="77777777" w:rsidR="007F568C" w:rsidRPr="00702079" w:rsidRDefault="007F568C" w:rsidP="000C7851">
      <w:pPr>
        <w:tabs>
          <w:tab w:val="left" w:pos="1905"/>
        </w:tabs>
        <w:spacing w:line="360" w:lineRule="auto"/>
        <w:rPr>
          <w:rFonts w:cstheme="minorHAnsi"/>
        </w:rPr>
      </w:pPr>
    </w:p>
    <w:p w14:paraId="601B9AF6" w14:textId="77777777" w:rsidR="007F568C" w:rsidRPr="00702079" w:rsidRDefault="007F568C" w:rsidP="000C7851">
      <w:pPr>
        <w:tabs>
          <w:tab w:val="left" w:pos="1905"/>
        </w:tabs>
        <w:spacing w:line="360" w:lineRule="auto"/>
        <w:rPr>
          <w:rFonts w:cstheme="minorHAnsi"/>
        </w:rPr>
      </w:pPr>
    </w:p>
    <w:p w14:paraId="1E14C18F" w14:textId="77777777" w:rsidR="007F568C" w:rsidRPr="00702079" w:rsidRDefault="007F568C" w:rsidP="000C7851">
      <w:pPr>
        <w:tabs>
          <w:tab w:val="left" w:pos="1905"/>
        </w:tabs>
        <w:spacing w:line="360" w:lineRule="auto"/>
        <w:rPr>
          <w:rFonts w:cstheme="minorHAnsi"/>
        </w:rPr>
      </w:pPr>
    </w:p>
    <w:sectPr w:rsidR="007F568C" w:rsidRPr="00702079" w:rsidSect="00B94BF2">
      <w:headerReference w:type="default" r:id="rId8"/>
      <w:footerReference w:type="default" r:id="rId9"/>
      <w:pgSz w:w="11906" w:h="16838"/>
      <w:pgMar w:top="1417" w:right="1417" w:bottom="1417" w:left="1417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9A7F67" w14:textId="77777777" w:rsidR="003B5741" w:rsidRDefault="003B5741" w:rsidP="0068577F">
      <w:pPr>
        <w:spacing w:after="0" w:line="240" w:lineRule="auto"/>
      </w:pPr>
      <w:r>
        <w:separator/>
      </w:r>
    </w:p>
  </w:endnote>
  <w:endnote w:type="continuationSeparator" w:id="0">
    <w:p w14:paraId="32F1C5F9" w14:textId="77777777" w:rsidR="003B5741" w:rsidRDefault="003B5741" w:rsidP="00685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TT31f280fb10o190080S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TT31f280fb10o209088S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TT31f280fb10o228096S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TT31f16d5a04o187074S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STT31313b5af6o186074IS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w Cen MT">
    <w:altName w:val="Lucida Sans Unicode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6089231"/>
      <w:docPartObj>
        <w:docPartGallery w:val="Page Numbers (Bottom of Page)"/>
        <w:docPartUnique/>
      </w:docPartObj>
    </w:sdtPr>
    <w:sdtEndPr/>
    <w:sdtContent>
      <w:p w14:paraId="79CE5931" w14:textId="77777777" w:rsidR="007F568C" w:rsidRDefault="007F568C">
        <w:pPr>
          <w:pStyle w:val="Stopka"/>
          <w:jc w:val="right"/>
        </w:pPr>
        <w:r w:rsidRPr="007F568C">
          <w:rPr>
            <w:rFonts w:ascii="Times New Roman" w:hAnsi="Times New Roman" w:cs="Times New Roman"/>
            <w:noProof/>
            <w:sz w:val="24"/>
            <w:szCs w:val="24"/>
            <w:lang w:eastAsia="pl-PL"/>
          </w:rPr>
          <w:drawing>
            <wp:anchor distT="0" distB="0" distL="114300" distR="114300" simplePos="0" relativeHeight="251659264" behindDoc="1" locked="0" layoutInCell="1" allowOverlap="1" wp14:anchorId="36E130FD" wp14:editId="78211E9E">
              <wp:simplePos x="0" y="0"/>
              <wp:positionH relativeFrom="margin">
                <wp:posOffset>161925</wp:posOffset>
              </wp:positionH>
              <wp:positionV relativeFrom="paragraph">
                <wp:posOffset>-15714</wp:posOffset>
              </wp:positionV>
              <wp:extent cx="1378585" cy="467995"/>
              <wp:effectExtent l="0" t="0" r="0" b="8255"/>
              <wp:wrapNone/>
              <wp:docPr id="15" name="Obraz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3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8585" cy="46799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7F568C">
          <w:rPr>
            <w:rFonts w:ascii="Times New Roman" w:hAnsi="Times New Roman" w:cs="Times New Roman"/>
            <w:noProof/>
            <w:sz w:val="24"/>
            <w:szCs w:val="24"/>
            <w:lang w:eastAsia="pl-PL"/>
          </w:rPr>
          <w:drawing>
            <wp:anchor distT="0" distB="0" distL="114300" distR="114300" simplePos="0" relativeHeight="251663360" behindDoc="1" locked="0" layoutInCell="1" allowOverlap="1" wp14:anchorId="29A082E5" wp14:editId="0DCA4976">
              <wp:simplePos x="0" y="0"/>
              <wp:positionH relativeFrom="margin">
                <wp:posOffset>4246245</wp:posOffset>
              </wp:positionH>
              <wp:positionV relativeFrom="paragraph">
                <wp:posOffset>109381</wp:posOffset>
              </wp:positionV>
              <wp:extent cx="1130300" cy="400050"/>
              <wp:effectExtent l="0" t="0" r="0" b="0"/>
              <wp:wrapNone/>
              <wp:docPr id="14" name="Obraz 1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ZL_Logo.png"/>
                      <pic:cNvPicPr/>
                    </pic:nvPicPr>
                    <pic:blipFill rotWithShape="1"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24705" b="23530"/>
                      <a:stretch/>
                    </pic:blipFill>
                    <pic:spPr bwMode="auto">
                      <a:xfrm>
                        <a:off x="0" y="0"/>
                        <a:ext cx="1130300" cy="40005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7F568C">
          <w:rPr>
            <w:rFonts w:ascii="Times New Roman" w:hAnsi="Times New Roman" w:cs="Times New Roman"/>
            <w:noProof/>
            <w:sz w:val="24"/>
            <w:szCs w:val="24"/>
            <w:lang w:eastAsia="pl-PL"/>
          </w:rPr>
          <w:drawing>
            <wp:anchor distT="0" distB="0" distL="114300" distR="114300" simplePos="0" relativeHeight="251661312" behindDoc="1" locked="0" layoutInCell="1" allowOverlap="1" wp14:anchorId="2470E52C" wp14:editId="1A149065">
              <wp:simplePos x="0" y="0"/>
              <wp:positionH relativeFrom="margin">
                <wp:posOffset>2621280</wp:posOffset>
              </wp:positionH>
              <wp:positionV relativeFrom="paragraph">
                <wp:posOffset>-116679</wp:posOffset>
              </wp:positionV>
              <wp:extent cx="517525" cy="660400"/>
              <wp:effectExtent l="0" t="0" r="0" b="6350"/>
              <wp:wrapNone/>
              <wp:docPr id="16" name="Obraz 1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" name="Junackie Hufce Pracy.jpg"/>
                      <pic:cNvPicPr/>
                    </pic:nvPicPr>
                    <pic:blipFill>
                      <a:blip r:embed="rId3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17525" cy="660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</w:sdtContent>
  </w:sdt>
  <w:p w14:paraId="7C409C71" w14:textId="77777777" w:rsidR="007F568C" w:rsidRDefault="007F56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243270" w14:textId="77777777" w:rsidR="003B5741" w:rsidRDefault="003B5741" w:rsidP="0068577F">
      <w:pPr>
        <w:spacing w:after="0" w:line="240" w:lineRule="auto"/>
      </w:pPr>
      <w:r>
        <w:separator/>
      </w:r>
    </w:p>
  </w:footnote>
  <w:footnote w:type="continuationSeparator" w:id="0">
    <w:p w14:paraId="65947343" w14:textId="77777777" w:rsidR="003B5741" w:rsidRDefault="003B5741" w:rsidP="006857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7236" w:type="dxa"/>
      <w:tblInd w:w="-427" w:type="dxa"/>
      <w:tblLook w:val="04A0" w:firstRow="1" w:lastRow="0" w:firstColumn="1" w:lastColumn="0" w:noHBand="0" w:noVBand="1"/>
    </w:tblPr>
    <w:tblGrid>
      <w:gridCol w:w="1703"/>
      <w:gridCol w:w="5533"/>
    </w:tblGrid>
    <w:tr w:rsidR="001C1F32" w:rsidRPr="009D0B9D" w14:paraId="70AA83FC" w14:textId="77777777" w:rsidTr="00B94BF2">
      <w:tc>
        <w:tcPr>
          <w:tcW w:w="1703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14:paraId="076AF901" w14:textId="77777777" w:rsidR="0031579A" w:rsidRDefault="001C1F32">
          <w:pPr>
            <w:pStyle w:val="Nagwek"/>
          </w:pPr>
          <w:r w:rsidRPr="001C1F32">
            <w:rPr>
              <w:noProof/>
              <w:lang w:eastAsia="pl-PL"/>
            </w:rPr>
            <w:drawing>
              <wp:inline distT="0" distB="0" distL="0" distR="0" wp14:anchorId="0A6F9297" wp14:editId="755772EF">
                <wp:extent cx="807720" cy="807720"/>
                <wp:effectExtent l="0" t="0" r="0" b="0"/>
                <wp:docPr id="13" name="Obraz 13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33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14:paraId="2DDF4686" w14:textId="77777777" w:rsidR="00D11A3D" w:rsidRDefault="00836475" w:rsidP="00D11A3D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>ŁÓDZKA</w:t>
          </w:r>
          <w:r w:rsidR="00D11A3D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 xml:space="preserve"> WOJEWÓDZKA KOMENDA </w:t>
          </w:r>
        </w:p>
        <w:p w14:paraId="69A14E21" w14:textId="77777777" w:rsidR="00D11A3D" w:rsidRPr="00EF16C8" w:rsidRDefault="00D11A3D" w:rsidP="00D11A3D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  <w:r w:rsidRPr="00EF16C8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>OCHOTNICZYCH HUFCÓW PRACY</w:t>
          </w:r>
          <w:r w:rsidR="00836475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 xml:space="preserve"> W ŁODZI</w:t>
          </w:r>
        </w:p>
        <w:p w14:paraId="6C3F44D1" w14:textId="77777777" w:rsidR="00D11A3D" w:rsidRPr="004A1FD8" w:rsidRDefault="00836475" w:rsidP="00D11A3D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</w:pPr>
          <w:r w:rsidRPr="004A1FD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90-203 Łódź ul. Pomorska 41</w:t>
          </w:r>
        </w:p>
        <w:p w14:paraId="523FF74B" w14:textId="77777777" w:rsidR="00D11A3D" w:rsidRPr="00EF16C8" w:rsidRDefault="00836475" w:rsidP="00D11A3D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</w:pPr>
          <w:r w:rsidRPr="004A1FD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tel. 42 6365437</w:t>
          </w:r>
        </w:p>
        <w:p w14:paraId="7AFECB57" w14:textId="77777777" w:rsidR="00D11A3D" w:rsidRPr="004A1FD8" w:rsidRDefault="00D11A3D" w:rsidP="00D11A3D">
          <w:pPr>
            <w:keepNext/>
            <w:ind w:left="321"/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</w:pPr>
          <w:r w:rsidRPr="00EF16C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e-mail: </w:t>
          </w:r>
          <w:r w:rsidR="00836475" w:rsidRPr="004A1FD8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sekretariat@lodz.ohp.pl</w:t>
          </w:r>
        </w:p>
        <w:p w14:paraId="1BCBB34E" w14:textId="77777777" w:rsidR="0031579A" w:rsidRPr="0045472E" w:rsidRDefault="00AE6716" w:rsidP="00D11A3D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 w:eastAsia="pl-PL"/>
            </w:rPr>
          </w:pPr>
          <w:r w:rsidRPr="00CB2C74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 w:eastAsia="pl-PL"/>
            </w:rPr>
            <w:t>www.ohp.pl</w:t>
          </w:r>
        </w:p>
      </w:tc>
    </w:tr>
  </w:tbl>
  <w:p w14:paraId="589653C8" w14:textId="3B10793D" w:rsidR="00B425B2" w:rsidRPr="00B425B2" w:rsidRDefault="00AA5FB7" w:rsidP="00AA5FB7">
    <w:pPr>
      <w:pStyle w:val="Nagwek"/>
      <w:rPr>
        <w:lang w:val="en-GB"/>
      </w:rPr>
    </w:pPr>
    <w:r>
      <w:rPr>
        <w:lang w:val="en-GB"/>
      </w:rPr>
      <w:t xml:space="preserve">                                                                                   </w:t>
    </w:r>
    <w:r w:rsidR="001A6B87">
      <w:rPr>
        <w:lang w:val="en-GB"/>
      </w:rPr>
      <w:t xml:space="preserve">                      </w:t>
    </w:r>
    <w:r>
      <w:rPr>
        <w:lang w:val="en-GB"/>
      </w:rPr>
      <w:t xml:space="preserve">     </w:t>
    </w:r>
    <w:proofErr w:type="spellStart"/>
    <w:r w:rsidR="00B425B2" w:rsidRPr="00B425B2">
      <w:rPr>
        <w:lang w:val="en-GB"/>
      </w:rPr>
      <w:t>Załącznik</w:t>
    </w:r>
    <w:proofErr w:type="spellEnd"/>
    <w:r w:rsidR="00B425B2" w:rsidRPr="00B425B2">
      <w:rPr>
        <w:lang w:val="en-GB"/>
      </w:rPr>
      <w:t xml:space="preserve"> </w:t>
    </w:r>
    <w:proofErr w:type="spellStart"/>
    <w:r w:rsidR="00B425B2" w:rsidRPr="00B425B2">
      <w:rPr>
        <w:lang w:val="en-GB"/>
      </w:rPr>
      <w:t>nr</w:t>
    </w:r>
    <w:proofErr w:type="spellEnd"/>
    <w:r w:rsidR="00B425B2" w:rsidRPr="00B425B2">
      <w:rPr>
        <w:lang w:val="en-GB"/>
      </w:rPr>
      <w:t xml:space="preserve"> 2 do </w:t>
    </w:r>
    <w:proofErr w:type="spellStart"/>
    <w:r w:rsidR="00B425B2" w:rsidRPr="00B425B2">
      <w:rPr>
        <w:lang w:val="en-GB"/>
      </w:rPr>
      <w:t>Zapytania</w:t>
    </w:r>
    <w:proofErr w:type="spellEnd"/>
    <w:r w:rsidR="00B425B2" w:rsidRPr="00B425B2">
      <w:rPr>
        <w:lang w:val="en-GB"/>
      </w:rPr>
      <w:t xml:space="preserve"> </w:t>
    </w:r>
    <w:proofErr w:type="spellStart"/>
    <w:r w:rsidR="001A6B87">
      <w:rPr>
        <w:lang w:val="en-GB"/>
      </w:rPr>
      <w:t>ofertowego</w:t>
    </w:r>
    <w:proofErr w:type="spellEnd"/>
  </w:p>
  <w:p w14:paraId="1A18F59A" w14:textId="670A5AEA" w:rsidR="0068577F" w:rsidRPr="0045472E" w:rsidRDefault="001A6B87" w:rsidP="00FF66F7">
    <w:pPr>
      <w:pStyle w:val="Nagwek"/>
      <w:jc w:val="right"/>
      <w:rPr>
        <w:lang w:val="en-GB"/>
      </w:rPr>
    </w:pPr>
    <w:r w:rsidRPr="001A6B87">
      <w:rPr>
        <w:lang w:val="en-GB"/>
      </w:rPr>
      <w:t>ŁWK.BWK.273.6D.2024</w:t>
    </w:r>
    <w:r w:rsidR="00B425B2" w:rsidRPr="00B425B2">
      <w:rPr>
        <w:lang w:val="en-GB"/>
      </w:rPr>
      <w:t xml:space="preserve">                           </w:t>
    </w:r>
    <w:r w:rsidR="00FF66F7">
      <w:rPr>
        <w:lang w:val="en-GB"/>
      </w:rPr>
      <w:t xml:space="preserve">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F359C"/>
    <w:multiLevelType w:val="hybridMultilevel"/>
    <w:tmpl w:val="DBCCDB72"/>
    <w:lvl w:ilvl="0" w:tplc="AD0048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96FCD"/>
    <w:multiLevelType w:val="hybridMultilevel"/>
    <w:tmpl w:val="05C00478"/>
    <w:lvl w:ilvl="0" w:tplc="AD7E3C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91193"/>
    <w:multiLevelType w:val="hybridMultilevel"/>
    <w:tmpl w:val="EB1C422C"/>
    <w:lvl w:ilvl="0" w:tplc="C2C0D006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9A127B0"/>
    <w:multiLevelType w:val="hybridMultilevel"/>
    <w:tmpl w:val="A31025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C472C41"/>
    <w:multiLevelType w:val="hybridMultilevel"/>
    <w:tmpl w:val="EE90B9F8"/>
    <w:lvl w:ilvl="0" w:tplc="E6CA92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F1E1E95"/>
    <w:multiLevelType w:val="hybridMultilevel"/>
    <w:tmpl w:val="D53045B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08F7ACB"/>
    <w:multiLevelType w:val="hybridMultilevel"/>
    <w:tmpl w:val="6F627768"/>
    <w:lvl w:ilvl="0" w:tplc="866C7964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86B06"/>
    <w:multiLevelType w:val="hybridMultilevel"/>
    <w:tmpl w:val="F0E65EA4"/>
    <w:lvl w:ilvl="0" w:tplc="A07C5A32">
      <w:start w:val="1"/>
      <w:numFmt w:val="bullet"/>
      <w:lvlText w:val=""/>
      <w:lvlJc w:val="left"/>
      <w:pPr>
        <w:tabs>
          <w:tab w:val="num" w:pos="717"/>
        </w:tabs>
        <w:ind w:left="717" w:hanging="360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8" w15:restartNumberingAfterBreak="0">
    <w:nsid w:val="1E206AF5"/>
    <w:multiLevelType w:val="hybridMultilevel"/>
    <w:tmpl w:val="05FE4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4F5DBC"/>
    <w:multiLevelType w:val="hybridMultilevel"/>
    <w:tmpl w:val="948EB17E"/>
    <w:lvl w:ilvl="0" w:tplc="982427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887BD2"/>
    <w:multiLevelType w:val="hybridMultilevel"/>
    <w:tmpl w:val="C3DA1B82"/>
    <w:lvl w:ilvl="0" w:tplc="92EE5FE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CE4232"/>
    <w:multiLevelType w:val="hybridMultilevel"/>
    <w:tmpl w:val="8DD808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4C29A3"/>
    <w:multiLevelType w:val="hybridMultilevel"/>
    <w:tmpl w:val="750AA1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C865DD"/>
    <w:multiLevelType w:val="hybridMultilevel"/>
    <w:tmpl w:val="8BF22A6A"/>
    <w:lvl w:ilvl="0" w:tplc="8354CB70">
      <w:start w:val="1"/>
      <w:numFmt w:val="lowerLetter"/>
      <w:lvlText w:val="%1)"/>
      <w:lvlJc w:val="left"/>
      <w:pPr>
        <w:ind w:left="729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9" w:hanging="360"/>
      </w:pPr>
    </w:lvl>
    <w:lvl w:ilvl="2" w:tplc="0415001B">
      <w:start w:val="1"/>
      <w:numFmt w:val="lowerRoman"/>
      <w:lvlText w:val="%3."/>
      <w:lvlJc w:val="right"/>
      <w:pPr>
        <w:ind w:left="2169" w:hanging="180"/>
      </w:pPr>
    </w:lvl>
    <w:lvl w:ilvl="3" w:tplc="0415000F">
      <w:start w:val="1"/>
      <w:numFmt w:val="decimal"/>
      <w:lvlText w:val="%4."/>
      <w:lvlJc w:val="left"/>
      <w:pPr>
        <w:ind w:left="2889" w:hanging="360"/>
      </w:pPr>
    </w:lvl>
    <w:lvl w:ilvl="4" w:tplc="04150019">
      <w:start w:val="1"/>
      <w:numFmt w:val="lowerLetter"/>
      <w:lvlText w:val="%5."/>
      <w:lvlJc w:val="left"/>
      <w:pPr>
        <w:ind w:left="3609" w:hanging="360"/>
      </w:pPr>
    </w:lvl>
    <w:lvl w:ilvl="5" w:tplc="0415001B">
      <w:start w:val="1"/>
      <w:numFmt w:val="lowerRoman"/>
      <w:lvlText w:val="%6."/>
      <w:lvlJc w:val="right"/>
      <w:pPr>
        <w:ind w:left="4329" w:hanging="180"/>
      </w:pPr>
    </w:lvl>
    <w:lvl w:ilvl="6" w:tplc="0415000F">
      <w:start w:val="1"/>
      <w:numFmt w:val="decimal"/>
      <w:lvlText w:val="%7."/>
      <w:lvlJc w:val="left"/>
      <w:pPr>
        <w:ind w:left="5049" w:hanging="360"/>
      </w:pPr>
    </w:lvl>
    <w:lvl w:ilvl="7" w:tplc="04150019">
      <w:start w:val="1"/>
      <w:numFmt w:val="lowerLetter"/>
      <w:lvlText w:val="%8."/>
      <w:lvlJc w:val="left"/>
      <w:pPr>
        <w:ind w:left="5769" w:hanging="360"/>
      </w:pPr>
    </w:lvl>
    <w:lvl w:ilvl="8" w:tplc="0415001B">
      <w:start w:val="1"/>
      <w:numFmt w:val="lowerRoman"/>
      <w:lvlText w:val="%9."/>
      <w:lvlJc w:val="right"/>
      <w:pPr>
        <w:ind w:left="6489" w:hanging="180"/>
      </w:pPr>
    </w:lvl>
  </w:abstractNum>
  <w:abstractNum w:abstractNumId="14" w15:restartNumberingAfterBreak="0">
    <w:nsid w:val="309625ED"/>
    <w:multiLevelType w:val="hybridMultilevel"/>
    <w:tmpl w:val="70FE59D2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5" w15:restartNumberingAfterBreak="0">
    <w:nsid w:val="332B31F0"/>
    <w:multiLevelType w:val="hybridMultilevel"/>
    <w:tmpl w:val="68169E0A"/>
    <w:lvl w:ilvl="0" w:tplc="3DCAC93A">
      <w:start w:val="1"/>
      <w:numFmt w:val="decimal"/>
      <w:lvlText w:val="%1."/>
      <w:lvlJc w:val="left"/>
      <w:pPr>
        <w:ind w:left="360" w:hanging="360"/>
      </w:pPr>
      <w:rPr>
        <w:rFonts w:hint="default"/>
        <w:spacing w:val="0"/>
        <w:w w:val="1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55E1D59"/>
    <w:multiLevelType w:val="hybridMultilevel"/>
    <w:tmpl w:val="24E4A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465583"/>
    <w:multiLevelType w:val="hybridMultilevel"/>
    <w:tmpl w:val="A418C94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3A676A8"/>
    <w:multiLevelType w:val="hybridMultilevel"/>
    <w:tmpl w:val="7876DBAA"/>
    <w:lvl w:ilvl="0" w:tplc="730E6510">
      <w:start w:val="1"/>
      <w:numFmt w:val="lowerLetter"/>
      <w:lvlText w:val="%1."/>
      <w:lvlJc w:val="left"/>
      <w:pPr>
        <w:ind w:left="1276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445F3B01"/>
    <w:multiLevelType w:val="hybridMultilevel"/>
    <w:tmpl w:val="16285F84"/>
    <w:lvl w:ilvl="0" w:tplc="C4EC4768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Arial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47B950C8"/>
    <w:multiLevelType w:val="hybridMultilevel"/>
    <w:tmpl w:val="133E8A3A"/>
    <w:lvl w:ilvl="0" w:tplc="923697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8483840"/>
    <w:multiLevelType w:val="hybridMultilevel"/>
    <w:tmpl w:val="5A60AE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CF451E"/>
    <w:multiLevelType w:val="hybridMultilevel"/>
    <w:tmpl w:val="B57E15AE"/>
    <w:lvl w:ilvl="0" w:tplc="B2CA71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23" w15:restartNumberingAfterBreak="0">
    <w:nsid w:val="50C14F4A"/>
    <w:multiLevelType w:val="hybridMultilevel"/>
    <w:tmpl w:val="9DB4901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24126C"/>
    <w:multiLevelType w:val="hybridMultilevel"/>
    <w:tmpl w:val="8166C6A4"/>
    <w:lvl w:ilvl="0" w:tplc="A07C5A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81D097F"/>
    <w:multiLevelType w:val="hybridMultilevel"/>
    <w:tmpl w:val="AFF2554E"/>
    <w:lvl w:ilvl="0" w:tplc="AD7E3C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D30623"/>
    <w:multiLevelType w:val="hybridMultilevel"/>
    <w:tmpl w:val="364EC1A0"/>
    <w:lvl w:ilvl="0" w:tplc="1AFA4C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E33AF2"/>
    <w:multiLevelType w:val="hybridMultilevel"/>
    <w:tmpl w:val="7512AF5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A82D8B"/>
    <w:multiLevelType w:val="hybridMultilevel"/>
    <w:tmpl w:val="C78CE79E"/>
    <w:lvl w:ilvl="0" w:tplc="B60C982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A94348"/>
    <w:multiLevelType w:val="hybridMultilevel"/>
    <w:tmpl w:val="D534B52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377759"/>
    <w:multiLevelType w:val="hybridMultilevel"/>
    <w:tmpl w:val="D37EFFB8"/>
    <w:lvl w:ilvl="0" w:tplc="0C9C3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0672BC"/>
    <w:multiLevelType w:val="hybridMultilevel"/>
    <w:tmpl w:val="5B3A4E7A"/>
    <w:lvl w:ilvl="0" w:tplc="990E12F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EF2661"/>
    <w:multiLevelType w:val="hybridMultilevel"/>
    <w:tmpl w:val="27262FF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109428A"/>
    <w:multiLevelType w:val="hybridMultilevel"/>
    <w:tmpl w:val="01D008D0"/>
    <w:lvl w:ilvl="0" w:tplc="C2C0D006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713426AC"/>
    <w:multiLevelType w:val="hybridMultilevel"/>
    <w:tmpl w:val="C52E1A04"/>
    <w:lvl w:ilvl="0" w:tplc="5180ED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027EA0"/>
    <w:multiLevelType w:val="hybridMultilevel"/>
    <w:tmpl w:val="2506E0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B92A96"/>
    <w:multiLevelType w:val="hybridMultilevel"/>
    <w:tmpl w:val="AEC2EFC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C2C0D00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D3C3FF2"/>
    <w:multiLevelType w:val="hybridMultilevel"/>
    <w:tmpl w:val="4100F35E"/>
    <w:lvl w:ilvl="0" w:tplc="13CCC14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A07C5A32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9A285D30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32"/>
  </w:num>
  <w:num w:numId="3">
    <w:abstractNumId w:val="27"/>
  </w:num>
  <w:num w:numId="4">
    <w:abstractNumId w:val="15"/>
  </w:num>
  <w:num w:numId="5">
    <w:abstractNumId w:val="4"/>
  </w:num>
  <w:num w:numId="6">
    <w:abstractNumId w:val="24"/>
  </w:num>
  <w:num w:numId="7">
    <w:abstractNumId w:val="3"/>
  </w:num>
  <w:num w:numId="8">
    <w:abstractNumId w:val="17"/>
  </w:num>
  <w:num w:numId="9">
    <w:abstractNumId w:val="7"/>
  </w:num>
  <w:num w:numId="10">
    <w:abstractNumId w:val="22"/>
  </w:num>
  <w:num w:numId="11">
    <w:abstractNumId w:val="30"/>
  </w:num>
  <w:num w:numId="12">
    <w:abstractNumId w:val="0"/>
  </w:num>
  <w:num w:numId="13">
    <w:abstractNumId w:val="13"/>
  </w:num>
  <w:num w:numId="14">
    <w:abstractNumId w:val="33"/>
  </w:num>
  <w:num w:numId="15">
    <w:abstractNumId w:val="28"/>
  </w:num>
  <w:num w:numId="16">
    <w:abstractNumId w:val="26"/>
  </w:num>
  <w:num w:numId="17">
    <w:abstractNumId w:val="31"/>
  </w:num>
  <w:num w:numId="18">
    <w:abstractNumId w:val="10"/>
  </w:num>
  <w:num w:numId="19">
    <w:abstractNumId w:val="12"/>
  </w:num>
  <w:num w:numId="20">
    <w:abstractNumId w:val="11"/>
  </w:num>
  <w:num w:numId="21">
    <w:abstractNumId w:val="21"/>
  </w:num>
  <w:num w:numId="22">
    <w:abstractNumId w:val="23"/>
  </w:num>
  <w:num w:numId="23">
    <w:abstractNumId w:val="8"/>
  </w:num>
  <w:num w:numId="24">
    <w:abstractNumId w:val="37"/>
  </w:num>
  <w:num w:numId="25">
    <w:abstractNumId w:val="36"/>
  </w:num>
  <w:num w:numId="26">
    <w:abstractNumId w:val="19"/>
  </w:num>
  <w:num w:numId="27">
    <w:abstractNumId w:val="9"/>
  </w:num>
  <w:num w:numId="28">
    <w:abstractNumId w:val="1"/>
  </w:num>
  <w:num w:numId="29">
    <w:abstractNumId w:val="25"/>
  </w:num>
  <w:num w:numId="30">
    <w:abstractNumId w:val="14"/>
  </w:num>
  <w:num w:numId="31">
    <w:abstractNumId w:val="29"/>
  </w:num>
  <w:num w:numId="32">
    <w:abstractNumId w:val="2"/>
  </w:num>
  <w:num w:numId="33">
    <w:abstractNumId w:val="34"/>
  </w:num>
  <w:num w:numId="34">
    <w:abstractNumId w:val="18"/>
  </w:num>
  <w:num w:numId="35">
    <w:abstractNumId w:val="6"/>
  </w:num>
  <w:num w:numId="36">
    <w:abstractNumId w:val="5"/>
  </w:num>
  <w:num w:numId="37">
    <w:abstractNumId w:val="16"/>
  </w:num>
  <w:num w:numId="3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C74"/>
    <w:rsid w:val="00070CA8"/>
    <w:rsid w:val="00083065"/>
    <w:rsid w:val="000936EE"/>
    <w:rsid w:val="000B02CA"/>
    <w:rsid w:val="000B1ADE"/>
    <w:rsid w:val="000C7851"/>
    <w:rsid w:val="000D67BA"/>
    <w:rsid w:val="000F627E"/>
    <w:rsid w:val="001008C1"/>
    <w:rsid w:val="001136E5"/>
    <w:rsid w:val="001405A7"/>
    <w:rsid w:val="00174DCC"/>
    <w:rsid w:val="00195136"/>
    <w:rsid w:val="001A39D3"/>
    <w:rsid w:val="001A5D33"/>
    <w:rsid w:val="001A6501"/>
    <w:rsid w:val="001A6B87"/>
    <w:rsid w:val="001B46A5"/>
    <w:rsid w:val="001C1F32"/>
    <w:rsid w:val="001C3C69"/>
    <w:rsid w:val="001D321A"/>
    <w:rsid w:val="0025534D"/>
    <w:rsid w:val="0026058B"/>
    <w:rsid w:val="00286DFA"/>
    <w:rsid w:val="002A567E"/>
    <w:rsid w:val="002C5192"/>
    <w:rsid w:val="0031249D"/>
    <w:rsid w:val="0031579A"/>
    <w:rsid w:val="00363FD3"/>
    <w:rsid w:val="003736BA"/>
    <w:rsid w:val="0038701F"/>
    <w:rsid w:val="003A513B"/>
    <w:rsid w:val="003B5741"/>
    <w:rsid w:val="003E7C8E"/>
    <w:rsid w:val="003F2721"/>
    <w:rsid w:val="003F5894"/>
    <w:rsid w:val="00423461"/>
    <w:rsid w:val="004249A3"/>
    <w:rsid w:val="0043413F"/>
    <w:rsid w:val="0045472E"/>
    <w:rsid w:val="00455B73"/>
    <w:rsid w:val="004761EA"/>
    <w:rsid w:val="00477EFB"/>
    <w:rsid w:val="00494B3A"/>
    <w:rsid w:val="004A1FD8"/>
    <w:rsid w:val="004A480D"/>
    <w:rsid w:val="004B52ED"/>
    <w:rsid w:val="004B7EDD"/>
    <w:rsid w:val="004F0759"/>
    <w:rsid w:val="004F17B4"/>
    <w:rsid w:val="004F370C"/>
    <w:rsid w:val="00511A4B"/>
    <w:rsid w:val="00537A7E"/>
    <w:rsid w:val="00555FC9"/>
    <w:rsid w:val="0056244C"/>
    <w:rsid w:val="00572875"/>
    <w:rsid w:val="005A6A2F"/>
    <w:rsid w:val="005B5939"/>
    <w:rsid w:val="005D148B"/>
    <w:rsid w:val="005E474D"/>
    <w:rsid w:val="005E5488"/>
    <w:rsid w:val="00621FB9"/>
    <w:rsid w:val="006514F2"/>
    <w:rsid w:val="00653CD8"/>
    <w:rsid w:val="006621E5"/>
    <w:rsid w:val="006676A7"/>
    <w:rsid w:val="0068577F"/>
    <w:rsid w:val="006878B0"/>
    <w:rsid w:val="006966E8"/>
    <w:rsid w:val="006B3C41"/>
    <w:rsid w:val="00702079"/>
    <w:rsid w:val="007511B3"/>
    <w:rsid w:val="00767532"/>
    <w:rsid w:val="00784B4E"/>
    <w:rsid w:val="007F1B48"/>
    <w:rsid w:val="007F568C"/>
    <w:rsid w:val="0080421D"/>
    <w:rsid w:val="00830AC4"/>
    <w:rsid w:val="0083405A"/>
    <w:rsid w:val="00834572"/>
    <w:rsid w:val="00836475"/>
    <w:rsid w:val="008428C2"/>
    <w:rsid w:val="00864CB7"/>
    <w:rsid w:val="00880B56"/>
    <w:rsid w:val="008C5B5C"/>
    <w:rsid w:val="008F0494"/>
    <w:rsid w:val="008F5FA5"/>
    <w:rsid w:val="0091061D"/>
    <w:rsid w:val="00930787"/>
    <w:rsid w:val="00943200"/>
    <w:rsid w:val="00955694"/>
    <w:rsid w:val="009563C9"/>
    <w:rsid w:val="009640BC"/>
    <w:rsid w:val="00974AEA"/>
    <w:rsid w:val="009757E9"/>
    <w:rsid w:val="0099413B"/>
    <w:rsid w:val="009A2DC8"/>
    <w:rsid w:val="009D0B9D"/>
    <w:rsid w:val="009D6563"/>
    <w:rsid w:val="009E5627"/>
    <w:rsid w:val="009F1A62"/>
    <w:rsid w:val="00A011C3"/>
    <w:rsid w:val="00A051AD"/>
    <w:rsid w:val="00A35D34"/>
    <w:rsid w:val="00A466FF"/>
    <w:rsid w:val="00A50A3B"/>
    <w:rsid w:val="00A53897"/>
    <w:rsid w:val="00A63AD0"/>
    <w:rsid w:val="00A647E1"/>
    <w:rsid w:val="00A6706A"/>
    <w:rsid w:val="00A852C7"/>
    <w:rsid w:val="00A96DED"/>
    <w:rsid w:val="00AA5FB7"/>
    <w:rsid w:val="00AC6CAA"/>
    <w:rsid w:val="00AD773F"/>
    <w:rsid w:val="00AE6716"/>
    <w:rsid w:val="00B02672"/>
    <w:rsid w:val="00B0488E"/>
    <w:rsid w:val="00B06007"/>
    <w:rsid w:val="00B1461E"/>
    <w:rsid w:val="00B425B2"/>
    <w:rsid w:val="00B4450F"/>
    <w:rsid w:val="00B524FF"/>
    <w:rsid w:val="00B76C7D"/>
    <w:rsid w:val="00B94BF2"/>
    <w:rsid w:val="00BC4D49"/>
    <w:rsid w:val="00BD6094"/>
    <w:rsid w:val="00C02E96"/>
    <w:rsid w:val="00C25514"/>
    <w:rsid w:val="00C42AE4"/>
    <w:rsid w:val="00C6640C"/>
    <w:rsid w:val="00C71562"/>
    <w:rsid w:val="00C82D42"/>
    <w:rsid w:val="00C92FBB"/>
    <w:rsid w:val="00CB2B88"/>
    <w:rsid w:val="00CB2C74"/>
    <w:rsid w:val="00CB3F58"/>
    <w:rsid w:val="00CE5613"/>
    <w:rsid w:val="00D11A3D"/>
    <w:rsid w:val="00D40541"/>
    <w:rsid w:val="00D55066"/>
    <w:rsid w:val="00D57237"/>
    <w:rsid w:val="00D8563A"/>
    <w:rsid w:val="00D92E7D"/>
    <w:rsid w:val="00DA1628"/>
    <w:rsid w:val="00DB1133"/>
    <w:rsid w:val="00DD116F"/>
    <w:rsid w:val="00DD2CFF"/>
    <w:rsid w:val="00E03627"/>
    <w:rsid w:val="00E10DB7"/>
    <w:rsid w:val="00E121DA"/>
    <w:rsid w:val="00E33A7B"/>
    <w:rsid w:val="00E55BE3"/>
    <w:rsid w:val="00E70C25"/>
    <w:rsid w:val="00E70ECF"/>
    <w:rsid w:val="00E73F33"/>
    <w:rsid w:val="00E85021"/>
    <w:rsid w:val="00EA58EA"/>
    <w:rsid w:val="00EF16C8"/>
    <w:rsid w:val="00EF1B02"/>
    <w:rsid w:val="00EF251A"/>
    <w:rsid w:val="00EF5297"/>
    <w:rsid w:val="00EF778F"/>
    <w:rsid w:val="00F07C05"/>
    <w:rsid w:val="00F103EB"/>
    <w:rsid w:val="00F54A7C"/>
    <w:rsid w:val="00F5729E"/>
    <w:rsid w:val="00F60228"/>
    <w:rsid w:val="00F660A1"/>
    <w:rsid w:val="00F92E31"/>
    <w:rsid w:val="00FA497D"/>
    <w:rsid w:val="00FC21F6"/>
    <w:rsid w:val="00FD51CF"/>
    <w:rsid w:val="00FF6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62F5B5C"/>
  <w15:chartTrackingRefBased/>
  <w15:docId w15:val="{CDA3401C-6ACB-45B5-826A-B14856779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6716"/>
  </w:style>
  <w:style w:type="paragraph" w:styleId="Nagwek4">
    <w:name w:val="heading 4"/>
    <w:basedOn w:val="Normalny"/>
    <w:next w:val="Normalny"/>
    <w:link w:val="Nagwek4Znak"/>
    <w:unhideWhenUsed/>
    <w:qFormat/>
    <w:rsid w:val="009757E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5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577F"/>
  </w:style>
  <w:style w:type="paragraph" w:styleId="Stopka">
    <w:name w:val="footer"/>
    <w:basedOn w:val="Normalny"/>
    <w:link w:val="StopkaZnak"/>
    <w:uiPriority w:val="99"/>
    <w:unhideWhenUsed/>
    <w:rsid w:val="00685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577F"/>
  </w:style>
  <w:style w:type="table" w:styleId="Tabela-Siatka">
    <w:name w:val="Table Grid"/>
    <w:basedOn w:val="Standardowy"/>
    <w:uiPriority w:val="39"/>
    <w:rsid w:val="00685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68577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2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CFF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621FB9"/>
    <w:rPr>
      <w:color w:val="808080"/>
    </w:rPr>
  </w:style>
  <w:style w:type="paragraph" w:styleId="Akapitzlist">
    <w:name w:val="List Paragraph"/>
    <w:basedOn w:val="Normalny"/>
    <w:uiPriority w:val="34"/>
    <w:qFormat/>
    <w:rsid w:val="00CB2C74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9757E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,Znak Znak"/>
    <w:basedOn w:val="Domylnaczcionkaakapitu"/>
    <w:link w:val="Tekstprzypisudolnego"/>
    <w:uiPriority w:val="99"/>
    <w:semiHidden/>
    <w:qFormat/>
    <w:locked/>
    <w:rsid w:val="00B048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,Znak"/>
    <w:basedOn w:val="Normalny"/>
    <w:link w:val="TekstprzypisudolnegoZnak"/>
    <w:uiPriority w:val="99"/>
    <w:semiHidden/>
    <w:unhideWhenUsed/>
    <w:qFormat/>
    <w:rsid w:val="00B048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0488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9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KM_DOKUMENTY%20Z%20PULPITU\2021\Papier%20firmowy_ok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4C89BC-929D-4226-9351-1BFDBC77E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firmowy_ok</Template>
  <TotalTime>0</TotalTime>
  <Pages>5</Pages>
  <Words>687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Boryczka</dc:creator>
  <cp:keywords/>
  <dc:description/>
  <cp:lastModifiedBy>Aleksandra Kukuć</cp:lastModifiedBy>
  <cp:revision>2</cp:revision>
  <cp:lastPrinted>2024-10-04T08:07:00Z</cp:lastPrinted>
  <dcterms:created xsi:type="dcterms:W3CDTF">2024-10-07T05:43:00Z</dcterms:created>
  <dcterms:modified xsi:type="dcterms:W3CDTF">2024-10-07T05:43:00Z</dcterms:modified>
</cp:coreProperties>
</file>