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EE85C6" w14:textId="3B538C15" w:rsidR="006F12F2" w:rsidRPr="00205D5A" w:rsidRDefault="00FE703B" w:rsidP="00FE703B">
      <w:pPr>
        <w:spacing w:line="360" w:lineRule="auto"/>
        <w:jc w:val="right"/>
        <w:rPr>
          <w:b/>
          <w:u w:val="single"/>
        </w:rPr>
      </w:pPr>
      <w:r w:rsidRPr="007B1347">
        <w:t>ZAŁ</w:t>
      </w:r>
      <w:r w:rsidR="001274BD">
        <w:t>1</w:t>
      </w:r>
      <w:r w:rsidR="00662D4F">
        <w:t xml:space="preserve"> do zapytania</w:t>
      </w:r>
    </w:p>
    <w:p w14:paraId="2BD2EECA" w14:textId="2BED7F44" w:rsidR="006F12F2" w:rsidRPr="005D08D4" w:rsidRDefault="006F12F2" w:rsidP="005D08D4">
      <w:pPr>
        <w:pStyle w:val="Nagwek2"/>
        <w:widowControl/>
        <w:spacing w:line="360" w:lineRule="auto"/>
        <w:rPr>
          <w:szCs w:val="24"/>
        </w:rPr>
      </w:pPr>
      <w:r w:rsidRPr="00205D5A">
        <w:rPr>
          <w:szCs w:val="24"/>
        </w:rPr>
        <w:t xml:space="preserve">WZÓR FORMULARZA </w:t>
      </w:r>
      <w:r w:rsidRPr="007B1347">
        <w:rPr>
          <w:szCs w:val="24"/>
        </w:rPr>
        <w:t xml:space="preserve">OFERTY  </w:t>
      </w:r>
    </w:p>
    <w:p w14:paraId="1378EB38" w14:textId="513821B4" w:rsidR="006F12F2" w:rsidRPr="005D08D4" w:rsidRDefault="007B1347" w:rsidP="005D08D4">
      <w:pPr>
        <w:spacing w:line="360" w:lineRule="auto"/>
        <w:ind w:left="709" w:hanging="425"/>
        <w:jc w:val="center"/>
        <w:rPr>
          <w:b/>
        </w:rPr>
      </w:pPr>
      <w:r>
        <w:rPr>
          <w:b/>
        </w:rPr>
        <w:t>NA/O/</w:t>
      </w:r>
      <w:r w:rsidR="005D08D4">
        <w:rPr>
          <w:b/>
        </w:rPr>
        <w:t>227</w:t>
      </w:r>
      <w:r>
        <w:rPr>
          <w:b/>
        </w:rPr>
        <w:t>/2024</w:t>
      </w:r>
    </w:p>
    <w:p w14:paraId="20E48954" w14:textId="77777777" w:rsidR="001C4828" w:rsidRPr="001C4828" w:rsidRDefault="001C4828" w:rsidP="006F12F2">
      <w:pPr>
        <w:ind w:firstLine="3969"/>
        <w:rPr>
          <w:b/>
        </w:rPr>
      </w:pPr>
      <w:r w:rsidRPr="001C4828">
        <w:rPr>
          <w:b/>
        </w:rPr>
        <w:t>Politechnika Rzeszowska</w:t>
      </w:r>
    </w:p>
    <w:p w14:paraId="7A752804" w14:textId="77777777" w:rsidR="006F12F2" w:rsidRPr="00205D5A" w:rsidRDefault="001C4828" w:rsidP="006F12F2">
      <w:pPr>
        <w:ind w:firstLine="3969"/>
        <w:rPr>
          <w:b/>
        </w:rPr>
      </w:pPr>
      <w:r w:rsidRPr="001C4828">
        <w:rPr>
          <w:b/>
        </w:rPr>
        <w:t>Dział Zamówień Publicznych</w:t>
      </w:r>
    </w:p>
    <w:p w14:paraId="7B8D0CBF" w14:textId="77777777" w:rsidR="006F12F2" w:rsidRPr="00205D5A" w:rsidRDefault="001C4828" w:rsidP="006F12F2">
      <w:pPr>
        <w:ind w:left="3969"/>
        <w:rPr>
          <w:b/>
        </w:rPr>
      </w:pPr>
      <w:r w:rsidRPr="001C4828">
        <w:rPr>
          <w:b/>
        </w:rPr>
        <w:t>Al. Powstańców Warszawy</w:t>
      </w:r>
      <w:r w:rsidR="006F12F2" w:rsidRPr="00205D5A">
        <w:rPr>
          <w:b/>
        </w:rPr>
        <w:t xml:space="preserve"> </w:t>
      </w:r>
      <w:r w:rsidRPr="001C4828">
        <w:rPr>
          <w:b/>
        </w:rPr>
        <w:t>12</w:t>
      </w:r>
    </w:p>
    <w:p w14:paraId="07899B42" w14:textId="40768995" w:rsidR="006F12F2" w:rsidRPr="005D08D4" w:rsidRDefault="001C4828" w:rsidP="005D08D4">
      <w:pPr>
        <w:ind w:firstLine="3969"/>
        <w:rPr>
          <w:b/>
        </w:rPr>
      </w:pPr>
      <w:r w:rsidRPr="001C4828">
        <w:rPr>
          <w:b/>
        </w:rPr>
        <w:t>35-959</w:t>
      </w:r>
      <w:r w:rsidR="006F12F2" w:rsidRPr="00205D5A">
        <w:rPr>
          <w:b/>
        </w:rPr>
        <w:t xml:space="preserve"> </w:t>
      </w:r>
      <w:r w:rsidRPr="001C4828">
        <w:rPr>
          <w:b/>
        </w:rPr>
        <w:t>Rzeszów</w:t>
      </w:r>
    </w:p>
    <w:p w14:paraId="4515F2AA" w14:textId="77777777" w:rsidR="006F12F2" w:rsidRPr="00205D5A" w:rsidRDefault="006F12F2" w:rsidP="006F12F2">
      <w:pPr>
        <w:spacing w:line="360" w:lineRule="auto"/>
        <w:jc w:val="both"/>
      </w:pPr>
      <w:r w:rsidRPr="00205D5A">
        <w:t>Nawiązując do ogłoszonego przetargu w trybie „</w:t>
      </w:r>
      <w:r w:rsidR="001C4828" w:rsidRPr="001C4828">
        <w:rPr>
          <w:b/>
        </w:rPr>
        <w:t>uproszczone (pozaustawowe)</w:t>
      </w:r>
      <w:r w:rsidRPr="00205D5A">
        <w:t>” na:</w:t>
      </w:r>
    </w:p>
    <w:p w14:paraId="2A8B8E22" w14:textId="4261358C" w:rsidR="005E7EA5" w:rsidRDefault="008B565A" w:rsidP="005E7EA5">
      <w:pPr>
        <w:pStyle w:val="pkt"/>
        <w:spacing w:before="0" w:after="0" w:line="276" w:lineRule="auto"/>
        <w:ind w:left="0" w:firstLine="0"/>
        <w:jc w:val="left"/>
        <w:rPr>
          <w:szCs w:val="24"/>
        </w:rPr>
      </w:pPr>
      <w:r w:rsidRPr="008B565A">
        <w:rPr>
          <w:szCs w:val="24"/>
        </w:rPr>
        <w:t>Dostawa systemu  AV do prowadzenia zajęć hybrydowych z inteligentnym nagłośnieniem i transkrypcją</w:t>
      </w:r>
    </w:p>
    <w:p w14:paraId="5DE33877" w14:textId="77777777" w:rsidR="008B565A" w:rsidRDefault="008B565A" w:rsidP="005E7EA5">
      <w:pPr>
        <w:pStyle w:val="pkt"/>
        <w:spacing w:before="0" w:after="0" w:line="276" w:lineRule="auto"/>
        <w:ind w:left="0" w:firstLine="0"/>
        <w:jc w:val="left"/>
        <w:rPr>
          <w:b/>
          <w:szCs w:val="24"/>
        </w:rPr>
      </w:pPr>
    </w:p>
    <w:p w14:paraId="46D86CEB" w14:textId="77777777" w:rsidR="005E7EA5" w:rsidRDefault="005E7EA5" w:rsidP="005E7EA5">
      <w:pPr>
        <w:rPr>
          <w:b/>
        </w:rPr>
      </w:pPr>
      <w:r>
        <w:rPr>
          <w:b/>
        </w:rPr>
        <w:t xml:space="preserve">Wykonawca </w:t>
      </w:r>
      <w:r>
        <w:rPr>
          <w:i/>
        </w:rPr>
        <w:t>(jeżeli oferta składania wspólnie – wpisać dane pełnomocnika)</w:t>
      </w:r>
    </w:p>
    <w:p w14:paraId="77D7408B" w14:textId="77777777" w:rsidR="005E7EA5" w:rsidRDefault="005E7EA5" w:rsidP="005E7EA5">
      <w:r>
        <w:t>___________________________________________________________________________</w:t>
      </w:r>
    </w:p>
    <w:p w14:paraId="17D41826" w14:textId="77777777" w:rsidR="005E7EA5" w:rsidRDefault="005E7EA5" w:rsidP="005E7EA5">
      <w:r>
        <w:t>___________________________________________________________________________</w:t>
      </w:r>
    </w:p>
    <w:p w14:paraId="3EAF22D3" w14:textId="77777777" w:rsidR="005E7EA5" w:rsidRDefault="005E7EA5" w:rsidP="005E7EA5">
      <w:r>
        <w:t>Adres ________________________________________________________________________</w:t>
      </w:r>
    </w:p>
    <w:p w14:paraId="5FD7DB42" w14:textId="77777777" w:rsidR="005E7EA5" w:rsidRDefault="005E7EA5" w:rsidP="005E7EA5">
      <w:r>
        <w:t>Województwo ____________________________</w:t>
      </w:r>
    </w:p>
    <w:p w14:paraId="77034E50" w14:textId="77777777" w:rsidR="005E7EA5" w:rsidRDefault="005E7EA5" w:rsidP="005E7EA5">
      <w:r>
        <w:t>Tel. ______________________________________</w:t>
      </w:r>
    </w:p>
    <w:p w14:paraId="54E03D03" w14:textId="77777777" w:rsidR="005E7EA5" w:rsidRDefault="005E7EA5" w:rsidP="005E7EA5">
      <w:r>
        <w:t>Faks _____________________________________</w:t>
      </w:r>
    </w:p>
    <w:p w14:paraId="39916FEF" w14:textId="77777777" w:rsidR="005E7EA5" w:rsidRDefault="005E7EA5" w:rsidP="005E7EA5">
      <w:r>
        <w:t>e-mail ____________________________________</w:t>
      </w:r>
    </w:p>
    <w:p w14:paraId="1B80077B" w14:textId="77777777" w:rsidR="005E7EA5" w:rsidRDefault="005E7EA5" w:rsidP="005E7EA5">
      <w:r>
        <w:t>NIP ______________________________________</w:t>
      </w:r>
    </w:p>
    <w:p w14:paraId="19ABC37E" w14:textId="77777777" w:rsidR="005E7EA5" w:rsidRDefault="005E7EA5" w:rsidP="005E7EA5">
      <w:r>
        <w:t>REGON __________________________________</w:t>
      </w:r>
    </w:p>
    <w:p w14:paraId="6D776906" w14:textId="77777777" w:rsidR="005E7EA5" w:rsidRDefault="005E7EA5" w:rsidP="005E7EA5">
      <w:r>
        <w:t>Podmiot wpisany do rejestru przedsiębiorców w Sądzie Rejonowym ___________________ Nr KRS ______________________*</w:t>
      </w:r>
    </w:p>
    <w:p w14:paraId="19050A7C" w14:textId="77777777" w:rsidR="005E7EA5" w:rsidRDefault="005E7EA5" w:rsidP="005E7EA5">
      <w:r>
        <w:t>Podmiot wpisany do CEiIDG RP*</w:t>
      </w:r>
    </w:p>
    <w:p w14:paraId="717001E6" w14:textId="77777777" w:rsidR="005E7EA5" w:rsidRDefault="005E7EA5" w:rsidP="005E7EA5">
      <w:r>
        <w:t>Podatnik VAT – TAK – NIE*</w:t>
      </w:r>
    </w:p>
    <w:p w14:paraId="7105C000" w14:textId="77777777" w:rsidR="005E7EA5" w:rsidRDefault="005E7EA5" w:rsidP="005E7EA5">
      <w:r>
        <w:t>Imię i nazwisko, stanowisko osoby/osób uprawnionych do reprezentacji Wykonawcy :</w:t>
      </w:r>
    </w:p>
    <w:p w14:paraId="04A3AC20" w14:textId="77777777" w:rsidR="005E7EA5" w:rsidRDefault="005E7EA5" w:rsidP="005E7EA5">
      <w:pPr>
        <w:numPr>
          <w:ilvl w:val="0"/>
          <w:numId w:val="34"/>
        </w:numPr>
        <w:spacing w:line="276" w:lineRule="auto"/>
        <w:ind w:left="360"/>
      </w:pPr>
      <w:r>
        <w:t>__________________________________________________________</w:t>
      </w:r>
    </w:p>
    <w:p w14:paraId="160EFF4D" w14:textId="77777777" w:rsidR="005E7EA5" w:rsidRDefault="005E7EA5" w:rsidP="005E7EA5">
      <w:pPr>
        <w:numPr>
          <w:ilvl w:val="0"/>
          <w:numId w:val="34"/>
        </w:numPr>
        <w:spacing w:line="276" w:lineRule="auto"/>
        <w:ind w:left="360"/>
      </w:pPr>
      <w:r>
        <w:t>__________________________________________________________</w:t>
      </w:r>
    </w:p>
    <w:p w14:paraId="5864DEE0" w14:textId="77777777" w:rsidR="005E7EA5" w:rsidRDefault="005E7EA5" w:rsidP="005E7EA5">
      <w:r>
        <w:t>Podstawa upoważnienia _______________________________________</w:t>
      </w:r>
    </w:p>
    <w:p w14:paraId="30C7102B" w14:textId="77777777" w:rsidR="005E7EA5" w:rsidRDefault="005E7EA5" w:rsidP="005E7EA5">
      <w:pPr>
        <w:rPr>
          <w:b/>
        </w:rPr>
      </w:pPr>
    </w:p>
    <w:p w14:paraId="5FC3FE76" w14:textId="77777777" w:rsidR="005E7EA5" w:rsidRDefault="005E7EA5" w:rsidP="005E7EA5">
      <w:pPr>
        <w:rPr>
          <w:b/>
        </w:rPr>
      </w:pPr>
      <w:r>
        <w:rPr>
          <w:b/>
        </w:rPr>
        <w:t>Forma składania oferty</w:t>
      </w:r>
    </w:p>
    <w:p w14:paraId="7D05E196" w14:textId="77777777" w:rsidR="005E7EA5" w:rsidRDefault="005E7EA5" w:rsidP="005E7EA5">
      <w:r>
        <w:t>Ofertę składamy samodzielnie*</w:t>
      </w:r>
    </w:p>
    <w:p w14:paraId="65AC26D5" w14:textId="77777777" w:rsidR="005E7EA5" w:rsidRDefault="005E7EA5" w:rsidP="005E7EA5">
      <w:r>
        <w:t>Ofertę składamy wspólnie* z :</w:t>
      </w:r>
    </w:p>
    <w:p w14:paraId="185AB696" w14:textId="77777777" w:rsidR="005E7EA5" w:rsidRDefault="005E7EA5" w:rsidP="005E7EA5">
      <w:r>
        <w:t>Partner 1 _______________________________________________________________________</w:t>
      </w:r>
    </w:p>
    <w:p w14:paraId="6B1B5FF9" w14:textId="77777777" w:rsidR="005E7EA5" w:rsidRDefault="005E7EA5" w:rsidP="005E7EA5">
      <w:r>
        <w:t>Partner 2 _______________________________________________________________________</w:t>
      </w:r>
    </w:p>
    <w:p w14:paraId="143DB83D" w14:textId="77777777" w:rsidR="005E7EA5" w:rsidRDefault="005E7EA5" w:rsidP="005E7EA5"/>
    <w:p w14:paraId="1ED1BB7A" w14:textId="77777777" w:rsidR="005E7EA5" w:rsidRDefault="005E7EA5" w:rsidP="005E7EA5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ind w:left="2268" w:hanging="1984"/>
      </w:pPr>
      <w:r>
        <w:t>UWAGA :</w:t>
      </w:r>
    </w:p>
    <w:p w14:paraId="6F11FD73" w14:textId="77777777" w:rsidR="006F12F2" w:rsidRPr="00205D5A" w:rsidRDefault="005E7EA5" w:rsidP="005E7EA5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ind w:left="284"/>
      </w:pPr>
      <w:r>
        <w:t>Jeżeli oferta jest składana wspólnie należy dołączyć pełnomocnictwo do reprezentacji podpisane przez wszystkich Partnerów.</w:t>
      </w:r>
    </w:p>
    <w:p w14:paraId="20352595" w14:textId="77777777" w:rsidR="006F12F2" w:rsidRPr="00205D5A" w:rsidRDefault="00DA130F" w:rsidP="006F12F2">
      <w:pPr>
        <w:spacing w:line="360" w:lineRule="auto"/>
        <w:ind w:hanging="284"/>
        <w:jc w:val="both"/>
      </w:pPr>
      <w:r w:rsidRPr="00205D5A">
        <w:t xml:space="preserve">1) oferujemy wykonanie przedmiotu zamówienia: </w:t>
      </w:r>
    </w:p>
    <w:tbl>
      <w:tblPr>
        <w:tblW w:w="9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5"/>
        <w:gridCol w:w="2880"/>
        <w:gridCol w:w="2238"/>
      </w:tblGrid>
      <w:tr w:rsidR="00C67272" w:rsidRPr="00205D5A" w14:paraId="5D2473FF" w14:textId="77777777" w:rsidTr="00C67272">
        <w:trPr>
          <w:jc w:val="center"/>
        </w:trPr>
        <w:tc>
          <w:tcPr>
            <w:tcW w:w="4655" w:type="dxa"/>
            <w:shd w:val="clear" w:color="auto" w:fill="F3F3F3"/>
            <w:vAlign w:val="center"/>
          </w:tcPr>
          <w:p w14:paraId="4C5713F2" w14:textId="77777777" w:rsidR="00C67272" w:rsidRPr="00205D5A" w:rsidRDefault="00C67272" w:rsidP="006F12F2">
            <w:pPr>
              <w:pStyle w:val="Tekstpodstawowy"/>
              <w:jc w:val="center"/>
              <w:rPr>
                <w:b/>
              </w:rPr>
            </w:pPr>
            <w:r w:rsidRPr="00205D5A">
              <w:rPr>
                <w:b/>
              </w:rPr>
              <w:lastRenderedPageBreak/>
              <w:t>Temat:</w:t>
            </w:r>
          </w:p>
        </w:tc>
        <w:tc>
          <w:tcPr>
            <w:tcW w:w="2880" w:type="dxa"/>
            <w:shd w:val="clear" w:color="auto" w:fill="F3F3F3"/>
            <w:vAlign w:val="center"/>
          </w:tcPr>
          <w:p w14:paraId="43A4F804" w14:textId="59761BAB" w:rsidR="00C67272" w:rsidRPr="00205D5A" w:rsidRDefault="002D7C65" w:rsidP="00662D4F">
            <w:pPr>
              <w:pStyle w:val="Tekstpodstawowy"/>
              <w:jc w:val="center"/>
              <w:rPr>
                <w:b/>
              </w:rPr>
            </w:pPr>
            <w:r>
              <w:rPr>
                <w:b/>
              </w:rPr>
              <w:t>Marka/model/numer katalogowy</w:t>
            </w:r>
            <w:r w:rsidR="00104484">
              <w:rPr>
                <w:b/>
              </w:rPr>
              <w:t xml:space="preserve"> </w:t>
            </w:r>
            <w:r w:rsidR="00104484" w:rsidRPr="00104484">
              <w:rPr>
                <w:b/>
                <w:color w:val="FF0000"/>
              </w:rPr>
              <w:t xml:space="preserve">(należy uzupełnić obowiązkowo) </w:t>
            </w:r>
          </w:p>
        </w:tc>
        <w:tc>
          <w:tcPr>
            <w:tcW w:w="2238" w:type="dxa"/>
            <w:shd w:val="clear" w:color="auto" w:fill="F3F3F3"/>
            <w:vAlign w:val="center"/>
          </w:tcPr>
          <w:p w14:paraId="2ACB87C6" w14:textId="77777777" w:rsidR="00C67272" w:rsidRPr="00205D5A" w:rsidRDefault="00C67272" w:rsidP="006F12F2">
            <w:pPr>
              <w:pStyle w:val="Tekstpodstawowy"/>
              <w:jc w:val="center"/>
              <w:rPr>
                <w:b/>
              </w:rPr>
            </w:pPr>
            <w:r w:rsidRPr="00205D5A">
              <w:rPr>
                <w:b/>
              </w:rPr>
              <w:t xml:space="preserve">Wartość brutto </w:t>
            </w:r>
          </w:p>
        </w:tc>
      </w:tr>
      <w:tr w:rsidR="00C67272" w:rsidRPr="00205D5A" w14:paraId="0D3E002D" w14:textId="77777777" w:rsidTr="00C67272">
        <w:trPr>
          <w:jc w:val="center"/>
        </w:trPr>
        <w:tc>
          <w:tcPr>
            <w:tcW w:w="4655" w:type="dxa"/>
          </w:tcPr>
          <w:p w14:paraId="54E4A996" w14:textId="30BECB0A" w:rsidR="00C67272" w:rsidRPr="002A0396" w:rsidRDefault="008B565A" w:rsidP="005519B3">
            <w:pPr>
              <w:pStyle w:val="Tekstpodstawowy"/>
            </w:pPr>
            <w:r w:rsidRPr="008B565A">
              <w:t>Dostawa systemu  AV do prowadzenia zajęć hybrydowych z inteligentnym nagłośnieniem i transkrypcją</w:t>
            </w:r>
          </w:p>
        </w:tc>
        <w:tc>
          <w:tcPr>
            <w:tcW w:w="2880" w:type="dxa"/>
          </w:tcPr>
          <w:p w14:paraId="634AB4D5" w14:textId="77777777" w:rsidR="00C67272" w:rsidRPr="00205D5A" w:rsidRDefault="00C67272" w:rsidP="005519B3">
            <w:pPr>
              <w:pStyle w:val="Tekstpodstawowy"/>
              <w:rPr>
                <w:b/>
              </w:rPr>
            </w:pPr>
          </w:p>
        </w:tc>
        <w:tc>
          <w:tcPr>
            <w:tcW w:w="2238" w:type="dxa"/>
          </w:tcPr>
          <w:p w14:paraId="44084B4F" w14:textId="77777777" w:rsidR="00C67272" w:rsidRPr="00205D5A" w:rsidRDefault="00C67272" w:rsidP="005519B3">
            <w:pPr>
              <w:pStyle w:val="Tekstpodstawowy"/>
              <w:rPr>
                <w:b/>
              </w:rPr>
            </w:pPr>
          </w:p>
        </w:tc>
      </w:tr>
    </w:tbl>
    <w:p w14:paraId="005455F5" w14:textId="77777777" w:rsidR="005A3802" w:rsidRPr="00104484" w:rsidRDefault="006F12F2" w:rsidP="004C4264">
      <w:pPr>
        <w:spacing w:line="360" w:lineRule="auto"/>
        <w:jc w:val="both"/>
        <w:rPr>
          <w:sz w:val="16"/>
          <w:szCs w:val="16"/>
        </w:rPr>
      </w:pPr>
      <w:r w:rsidRPr="00205D5A">
        <w:tab/>
      </w:r>
    </w:p>
    <w:tbl>
      <w:tblPr>
        <w:tblW w:w="9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67"/>
      </w:tblGrid>
      <w:tr w:rsidR="00C67272" w:rsidRPr="00205D5A" w14:paraId="7258162E" w14:textId="77777777" w:rsidTr="00C11B3B">
        <w:trPr>
          <w:jc w:val="center"/>
        </w:trPr>
        <w:tc>
          <w:tcPr>
            <w:tcW w:w="9867" w:type="dxa"/>
          </w:tcPr>
          <w:p w14:paraId="41002848" w14:textId="22A8A023" w:rsidR="00C67272" w:rsidRPr="00205D5A" w:rsidRDefault="00C67272" w:rsidP="005519B3">
            <w:pPr>
              <w:pStyle w:val="Tekstpodstawowy"/>
            </w:pPr>
            <w:r w:rsidRPr="00205D5A">
              <w:rPr>
                <w:b/>
              </w:rPr>
              <w:t>Temat:</w:t>
            </w:r>
            <w:r w:rsidRPr="00205D5A">
              <w:t xml:space="preserve"> </w:t>
            </w:r>
            <w:r w:rsidR="008B565A" w:rsidRPr="008B565A">
              <w:t>Dostawa systemu  AV do prowadzenia zajęć hybrydowych z inteligentnym nagłośnieniem i transkrypcją</w:t>
            </w:r>
          </w:p>
          <w:p w14:paraId="3E162361" w14:textId="77777777" w:rsidR="00C67272" w:rsidRPr="00205D5A" w:rsidRDefault="00C67272" w:rsidP="005519B3">
            <w:pPr>
              <w:spacing w:line="360" w:lineRule="auto"/>
              <w:jc w:val="both"/>
            </w:pPr>
            <w:r w:rsidRPr="00205D5A">
              <w:t>cena  (C) za wykonanie zadania wynosi kwotę netto ....................... zł (słownie:............................................................................................................ zł), natomiast wraz z należnym podatkiem VAT w wysokości ......%, tj. ………………….zł (słownie: ..................................................................................................... zł).  wynosi kwotę brutto ....................... zł (słownie:................................................................................................ zł).</w:t>
            </w:r>
          </w:p>
        </w:tc>
      </w:tr>
    </w:tbl>
    <w:p w14:paraId="766D43E5" w14:textId="144803FA" w:rsidR="00DA130F" w:rsidRPr="00104484" w:rsidRDefault="00DA130F" w:rsidP="00FA6A10">
      <w:pPr>
        <w:pStyle w:val="Tekstpodstawowywcity"/>
        <w:spacing w:line="360" w:lineRule="auto"/>
        <w:ind w:left="0" w:firstLine="0"/>
        <w:rPr>
          <w:sz w:val="16"/>
          <w:szCs w:val="16"/>
        </w:rPr>
      </w:pPr>
    </w:p>
    <w:tbl>
      <w:tblPr>
        <w:tblStyle w:val="Tabela-Siatka"/>
        <w:tblW w:w="10774" w:type="dxa"/>
        <w:tblInd w:w="-856" w:type="dxa"/>
        <w:tblLook w:val="04A0" w:firstRow="1" w:lastRow="0" w:firstColumn="1" w:lastColumn="0" w:noHBand="0" w:noVBand="1"/>
      </w:tblPr>
      <w:tblGrid>
        <w:gridCol w:w="4694"/>
        <w:gridCol w:w="1468"/>
        <w:gridCol w:w="862"/>
        <w:gridCol w:w="3750"/>
      </w:tblGrid>
      <w:tr w:rsidR="00905446" w14:paraId="5E579108" w14:textId="77777777" w:rsidTr="005D08D4"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D2E69" w14:textId="77777777" w:rsidR="00905446" w:rsidRDefault="00905446">
            <w:pPr>
              <w:rPr>
                <w:sz w:val="22"/>
                <w:szCs w:val="22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4996" w14:textId="77777777" w:rsidR="00905446" w:rsidRDefault="00905446"/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D85B" w14:textId="77777777" w:rsidR="00905446" w:rsidRDefault="00905446">
            <w:pPr>
              <w:jc w:val="center"/>
            </w:pP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A053B" w14:textId="77777777" w:rsidR="00905446" w:rsidRDefault="00905446"/>
        </w:tc>
      </w:tr>
      <w:tr w:rsidR="00905446" w14:paraId="00535441" w14:textId="77777777" w:rsidTr="005D08D4">
        <w:trPr>
          <w:trHeight w:val="396"/>
        </w:trPr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3CF9F" w14:textId="77777777" w:rsidR="00905446" w:rsidRDefault="00905446">
            <w:pPr>
              <w:jc w:val="center"/>
              <w:rPr>
                <w:b/>
              </w:rPr>
            </w:pPr>
            <w:r>
              <w:rPr>
                <w:b/>
              </w:rPr>
              <w:t>System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1004B" w14:textId="77777777" w:rsidR="00905446" w:rsidRDefault="00905446">
            <w:pPr>
              <w:jc w:val="center"/>
              <w:rPr>
                <w:b/>
              </w:rPr>
            </w:pPr>
            <w:r>
              <w:rPr>
                <w:b/>
              </w:rPr>
              <w:t>Cena netto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52EEA" w14:textId="77777777" w:rsidR="00905446" w:rsidRDefault="00905446">
            <w:pPr>
              <w:jc w:val="center"/>
              <w:rPr>
                <w:b/>
              </w:rPr>
            </w:pPr>
            <w:r>
              <w:rPr>
                <w:b/>
              </w:rPr>
              <w:t>VAT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8F9C" w14:textId="77777777" w:rsidR="00905446" w:rsidRDefault="00905446">
            <w:pPr>
              <w:jc w:val="center"/>
              <w:rPr>
                <w:b/>
              </w:rPr>
            </w:pPr>
            <w:r>
              <w:rPr>
                <w:b/>
              </w:rPr>
              <w:t>Cena brutto</w:t>
            </w:r>
          </w:p>
        </w:tc>
      </w:tr>
      <w:tr w:rsidR="00905446" w14:paraId="4196F26A" w14:textId="77777777" w:rsidTr="005D08D4"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3E967" w14:textId="77777777" w:rsidR="00905446" w:rsidRDefault="00905446">
            <w:r>
              <w:rPr>
                <w:rFonts w:ascii="Calibri" w:hAnsi="Calibri" w:cs="Calibri"/>
                <w:color w:val="000000"/>
              </w:rPr>
              <w:t>Systemu AV i transkrypcji (punkty 1-5): VAT 23%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DD934" w14:textId="77777777" w:rsidR="00905446" w:rsidRDefault="00905446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27E5C" w14:textId="77777777" w:rsidR="00905446" w:rsidRDefault="00905446">
            <w:pPr>
              <w:jc w:val="center"/>
            </w:pPr>
            <w:r>
              <w:t>23%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64CA3" w14:textId="77777777" w:rsidR="00905446" w:rsidRDefault="00905446">
            <w:pPr>
              <w:jc w:val="center"/>
            </w:pPr>
          </w:p>
        </w:tc>
      </w:tr>
      <w:tr w:rsidR="00905446" w14:paraId="21C564C9" w14:textId="77777777" w:rsidTr="005D08D4">
        <w:trPr>
          <w:trHeight w:val="564"/>
        </w:trPr>
        <w:tc>
          <w:tcPr>
            <w:tcW w:w="7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E7446" w14:textId="77777777" w:rsidR="00905446" w:rsidRDefault="00905446">
            <w:pPr>
              <w:rPr>
                <w:b/>
              </w:rPr>
            </w:pPr>
            <w:r>
              <w:rPr>
                <w:rFonts w:ascii="Calibri" w:hAnsi="Calibri" w:cs="Calibri"/>
                <w:b/>
                <w:color w:val="000000"/>
              </w:rPr>
              <w:t>Systemu AV i transkrypcji (punkty 1-5 specyfikacji): SUMA Brutto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98CB" w14:textId="77777777" w:rsidR="00905446" w:rsidRDefault="00905446"/>
        </w:tc>
      </w:tr>
      <w:tr w:rsidR="00905446" w14:paraId="7F26DED6" w14:textId="77777777" w:rsidTr="005D08D4"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83FF9" w14:textId="77777777" w:rsidR="00905446" w:rsidRDefault="00905446">
            <w:r>
              <w:rPr>
                <w:rFonts w:ascii="Calibri" w:hAnsi="Calibri" w:cs="Calibri"/>
                <w:color w:val="000000"/>
              </w:rPr>
              <w:t>Systemu wizualizacji i nagłośnienia (punk 6): VAT 23%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FBD7" w14:textId="77777777" w:rsidR="00905446" w:rsidRDefault="00905446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C2C6B" w14:textId="77777777" w:rsidR="00905446" w:rsidRDefault="00905446">
            <w:pPr>
              <w:jc w:val="center"/>
            </w:pPr>
            <w:r>
              <w:t>23%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0B906" w14:textId="77777777" w:rsidR="00905446" w:rsidRDefault="00905446">
            <w:pPr>
              <w:jc w:val="center"/>
            </w:pPr>
          </w:p>
        </w:tc>
      </w:tr>
      <w:tr w:rsidR="00905446" w14:paraId="58C3E0B8" w14:textId="77777777" w:rsidTr="005D08D4">
        <w:trPr>
          <w:trHeight w:val="551"/>
        </w:trPr>
        <w:tc>
          <w:tcPr>
            <w:tcW w:w="7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186C1" w14:textId="77777777" w:rsidR="00905446" w:rsidRDefault="00905446">
            <w:pPr>
              <w:rPr>
                <w:b/>
              </w:rPr>
            </w:pPr>
            <w:r>
              <w:rPr>
                <w:rFonts w:ascii="Calibri" w:hAnsi="Calibri" w:cs="Calibri"/>
                <w:b/>
                <w:color w:val="000000"/>
              </w:rPr>
              <w:t>Systemu wizualizacji i nagłośnienia (punk 6 specyfikacji): SUMA Brutto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6663" w14:textId="77777777" w:rsidR="00905446" w:rsidRDefault="00905446"/>
        </w:tc>
      </w:tr>
      <w:tr w:rsidR="00905446" w14:paraId="52662902" w14:textId="77777777" w:rsidTr="005D08D4"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0DD3D" w14:textId="77777777" w:rsidR="00905446" w:rsidRDefault="00905446">
            <w:r>
              <w:rPr>
                <w:rFonts w:ascii="Calibri" w:hAnsi="Calibri" w:cs="Calibri"/>
                <w:color w:val="000000"/>
              </w:rPr>
              <w:t>Systemu prezentacji (punkt 7): VAT 23%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46AAA" w14:textId="77777777" w:rsidR="00905446" w:rsidRDefault="00905446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CDF31" w14:textId="77777777" w:rsidR="00905446" w:rsidRDefault="00905446">
            <w:pPr>
              <w:jc w:val="center"/>
            </w:pPr>
            <w:r>
              <w:t>23%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0FB3" w14:textId="77777777" w:rsidR="00905446" w:rsidRDefault="00905446">
            <w:pPr>
              <w:jc w:val="center"/>
            </w:pPr>
          </w:p>
        </w:tc>
      </w:tr>
      <w:tr w:rsidR="00905446" w14:paraId="2CEE6031" w14:textId="77777777" w:rsidTr="005D08D4"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0098B" w14:textId="77777777" w:rsidR="00905446" w:rsidRDefault="00905446">
            <w:r>
              <w:rPr>
                <w:rFonts w:ascii="Calibri" w:hAnsi="Calibri" w:cs="Calibri"/>
                <w:color w:val="000000"/>
              </w:rPr>
              <w:t>Systemu prezentacji (punkt 7): VAT 0%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AEED8" w14:textId="77777777" w:rsidR="00905446" w:rsidRDefault="00905446"/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983AC" w14:textId="77777777" w:rsidR="00905446" w:rsidRDefault="00905446">
            <w:pPr>
              <w:jc w:val="center"/>
            </w:pPr>
            <w:r>
              <w:t>0%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D47F5" w14:textId="77777777" w:rsidR="00905446" w:rsidRDefault="00905446"/>
        </w:tc>
      </w:tr>
      <w:tr w:rsidR="00905446" w14:paraId="00E7F295" w14:textId="77777777" w:rsidTr="005D08D4">
        <w:trPr>
          <w:trHeight w:val="582"/>
        </w:trPr>
        <w:tc>
          <w:tcPr>
            <w:tcW w:w="7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CF7A4" w14:textId="77777777" w:rsidR="00905446" w:rsidRDefault="00905446">
            <w:pPr>
              <w:rPr>
                <w:b/>
              </w:rPr>
            </w:pPr>
            <w:r>
              <w:rPr>
                <w:rFonts w:ascii="Calibri" w:hAnsi="Calibri" w:cs="Calibri"/>
                <w:b/>
                <w:color w:val="000000"/>
              </w:rPr>
              <w:t>Systemu prezentacji (punkt 7 specyfikacji): SUMA Brutto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51F20" w14:textId="77777777" w:rsidR="00905446" w:rsidRDefault="00905446"/>
        </w:tc>
      </w:tr>
      <w:tr w:rsidR="00905446" w14:paraId="73A514C2" w14:textId="77777777" w:rsidTr="005D08D4">
        <w:trPr>
          <w:trHeight w:val="582"/>
        </w:trPr>
        <w:tc>
          <w:tcPr>
            <w:tcW w:w="7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1FD71" w14:textId="77777777" w:rsidR="00905446" w:rsidRDefault="00905446">
            <w:pPr>
              <w:rPr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Suma za całość zamówienia SUMA Brutto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C48D" w14:textId="77777777" w:rsidR="00905446" w:rsidRDefault="00905446">
            <w:pPr>
              <w:rPr>
                <w:b/>
                <w:sz w:val="22"/>
                <w:szCs w:val="22"/>
              </w:rPr>
            </w:pPr>
          </w:p>
        </w:tc>
      </w:tr>
    </w:tbl>
    <w:p w14:paraId="65A74472" w14:textId="77777777" w:rsidR="00905446" w:rsidRPr="005D08D4" w:rsidRDefault="00905446" w:rsidP="00FA6A10">
      <w:pPr>
        <w:pStyle w:val="Tekstpodstawowywcity"/>
        <w:spacing w:line="360" w:lineRule="auto"/>
        <w:ind w:left="0" w:firstLine="0"/>
        <w:rPr>
          <w:b/>
          <w:bCs/>
          <w:color w:val="FF0000"/>
          <w:sz w:val="16"/>
          <w:szCs w:val="16"/>
          <w:u w:val="single"/>
        </w:rPr>
      </w:pPr>
    </w:p>
    <w:p w14:paraId="7E336804" w14:textId="1E88F6CB" w:rsidR="00905446" w:rsidRDefault="008273CB" w:rsidP="00FA6A10">
      <w:pPr>
        <w:pStyle w:val="Tekstpodstawowywcity"/>
        <w:spacing w:line="360" w:lineRule="auto"/>
        <w:ind w:left="0" w:firstLine="0"/>
        <w:rPr>
          <w:b/>
          <w:bCs/>
          <w:color w:val="FF0000"/>
          <w:u w:val="single"/>
        </w:rPr>
      </w:pPr>
      <w:r w:rsidRPr="00B87D1D">
        <w:rPr>
          <w:b/>
          <w:bCs/>
          <w:color w:val="FF0000"/>
          <w:u w:val="single"/>
        </w:rPr>
        <w:t>Do oferty należy dołączyć</w:t>
      </w: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0"/>
      </w:tblGrid>
      <w:tr w:rsidR="00905446" w14:paraId="64DFAF27" w14:textId="77777777" w:rsidTr="00905446"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A0AB7D" w14:textId="77777777" w:rsidR="00905446" w:rsidRDefault="00905446">
            <w:pPr>
              <w:pStyle w:val="Akapitzlist"/>
              <w:spacing w:after="0" w:line="240" w:lineRule="auto"/>
              <w:ind w:left="0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>
              <w:rPr>
                <w:rFonts w:ascii="Cambria" w:hAnsi="Cambria" w:cs="Times New Roman"/>
                <w:sz w:val="24"/>
                <w:szCs w:val="24"/>
              </w:rPr>
              <w:t xml:space="preserve">Broszurę produktową/katalog produktowy/specyfikacja techniczna oferowanego urządzenia  potwierdzająca spełnienie </w:t>
            </w:r>
            <w:r>
              <w:rPr>
                <w:rFonts w:ascii="Cambria" w:hAnsi="Cambria" w:cs="Times New Roman"/>
                <w:b/>
                <w:sz w:val="24"/>
                <w:szCs w:val="24"/>
              </w:rPr>
              <w:t>wszystkich parametrów określonych</w:t>
            </w:r>
            <w:r>
              <w:rPr>
                <w:rFonts w:ascii="Cambria" w:hAnsi="Cambria" w:cs="Times New Roman"/>
                <w:sz w:val="24"/>
                <w:szCs w:val="24"/>
              </w:rPr>
              <w:t xml:space="preserve"> przez zamawiającego w zapytaniu  (w języku polskim).</w:t>
            </w:r>
          </w:p>
        </w:tc>
      </w:tr>
      <w:tr w:rsidR="00905446" w14:paraId="22983290" w14:textId="77777777" w:rsidTr="00905446"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44F55B7" w14:textId="77777777" w:rsidR="00905446" w:rsidRDefault="00905446">
            <w:pPr>
              <w:shd w:val="clear" w:color="auto" w:fill="E2EFD9"/>
              <w:spacing w:before="120" w:after="120" w:line="276" w:lineRule="auto"/>
              <w:jc w:val="both"/>
              <w:rPr>
                <w:b/>
              </w:rPr>
            </w:pPr>
            <w:r>
              <w:rPr>
                <w:b/>
              </w:rPr>
              <w:t xml:space="preserve">Do niniejszego formularza </w:t>
            </w:r>
            <w:r>
              <w:rPr>
                <w:b/>
                <w:color w:val="FF0000"/>
                <w:sz w:val="28"/>
              </w:rPr>
              <w:t xml:space="preserve">NALEŻY DOŁĄCZYĆ </w:t>
            </w:r>
            <w:r>
              <w:rPr>
                <w:b/>
                <w:color w:val="FF0000"/>
                <w:sz w:val="28"/>
                <w:u w:val="single"/>
              </w:rPr>
              <w:t>szczegółową wycenę</w:t>
            </w:r>
            <w:r>
              <w:rPr>
                <w:b/>
              </w:rPr>
              <w:t xml:space="preserve"> wszystkich pozycji składającą się na całość zadania . Szczegółowa wycena musi zawierać minimum ceny jednostkowe netto dla poszczególnych elementów składających się na całość zadania oraz wartości netto i brutto oraz stawkę VAT.</w:t>
            </w:r>
          </w:p>
        </w:tc>
      </w:tr>
    </w:tbl>
    <w:p w14:paraId="3A142945" w14:textId="77777777" w:rsidR="008B565A" w:rsidRDefault="008B565A" w:rsidP="00FA6A10">
      <w:pPr>
        <w:pStyle w:val="Tekstpodstawowywcity"/>
        <w:spacing w:line="360" w:lineRule="auto"/>
        <w:ind w:left="0" w:firstLine="0"/>
        <w:rPr>
          <w:b/>
          <w:bCs/>
          <w:color w:val="FF0000"/>
          <w:u w:val="single"/>
        </w:rPr>
      </w:pPr>
    </w:p>
    <w:p w14:paraId="754B68AB" w14:textId="3D826FE8" w:rsidR="008B565A" w:rsidRPr="005D08D4" w:rsidRDefault="008B565A" w:rsidP="005D08D4">
      <w:pPr>
        <w:pStyle w:val="NormalnyWeb"/>
        <w:spacing w:before="120" w:after="120" w:line="276" w:lineRule="auto"/>
        <w:jc w:val="both"/>
        <w:rPr>
          <w:rFonts w:ascii="Cambria" w:eastAsia="Times New Roman" w:hAnsi="Cambria"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 xml:space="preserve">Zamawiający informuje, że zgodnie z ustawą z dnia 11 marca 2004 r. o podatku od towarów i usług (Dz.U. z 2020 r., poz. 106) będzie ubiegał się o zgodę na zastosowanie stawki podatku VAT w wysokości 0% dla wybranych urządzeń zaznaczonych </w:t>
      </w:r>
      <w:r>
        <w:rPr>
          <w:rFonts w:ascii="Cambria" w:hAnsi="Cambria"/>
          <w:b/>
          <w:sz w:val="28"/>
          <w:szCs w:val="28"/>
          <w:highlight w:val="yellow"/>
        </w:rPr>
        <w:t>kolorem żółtym</w:t>
      </w:r>
      <w:r>
        <w:rPr>
          <w:rFonts w:ascii="Cambria" w:hAnsi="Cambria"/>
          <w:b/>
          <w:sz w:val="28"/>
          <w:szCs w:val="28"/>
        </w:rPr>
        <w:t xml:space="preserve"> w szczegółowym opisie przedmiotu zamówienia (</w:t>
      </w:r>
      <w:r>
        <w:rPr>
          <w:rFonts w:ascii="Cambria" w:hAnsi="Cambria"/>
          <w:b/>
          <w:sz w:val="28"/>
          <w:szCs w:val="28"/>
          <w:u w:val="single"/>
        </w:rPr>
        <w:t>zał. nr 2 do SWZ</w:t>
      </w:r>
      <w:r>
        <w:rPr>
          <w:rFonts w:ascii="Cambria" w:hAnsi="Cambria"/>
          <w:b/>
          <w:sz w:val="28"/>
          <w:szCs w:val="28"/>
        </w:rPr>
        <w:t xml:space="preserve">). Dla tych urządzeń </w:t>
      </w:r>
      <w:r>
        <w:rPr>
          <w:rFonts w:ascii="Cambria" w:hAnsi="Cambria"/>
          <w:b/>
          <w:sz w:val="28"/>
          <w:szCs w:val="28"/>
          <w:u w:val="single"/>
        </w:rPr>
        <w:t>należy w ofercie przyjąć stawkę 0% podatku VAT</w:t>
      </w:r>
      <w:r>
        <w:rPr>
          <w:rFonts w:ascii="Cambria" w:hAnsi="Cambria"/>
          <w:b/>
          <w:sz w:val="28"/>
          <w:szCs w:val="28"/>
        </w:rPr>
        <w:t xml:space="preserve"> (tj. kwota netto = kwocie brutto) - dotyczy Wykonawców polskich.</w:t>
      </w:r>
    </w:p>
    <w:p w14:paraId="10BAFC27" w14:textId="77777777" w:rsidR="00FA6A10" w:rsidRDefault="00FA6A10" w:rsidP="00FA6A10">
      <w:pPr>
        <w:pStyle w:val="Akapitzlist"/>
        <w:numPr>
          <w:ilvl w:val="0"/>
          <w:numId w:val="42"/>
        </w:numPr>
        <w:spacing w:before="60" w:after="6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Deklarujemy ponadto:</w:t>
      </w:r>
    </w:p>
    <w:p w14:paraId="70681086" w14:textId="5D93F95B" w:rsidR="00FA6A10" w:rsidRDefault="00FA6A10" w:rsidP="00FA6A10">
      <w:pPr>
        <w:pStyle w:val="Akapitzlist"/>
        <w:numPr>
          <w:ilvl w:val="2"/>
          <w:numId w:val="42"/>
        </w:numPr>
        <w:spacing w:before="60" w:after="6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wykonania zamówienia:</w:t>
      </w:r>
      <w:r w:rsidR="001274B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D463D">
        <w:rPr>
          <w:rFonts w:ascii="Times New Roman" w:hAnsi="Times New Roman"/>
          <w:b/>
          <w:bCs/>
          <w:sz w:val="24"/>
          <w:szCs w:val="24"/>
        </w:rPr>
        <w:t>12</w:t>
      </w:r>
      <w:r w:rsidR="001274BD">
        <w:rPr>
          <w:rFonts w:ascii="Times New Roman" w:hAnsi="Times New Roman"/>
          <w:b/>
          <w:bCs/>
          <w:sz w:val="24"/>
          <w:szCs w:val="24"/>
        </w:rPr>
        <w:t xml:space="preserve"> dni od dnia zawarcia umowy</w:t>
      </w:r>
      <w:r w:rsidR="00FE70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634ED2E6" w14:textId="77777777" w:rsidR="00FA6A10" w:rsidRDefault="00FA6A10" w:rsidP="00FA6A10">
      <w:pPr>
        <w:pStyle w:val="Akapitzlist"/>
        <w:numPr>
          <w:ilvl w:val="2"/>
          <w:numId w:val="42"/>
        </w:numPr>
        <w:spacing w:before="60" w:after="6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warunki płatności: </w:t>
      </w:r>
      <w:r>
        <w:rPr>
          <w:rFonts w:ascii="Times New Roman" w:hAnsi="Times New Roman"/>
          <w:b/>
          <w:sz w:val="24"/>
          <w:szCs w:val="24"/>
        </w:rPr>
        <w:t>zgodnie z postanowieniami umowy</w:t>
      </w:r>
      <w:r>
        <w:rPr>
          <w:rFonts w:ascii="Times New Roman" w:hAnsi="Times New Roman"/>
          <w:sz w:val="24"/>
          <w:szCs w:val="24"/>
        </w:rPr>
        <w:t>,</w:t>
      </w:r>
    </w:p>
    <w:p w14:paraId="3A285411" w14:textId="3AE700BF" w:rsidR="00E72C0A" w:rsidRDefault="00E72C0A" w:rsidP="00FA6A10">
      <w:pPr>
        <w:pStyle w:val="Akapitzlist"/>
        <w:numPr>
          <w:ilvl w:val="2"/>
          <w:numId w:val="42"/>
        </w:numPr>
        <w:spacing w:before="60" w:after="6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okres gwarancji: </w:t>
      </w:r>
    </w:p>
    <w:p w14:paraId="51D59C71" w14:textId="77777777" w:rsidR="00C86A83" w:rsidRPr="006714C2" w:rsidRDefault="00E72C0A" w:rsidP="00C86A83">
      <w:pPr>
        <w:pStyle w:val="Akapitzlist"/>
        <w:spacing w:line="254" w:lineRule="auto"/>
        <w:ind w:left="567"/>
        <w:rPr>
          <w:rFonts w:ascii="Cambria" w:hAnsi="Cambria" w:cs="Arial"/>
          <w:b/>
          <w:bCs/>
          <w:color w:val="FF0000"/>
          <w:u w:val="single"/>
        </w:rPr>
      </w:pPr>
      <w:r w:rsidRPr="006714C2">
        <w:rPr>
          <w:rFonts w:ascii="Cambria" w:hAnsi="Cambria" w:cs="Arial"/>
          <w:b/>
          <w:bCs/>
        </w:rPr>
        <w:t xml:space="preserve">a) Matryca mikrofonowa s systemem automatycznej transkrypcji – 2 sztuki: </w:t>
      </w:r>
      <w:r w:rsidRPr="006714C2">
        <w:rPr>
          <w:rFonts w:ascii="Cambria" w:hAnsi="Cambria" w:cs="Arial"/>
          <w:b/>
          <w:bCs/>
          <w:color w:val="FF0000"/>
          <w:u w:val="single"/>
        </w:rPr>
        <w:t>minimum 36 miesięcy</w:t>
      </w:r>
    </w:p>
    <w:p w14:paraId="619966DD" w14:textId="77777777" w:rsidR="00C86A83" w:rsidRPr="006714C2" w:rsidRDefault="00C86A83" w:rsidP="00C86A83">
      <w:pPr>
        <w:pStyle w:val="Akapitzlist"/>
        <w:spacing w:line="254" w:lineRule="auto"/>
        <w:ind w:left="567"/>
        <w:rPr>
          <w:rFonts w:ascii="Cambria" w:hAnsi="Cambria" w:cs="Arial"/>
          <w:b/>
          <w:bCs/>
          <w:color w:val="FF0000"/>
        </w:rPr>
      </w:pPr>
      <w:r w:rsidRPr="006714C2">
        <w:rPr>
          <w:rFonts w:ascii="Cambria" w:hAnsi="Cambria" w:cs="Arial"/>
          <w:b/>
          <w:bCs/>
        </w:rPr>
        <w:t xml:space="preserve">b) </w:t>
      </w:r>
      <w:r w:rsidR="00E72C0A" w:rsidRPr="006714C2">
        <w:rPr>
          <w:rFonts w:ascii="Cambria" w:hAnsi="Cambria" w:cs="Arial"/>
          <w:b/>
          <w:bCs/>
        </w:rPr>
        <w:t>Wzmacniacz audio – 1 sztuka:</w:t>
      </w:r>
      <w:r w:rsidRPr="006714C2">
        <w:rPr>
          <w:rFonts w:ascii="Cambria" w:hAnsi="Cambria" w:cs="Arial"/>
          <w:b/>
          <w:bCs/>
        </w:rPr>
        <w:t xml:space="preserve"> </w:t>
      </w:r>
      <w:r w:rsidRPr="006714C2">
        <w:rPr>
          <w:rFonts w:ascii="Cambria" w:hAnsi="Cambria" w:cs="Arial"/>
          <w:b/>
          <w:bCs/>
          <w:color w:val="FF0000"/>
          <w:u w:val="single"/>
        </w:rPr>
        <w:t>minimum</w:t>
      </w:r>
      <w:r w:rsidRPr="006714C2">
        <w:rPr>
          <w:rFonts w:ascii="Cambria" w:hAnsi="Cambria" w:cs="Arial"/>
          <w:b/>
          <w:bCs/>
          <w:color w:val="FF0000"/>
        </w:rPr>
        <w:t xml:space="preserve"> 36 miesięcy</w:t>
      </w:r>
    </w:p>
    <w:p w14:paraId="37B767A1" w14:textId="7F9CDE94" w:rsidR="00C86A83" w:rsidRPr="006714C2" w:rsidRDefault="00C86A83" w:rsidP="00C86A83">
      <w:pPr>
        <w:pStyle w:val="Akapitzlist"/>
        <w:spacing w:line="254" w:lineRule="auto"/>
        <w:ind w:left="567"/>
        <w:rPr>
          <w:rFonts w:ascii="Cambria" w:hAnsi="Cambria" w:cs="Arial"/>
          <w:b/>
          <w:bCs/>
        </w:rPr>
      </w:pPr>
      <w:r w:rsidRPr="006714C2">
        <w:rPr>
          <w:rFonts w:ascii="Cambria" w:hAnsi="Cambria" w:cs="Arial"/>
          <w:b/>
          <w:bCs/>
        </w:rPr>
        <w:t>c) Głośniki sufitowe typ A – 6 sztuki:</w:t>
      </w:r>
      <w:r w:rsidR="00635B7F" w:rsidRPr="006714C2">
        <w:rPr>
          <w:rFonts w:ascii="Cambria" w:hAnsi="Cambria" w:cs="Arial"/>
          <w:b/>
          <w:bCs/>
        </w:rPr>
        <w:t xml:space="preserve"> </w:t>
      </w:r>
      <w:r w:rsidR="00635B7F" w:rsidRPr="006714C2">
        <w:rPr>
          <w:rFonts w:ascii="Cambria" w:hAnsi="Cambria" w:cs="Arial"/>
          <w:b/>
          <w:bCs/>
          <w:color w:val="FF0000"/>
          <w:u w:val="single"/>
        </w:rPr>
        <w:t>minimum</w:t>
      </w:r>
      <w:r w:rsidR="00635B7F" w:rsidRPr="006714C2">
        <w:rPr>
          <w:rFonts w:ascii="Cambria" w:hAnsi="Cambria" w:cs="Arial"/>
          <w:b/>
          <w:bCs/>
          <w:color w:val="FF0000"/>
        </w:rPr>
        <w:t xml:space="preserve"> 60 miesięcy</w:t>
      </w:r>
    </w:p>
    <w:p w14:paraId="4B05ADD8" w14:textId="77777777" w:rsidR="005E1FED" w:rsidRPr="006714C2" w:rsidRDefault="00635B7F" w:rsidP="005E1FED">
      <w:pPr>
        <w:pStyle w:val="Akapitzlist"/>
        <w:spacing w:line="254" w:lineRule="auto"/>
        <w:ind w:left="567"/>
        <w:rPr>
          <w:rFonts w:ascii="Cambria" w:hAnsi="Cambria" w:cs="Arial"/>
          <w:b/>
          <w:bCs/>
          <w:color w:val="FF0000"/>
        </w:rPr>
      </w:pPr>
      <w:r w:rsidRPr="006714C2">
        <w:rPr>
          <w:rFonts w:ascii="Cambria" w:hAnsi="Cambria" w:cs="Arial"/>
          <w:b/>
          <w:bCs/>
        </w:rPr>
        <w:t xml:space="preserve">d) </w:t>
      </w:r>
      <w:r w:rsidR="005E1FED" w:rsidRPr="006714C2">
        <w:rPr>
          <w:rFonts w:ascii="Cambria" w:hAnsi="Cambria" w:cs="Arial"/>
          <w:b/>
          <w:bCs/>
        </w:rPr>
        <w:t xml:space="preserve">Głośniki sufitowe typ B – 6 sztuki: </w:t>
      </w:r>
      <w:r w:rsidR="005E1FED" w:rsidRPr="006714C2">
        <w:rPr>
          <w:rFonts w:ascii="Cambria" w:hAnsi="Cambria" w:cs="Arial"/>
          <w:b/>
          <w:bCs/>
          <w:color w:val="FF0000"/>
          <w:u w:val="single"/>
        </w:rPr>
        <w:t>minimum</w:t>
      </w:r>
      <w:r w:rsidR="005E1FED" w:rsidRPr="006714C2">
        <w:rPr>
          <w:rFonts w:ascii="Cambria" w:hAnsi="Cambria" w:cs="Arial"/>
          <w:b/>
          <w:bCs/>
          <w:color w:val="FF0000"/>
        </w:rPr>
        <w:t xml:space="preserve"> 60 miesięcy</w:t>
      </w:r>
    </w:p>
    <w:p w14:paraId="0E8F72CE" w14:textId="77777777" w:rsidR="00967337" w:rsidRDefault="005E1FED" w:rsidP="00967337">
      <w:pPr>
        <w:pStyle w:val="Akapitzlist"/>
        <w:spacing w:line="254" w:lineRule="auto"/>
        <w:ind w:left="567"/>
        <w:rPr>
          <w:rFonts w:ascii="Cambria" w:hAnsi="Cambria" w:cs="Arial"/>
          <w:b/>
          <w:color w:val="FF0000"/>
        </w:rPr>
      </w:pPr>
      <w:r w:rsidRPr="006714C2">
        <w:rPr>
          <w:rFonts w:ascii="Cambria" w:hAnsi="Cambria" w:cs="Arial"/>
          <w:b/>
          <w:bCs/>
        </w:rPr>
        <w:t xml:space="preserve">e)  Odsłuchy- </w:t>
      </w:r>
      <w:r w:rsidRPr="006714C2">
        <w:rPr>
          <w:rFonts w:ascii="Cambria" w:hAnsi="Cambria" w:cs="Arial"/>
          <w:b/>
          <w:bCs/>
          <w:color w:val="FF0000"/>
        </w:rPr>
        <w:t xml:space="preserve">minimum </w:t>
      </w:r>
      <w:r w:rsidRPr="006714C2">
        <w:rPr>
          <w:rFonts w:ascii="Cambria" w:hAnsi="Cambria" w:cs="Arial"/>
          <w:b/>
          <w:color w:val="FF0000"/>
        </w:rPr>
        <w:t>24 miesiące</w:t>
      </w:r>
    </w:p>
    <w:p w14:paraId="4A497F93" w14:textId="77777777" w:rsidR="00B60418" w:rsidRDefault="006714C2" w:rsidP="00B60418">
      <w:pPr>
        <w:pStyle w:val="Akapitzlist"/>
        <w:spacing w:line="254" w:lineRule="auto"/>
        <w:ind w:left="567"/>
        <w:rPr>
          <w:rFonts w:ascii="Cambria" w:hAnsi="Cambria" w:cs="Arial"/>
          <w:b/>
          <w:bCs/>
          <w:color w:val="FF0000"/>
        </w:rPr>
      </w:pPr>
      <w:r w:rsidRPr="00967337">
        <w:rPr>
          <w:rFonts w:ascii="Cambria" w:hAnsi="Cambria" w:cs="Arial"/>
          <w:b/>
          <w:bCs/>
        </w:rPr>
        <w:t xml:space="preserve">f) </w:t>
      </w:r>
      <w:r w:rsidR="00967337" w:rsidRPr="00967337">
        <w:rPr>
          <w:rFonts w:ascii="Cambria" w:hAnsi="Cambria" w:cs="Arial"/>
          <w:b/>
          <w:bCs/>
        </w:rPr>
        <w:t>Telewizor z systemem nagłośnienia  – 1 sztuka</w:t>
      </w:r>
      <w:r w:rsidR="00967337">
        <w:rPr>
          <w:rFonts w:ascii="Cambria" w:hAnsi="Cambria" w:cs="Arial"/>
          <w:b/>
          <w:bCs/>
        </w:rPr>
        <w:t>-</w:t>
      </w:r>
      <w:r w:rsidR="00967337">
        <w:rPr>
          <w:rFonts w:ascii="Cambria" w:hAnsi="Cambria" w:cs="Arial"/>
          <w:b/>
          <w:color w:val="FF0000"/>
        </w:rPr>
        <w:t xml:space="preserve"> </w:t>
      </w:r>
      <w:r w:rsidR="00967337" w:rsidRPr="006714C2">
        <w:rPr>
          <w:rFonts w:ascii="Cambria" w:hAnsi="Cambria" w:cs="Arial"/>
          <w:b/>
          <w:bCs/>
          <w:color w:val="FF0000"/>
          <w:u w:val="single"/>
        </w:rPr>
        <w:t>minimum</w:t>
      </w:r>
      <w:r w:rsidR="00967337">
        <w:rPr>
          <w:rFonts w:ascii="Cambria" w:hAnsi="Cambria" w:cs="Arial"/>
          <w:b/>
          <w:bCs/>
          <w:color w:val="FF0000"/>
          <w:u w:val="single"/>
        </w:rPr>
        <w:t xml:space="preserve"> </w:t>
      </w:r>
      <w:r w:rsidR="00967337" w:rsidRPr="0005444A">
        <w:rPr>
          <w:rFonts w:ascii="Cambria" w:hAnsi="Cambria" w:cs="Arial"/>
          <w:b/>
          <w:bCs/>
          <w:color w:val="FF0000"/>
        </w:rPr>
        <w:t>24 miesiące</w:t>
      </w:r>
    </w:p>
    <w:p w14:paraId="785D27C1" w14:textId="77777777" w:rsidR="00B60418" w:rsidRDefault="0005444A" w:rsidP="00B60418">
      <w:pPr>
        <w:pStyle w:val="Akapitzlist"/>
        <w:spacing w:line="254" w:lineRule="auto"/>
        <w:ind w:left="567"/>
        <w:rPr>
          <w:rFonts w:ascii="Cambria" w:hAnsi="Cambria" w:cs="Arial"/>
          <w:b/>
          <w:bCs/>
          <w:color w:val="FF0000"/>
        </w:rPr>
      </w:pPr>
      <w:r w:rsidRPr="00B60418">
        <w:rPr>
          <w:rFonts w:ascii="Cambria" w:hAnsi="Cambria" w:cs="Arial"/>
          <w:b/>
          <w:bCs/>
        </w:rPr>
        <w:t xml:space="preserve">g) </w:t>
      </w:r>
      <w:bookmarkStart w:id="0" w:name="_GoBack"/>
      <w:r w:rsidRPr="00B1246E">
        <w:rPr>
          <w:rFonts w:ascii="Cambria" w:hAnsi="Cambria" w:cs="Arial"/>
          <w:b/>
          <w:bCs/>
        </w:rPr>
        <w:t>System nagłośnienia –</w:t>
      </w:r>
      <w:r w:rsidR="00B60418" w:rsidRPr="00B1246E">
        <w:rPr>
          <w:rFonts w:ascii="Cambria" w:hAnsi="Cambria" w:cs="Arial"/>
          <w:b/>
        </w:rPr>
        <w:t xml:space="preserve"> Gwarancja na cały zestaw </w:t>
      </w:r>
      <w:bookmarkEnd w:id="0"/>
      <w:r w:rsidR="00B60418" w:rsidRPr="00B60418">
        <w:rPr>
          <w:rFonts w:ascii="Cambria" w:hAnsi="Cambria" w:cs="Arial"/>
          <w:b/>
          <w:color w:val="FF0000"/>
        </w:rPr>
        <w:t xml:space="preserve">minimum </w:t>
      </w:r>
      <w:r w:rsidR="00B60418" w:rsidRPr="00B60418">
        <w:rPr>
          <w:rFonts w:ascii="Cambria" w:hAnsi="Cambria" w:cs="Arial"/>
          <w:b/>
          <w:bCs/>
          <w:color w:val="FF0000"/>
        </w:rPr>
        <w:t>24 miesiące;</w:t>
      </w:r>
    </w:p>
    <w:p w14:paraId="10C6450B" w14:textId="32A8C243" w:rsidR="00E72C0A" w:rsidRPr="00B60418" w:rsidRDefault="00B60418" w:rsidP="00B60418">
      <w:pPr>
        <w:pStyle w:val="Akapitzlist"/>
        <w:spacing w:line="254" w:lineRule="auto"/>
        <w:ind w:left="567"/>
        <w:rPr>
          <w:rFonts w:ascii="Cambria" w:hAnsi="Cambria" w:cs="Arial"/>
          <w:b/>
          <w:bCs/>
          <w:color w:val="FF0000"/>
        </w:rPr>
      </w:pPr>
      <w:r>
        <w:rPr>
          <w:rFonts w:ascii="Cambria" w:hAnsi="Cambria" w:cs="Arial"/>
          <w:b/>
          <w:bCs/>
        </w:rPr>
        <w:t xml:space="preserve">h) </w:t>
      </w:r>
      <w:r w:rsidRPr="00B60418">
        <w:rPr>
          <w:rFonts w:ascii="Cambria" w:hAnsi="Cambria" w:cs="Arial"/>
          <w:b/>
          <w:bCs/>
        </w:rPr>
        <w:t xml:space="preserve">Monitor z funkcją dotyku i wbudowanymi mikrofonami - 1 sztuka minimum </w:t>
      </w:r>
      <w:r>
        <w:rPr>
          <w:rFonts w:ascii="Cambria" w:hAnsi="Cambria" w:cs="Arial"/>
          <w:b/>
          <w:bCs/>
          <w:color w:val="FF0000"/>
        </w:rPr>
        <w:t>60 miesięcy</w:t>
      </w:r>
    </w:p>
    <w:p w14:paraId="5A5EB66E" w14:textId="77777777" w:rsidR="00FA6A10" w:rsidRDefault="00FA6A10" w:rsidP="00FA6A10">
      <w:pPr>
        <w:pStyle w:val="Akapitzlist"/>
        <w:numPr>
          <w:ilvl w:val="0"/>
          <w:numId w:val="42"/>
        </w:numPr>
        <w:spacing w:before="60" w:after="6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że:</w:t>
      </w:r>
    </w:p>
    <w:p w14:paraId="7E897D3D" w14:textId="77777777" w:rsidR="00FA6A10" w:rsidRDefault="00FA6A10" w:rsidP="00FA6A10">
      <w:pPr>
        <w:pStyle w:val="Akapitzlist"/>
        <w:numPr>
          <w:ilvl w:val="1"/>
          <w:numId w:val="42"/>
        </w:numPr>
        <w:spacing w:before="6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Zapoznaliśmy się z treścią ogłoszenia o udzielanym zamówieniu i uznajemy się za związanych określonymi w nim zasadami postępowania. Nie wnosimy zastrzeżeń oraz zdobyliśmy konieczne informacje potrzebne do właściwego wykonania zamówienia.</w:t>
      </w:r>
    </w:p>
    <w:p w14:paraId="7B9680D9" w14:textId="77777777" w:rsidR="00FA6A10" w:rsidRDefault="00FA6A10" w:rsidP="00FA6A10">
      <w:pPr>
        <w:pStyle w:val="Akapitzlist"/>
        <w:numPr>
          <w:ilvl w:val="1"/>
          <w:numId w:val="42"/>
        </w:numPr>
        <w:spacing w:before="6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uwzględniliśmy zmiany i dodatkowe ustalenia wynikłe w trakcie procedury wyszczególnione we wszystkich przesłanych i umieszczonych na stronie internetowej pismach Zamawiającego</w:t>
      </w:r>
    </w:p>
    <w:p w14:paraId="57D9F00E" w14:textId="77777777" w:rsidR="00FA6A10" w:rsidRDefault="00FA6A10" w:rsidP="00FA6A10">
      <w:pPr>
        <w:pStyle w:val="Akapitzlist"/>
        <w:numPr>
          <w:ilvl w:val="1"/>
          <w:numId w:val="42"/>
        </w:numPr>
        <w:spacing w:before="6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Zapoznaliśmy się z opisem przedmiotu zamówienia i nie wnosimy do niego zastrzeżeń.  </w:t>
      </w:r>
    </w:p>
    <w:p w14:paraId="5EDB203A" w14:textId="77777777" w:rsidR="00FA6A10" w:rsidRDefault="00FA6A10" w:rsidP="00FA6A10">
      <w:pPr>
        <w:pStyle w:val="Akapitzlist"/>
        <w:numPr>
          <w:ilvl w:val="1"/>
          <w:numId w:val="42"/>
        </w:numPr>
        <w:spacing w:before="6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oferty zawiera wszystkie koszty związane z wykonaniem przedmiotu zamówienia.</w:t>
      </w:r>
    </w:p>
    <w:p w14:paraId="1770346E" w14:textId="77777777" w:rsidR="00FA6A10" w:rsidRDefault="00FA6A10" w:rsidP="00FA6A10">
      <w:pPr>
        <w:pStyle w:val="Akapitzlist"/>
        <w:numPr>
          <w:ilvl w:val="1"/>
          <w:numId w:val="42"/>
        </w:numPr>
        <w:spacing w:before="6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warunki płatności, będą zgodne z zapisami przedstawionymi w treści ogłoszenia o udzielanym zamówieniu. Zakres zamówienia przewidziany do wykonania będzie zgodny z zakresem objętym ogłoszeniem</w:t>
      </w:r>
    </w:p>
    <w:p w14:paraId="46980DE4" w14:textId="77777777" w:rsidR="00FA6A10" w:rsidRDefault="00FA6A10" w:rsidP="00FA6A10">
      <w:pPr>
        <w:pStyle w:val="Akapitzlist"/>
        <w:numPr>
          <w:ilvl w:val="1"/>
          <w:numId w:val="42"/>
        </w:numPr>
        <w:spacing w:before="6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związani jesteśmy ofertą 30 dni</w:t>
      </w:r>
      <w:r>
        <w:rPr>
          <w:rFonts w:ascii="Times New Roman" w:hAnsi="Times New Roman"/>
          <w:b/>
          <w:sz w:val="24"/>
          <w:szCs w:val="24"/>
        </w:rPr>
        <w:t xml:space="preserve">. </w:t>
      </w:r>
    </w:p>
    <w:p w14:paraId="5259CAEE" w14:textId="1AF27160" w:rsidR="00FA6A10" w:rsidRPr="001C47DA" w:rsidRDefault="00FA6A10" w:rsidP="00FA6A10">
      <w:pPr>
        <w:pStyle w:val="Akapitzlist"/>
        <w:numPr>
          <w:ilvl w:val="1"/>
          <w:numId w:val="42"/>
        </w:numPr>
        <w:spacing w:before="6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zapoznaliśmy się z istotnymi postanowieniami umowy </w:t>
      </w:r>
      <w:r>
        <w:rPr>
          <w:rFonts w:ascii="Times New Roman" w:hAnsi="Times New Roman"/>
          <w:color w:val="000000"/>
          <w:sz w:val="24"/>
          <w:szCs w:val="24"/>
        </w:rPr>
        <w:t>(wzorem umowy),</w:t>
      </w:r>
      <w:r>
        <w:rPr>
          <w:rFonts w:ascii="Times New Roman" w:hAnsi="Times New Roman"/>
          <w:sz w:val="24"/>
          <w:szCs w:val="24"/>
        </w:rPr>
        <w:t xml:space="preserve"> które zostały zawarte w załączniku nr </w:t>
      </w:r>
      <w:r w:rsidR="0013104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do ogłoszenia o udzielnym zamówieniu i w pełni je akceptujemy. Zobowiązujemy się w przypadku wyboru naszej oferty do zawarcia umowy na zawartych tam warunkach w miejscu i terminie wyznaczonym przez Zamawiającego.</w:t>
      </w:r>
    </w:p>
    <w:p w14:paraId="59CAE3E7" w14:textId="77777777" w:rsidR="00FA6A10" w:rsidRDefault="00FA6A10" w:rsidP="00FA6A10">
      <w:pPr>
        <w:pStyle w:val="Akapitzlist"/>
        <w:numPr>
          <w:ilvl w:val="0"/>
          <w:numId w:val="42"/>
        </w:numPr>
        <w:spacing w:before="6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Oświadczam, że:</w:t>
      </w:r>
    </w:p>
    <w:p w14:paraId="5795EDC8" w14:textId="77777777" w:rsidR="00FA6A10" w:rsidRDefault="00FA6A10" w:rsidP="00FA6A10">
      <w:pPr>
        <w:pStyle w:val="Akapitzlist"/>
        <w:spacing w:before="60" w:after="120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B1246E">
        <w:rPr>
          <w:rFonts w:ascii="Times New Roman" w:hAnsi="Times New Roman"/>
          <w:sz w:val="24"/>
          <w:szCs w:val="24"/>
        </w:rPr>
      </w:r>
      <w:r w:rsidR="00B1246E"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podlegam wykluczeniu na podstawie </w:t>
      </w:r>
      <w:r>
        <w:rPr>
          <w:rFonts w:ascii="Times New Roman" w:hAnsi="Times New Roman"/>
          <w:color w:val="222222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eastAsia="Calibri" w:hAnsi="Times New Roman"/>
          <w:sz w:val="24"/>
          <w:szCs w:val="24"/>
        </w:rPr>
        <w:t xml:space="preserve">, </w:t>
      </w:r>
    </w:p>
    <w:p w14:paraId="2DCFFBD5" w14:textId="77777777" w:rsidR="00FA6A10" w:rsidRDefault="00FA6A10" w:rsidP="00FA6A10">
      <w:pPr>
        <w:pStyle w:val="Akapitzlist"/>
        <w:spacing w:before="60" w:after="120"/>
        <w:ind w:left="1134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B1246E">
        <w:rPr>
          <w:rFonts w:ascii="Times New Roman" w:hAnsi="Times New Roman"/>
          <w:sz w:val="24"/>
          <w:szCs w:val="24"/>
        </w:rPr>
      </w:r>
      <w:r w:rsidR="00B1246E"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nie podlegam </w:t>
      </w:r>
      <w:r>
        <w:rPr>
          <w:rFonts w:ascii="Times New Roman" w:eastAsia="Calibri" w:hAnsi="Times New Roman"/>
          <w:sz w:val="24"/>
          <w:szCs w:val="24"/>
        </w:rPr>
        <w:t xml:space="preserve">wykluczeniu na podstawie </w:t>
      </w:r>
      <w:r>
        <w:rPr>
          <w:rFonts w:ascii="Times New Roman" w:hAnsi="Times New Roman"/>
          <w:color w:val="222222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</w:p>
    <w:p w14:paraId="0B458235" w14:textId="10A19C6A" w:rsidR="00104484" w:rsidRPr="004359C2" w:rsidRDefault="00104484" w:rsidP="00FA6A10">
      <w:pPr>
        <w:pStyle w:val="Akapitzlist"/>
        <w:spacing w:before="60" w:after="120"/>
        <w:ind w:left="1134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*Należy zaznaczyć właściwe pole</w:t>
      </w:r>
    </w:p>
    <w:p w14:paraId="1EFCDC9E" w14:textId="77777777" w:rsidR="00FA6A10" w:rsidRPr="004359C2" w:rsidRDefault="00FA6A10" w:rsidP="00FA6A10">
      <w:pPr>
        <w:pStyle w:val="Akapitzlist"/>
        <w:numPr>
          <w:ilvl w:val="0"/>
          <w:numId w:val="42"/>
        </w:numPr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Nazwa podwykonawcy i zakres rzeczowy, któremu Wykonawca zamierza powierzyć </w:t>
      </w:r>
      <w:r>
        <w:rPr>
          <w:rFonts w:ascii="Times New Roman" w:hAnsi="Times New Roman"/>
          <w:sz w:val="24"/>
          <w:szCs w:val="24"/>
        </w:rPr>
        <w:br/>
        <w:t>wykonanie części przedmiotu zamówienia lub całości przedmiotu zamówienia: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5"/>
        <w:gridCol w:w="4074"/>
        <w:gridCol w:w="3771"/>
      </w:tblGrid>
      <w:tr w:rsidR="00FA6A10" w14:paraId="6E31372E" w14:textId="77777777" w:rsidTr="005519B3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862C0" w14:textId="77777777" w:rsidR="00FA6A10" w:rsidRDefault="00FA6A10" w:rsidP="005519B3">
            <w:pPr>
              <w:tabs>
                <w:tab w:val="center" w:pos="513"/>
              </w:tabs>
              <w:autoSpaceDE w:val="0"/>
              <w:autoSpaceDN w:val="0"/>
              <w:adjustRightInd w:val="0"/>
              <w:spacing w:before="60" w:after="60" w:line="276" w:lineRule="auto"/>
              <w:ind w:left="-426"/>
              <w:jc w:val="center"/>
            </w:pPr>
            <w:r>
              <w:t>Lp.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1594A" w14:textId="77777777" w:rsidR="00FA6A10" w:rsidRDefault="00FA6A10" w:rsidP="005519B3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</w:pPr>
            <w:r>
              <w:t>Nazwa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B10D2" w14:textId="77777777" w:rsidR="00FA6A10" w:rsidRDefault="00FA6A10" w:rsidP="005519B3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</w:pPr>
            <w:r>
              <w:t>Zakres rzeczowy</w:t>
            </w:r>
          </w:p>
        </w:tc>
      </w:tr>
      <w:tr w:rsidR="00FA6A10" w14:paraId="7CA22316" w14:textId="77777777" w:rsidTr="005519B3">
        <w:trPr>
          <w:trHeight w:val="4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ED951" w14:textId="77777777" w:rsidR="00FA6A10" w:rsidRDefault="00FA6A10" w:rsidP="005519B3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</w:pP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3F123" w14:textId="77777777" w:rsidR="00FA6A10" w:rsidRDefault="00FA6A10" w:rsidP="005519B3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6972B" w14:textId="77777777" w:rsidR="00FA6A10" w:rsidRDefault="00FA6A10" w:rsidP="005519B3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</w:pPr>
          </w:p>
        </w:tc>
      </w:tr>
      <w:tr w:rsidR="00FA6A10" w14:paraId="7BF29D30" w14:textId="77777777" w:rsidTr="005519B3">
        <w:trPr>
          <w:trHeight w:val="4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8F45B" w14:textId="77777777" w:rsidR="00FA6A10" w:rsidRDefault="00FA6A10" w:rsidP="005519B3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</w:pP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34085" w14:textId="77777777" w:rsidR="00FA6A10" w:rsidRDefault="00FA6A10" w:rsidP="005519B3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EF2BB" w14:textId="77777777" w:rsidR="00FA6A10" w:rsidRDefault="00FA6A10" w:rsidP="005519B3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</w:pPr>
          </w:p>
        </w:tc>
      </w:tr>
    </w:tbl>
    <w:p w14:paraId="25852F8D" w14:textId="77777777" w:rsidR="00FA6A10" w:rsidRDefault="00FA6A10" w:rsidP="00FA6A10">
      <w:pPr>
        <w:pStyle w:val="Akapitzlist"/>
        <w:spacing w:before="60" w:after="6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17E0A78" w14:textId="77777777" w:rsidR="00FA6A10" w:rsidRPr="004359C2" w:rsidRDefault="00FA6A10" w:rsidP="00FA6A10">
      <w:pPr>
        <w:pStyle w:val="Akapitzlist"/>
        <w:numPr>
          <w:ilvl w:val="0"/>
          <w:numId w:val="42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Ofertę niniejszą składam na ………. kolejno ponumerowanych stronach.</w:t>
      </w:r>
    </w:p>
    <w:p w14:paraId="5B6453B1" w14:textId="77777777" w:rsidR="00FA6A10" w:rsidRDefault="00FA6A10" w:rsidP="00FA6A10">
      <w:pPr>
        <w:pStyle w:val="Akapitzlist"/>
        <w:numPr>
          <w:ilvl w:val="0"/>
          <w:numId w:val="42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Wszelką korespondencję w sprawie niniejszego postępowania należy kierować na poniższy adres:</w:t>
      </w:r>
    </w:p>
    <w:p w14:paraId="32EB8CB0" w14:textId="77777777" w:rsidR="00FA6A10" w:rsidRDefault="00FA6A10" w:rsidP="00FA6A10">
      <w:pPr>
        <w:pStyle w:val="Akapitzlist"/>
        <w:spacing w:before="60" w:after="6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i adres Wykonawcy:……………………………………………………………</w:t>
      </w:r>
    </w:p>
    <w:p w14:paraId="118103A6" w14:textId="77777777" w:rsidR="00FA6A10" w:rsidRDefault="00FA6A10" w:rsidP="00FA6A10">
      <w:pPr>
        <w:pStyle w:val="Akapitzlist"/>
        <w:spacing w:before="60" w:after="6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NIP:</w:t>
      </w:r>
      <w:r>
        <w:rPr>
          <w:rFonts w:ascii="Times New Roman" w:hAnsi="Times New Roman"/>
          <w:sz w:val="24"/>
          <w:szCs w:val="24"/>
        </w:rPr>
        <w:tab/>
        <w:t xml:space="preserve">………………………………… </w:t>
      </w:r>
    </w:p>
    <w:p w14:paraId="1D75A444" w14:textId="77777777" w:rsidR="00FA6A10" w:rsidRDefault="00FA6A10" w:rsidP="00FA6A10">
      <w:pPr>
        <w:pStyle w:val="Akapitzlist"/>
        <w:spacing w:before="60" w:after="6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KRS </w:t>
      </w:r>
      <w:r>
        <w:rPr>
          <w:rFonts w:ascii="Times New Roman" w:hAnsi="Times New Roman"/>
          <w:sz w:val="24"/>
          <w:szCs w:val="24"/>
        </w:rPr>
        <w:tab/>
        <w:t>…………………………………</w:t>
      </w:r>
    </w:p>
    <w:p w14:paraId="452B7794" w14:textId="77777777" w:rsidR="00FA6A10" w:rsidRDefault="00FA6A10" w:rsidP="00FA6A10">
      <w:pPr>
        <w:pStyle w:val="Akapitzlist"/>
        <w:spacing w:before="60" w:after="6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tel. </w:t>
      </w:r>
      <w:r>
        <w:rPr>
          <w:rFonts w:ascii="Times New Roman" w:hAnsi="Times New Roman"/>
          <w:sz w:val="24"/>
          <w:szCs w:val="24"/>
        </w:rPr>
        <w:tab/>
        <w:t xml:space="preserve">………………………………… </w:t>
      </w:r>
    </w:p>
    <w:p w14:paraId="2F974F6B" w14:textId="77777777" w:rsidR="00FA6A10" w:rsidRDefault="00FA6A10" w:rsidP="00FA6A10">
      <w:pPr>
        <w:pStyle w:val="Akapitzlist"/>
        <w:spacing w:before="60" w:after="6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e-mail: </w:t>
      </w:r>
      <w:r>
        <w:rPr>
          <w:rFonts w:ascii="Times New Roman" w:hAnsi="Times New Roman"/>
          <w:sz w:val="24"/>
          <w:szCs w:val="24"/>
        </w:rPr>
        <w:tab/>
        <w:t>…………………………………</w:t>
      </w:r>
    </w:p>
    <w:p w14:paraId="5ACE8FDD" w14:textId="77777777" w:rsidR="00FA6A10" w:rsidRDefault="00FA6A10" w:rsidP="00FA6A10">
      <w:pPr>
        <w:pStyle w:val="Akapitzlist"/>
        <w:spacing w:before="60" w:after="60"/>
        <w:ind w:left="567"/>
        <w:jc w:val="both"/>
        <w:rPr>
          <w:rFonts w:ascii="Times New Roman" w:hAnsi="Times New Roman"/>
          <w:sz w:val="24"/>
          <w:szCs w:val="24"/>
        </w:rPr>
      </w:pPr>
    </w:p>
    <w:p w14:paraId="417202E0" w14:textId="77777777" w:rsidR="00FA6A10" w:rsidRDefault="00FA6A10" w:rsidP="00FA6A10">
      <w:pPr>
        <w:pStyle w:val="Akapitzlist"/>
        <w:numPr>
          <w:ilvl w:val="0"/>
          <w:numId w:val="42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Załącznikami do niniejszego formularza stanowiącymi integralną część oferty są:</w:t>
      </w:r>
    </w:p>
    <w:p w14:paraId="4DE5334D" w14:textId="77777777" w:rsidR="00FA6A10" w:rsidRDefault="00FA6A10" w:rsidP="00FA6A10">
      <w:pPr>
        <w:pStyle w:val="Akapitzlist"/>
        <w:numPr>
          <w:ilvl w:val="1"/>
          <w:numId w:val="42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6CEDE856" w14:textId="77777777" w:rsidR="00FA6A10" w:rsidRDefault="00FA6A10" w:rsidP="00FA6A10">
      <w:pPr>
        <w:pStyle w:val="Akapitzlist"/>
        <w:numPr>
          <w:ilvl w:val="1"/>
          <w:numId w:val="42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7DF72380" w14:textId="77777777" w:rsidR="00FA6A10" w:rsidRDefault="00FA6A10" w:rsidP="00FA6A10">
      <w:pPr>
        <w:pStyle w:val="Akapitzlist"/>
        <w:numPr>
          <w:ilvl w:val="1"/>
          <w:numId w:val="42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0D19D3DF" w14:textId="77777777" w:rsidR="00FA6A10" w:rsidRDefault="00FA6A10" w:rsidP="00FA6A10">
      <w:pPr>
        <w:spacing w:before="60" w:after="60"/>
        <w:jc w:val="both"/>
      </w:pPr>
    </w:p>
    <w:p w14:paraId="32E1DAEB" w14:textId="77777777" w:rsidR="00FA6A10" w:rsidRDefault="00FA6A10" w:rsidP="00FA6A10">
      <w:pPr>
        <w:spacing w:before="60" w:after="60"/>
        <w:jc w:val="both"/>
      </w:pPr>
    </w:p>
    <w:p w14:paraId="1D983919" w14:textId="77777777" w:rsidR="00FA6A10" w:rsidRDefault="00FA6A10" w:rsidP="00FA6A10">
      <w:pPr>
        <w:spacing w:before="60" w:after="60" w:line="276" w:lineRule="auto"/>
        <w:jc w:val="both"/>
      </w:pPr>
    </w:p>
    <w:p w14:paraId="73D331BF" w14:textId="77777777" w:rsidR="00FA6A10" w:rsidRDefault="00FA6A10" w:rsidP="00FA6A10">
      <w:pPr>
        <w:spacing w:before="60" w:after="60" w:line="276" w:lineRule="auto"/>
        <w:jc w:val="right"/>
      </w:pPr>
      <w:r>
        <w:t xml:space="preserve">................................dn. ............................           </w:t>
      </w:r>
    </w:p>
    <w:p w14:paraId="08285909" w14:textId="77777777" w:rsidR="00FA6A10" w:rsidRDefault="00FA6A10" w:rsidP="00FA6A10">
      <w:pPr>
        <w:spacing w:before="60" w:after="60" w:line="276" w:lineRule="auto"/>
      </w:pPr>
    </w:p>
    <w:p w14:paraId="0EEC706F" w14:textId="77777777" w:rsidR="00FA6A10" w:rsidRDefault="00FA6A10" w:rsidP="00FA6A10">
      <w:pPr>
        <w:spacing w:before="60" w:after="60" w:line="276" w:lineRule="auto"/>
      </w:pPr>
      <w:r>
        <w:t xml:space="preserve">..............................................................           </w:t>
      </w:r>
    </w:p>
    <w:p w14:paraId="1FA214B7" w14:textId="77777777" w:rsidR="00FA6A10" w:rsidRDefault="00FA6A10" w:rsidP="00FA6A10">
      <w:pPr>
        <w:spacing w:before="60" w:after="60" w:line="276" w:lineRule="auto"/>
        <w:jc w:val="both"/>
        <w:rPr>
          <w:sz w:val="16"/>
          <w:szCs w:val="20"/>
        </w:rPr>
      </w:pPr>
      <w:r>
        <w:rPr>
          <w:sz w:val="16"/>
          <w:szCs w:val="20"/>
        </w:rPr>
        <w:t>podpisy i pieczęcie osób upoważnionych do reprezentowania Wykonawcy</w:t>
      </w:r>
    </w:p>
    <w:p w14:paraId="28016169" w14:textId="77777777" w:rsidR="00FA6A10" w:rsidRPr="00205D5A" w:rsidRDefault="00FA6A10" w:rsidP="00FA6A10">
      <w:pPr>
        <w:spacing w:line="360" w:lineRule="auto"/>
        <w:ind w:left="-284"/>
        <w:jc w:val="both"/>
      </w:pPr>
    </w:p>
    <w:p w14:paraId="33F047CC" w14:textId="77777777" w:rsidR="00FA6A10" w:rsidRPr="00205D5A" w:rsidRDefault="00FA6A10" w:rsidP="00FA6A10">
      <w:pPr>
        <w:pStyle w:val="Tekstpodstawowywcity"/>
        <w:spacing w:line="360" w:lineRule="auto"/>
        <w:ind w:left="0" w:firstLine="0"/>
      </w:pPr>
    </w:p>
    <w:sectPr w:rsidR="00FA6A10" w:rsidRPr="00205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C9E74B" w14:textId="77777777" w:rsidR="00CC2F8C" w:rsidRDefault="00CC2F8C">
      <w:r>
        <w:separator/>
      </w:r>
    </w:p>
  </w:endnote>
  <w:endnote w:type="continuationSeparator" w:id="0">
    <w:p w14:paraId="07019D8F" w14:textId="77777777" w:rsidR="00CC2F8C" w:rsidRDefault="00CC2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E8E5" w14:textId="77777777" w:rsidR="001C4828" w:rsidRDefault="001C482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D171A" w14:textId="77777777" w:rsidR="008B0507" w:rsidRDefault="008B0507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1246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4BC3603" w14:textId="77777777" w:rsidR="008B0507" w:rsidRDefault="008B0507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9069D4" w14:textId="77777777" w:rsidR="001C4828" w:rsidRDefault="001C48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6D7915" w14:textId="77777777" w:rsidR="00CC2F8C" w:rsidRDefault="00CC2F8C">
      <w:r>
        <w:separator/>
      </w:r>
    </w:p>
  </w:footnote>
  <w:footnote w:type="continuationSeparator" w:id="0">
    <w:p w14:paraId="7D5C2DE6" w14:textId="77777777" w:rsidR="00CC2F8C" w:rsidRDefault="00CC2F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23FCD" w14:textId="77777777" w:rsidR="001C4828" w:rsidRDefault="001C482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150B39" w14:textId="77777777" w:rsidR="001C4828" w:rsidRDefault="001C482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920BC" w14:textId="77777777" w:rsidR="001C4828" w:rsidRDefault="001C482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</w:lvl>
    <w:lvl w:ilvl="1" w:tplc="04150019">
      <w:start w:val="1"/>
      <w:numFmt w:val="lowerLetter"/>
      <w:lvlText w:val="%2."/>
      <w:lvlJc w:val="left"/>
      <w:pPr>
        <w:ind w:left="3348" w:hanging="360"/>
      </w:pPr>
    </w:lvl>
    <w:lvl w:ilvl="2" w:tplc="0415001B">
      <w:start w:val="1"/>
      <w:numFmt w:val="lowerRoman"/>
      <w:lvlText w:val="%3."/>
      <w:lvlJc w:val="right"/>
      <w:pPr>
        <w:ind w:left="4068" w:hanging="180"/>
      </w:pPr>
    </w:lvl>
    <w:lvl w:ilvl="3" w:tplc="0415000F">
      <w:start w:val="1"/>
      <w:numFmt w:val="decimal"/>
      <w:lvlText w:val="%4."/>
      <w:lvlJc w:val="left"/>
      <w:pPr>
        <w:ind w:left="4788" w:hanging="360"/>
      </w:pPr>
    </w:lvl>
    <w:lvl w:ilvl="4" w:tplc="04150019">
      <w:start w:val="1"/>
      <w:numFmt w:val="lowerLetter"/>
      <w:lvlText w:val="%5."/>
      <w:lvlJc w:val="left"/>
      <w:pPr>
        <w:ind w:left="5508" w:hanging="360"/>
      </w:pPr>
    </w:lvl>
    <w:lvl w:ilvl="5" w:tplc="0415001B">
      <w:start w:val="1"/>
      <w:numFmt w:val="lowerRoman"/>
      <w:lvlText w:val="%6."/>
      <w:lvlJc w:val="right"/>
      <w:pPr>
        <w:ind w:left="6228" w:hanging="180"/>
      </w:pPr>
    </w:lvl>
    <w:lvl w:ilvl="6" w:tplc="0415000F">
      <w:start w:val="1"/>
      <w:numFmt w:val="decimal"/>
      <w:lvlText w:val="%7."/>
      <w:lvlJc w:val="left"/>
      <w:pPr>
        <w:ind w:left="6948" w:hanging="360"/>
      </w:pPr>
    </w:lvl>
    <w:lvl w:ilvl="7" w:tplc="04150019">
      <w:start w:val="1"/>
      <w:numFmt w:val="lowerLetter"/>
      <w:lvlText w:val="%8."/>
      <w:lvlJc w:val="left"/>
      <w:pPr>
        <w:ind w:left="7668" w:hanging="360"/>
      </w:pPr>
    </w:lvl>
    <w:lvl w:ilvl="8" w:tplc="0415001B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384757D"/>
    <w:multiLevelType w:val="hybridMultilevel"/>
    <w:tmpl w:val="18C6A982"/>
    <w:lvl w:ilvl="0" w:tplc="B7D4B0E8">
      <w:start w:val="15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2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FA61E24"/>
    <w:multiLevelType w:val="hybridMultilevel"/>
    <w:tmpl w:val="ECDEB3F4"/>
    <w:lvl w:ilvl="0" w:tplc="7BC6DF76">
      <w:start w:val="14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23441C1"/>
    <w:multiLevelType w:val="multilevel"/>
    <w:tmpl w:val="1228D68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7C378B9"/>
    <w:multiLevelType w:val="hybridMultilevel"/>
    <w:tmpl w:val="562C271C"/>
    <w:lvl w:ilvl="0" w:tplc="55587386">
      <w:start w:val="13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BE7F5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30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 w15:restartNumberingAfterBreak="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4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5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9261C35"/>
    <w:multiLevelType w:val="hybridMultilevel"/>
    <w:tmpl w:val="2872178C"/>
    <w:lvl w:ilvl="0" w:tplc="AD3A34F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24"/>
  </w:num>
  <w:num w:numId="3">
    <w:abstractNumId w:val="27"/>
  </w:num>
  <w:num w:numId="4">
    <w:abstractNumId w:val="6"/>
  </w:num>
  <w:num w:numId="5">
    <w:abstractNumId w:val="30"/>
  </w:num>
  <w:num w:numId="6">
    <w:abstractNumId w:val="8"/>
  </w:num>
  <w:num w:numId="7">
    <w:abstractNumId w:val="9"/>
  </w:num>
  <w:num w:numId="8">
    <w:abstractNumId w:val="34"/>
  </w:num>
  <w:num w:numId="9">
    <w:abstractNumId w:val="5"/>
  </w:num>
  <w:num w:numId="10">
    <w:abstractNumId w:val="33"/>
  </w:num>
  <w:num w:numId="11">
    <w:abstractNumId w:val="29"/>
  </w:num>
  <w:num w:numId="12">
    <w:abstractNumId w:val="13"/>
  </w:num>
  <w:num w:numId="13">
    <w:abstractNumId w:val="28"/>
  </w:num>
  <w:num w:numId="14">
    <w:abstractNumId w:val="39"/>
  </w:num>
  <w:num w:numId="15">
    <w:abstractNumId w:val="26"/>
  </w:num>
  <w:num w:numId="16">
    <w:abstractNumId w:val="38"/>
  </w:num>
  <w:num w:numId="17">
    <w:abstractNumId w:val="12"/>
  </w:num>
  <w:num w:numId="18">
    <w:abstractNumId w:val="17"/>
  </w:num>
  <w:num w:numId="19">
    <w:abstractNumId w:val="36"/>
  </w:num>
  <w:num w:numId="20">
    <w:abstractNumId w:val="2"/>
  </w:num>
  <w:num w:numId="21">
    <w:abstractNumId w:val="32"/>
  </w:num>
  <w:num w:numId="22">
    <w:abstractNumId w:val="3"/>
  </w:num>
  <w:num w:numId="23">
    <w:abstractNumId w:val="14"/>
  </w:num>
  <w:num w:numId="24">
    <w:abstractNumId w:val="35"/>
  </w:num>
  <w:num w:numId="25">
    <w:abstractNumId w:val="10"/>
  </w:num>
  <w:num w:numId="26">
    <w:abstractNumId w:val="16"/>
  </w:num>
  <w:num w:numId="27">
    <w:abstractNumId w:val="21"/>
  </w:num>
  <w:num w:numId="28">
    <w:abstractNumId w:val="19"/>
  </w:num>
  <w:num w:numId="29">
    <w:abstractNumId w:val="4"/>
  </w:num>
  <w:num w:numId="30">
    <w:abstractNumId w:val="20"/>
  </w:num>
  <w:num w:numId="31">
    <w:abstractNumId w:val="1"/>
  </w:num>
  <w:num w:numId="32">
    <w:abstractNumId w:val="31"/>
  </w:num>
  <w:num w:numId="33">
    <w:abstractNumId w:val="25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0"/>
  </w:num>
  <w:num w:numId="37">
    <w:abstractNumId w:val="0"/>
  </w:num>
  <w:num w:numId="38">
    <w:abstractNumId w:val="22"/>
  </w:num>
  <w:num w:numId="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  <w:num w:numId="41">
    <w:abstractNumId w:val="7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34C"/>
    <w:rsid w:val="00004A66"/>
    <w:rsid w:val="00016D63"/>
    <w:rsid w:val="00031CB2"/>
    <w:rsid w:val="0005444A"/>
    <w:rsid w:val="00104484"/>
    <w:rsid w:val="001274BD"/>
    <w:rsid w:val="00131048"/>
    <w:rsid w:val="001C4828"/>
    <w:rsid w:val="001D5FDF"/>
    <w:rsid w:val="00205D5A"/>
    <w:rsid w:val="00264B92"/>
    <w:rsid w:val="00273E9E"/>
    <w:rsid w:val="00275899"/>
    <w:rsid w:val="00280050"/>
    <w:rsid w:val="002A0396"/>
    <w:rsid w:val="002D7C65"/>
    <w:rsid w:val="00345612"/>
    <w:rsid w:val="003E3EB0"/>
    <w:rsid w:val="004368E0"/>
    <w:rsid w:val="00451991"/>
    <w:rsid w:val="004C4264"/>
    <w:rsid w:val="004D50F2"/>
    <w:rsid w:val="00554A2B"/>
    <w:rsid w:val="0058146E"/>
    <w:rsid w:val="005A3802"/>
    <w:rsid w:val="005D08D4"/>
    <w:rsid w:val="005E1FED"/>
    <w:rsid w:val="005E7EA5"/>
    <w:rsid w:val="006033A5"/>
    <w:rsid w:val="00604962"/>
    <w:rsid w:val="00635B7F"/>
    <w:rsid w:val="00662D4F"/>
    <w:rsid w:val="006714C2"/>
    <w:rsid w:val="006F12F2"/>
    <w:rsid w:val="006F5451"/>
    <w:rsid w:val="00735DC4"/>
    <w:rsid w:val="00754893"/>
    <w:rsid w:val="007B1347"/>
    <w:rsid w:val="008032CB"/>
    <w:rsid w:val="008273CB"/>
    <w:rsid w:val="00831B3D"/>
    <w:rsid w:val="0085366D"/>
    <w:rsid w:val="008B0507"/>
    <w:rsid w:val="008B2454"/>
    <w:rsid w:val="008B565A"/>
    <w:rsid w:val="008D463D"/>
    <w:rsid w:val="00905446"/>
    <w:rsid w:val="00935CA5"/>
    <w:rsid w:val="00957E1B"/>
    <w:rsid w:val="0096034C"/>
    <w:rsid w:val="00967337"/>
    <w:rsid w:val="00971148"/>
    <w:rsid w:val="009A4ABA"/>
    <w:rsid w:val="009C1587"/>
    <w:rsid w:val="009C24E5"/>
    <w:rsid w:val="00A97DF6"/>
    <w:rsid w:val="00AA23A4"/>
    <w:rsid w:val="00B1246E"/>
    <w:rsid w:val="00B16367"/>
    <w:rsid w:val="00B42532"/>
    <w:rsid w:val="00B5672E"/>
    <w:rsid w:val="00B60418"/>
    <w:rsid w:val="00B87D1D"/>
    <w:rsid w:val="00BC16BF"/>
    <w:rsid w:val="00BD0C7B"/>
    <w:rsid w:val="00BE0ADA"/>
    <w:rsid w:val="00C11B3B"/>
    <w:rsid w:val="00C214D6"/>
    <w:rsid w:val="00C316E4"/>
    <w:rsid w:val="00C53CE2"/>
    <w:rsid w:val="00C67272"/>
    <w:rsid w:val="00C86A83"/>
    <w:rsid w:val="00CC2F8C"/>
    <w:rsid w:val="00CE1EC2"/>
    <w:rsid w:val="00CE472C"/>
    <w:rsid w:val="00D21922"/>
    <w:rsid w:val="00D36B2E"/>
    <w:rsid w:val="00D67BAD"/>
    <w:rsid w:val="00D77E08"/>
    <w:rsid w:val="00DA130F"/>
    <w:rsid w:val="00E0656B"/>
    <w:rsid w:val="00E35774"/>
    <w:rsid w:val="00E3644E"/>
    <w:rsid w:val="00E36A10"/>
    <w:rsid w:val="00E72C0A"/>
    <w:rsid w:val="00E934F0"/>
    <w:rsid w:val="00E9601B"/>
    <w:rsid w:val="00EA3169"/>
    <w:rsid w:val="00EB44DC"/>
    <w:rsid w:val="00EE17AF"/>
    <w:rsid w:val="00F41BC7"/>
    <w:rsid w:val="00F65DB7"/>
    <w:rsid w:val="00F97AAC"/>
    <w:rsid w:val="00FA6A10"/>
    <w:rsid w:val="00FE6FD7"/>
    <w:rsid w:val="00FE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2A0588"/>
  <w15:chartTrackingRefBased/>
  <w15:docId w15:val="{F43A5D55-0A89-4601-9057-D260124B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12F2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link w:val="TekstpodstawowywcityZnak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uiPriority w:val="39"/>
    <w:rsid w:val="009A4A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kt">
    <w:name w:val="pkt"/>
    <w:basedOn w:val="Normalny"/>
    <w:uiPriority w:val="99"/>
    <w:rsid w:val="00DA130F"/>
    <w:pPr>
      <w:spacing w:before="60" w:after="60"/>
      <w:ind w:left="851" w:hanging="295"/>
      <w:jc w:val="both"/>
    </w:pPr>
    <w:rPr>
      <w:szCs w:val="20"/>
    </w:rPr>
  </w:style>
  <w:style w:type="paragraph" w:styleId="NormalnyWeb">
    <w:name w:val="Normal (Web)"/>
    <w:basedOn w:val="Normalny"/>
    <w:unhideWhenUsed/>
    <w:rsid w:val="00205D5A"/>
    <w:rPr>
      <w:rFonts w:eastAsia="Calibri"/>
    </w:rPr>
  </w:style>
  <w:style w:type="paragraph" w:customStyle="1" w:styleId="normaltableau">
    <w:name w:val="normal_tableau"/>
    <w:basedOn w:val="Normalny"/>
    <w:rsid w:val="00C316E4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99"/>
    <w:locked/>
    <w:rsid w:val="004D50F2"/>
    <w:rPr>
      <w:rFonts w:ascii="Calibri" w:hAnsi="Calibri" w:cs="Calibri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99"/>
    <w:qFormat/>
    <w:rsid w:val="004D50F2"/>
    <w:pPr>
      <w:spacing w:after="160" w:line="252" w:lineRule="auto"/>
      <w:ind w:left="720"/>
      <w:contextualSpacing/>
    </w:pPr>
    <w:rPr>
      <w:rFonts w:ascii="Calibri" w:hAnsi="Calibri" w:cs="Calibri"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FA6A10"/>
    <w:rPr>
      <w:kern w:val="20"/>
      <w:sz w:val="24"/>
    </w:rPr>
  </w:style>
  <w:style w:type="paragraph" w:styleId="Tekstdymka">
    <w:name w:val="Balloon Text"/>
    <w:basedOn w:val="Normalny"/>
    <w:link w:val="TekstdymkaZnak"/>
    <w:rsid w:val="007548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548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3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alamo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0C86B-05A2-4A3C-B71D-2007BA650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4</Pages>
  <Words>820</Words>
  <Characters>6421</Characters>
  <Application>Microsoft Office Word</Application>
  <DocSecurity>0</DocSecurity>
  <Lines>53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SPECYFIKACJA ISTOTNYCH WARUNKÓW ZAMÓWIENIA</vt:lpstr>
      <vt:lpstr>    WZÓR FORMULARZA OFERTY  </vt:lpstr>
    </vt:vector>
  </TitlesOfParts>
  <Company/>
  <LinksUpToDate>false</LinksUpToDate>
  <CharactersWithSpaces>7227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Katarzyna Kaczorowska</dc:creator>
  <cp:keywords/>
  <dc:description/>
  <cp:lastModifiedBy>Magdalena Salamon</cp:lastModifiedBy>
  <cp:revision>2</cp:revision>
  <cp:lastPrinted>2024-11-22T09:53:00Z</cp:lastPrinted>
  <dcterms:created xsi:type="dcterms:W3CDTF">2024-11-22T10:12:00Z</dcterms:created>
  <dcterms:modified xsi:type="dcterms:W3CDTF">2024-11-22T10:12:00Z</dcterms:modified>
</cp:coreProperties>
</file>