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EE85C6" w14:textId="3B538C15" w:rsidR="006F12F2" w:rsidRPr="00205D5A" w:rsidRDefault="00FE703B" w:rsidP="00FE703B">
      <w:pPr>
        <w:spacing w:line="360" w:lineRule="auto"/>
        <w:jc w:val="right"/>
        <w:rPr>
          <w:b/>
          <w:u w:val="single"/>
        </w:rPr>
      </w:pPr>
      <w:r w:rsidRPr="007B1347">
        <w:t>ZAŁ</w:t>
      </w:r>
      <w:r w:rsidR="001274BD">
        <w:t>1</w:t>
      </w:r>
      <w:r w:rsidR="00662D4F">
        <w:t xml:space="preserve"> do zapytania</w:t>
      </w:r>
    </w:p>
    <w:p w14:paraId="068EB56E" w14:textId="32B56BD2" w:rsidR="006F12F2" w:rsidRPr="00205D5A" w:rsidRDefault="006F12F2" w:rsidP="006F12F2">
      <w:pPr>
        <w:pStyle w:val="Nagwek2"/>
        <w:widowControl/>
        <w:spacing w:line="360" w:lineRule="auto"/>
        <w:rPr>
          <w:szCs w:val="24"/>
        </w:rPr>
      </w:pPr>
      <w:r w:rsidRPr="00205D5A">
        <w:rPr>
          <w:szCs w:val="24"/>
        </w:rPr>
        <w:t xml:space="preserve">WZÓR FORMULARZA </w:t>
      </w:r>
      <w:r w:rsidRPr="007B1347">
        <w:rPr>
          <w:szCs w:val="24"/>
        </w:rPr>
        <w:t xml:space="preserve">OFERTY  </w:t>
      </w:r>
    </w:p>
    <w:p w14:paraId="2BD2EECA" w14:textId="77777777" w:rsidR="006F12F2" w:rsidRPr="00205D5A" w:rsidRDefault="006F12F2" w:rsidP="006F12F2">
      <w:pPr>
        <w:spacing w:line="360" w:lineRule="auto"/>
        <w:ind w:left="709" w:hanging="425"/>
        <w:jc w:val="center"/>
        <w:rPr>
          <w:b/>
        </w:rPr>
      </w:pPr>
    </w:p>
    <w:p w14:paraId="561F8D34" w14:textId="178325C9" w:rsidR="006F12F2" w:rsidRPr="00205D5A" w:rsidRDefault="007B1347" w:rsidP="006F12F2">
      <w:pPr>
        <w:spacing w:line="360" w:lineRule="auto"/>
        <w:ind w:left="709" w:hanging="425"/>
        <w:jc w:val="center"/>
        <w:rPr>
          <w:b/>
        </w:rPr>
      </w:pPr>
      <w:r>
        <w:rPr>
          <w:b/>
        </w:rPr>
        <w:t>NA/O/2</w:t>
      </w:r>
      <w:r w:rsidR="001274BD">
        <w:rPr>
          <w:b/>
        </w:rPr>
        <w:t>10</w:t>
      </w:r>
      <w:r>
        <w:rPr>
          <w:b/>
        </w:rPr>
        <w:t>/2024</w:t>
      </w:r>
    </w:p>
    <w:p w14:paraId="1378EB38" w14:textId="77777777" w:rsidR="006F12F2" w:rsidRPr="00205D5A" w:rsidRDefault="006F12F2" w:rsidP="006F12F2">
      <w:pPr>
        <w:spacing w:line="360" w:lineRule="auto"/>
        <w:ind w:left="709" w:hanging="425"/>
        <w:jc w:val="both"/>
      </w:pPr>
    </w:p>
    <w:p w14:paraId="20E48954" w14:textId="77777777" w:rsidR="001C4828" w:rsidRPr="001C4828" w:rsidRDefault="001C4828" w:rsidP="006F12F2">
      <w:pPr>
        <w:ind w:firstLine="3969"/>
        <w:rPr>
          <w:b/>
        </w:rPr>
      </w:pPr>
      <w:r w:rsidRPr="001C4828">
        <w:rPr>
          <w:b/>
        </w:rPr>
        <w:t>Politechnika Rzeszowska</w:t>
      </w:r>
    </w:p>
    <w:p w14:paraId="7A752804" w14:textId="77777777" w:rsidR="006F12F2" w:rsidRPr="00205D5A" w:rsidRDefault="001C4828" w:rsidP="006F12F2">
      <w:pPr>
        <w:ind w:firstLine="3969"/>
        <w:rPr>
          <w:b/>
        </w:rPr>
      </w:pPr>
      <w:r w:rsidRPr="001C4828">
        <w:rPr>
          <w:b/>
        </w:rPr>
        <w:t>Dział Zamówień Publicznych</w:t>
      </w:r>
    </w:p>
    <w:p w14:paraId="7B8D0CBF" w14:textId="77777777" w:rsidR="006F12F2" w:rsidRPr="00205D5A" w:rsidRDefault="001C4828" w:rsidP="006F12F2">
      <w:pPr>
        <w:ind w:left="3969"/>
        <w:rPr>
          <w:b/>
        </w:rPr>
      </w:pPr>
      <w:r w:rsidRPr="001C4828">
        <w:rPr>
          <w:b/>
        </w:rPr>
        <w:t>Al. Powstańców Warszawy</w:t>
      </w:r>
      <w:r w:rsidR="006F12F2" w:rsidRPr="00205D5A">
        <w:rPr>
          <w:b/>
        </w:rPr>
        <w:t xml:space="preserve"> </w:t>
      </w:r>
      <w:r w:rsidRPr="001C4828">
        <w:rPr>
          <w:b/>
        </w:rPr>
        <w:t>12</w:t>
      </w:r>
    </w:p>
    <w:p w14:paraId="6D2EFFC8" w14:textId="77777777" w:rsidR="006F12F2" w:rsidRPr="00205D5A" w:rsidRDefault="001C4828" w:rsidP="006F12F2">
      <w:pPr>
        <w:ind w:firstLine="3969"/>
        <w:rPr>
          <w:b/>
        </w:rPr>
      </w:pPr>
      <w:r w:rsidRPr="001C4828">
        <w:rPr>
          <w:b/>
        </w:rPr>
        <w:t>35-959</w:t>
      </w:r>
      <w:r w:rsidR="006F12F2" w:rsidRPr="00205D5A">
        <w:rPr>
          <w:b/>
        </w:rPr>
        <w:t xml:space="preserve"> </w:t>
      </w:r>
      <w:r w:rsidRPr="001C4828">
        <w:rPr>
          <w:b/>
        </w:rPr>
        <w:t>Rzeszów</w:t>
      </w:r>
    </w:p>
    <w:p w14:paraId="3F179A5C" w14:textId="77777777" w:rsidR="006F12F2" w:rsidRPr="00205D5A" w:rsidRDefault="006F12F2" w:rsidP="006F12F2">
      <w:pPr>
        <w:spacing w:line="360" w:lineRule="auto"/>
        <w:jc w:val="both"/>
      </w:pPr>
    </w:p>
    <w:p w14:paraId="07899B42" w14:textId="77777777" w:rsidR="006F12F2" w:rsidRPr="00205D5A" w:rsidRDefault="006F12F2" w:rsidP="006F12F2">
      <w:pPr>
        <w:spacing w:line="360" w:lineRule="auto"/>
        <w:jc w:val="both"/>
      </w:pPr>
    </w:p>
    <w:p w14:paraId="4515F2AA" w14:textId="77777777" w:rsidR="006F12F2" w:rsidRPr="00205D5A" w:rsidRDefault="006F12F2" w:rsidP="006F12F2">
      <w:pPr>
        <w:spacing w:line="360" w:lineRule="auto"/>
        <w:jc w:val="both"/>
      </w:pPr>
      <w:r w:rsidRPr="00205D5A">
        <w:t>Nawiązując do ogłoszonego przetargu w trybie „</w:t>
      </w:r>
      <w:r w:rsidR="001C4828" w:rsidRPr="001C4828">
        <w:rPr>
          <w:b/>
        </w:rPr>
        <w:t>uproszczone (pozaustawowe</w:t>
      </w:r>
      <w:proofErr w:type="gramStart"/>
      <w:r w:rsidR="001C4828" w:rsidRPr="001C4828">
        <w:rPr>
          <w:b/>
        </w:rPr>
        <w:t>)</w:t>
      </w:r>
      <w:r w:rsidRPr="00205D5A">
        <w:t>” na</w:t>
      </w:r>
      <w:proofErr w:type="gramEnd"/>
      <w:r w:rsidRPr="00205D5A">
        <w:t>:</w:t>
      </w:r>
    </w:p>
    <w:p w14:paraId="760B4CBB" w14:textId="21801908" w:rsidR="006F12F2" w:rsidRPr="00205D5A" w:rsidRDefault="006F12F2" w:rsidP="006F12F2">
      <w:pPr>
        <w:spacing w:line="360" w:lineRule="auto"/>
        <w:jc w:val="both"/>
      </w:pPr>
      <w:r w:rsidRPr="00205D5A">
        <w:t>„</w:t>
      </w:r>
      <w:r w:rsidR="00FE703B" w:rsidRPr="00FE703B">
        <w:rPr>
          <w:b/>
        </w:rPr>
        <w:t>Dostawa systemu pomiarowego</w:t>
      </w:r>
    </w:p>
    <w:p w14:paraId="2A8B8E22" w14:textId="77777777" w:rsidR="005E7EA5" w:rsidRDefault="005E7EA5" w:rsidP="005E7EA5">
      <w:pPr>
        <w:pStyle w:val="pkt"/>
        <w:spacing w:before="0" w:after="0" w:line="276" w:lineRule="auto"/>
        <w:ind w:left="0" w:firstLine="0"/>
        <w:jc w:val="left"/>
        <w:rPr>
          <w:b/>
          <w:szCs w:val="24"/>
        </w:rPr>
      </w:pPr>
    </w:p>
    <w:p w14:paraId="46D86CEB" w14:textId="77777777" w:rsidR="005E7EA5" w:rsidRDefault="005E7EA5" w:rsidP="005E7EA5">
      <w:pPr>
        <w:rPr>
          <w:b/>
        </w:rPr>
      </w:pPr>
      <w:proofErr w:type="gramStart"/>
      <w:r>
        <w:rPr>
          <w:b/>
        </w:rPr>
        <w:t xml:space="preserve">Wykonawca </w:t>
      </w:r>
      <w:r>
        <w:rPr>
          <w:i/>
        </w:rPr>
        <w:t>(jeżeli</w:t>
      </w:r>
      <w:proofErr w:type="gramEnd"/>
      <w:r>
        <w:rPr>
          <w:i/>
        </w:rPr>
        <w:t xml:space="preserve"> oferta składania wspólnie – wpisać dane pełnomocnika)</w:t>
      </w:r>
    </w:p>
    <w:p w14:paraId="77D7408B" w14:textId="77777777" w:rsidR="005E7EA5" w:rsidRDefault="005E7EA5" w:rsidP="005E7EA5">
      <w:r>
        <w:t>___________________________________________________________________________</w:t>
      </w:r>
    </w:p>
    <w:p w14:paraId="17D41826" w14:textId="77777777" w:rsidR="005E7EA5" w:rsidRDefault="005E7EA5" w:rsidP="005E7EA5">
      <w:r>
        <w:t>___________________________________________________________________________</w:t>
      </w:r>
    </w:p>
    <w:p w14:paraId="3EAF22D3" w14:textId="77777777" w:rsidR="005E7EA5" w:rsidRDefault="005E7EA5" w:rsidP="005E7EA5">
      <w:r>
        <w:t>Adres ________________________________________________________________________</w:t>
      </w:r>
    </w:p>
    <w:p w14:paraId="5FD7DB42" w14:textId="77777777" w:rsidR="005E7EA5" w:rsidRDefault="005E7EA5" w:rsidP="005E7EA5">
      <w:r>
        <w:t>Województwo ____________________________</w:t>
      </w:r>
    </w:p>
    <w:p w14:paraId="77034E50" w14:textId="77777777" w:rsidR="005E7EA5" w:rsidRDefault="005E7EA5" w:rsidP="005E7EA5">
      <w:r>
        <w:t>Tel. ______________________________________</w:t>
      </w:r>
    </w:p>
    <w:p w14:paraId="54E03D03" w14:textId="77777777" w:rsidR="005E7EA5" w:rsidRDefault="005E7EA5" w:rsidP="005E7EA5">
      <w:r>
        <w:t>Faks _____________________________________</w:t>
      </w:r>
    </w:p>
    <w:p w14:paraId="39916FEF" w14:textId="77777777" w:rsidR="005E7EA5" w:rsidRDefault="005E7EA5" w:rsidP="005E7EA5">
      <w:proofErr w:type="gramStart"/>
      <w:r>
        <w:t>e-mail</w:t>
      </w:r>
      <w:proofErr w:type="gramEnd"/>
      <w:r>
        <w:t xml:space="preserve"> ____________________________________</w:t>
      </w:r>
    </w:p>
    <w:p w14:paraId="1B80077B" w14:textId="77777777" w:rsidR="005E7EA5" w:rsidRDefault="005E7EA5" w:rsidP="005E7EA5">
      <w:r>
        <w:t>NIP ______________________________________</w:t>
      </w:r>
    </w:p>
    <w:p w14:paraId="19ABC37E" w14:textId="77777777" w:rsidR="005E7EA5" w:rsidRDefault="005E7EA5" w:rsidP="005E7EA5">
      <w:r>
        <w:t>REGON __________________________________</w:t>
      </w:r>
    </w:p>
    <w:p w14:paraId="6D776906" w14:textId="77777777" w:rsidR="005E7EA5" w:rsidRDefault="005E7EA5" w:rsidP="005E7EA5">
      <w:r>
        <w:t>Podmiot wpisany do rejestru przedsiębiorców w Sądzie Rejonowym ___________________ Nr KRS ______________________*</w:t>
      </w:r>
    </w:p>
    <w:p w14:paraId="19050A7C" w14:textId="77777777" w:rsidR="005E7EA5" w:rsidRDefault="005E7EA5" w:rsidP="005E7EA5">
      <w:r>
        <w:t xml:space="preserve">Podmiot wpisany do </w:t>
      </w:r>
      <w:proofErr w:type="spellStart"/>
      <w:r>
        <w:t>CEiIDG</w:t>
      </w:r>
      <w:proofErr w:type="spellEnd"/>
      <w:r>
        <w:t xml:space="preserve"> RP*</w:t>
      </w:r>
    </w:p>
    <w:p w14:paraId="717001E6" w14:textId="77777777" w:rsidR="005E7EA5" w:rsidRDefault="005E7EA5" w:rsidP="005E7EA5">
      <w:r>
        <w:t>Podatnik VAT – TAK – NIE*</w:t>
      </w:r>
    </w:p>
    <w:p w14:paraId="7105C000" w14:textId="77777777" w:rsidR="005E7EA5" w:rsidRDefault="005E7EA5" w:rsidP="005E7EA5">
      <w:r>
        <w:t xml:space="preserve">Imię i nazwisko, stanowisko osoby/osób uprawnionych do reprezentacji </w:t>
      </w:r>
      <w:proofErr w:type="gramStart"/>
      <w:r>
        <w:t>Wykonawcy :</w:t>
      </w:r>
      <w:proofErr w:type="gramEnd"/>
    </w:p>
    <w:p w14:paraId="04A3AC20" w14:textId="77777777" w:rsidR="005E7EA5" w:rsidRDefault="005E7EA5" w:rsidP="005E7EA5">
      <w:pPr>
        <w:numPr>
          <w:ilvl w:val="0"/>
          <w:numId w:val="34"/>
        </w:numPr>
        <w:spacing w:line="276" w:lineRule="auto"/>
        <w:ind w:left="360"/>
      </w:pPr>
      <w:r>
        <w:t>__________________________________________________________</w:t>
      </w:r>
    </w:p>
    <w:p w14:paraId="160EFF4D" w14:textId="77777777" w:rsidR="005E7EA5" w:rsidRDefault="005E7EA5" w:rsidP="005E7EA5">
      <w:pPr>
        <w:numPr>
          <w:ilvl w:val="0"/>
          <w:numId w:val="34"/>
        </w:numPr>
        <w:spacing w:line="276" w:lineRule="auto"/>
        <w:ind w:left="360"/>
      </w:pPr>
      <w:r>
        <w:t>__________________________________________________________</w:t>
      </w:r>
    </w:p>
    <w:p w14:paraId="5864DEE0" w14:textId="77777777" w:rsidR="005E7EA5" w:rsidRDefault="005E7EA5" w:rsidP="005E7EA5">
      <w:r>
        <w:t>Podstawa upoważnienia _______________________________________</w:t>
      </w:r>
    </w:p>
    <w:p w14:paraId="30C7102B" w14:textId="77777777" w:rsidR="005E7EA5" w:rsidRDefault="005E7EA5" w:rsidP="005E7EA5">
      <w:pPr>
        <w:rPr>
          <w:b/>
        </w:rPr>
      </w:pPr>
    </w:p>
    <w:p w14:paraId="5FC3FE76" w14:textId="77777777" w:rsidR="005E7EA5" w:rsidRDefault="005E7EA5" w:rsidP="005E7EA5">
      <w:pPr>
        <w:rPr>
          <w:b/>
        </w:rPr>
      </w:pPr>
      <w:r>
        <w:rPr>
          <w:b/>
        </w:rPr>
        <w:t>Forma składania oferty</w:t>
      </w:r>
    </w:p>
    <w:p w14:paraId="7D05E196" w14:textId="77777777" w:rsidR="005E7EA5" w:rsidRDefault="005E7EA5" w:rsidP="005E7EA5">
      <w:r>
        <w:t>Ofertę składamy samodzielnie*</w:t>
      </w:r>
    </w:p>
    <w:p w14:paraId="65AC26D5" w14:textId="77777777" w:rsidR="005E7EA5" w:rsidRDefault="005E7EA5" w:rsidP="005E7EA5">
      <w:r>
        <w:t xml:space="preserve">Ofertę składamy wspólnie* </w:t>
      </w:r>
      <w:proofErr w:type="gramStart"/>
      <w:r>
        <w:t>z :</w:t>
      </w:r>
      <w:proofErr w:type="gramEnd"/>
    </w:p>
    <w:p w14:paraId="185AB696" w14:textId="77777777" w:rsidR="005E7EA5" w:rsidRDefault="005E7EA5" w:rsidP="005E7EA5">
      <w:r>
        <w:t>Partner 1 _______________________________________________________________________</w:t>
      </w:r>
    </w:p>
    <w:p w14:paraId="6B1B5FF9" w14:textId="77777777" w:rsidR="005E7EA5" w:rsidRDefault="005E7EA5" w:rsidP="005E7EA5">
      <w:r>
        <w:t>Partner 2 _______________________________________________________________________</w:t>
      </w:r>
    </w:p>
    <w:p w14:paraId="143DB83D" w14:textId="77777777" w:rsidR="005E7EA5" w:rsidRDefault="005E7EA5" w:rsidP="005E7EA5"/>
    <w:p w14:paraId="1ED1BB7A" w14:textId="77777777" w:rsidR="005E7EA5" w:rsidRDefault="005E7EA5" w:rsidP="005E7EA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2268" w:hanging="1984"/>
      </w:pPr>
      <w:proofErr w:type="gramStart"/>
      <w:r>
        <w:t>UWAGA :</w:t>
      </w:r>
      <w:proofErr w:type="gramEnd"/>
    </w:p>
    <w:p w14:paraId="6F11FD73" w14:textId="77777777" w:rsidR="006F12F2" w:rsidRPr="00205D5A" w:rsidRDefault="005E7EA5" w:rsidP="005E7EA5">
      <w:pPr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ind w:left="284"/>
      </w:pPr>
      <w:r>
        <w:t>Jeżeli oferta jest składana wspólnie należy dołączyć pełnomocnictwo do reprezentacji podpisane przez wszystkich Partnerów.</w:t>
      </w:r>
    </w:p>
    <w:p w14:paraId="20352595" w14:textId="77777777" w:rsidR="006F12F2" w:rsidRPr="00205D5A" w:rsidRDefault="00DA130F" w:rsidP="006F12F2">
      <w:pPr>
        <w:spacing w:line="360" w:lineRule="auto"/>
        <w:ind w:hanging="284"/>
        <w:jc w:val="both"/>
      </w:pPr>
      <w:r w:rsidRPr="00205D5A">
        <w:lastRenderedPageBreak/>
        <w:t xml:space="preserve">1) oferujemy wykonanie przedmiotu zamówienia: </w:t>
      </w:r>
    </w:p>
    <w:tbl>
      <w:tblPr>
        <w:tblW w:w="9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55"/>
        <w:gridCol w:w="2880"/>
        <w:gridCol w:w="2238"/>
      </w:tblGrid>
      <w:tr w:rsidR="00C67272" w:rsidRPr="00205D5A" w14:paraId="5D2473FF" w14:textId="77777777" w:rsidTr="00C67272">
        <w:trPr>
          <w:jc w:val="center"/>
        </w:trPr>
        <w:tc>
          <w:tcPr>
            <w:tcW w:w="4655" w:type="dxa"/>
            <w:shd w:val="clear" w:color="auto" w:fill="F3F3F3"/>
            <w:vAlign w:val="center"/>
          </w:tcPr>
          <w:p w14:paraId="4C5713F2" w14:textId="77777777" w:rsidR="00C67272" w:rsidRPr="00205D5A" w:rsidRDefault="00C67272" w:rsidP="006F12F2">
            <w:pPr>
              <w:pStyle w:val="Tekstpodstawowy"/>
              <w:jc w:val="center"/>
              <w:rPr>
                <w:b/>
              </w:rPr>
            </w:pPr>
            <w:r w:rsidRPr="00205D5A">
              <w:rPr>
                <w:b/>
              </w:rPr>
              <w:t>Temat:</w:t>
            </w:r>
          </w:p>
        </w:tc>
        <w:tc>
          <w:tcPr>
            <w:tcW w:w="2880" w:type="dxa"/>
            <w:shd w:val="clear" w:color="auto" w:fill="F3F3F3"/>
            <w:vAlign w:val="center"/>
          </w:tcPr>
          <w:p w14:paraId="43A4F804" w14:textId="59761BAB" w:rsidR="00C67272" w:rsidRPr="00205D5A" w:rsidRDefault="002D7C65" w:rsidP="00662D4F">
            <w:pPr>
              <w:pStyle w:val="Tekstpodstawowy"/>
              <w:jc w:val="center"/>
              <w:rPr>
                <w:b/>
              </w:rPr>
            </w:pPr>
            <w:r>
              <w:rPr>
                <w:b/>
              </w:rPr>
              <w:t>Marka/model/numer katalogowy</w:t>
            </w:r>
            <w:r w:rsidR="00104484">
              <w:rPr>
                <w:b/>
              </w:rPr>
              <w:t xml:space="preserve"> </w:t>
            </w:r>
            <w:r w:rsidR="00104484" w:rsidRPr="00104484">
              <w:rPr>
                <w:b/>
                <w:color w:val="FF0000"/>
              </w:rPr>
              <w:t xml:space="preserve">(należy uzupełnić obowiązkowo) </w:t>
            </w:r>
          </w:p>
        </w:tc>
        <w:tc>
          <w:tcPr>
            <w:tcW w:w="2238" w:type="dxa"/>
            <w:shd w:val="clear" w:color="auto" w:fill="F3F3F3"/>
            <w:vAlign w:val="center"/>
          </w:tcPr>
          <w:p w14:paraId="2ACB87C6" w14:textId="77777777" w:rsidR="00C67272" w:rsidRPr="00205D5A" w:rsidRDefault="00C67272" w:rsidP="006F12F2">
            <w:pPr>
              <w:pStyle w:val="Tekstpodstawowy"/>
              <w:jc w:val="center"/>
              <w:rPr>
                <w:b/>
              </w:rPr>
            </w:pPr>
            <w:r w:rsidRPr="00205D5A">
              <w:rPr>
                <w:b/>
              </w:rPr>
              <w:t xml:space="preserve">Wartość brutto </w:t>
            </w:r>
          </w:p>
        </w:tc>
      </w:tr>
      <w:tr w:rsidR="00C67272" w:rsidRPr="00205D5A" w14:paraId="0D3E002D" w14:textId="77777777" w:rsidTr="00C67272">
        <w:trPr>
          <w:jc w:val="center"/>
        </w:trPr>
        <w:tc>
          <w:tcPr>
            <w:tcW w:w="4655" w:type="dxa"/>
          </w:tcPr>
          <w:p w14:paraId="54E4A996" w14:textId="1132351E" w:rsidR="00C67272" w:rsidRPr="002A0396" w:rsidRDefault="001274BD" w:rsidP="005519B3">
            <w:pPr>
              <w:pStyle w:val="Tekstpodstawowy"/>
            </w:pPr>
            <w:r w:rsidRPr="001274BD">
              <w:t>Dostawa spektrometru</w:t>
            </w:r>
          </w:p>
        </w:tc>
        <w:tc>
          <w:tcPr>
            <w:tcW w:w="2880" w:type="dxa"/>
          </w:tcPr>
          <w:p w14:paraId="634AB4D5" w14:textId="77777777" w:rsidR="00C67272" w:rsidRPr="00205D5A" w:rsidRDefault="00C67272" w:rsidP="005519B3">
            <w:pPr>
              <w:pStyle w:val="Tekstpodstawowy"/>
              <w:rPr>
                <w:b/>
              </w:rPr>
            </w:pPr>
          </w:p>
        </w:tc>
        <w:tc>
          <w:tcPr>
            <w:tcW w:w="2238" w:type="dxa"/>
          </w:tcPr>
          <w:p w14:paraId="44084B4F" w14:textId="77777777" w:rsidR="00C67272" w:rsidRPr="00205D5A" w:rsidRDefault="00C67272" w:rsidP="005519B3">
            <w:pPr>
              <w:pStyle w:val="Tekstpodstawowy"/>
              <w:rPr>
                <w:b/>
              </w:rPr>
            </w:pPr>
          </w:p>
        </w:tc>
      </w:tr>
    </w:tbl>
    <w:p w14:paraId="005455F5" w14:textId="77777777" w:rsidR="005A3802" w:rsidRPr="00104484" w:rsidRDefault="006F12F2" w:rsidP="004C4264">
      <w:pPr>
        <w:spacing w:line="360" w:lineRule="auto"/>
        <w:jc w:val="both"/>
        <w:rPr>
          <w:sz w:val="16"/>
          <w:szCs w:val="16"/>
        </w:rPr>
      </w:pPr>
      <w:r w:rsidRPr="00205D5A">
        <w:tab/>
      </w:r>
    </w:p>
    <w:tbl>
      <w:tblPr>
        <w:tblW w:w="98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67"/>
      </w:tblGrid>
      <w:tr w:rsidR="00C67272" w:rsidRPr="00205D5A" w14:paraId="7258162E" w14:textId="77777777" w:rsidTr="00C11B3B">
        <w:trPr>
          <w:jc w:val="center"/>
        </w:trPr>
        <w:tc>
          <w:tcPr>
            <w:tcW w:w="9867" w:type="dxa"/>
          </w:tcPr>
          <w:p w14:paraId="41002848" w14:textId="518A0E51" w:rsidR="00C67272" w:rsidRPr="00205D5A" w:rsidRDefault="00C67272" w:rsidP="005519B3">
            <w:pPr>
              <w:pStyle w:val="Tekstpodstawowy"/>
            </w:pPr>
            <w:r w:rsidRPr="00205D5A">
              <w:rPr>
                <w:b/>
              </w:rPr>
              <w:t>Temat:</w:t>
            </w:r>
            <w:r w:rsidRPr="00205D5A">
              <w:t xml:space="preserve"> </w:t>
            </w:r>
            <w:r w:rsidR="001274BD" w:rsidRPr="001274BD">
              <w:t>Dostawa spektrometru</w:t>
            </w:r>
          </w:p>
          <w:p w14:paraId="3E162361" w14:textId="77777777" w:rsidR="00C67272" w:rsidRPr="00205D5A" w:rsidRDefault="00C67272" w:rsidP="005519B3">
            <w:pPr>
              <w:spacing w:line="360" w:lineRule="auto"/>
              <w:jc w:val="both"/>
            </w:pPr>
            <w:proofErr w:type="gramStart"/>
            <w:r w:rsidRPr="00205D5A">
              <w:t>cena  (C</w:t>
            </w:r>
            <w:proofErr w:type="gramEnd"/>
            <w:r w:rsidRPr="00205D5A">
              <w:t xml:space="preserve">) za wykonanie zadania wynosi kwotę netto ....................... </w:t>
            </w:r>
            <w:proofErr w:type="gramStart"/>
            <w:r w:rsidRPr="00205D5A">
              <w:t>zł</w:t>
            </w:r>
            <w:proofErr w:type="gramEnd"/>
            <w:r w:rsidRPr="00205D5A">
              <w:t xml:space="preserve"> (słownie:............................................................................................................ zł), natomiast wraz z należnym podatkiem VAT w </w:t>
            </w:r>
            <w:proofErr w:type="gramStart"/>
            <w:r w:rsidRPr="00205D5A">
              <w:t xml:space="preserve">wysokości ......%, </w:t>
            </w:r>
            <w:proofErr w:type="gramEnd"/>
            <w:r w:rsidRPr="00205D5A">
              <w:t>tj. ………………….zł (</w:t>
            </w:r>
            <w:proofErr w:type="gramStart"/>
            <w:r w:rsidRPr="00205D5A">
              <w:t>słownie: ................................................</w:t>
            </w:r>
            <w:proofErr w:type="gramEnd"/>
            <w:r w:rsidRPr="00205D5A">
              <w:t xml:space="preserve">..................................................... </w:t>
            </w:r>
            <w:proofErr w:type="gramStart"/>
            <w:r w:rsidRPr="00205D5A">
              <w:t>zł</w:t>
            </w:r>
            <w:proofErr w:type="gramEnd"/>
            <w:r w:rsidRPr="00205D5A">
              <w:t xml:space="preserve">).  wynosi kwotę </w:t>
            </w:r>
            <w:proofErr w:type="gramStart"/>
            <w:r w:rsidRPr="00205D5A">
              <w:t>brutto ....................... zł</w:t>
            </w:r>
            <w:proofErr w:type="gramEnd"/>
            <w:r w:rsidRPr="00205D5A">
              <w:t xml:space="preserve"> (słownie:................................................................................................ </w:t>
            </w:r>
            <w:proofErr w:type="gramStart"/>
            <w:r w:rsidRPr="00205D5A">
              <w:t>zł</w:t>
            </w:r>
            <w:proofErr w:type="gramEnd"/>
            <w:r w:rsidRPr="00205D5A">
              <w:t>).</w:t>
            </w:r>
          </w:p>
        </w:tc>
      </w:tr>
    </w:tbl>
    <w:p w14:paraId="766D43E5" w14:textId="144803FA" w:rsidR="00DA130F" w:rsidRPr="00104484" w:rsidRDefault="00DA130F" w:rsidP="00FA6A10">
      <w:pPr>
        <w:pStyle w:val="Tekstpodstawowywcity"/>
        <w:spacing w:line="360" w:lineRule="auto"/>
        <w:ind w:left="0" w:firstLine="0"/>
        <w:rPr>
          <w:sz w:val="16"/>
          <w:szCs w:val="16"/>
        </w:rPr>
      </w:pPr>
    </w:p>
    <w:p w14:paraId="23FF35AD" w14:textId="3A1C602D" w:rsidR="00FA6A10" w:rsidRPr="00104484" w:rsidRDefault="008273CB" w:rsidP="00FA6A10">
      <w:pPr>
        <w:pStyle w:val="Tekstpodstawowywcity"/>
        <w:spacing w:line="360" w:lineRule="auto"/>
        <w:ind w:left="0" w:firstLine="0"/>
        <w:rPr>
          <w:b/>
          <w:bCs/>
          <w:color w:val="FF0000"/>
          <w:u w:val="single"/>
        </w:rPr>
      </w:pPr>
      <w:r w:rsidRPr="00B87D1D">
        <w:rPr>
          <w:b/>
          <w:bCs/>
          <w:color w:val="FF0000"/>
          <w:u w:val="single"/>
        </w:rPr>
        <w:t xml:space="preserve">Do oferty należy dołączyć opis </w:t>
      </w:r>
      <w:r w:rsidR="00273E9E">
        <w:rPr>
          <w:b/>
          <w:bCs/>
          <w:color w:val="FF0000"/>
          <w:u w:val="single"/>
        </w:rPr>
        <w:t xml:space="preserve">oferowanych produktów </w:t>
      </w:r>
      <w:r w:rsidRPr="00B87D1D">
        <w:rPr>
          <w:b/>
          <w:bCs/>
          <w:color w:val="FF0000"/>
          <w:u w:val="single"/>
        </w:rPr>
        <w:t xml:space="preserve">potwierdzający wszystkie wymagania Zamawiającego zawarte w zał. </w:t>
      </w:r>
      <w:r w:rsidR="001274BD">
        <w:rPr>
          <w:b/>
          <w:bCs/>
          <w:color w:val="FF0000"/>
          <w:u w:val="single"/>
        </w:rPr>
        <w:t>2</w:t>
      </w:r>
      <w:r w:rsidRPr="00B87D1D">
        <w:rPr>
          <w:b/>
          <w:bCs/>
          <w:color w:val="FF0000"/>
          <w:u w:val="single"/>
        </w:rPr>
        <w:t xml:space="preserve"> do ogłoszenia. </w:t>
      </w:r>
    </w:p>
    <w:p w14:paraId="10BAFC27" w14:textId="77777777" w:rsidR="00FA6A10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Deklarujemy ponadto:</w:t>
      </w:r>
    </w:p>
    <w:p w14:paraId="70681086" w14:textId="2BEA5A37" w:rsidR="00FA6A10" w:rsidRDefault="00FA6A10" w:rsidP="00FA6A10">
      <w:pPr>
        <w:pStyle w:val="Akapitzlist"/>
        <w:numPr>
          <w:ilvl w:val="2"/>
          <w:numId w:val="42"/>
        </w:numPr>
        <w:spacing w:before="60" w:after="60" w:line="276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termin</w:t>
      </w:r>
      <w:proofErr w:type="gramEnd"/>
      <w:r>
        <w:rPr>
          <w:rFonts w:ascii="Times New Roman" w:hAnsi="Times New Roman"/>
          <w:sz w:val="24"/>
          <w:szCs w:val="24"/>
        </w:rPr>
        <w:t xml:space="preserve"> wykonania zamówienia:</w:t>
      </w:r>
      <w:r w:rsidR="001274BD">
        <w:rPr>
          <w:rFonts w:ascii="Times New Roman" w:hAnsi="Times New Roman"/>
          <w:b/>
          <w:bCs/>
          <w:sz w:val="24"/>
          <w:szCs w:val="24"/>
        </w:rPr>
        <w:t xml:space="preserve"> 30 dni od dnia zawarcia umowy</w:t>
      </w:r>
      <w:r w:rsidR="00FE703B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634ED2E6" w14:textId="77777777" w:rsidR="00FA6A10" w:rsidRDefault="00FA6A10" w:rsidP="00FA6A10">
      <w:pPr>
        <w:pStyle w:val="Akapitzlist"/>
        <w:numPr>
          <w:ilvl w:val="2"/>
          <w:numId w:val="42"/>
        </w:numPr>
        <w:spacing w:before="60" w:after="60" w:line="276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warunki</w:t>
      </w:r>
      <w:proofErr w:type="gramEnd"/>
      <w:r>
        <w:rPr>
          <w:rFonts w:ascii="Times New Roman" w:hAnsi="Times New Roman"/>
          <w:sz w:val="24"/>
          <w:szCs w:val="24"/>
        </w:rPr>
        <w:t xml:space="preserve"> płatności: </w:t>
      </w:r>
      <w:r>
        <w:rPr>
          <w:rFonts w:ascii="Times New Roman" w:hAnsi="Times New Roman"/>
          <w:b/>
          <w:sz w:val="24"/>
          <w:szCs w:val="24"/>
        </w:rPr>
        <w:t>zgodnie z postanowieniami umowy</w:t>
      </w:r>
      <w:r>
        <w:rPr>
          <w:rFonts w:ascii="Times New Roman" w:hAnsi="Times New Roman"/>
          <w:sz w:val="24"/>
          <w:szCs w:val="24"/>
        </w:rPr>
        <w:t>,</w:t>
      </w:r>
    </w:p>
    <w:p w14:paraId="61FDA2E3" w14:textId="48BF7561" w:rsidR="00FA6A10" w:rsidRPr="004359C2" w:rsidRDefault="001274BD" w:rsidP="00FA6A10">
      <w:pPr>
        <w:pStyle w:val="Akapitzlist"/>
        <w:numPr>
          <w:ilvl w:val="2"/>
          <w:numId w:val="42"/>
        </w:numPr>
        <w:spacing w:before="60" w:after="60" w:line="276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okres</w:t>
      </w:r>
      <w:proofErr w:type="gramEnd"/>
      <w:r>
        <w:rPr>
          <w:rFonts w:ascii="Times New Roman" w:hAnsi="Times New Roman"/>
          <w:sz w:val="24"/>
          <w:szCs w:val="24"/>
        </w:rPr>
        <w:t xml:space="preserve"> gwarancji minimum …………</w:t>
      </w:r>
      <w:r w:rsidR="00FA6A10">
        <w:rPr>
          <w:rFonts w:ascii="Times New Roman" w:hAnsi="Times New Roman"/>
          <w:sz w:val="24"/>
          <w:szCs w:val="24"/>
        </w:rPr>
        <w:t xml:space="preserve"> </w:t>
      </w:r>
      <w:r w:rsidRPr="001274BD">
        <w:rPr>
          <w:rFonts w:ascii="Times New Roman" w:hAnsi="Times New Roman"/>
          <w:b/>
          <w:color w:val="FF0000"/>
          <w:sz w:val="24"/>
          <w:szCs w:val="24"/>
        </w:rPr>
        <w:t>( należy uzupełnić obowiązkowo)</w:t>
      </w:r>
      <w:r w:rsidRPr="001274BD">
        <w:rPr>
          <w:rFonts w:ascii="Times New Roman" w:hAnsi="Times New Roman"/>
          <w:color w:val="FF0000"/>
          <w:sz w:val="24"/>
          <w:szCs w:val="24"/>
        </w:rPr>
        <w:t xml:space="preserve"> </w:t>
      </w:r>
    </w:p>
    <w:p w14:paraId="5A5EB66E" w14:textId="77777777" w:rsidR="00FA6A10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Oświadczamy, że:</w:t>
      </w:r>
    </w:p>
    <w:p w14:paraId="7E897D3D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Zapoznaliśmy się z treścią ogłoszenia o udzielanym zamówieniu i uznajemy się za związanych określonymi w nim zasadami postępowania. Nie wnosimy zastrzeżeń oraz zdobyliśmy konieczne informacje potrzebne do właściwego wykonania zamówienia.</w:t>
      </w:r>
    </w:p>
    <w:p w14:paraId="7B9680D9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uwzględniliśmy</w:t>
      </w:r>
      <w:proofErr w:type="gramEnd"/>
      <w:r>
        <w:rPr>
          <w:rFonts w:ascii="Times New Roman" w:hAnsi="Times New Roman"/>
          <w:sz w:val="24"/>
          <w:szCs w:val="24"/>
        </w:rPr>
        <w:t xml:space="preserve"> zmiany i dodatkowe ustalenia wynikłe w trakcie procedury wyszczególnione we wszystkich przesłanych i umieszczonych na stronie internetowej pismach Zamawiającego</w:t>
      </w:r>
    </w:p>
    <w:p w14:paraId="57D9F00E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Zapoznaliśmy się z opisem przedmiotu zamówienia i nie wnosimy do niego zastrzeżeń.  </w:t>
      </w:r>
    </w:p>
    <w:p w14:paraId="5EDB203A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cena</w:t>
      </w:r>
      <w:proofErr w:type="gramEnd"/>
      <w:r>
        <w:rPr>
          <w:rFonts w:ascii="Times New Roman" w:hAnsi="Times New Roman"/>
          <w:sz w:val="24"/>
          <w:szCs w:val="24"/>
        </w:rPr>
        <w:t xml:space="preserve"> oferty zawiera wszystkie koszty związane z wykonaniem przedmiotu zamówienia.</w:t>
      </w:r>
    </w:p>
    <w:p w14:paraId="1770346E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warunki</w:t>
      </w:r>
      <w:proofErr w:type="gramEnd"/>
      <w:r>
        <w:rPr>
          <w:rFonts w:ascii="Times New Roman" w:hAnsi="Times New Roman"/>
          <w:sz w:val="24"/>
          <w:szCs w:val="24"/>
        </w:rPr>
        <w:t xml:space="preserve"> płatności, będą zgodne z zapisami przedstawionymi w treści ogłoszenia o udzielanym zamówieniu. Zakres zamówienia przewidziany do wykonania będzie zgodny z zakresem objętym ogłoszeniem</w:t>
      </w:r>
    </w:p>
    <w:p w14:paraId="46980DE4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związani</w:t>
      </w:r>
      <w:proofErr w:type="gramEnd"/>
      <w:r>
        <w:rPr>
          <w:rFonts w:ascii="Times New Roman" w:hAnsi="Times New Roman"/>
          <w:sz w:val="24"/>
          <w:szCs w:val="24"/>
        </w:rPr>
        <w:t xml:space="preserve"> jesteśmy ofertą 30 dni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14:paraId="5259CAEE" w14:textId="1AF27160" w:rsidR="00FA6A10" w:rsidRPr="001C47DA" w:rsidRDefault="00FA6A10" w:rsidP="00FA6A10">
      <w:pPr>
        <w:pStyle w:val="Akapitzlist"/>
        <w:numPr>
          <w:ilvl w:val="1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zapoznaliśmy</w:t>
      </w:r>
      <w:proofErr w:type="gramEnd"/>
      <w:r>
        <w:rPr>
          <w:rFonts w:ascii="Times New Roman" w:hAnsi="Times New Roman"/>
          <w:sz w:val="24"/>
          <w:szCs w:val="24"/>
        </w:rPr>
        <w:t xml:space="preserve"> się z istotnymi postanowieniami umowy </w:t>
      </w:r>
      <w:r>
        <w:rPr>
          <w:rFonts w:ascii="Times New Roman" w:hAnsi="Times New Roman"/>
          <w:color w:val="000000"/>
          <w:sz w:val="24"/>
          <w:szCs w:val="24"/>
        </w:rPr>
        <w:t>(wzorem umowy),</w:t>
      </w:r>
      <w:r>
        <w:rPr>
          <w:rFonts w:ascii="Times New Roman" w:hAnsi="Times New Roman"/>
          <w:sz w:val="24"/>
          <w:szCs w:val="24"/>
        </w:rPr>
        <w:t xml:space="preserve"> które zostały zawarte w załączniku nr </w:t>
      </w:r>
      <w:r w:rsidR="00131048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do ogłoszenia o udzielnym zamówieniu i w pełni je akceptujemy. Zobowiązujemy się w przypadku wyboru naszej oferty do zawarcia umowy na zawartych tam warunkach w miejscu i terminie wyznaczonym przez Zamawiającego.</w:t>
      </w:r>
    </w:p>
    <w:p w14:paraId="59CAE3E7" w14:textId="77777777" w:rsidR="00FA6A10" w:rsidRDefault="00FA6A10" w:rsidP="00FA6A10">
      <w:pPr>
        <w:pStyle w:val="Akapitzlist"/>
        <w:numPr>
          <w:ilvl w:val="0"/>
          <w:numId w:val="42"/>
        </w:numPr>
        <w:spacing w:before="60" w:after="12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Oświadczam, że:</w:t>
      </w:r>
    </w:p>
    <w:p w14:paraId="5795EDC8" w14:textId="77777777" w:rsidR="00FA6A10" w:rsidRDefault="00FA6A10" w:rsidP="00FA6A10">
      <w:pPr>
        <w:pStyle w:val="Akapitzlist"/>
        <w:spacing w:before="60" w:after="120"/>
        <w:ind w:left="11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EA3169">
        <w:rPr>
          <w:rFonts w:ascii="Times New Roman" w:hAnsi="Times New Roman"/>
          <w:sz w:val="24"/>
          <w:szCs w:val="24"/>
        </w:rPr>
      </w:r>
      <w:r w:rsidR="00EA3169"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/>
          <w:sz w:val="24"/>
          <w:szCs w:val="24"/>
        </w:rPr>
        <w:t>podlegam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wykluczeniu na podstawie </w:t>
      </w:r>
      <w:r>
        <w:rPr>
          <w:rFonts w:ascii="Times New Roman" w:hAnsi="Times New Roman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Calibri" w:hAnsi="Times New Roman"/>
          <w:sz w:val="24"/>
          <w:szCs w:val="24"/>
        </w:rPr>
        <w:t xml:space="preserve">, </w:t>
      </w:r>
    </w:p>
    <w:p w14:paraId="2DCFFBD5" w14:textId="77777777" w:rsidR="00FA6A10" w:rsidRDefault="00FA6A10" w:rsidP="00FA6A10">
      <w:pPr>
        <w:pStyle w:val="Akapitzlist"/>
        <w:spacing w:before="60" w:after="120"/>
        <w:ind w:left="1134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 w:val="24"/>
          <w:szCs w:val="24"/>
        </w:rPr>
        <w:instrText xml:space="preserve"> FORMCHECKBOX </w:instrText>
      </w:r>
      <w:r w:rsidR="00EA3169">
        <w:rPr>
          <w:rFonts w:ascii="Times New Roman" w:hAnsi="Times New Roman"/>
          <w:sz w:val="24"/>
          <w:szCs w:val="24"/>
        </w:rPr>
      </w:r>
      <w:r w:rsidR="00EA3169"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nie</w:t>
      </w:r>
      <w:proofErr w:type="gramEnd"/>
      <w:r>
        <w:rPr>
          <w:rFonts w:ascii="Times New Roman" w:hAnsi="Times New Roman"/>
          <w:sz w:val="24"/>
          <w:szCs w:val="24"/>
        </w:rPr>
        <w:t xml:space="preserve"> podlegam </w:t>
      </w:r>
      <w:r>
        <w:rPr>
          <w:rFonts w:ascii="Times New Roman" w:eastAsia="Calibri" w:hAnsi="Times New Roman"/>
          <w:sz w:val="24"/>
          <w:szCs w:val="24"/>
        </w:rPr>
        <w:t xml:space="preserve">wykluczeniu na podstawie </w:t>
      </w:r>
      <w:r>
        <w:rPr>
          <w:rFonts w:ascii="Times New Roman" w:hAnsi="Times New Roman"/>
          <w:color w:val="222222"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</w:t>
      </w:r>
    </w:p>
    <w:p w14:paraId="0B458235" w14:textId="10A19C6A" w:rsidR="00104484" w:rsidRPr="004359C2" w:rsidRDefault="00104484" w:rsidP="00FA6A10">
      <w:pPr>
        <w:pStyle w:val="Akapitzlist"/>
        <w:spacing w:before="60" w:after="120"/>
        <w:ind w:left="1134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</w:rPr>
        <w:t>*Należy zaznaczyć właściwe pole</w:t>
      </w:r>
      <w:bookmarkStart w:id="0" w:name="_GoBack"/>
      <w:bookmarkEnd w:id="0"/>
    </w:p>
    <w:p w14:paraId="1EFCDC9E" w14:textId="77777777" w:rsidR="00FA6A10" w:rsidRPr="004359C2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Nazwa podwykonawcy i zakres rzeczowy, któremu Wykonawca zamierza powierzyć </w:t>
      </w:r>
      <w:r>
        <w:rPr>
          <w:rFonts w:ascii="Times New Roman" w:hAnsi="Times New Roman"/>
          <w:sz w:val="24"/>
          <w:szCs w:val="24"/>
        </w:rPr>
        <w:br/>
        <w:t>wykonanie części przedmiotu zamówienia lub całości przedmiotu zamówienia: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15"/>
        <w:gridCol w:w="4074"/>
        <w:gridCol w:w="3771"/>
      </w:tblGrid>
      <w:tr w:rsidR="00FA6A10" w14:paraId="6E31372E" w14:textId="77777777" w:rsidTr="005519B3"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A862C0" w14:textId="77777777" w:rsidR="00FA6A10" w:rsidRDefault="00FA6A10" w:rsidP="005519B3">
            <w:pPr>
              <w:tabs>
                <w:tab w:val="center" w:pos="513"/>
              </w:tabs>
              <w:autoSpaceDE w:val="0"/>
              <w:autoSpaceDN w:val="0"/>
              <w:adjustRightInd w:val="0"/>
              <w:spacing w:before="60" w:after="60" w:line="276" w:lineRule="auto"/>
              <w:ind w:left="-426"/>
              <w:jc w:val="center"/>
            </w:pPr>
            <w:r>
              <w:t>Lp.</w:t>
            </w: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1594A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</w:pPr>
            <w:r>
              <w:t>Nazwa</w:t>
            </w: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2B10D2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</w:pPr>
            <w:r>
              <w:t>Zakres rzeczowy</w:t>
            </w:r>
          </w:p>
        </w:tc>
      </w:tr>
      <w:tr w:rsidR="00FA6A10" w14:paraId="7CA22316" w14:textId="77777777" w:rsidTr="005519B3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D951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F123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6972B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</w:tr>
      <w:tr w:rsidR="00FA6A10" w14:paraId="7BF29D30" w14:textId="77777777" w:rsidTr="005519B3">
        <w:trPr>
          <w:trHeight w:val="419"/>
        </w:trPr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8F45B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  <w:tc>
          <w:tcPr>
            <w:tcW w:w="4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34085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  <w:tc>
          <w:tcPr>
            <w:tcW w:w="3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EF2BB" w14:textId="77777777" w:rsidR="00FA6A10" w:rsidRDefault="00FA6A10" w:rsidP="005519B3">
            <w:pPr>
              <w:autoSpaceDE w:val="0"/>
              <w:autoSpaceDN w:val="0"/>
              <w:adjustRightInd w:val="0"/>
              <w:spacing w:before="60" w:after="60" w:line="276" w:lineRule="auto"/>
              <w:ind w:left="-426"/>
            </w:pPr>
          </w:p>
        </w:tc>
      </w:tr>
    </w:tbl>
    <w:p w14:paraId="25852F8D" w14:textId="77777777" w:rsidR="00FA6A10" w:rsidRDefault="00FA6A10" w:rsidP="00FA6A10">
      <w:pPr>
        <w:pStyle w:val="Akapitzlist"/>
        <w:spacing w:before="60" w:after="6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17E0A78" w14:textId="77777777" w:rsidR="00FA6A10" w:rsidRPr="004359C2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Ofertę niniejszą składam na ………. </w:t>
      </w:r>
      <w:proofErr w:type="gramStart"/>
      <w:r>
        <w:rPr>
          <w:rFonts w:ascii="Times New Roman" w:hAnsi="Times New Roman"/>
          <w:sz w:val="24"/>
          <w:szCs w:val="24"/>
        </w:rPr>
        <w:t>kolejno</w:t>
      </w:r>
      <w:proofErr w:type="gramEnd"/>
      <w:r>
        <w:rPr>
          <w:rFonts w:ascii="Times New Roman" w:hAnsi="Times New Roman"/>
          <w:sz w:val="24"/>
          <w:szCs w:val="24"/>
        </w:rPr>
        <w:t xml:space="preserve"> ponumerowanych stronach.</w:t>
      </w:r>
    </w:p>
    <w:p w14:paraId="5B6453B1" w14:textId="77777777" w:rsidR="00FA6A10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Wszelką korespondencję w sprawie niniejszego postępowania należy kierować na poniższy adres:</w:t>
      </w:r>
    </w:p>
    <w:p w14:paraId="32EB8CB0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Nazwa i adres Wykonawcy:……………………………………………………………</w:t>
      </w:r>
    </w:p>
    <w:p w14:paraId="118103A6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NIP:</w:t>
      </w:r>
      <w:r>
        <w:rPr>
          <w:rFonts w:ascii="Times New Roman" w:hAnsi="Times New Roman"/>
          <w:sz w:val="24"/>
          <w:szCs w:val="24"/>
        </w:rPr>
        <w:tab/>
        <w:t xml:space="preserve">………………………………… </w:t>
      </w:r>
    </w:p>
    <w:p w14:paraId="1D75A444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KRS </w:t>
      </w:r>
      <w:r>
        <w:rPr>
          <w:rFonts w:ascii="Times New Roman" w:hAnsi="Times New Roman"/>
          <w:sz w:val="24"/>
          <w:szCs w:val="24"/>
        </w:rPr>
        <w:tab/>
        <w:t>…………………………………</w:t>
      </w:r>
    </w:p>
    <w:p w14:paraId="452B7794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tel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ab/>
        <w:t xml:space="preserve">………………………………… </w:t>
      </w:r>
    </w:p>
    <w:p w14:paraId="2F974F6B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e-mail</w:t>
      </w:r>
      <w:proofErr w:type="gramEnd"/>
      <w:r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ab/>
        <w:t>…………………………………</w:t>
      </w:r>
    </w:p>
    <w:p w14:paraId="5ACE8FDD" w14:textId="77777777" w:rsidR="00FA6A10" w:rsidRDefault="00FA6A10" w:rsidP="00FA6A10">
      <w:pPr>
        <w:pStyle w:val="Akapitzlist"/>
        <w:spacing w:before="60" w:after="60"/>
        <w:ind w:left="567"/>
        <w:jc w:val="both"/>
        <w:rPr>
          <w:rFonts w:ascii="Times New Roman" w:hAnsi="Times New Roman"/>
          <w:sz w:val="24"/>
          <w:szCs w:val="24"/>
        </w:rPr>
      </w:pPr>
    </w:p>
    <w:p w14:paraId="417202E0" w14:textId="77777777" w:rsidR="00FA6A10" w:rsidRDefault="00FA6A10" w:rsidP="00FA6A10">
      <w:pPr>
        <w:pStyle w:val="Akapitzlist"/>
        <w:numPr>
          <w:ilvl w:val="0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Załącznikami do niniejszego formularza stanowiącymi integralną część oferty są:</w:t>
      </w:r>
    </w:p>
    <w:p w14:paraId="4DE5334D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6CEDE856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7DF72380" w14:textId="77777777" w:rsidR="00FA6A10" w:rsidRDefault="00FA6A10" w:rsidP="00FA6A10">
      <w:pPr>
        <w:pStyle w:val="Akapitzlist"/>
        <w:numPr>
          <w:ilvl w:val="1"/>
          <w:numId w:val="42"/>
        </w:numPr>
        <w:spacing w:before="60" w:after="6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</w:t>
      </w:r>
    </w:p>
    <w:p w14:paraId="0D19D3DF" w14:textId="77777777" w:rsidR="00FA6A10" w:rsidRDefault="00FA6A10" w:rsidP="00FA6A10">
      <w:pPr>
        <w:spacing w:before="60" w:after="60"/>
        <w:jc w:val="both"/>
      </w:pPr>
    </w:p>
    <w:p w14:paraId="32E1DAEB" w14:textId="77777777" w:rsidR="00FA6A10" w:rsidRDefault="00FA6A10" w:rsidP="00FA6A10">
      <w:pPr>
        <w:spacing w:before="60" w:after="60"/>
        <w:jc w:val="both"/>
      </w:pPr>
    </w:p>
    <w:p w14:paraId="1D983919" w14:textId="77777777" w:rsidR="00FA6A10" w:rsidRDefault="00FA6A10" w:rsidP="00FA6A10">
      <w:pPr>
        <w:spacing w:before="60" w:after="60" w:line="276" w:lineRule="auto"/>
        <w:jc w:val="both"/>
      </w:pPr>
    </w:p>
    <w:p w14:paraId="73D331BF" w14:textId="77777777" w:rsidR="00FA6A10" w:rsidRDefault="00FA6A10" w:rsidP="00FA6A10">
      <w:pPr>
        <w:spacing w:before="60" w:after="60" w:line="276" w:lineRule="auto"/>
        <w:jc w:val="right"/>
      </w:pPr>
      <w:r>
        <w:t>................................</w:t>
      </w:r>
      <w:proofErr w:type="gramStart"/>
      <w:r>
        <w:t xml:space="preserve">dn. ............................           </w:t>
      </w:r>
      <w:proofErr w:type="gramEnd"/>
    </w:p>
    <w:p w14:paraId="08285909" w14:textId="77777777" w:rsidR="00FA6A10" w:rsidRDefault="00FA6A10" w:rsidP="00FA6A10">
      <w:pPr>
        <w:spacing w:before="60" w:after="60" w:line="276" w:lineRule="auto"/>
      </w:pPr>
    </w:p>
    <w:p w14:paraId="0EEC706F" w14:textId="77777777" w:rsidR="00FA6A10" w:rsidRDefault="00FA6A10" w:rsidP="00FA6A10">
      <w:pPr>
        <w:spacing w:before="60" w:after="60" w:line="276" w:lineRule="auto"/>
      </w:pPr>
      <w:r>
        <w:t xml:space="preserve">..............................................................           </w:t>
      </w:r>
    </w:p>
    <w:p w14:paraId="1FA214B7" w14:textId="77777777" w:rsidR="00FA6A10" w:rsidRDefault="00FA6A10" w:rsidP="00FA6A10">
      <w:pPr>
        <w:spacing w:before="60" w:after="60" w:line="276" w:lineRule="auto"/>
        <w:jc w:val="both"/>
        <w:rPr>
          <w:sz w:val="16"/>
          <w:szCs w:val="20"/>
        </w:rPr>
      </w:pPr>
      <w:proofErr w:type="gramStart"/>
      <w:r>
        <w:rPr>
          <w:sz w:val="16"/>
          <w:szCs w:val="20"/>
        </w:rPr>
        <w:t>podpisy</w:t>
      </w:r>
      <w:proofErr w:type="gramEnd"/>
      <w:r>
        <w:rPr>
          <w:sz w:val="16"/>
          <w:szCs w:val="20"/>
        </w:rPr>
        <w:t xml:space="preserve"> i pieczęcie osób upoważnionych do reprezentowania Wykonawcy</w:t>
      </w:r>
    </w:p>
    <w:p w14:paraId="28016169" w14:textId="77777777" w:rsidR="00FA6A10" w:rsidRPr="00205D5A" w:rsidRDefault="00FA6A10" w:rsidP="00FA6A10">
      <w:pPr>
        <w:spacing w:line="360" w:lineRule="auto"/>
        <w:ind w:left="-284"/>
        <w:jc w:val="both"/>
      </w:pPr>
    </w:p>
    <w:p w14:paraId="33F047CC" w14:textId="77777777" w:rsidR="00FA6A10" w:rsidRPr="00205D5A" w:rsidRDefault="00FA6A10" w:rsidP="00FA6A10">
      <w:pPr>
        <w:pStyle w:val="Tekstpodstawowywcity"/>
        <w:spacing w:line="360" w:lineRule="auto"/>
        <w:ind w:left="0" w:firstLine="0"/>
      </w:pPr>
    </w:p>
    <w:sectPr w:rsidR="00FA6A10" w:rsidRPr="00205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8" w:footer="708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2E6696" w14:textId="77777777" w:rsidR="009C1587" w:rsidRDefault="009C1587">
      <w:r>
        <w:separator/>
      </w:r>
    </w:p>
  </w:endnote>
  <w:endnote w:type="continuationSeparator" w:id="0">
    <w:p w14:paraId="4EDB2046" w14:textId="77777777" w:rsidR="009C1587" w:rsidRDefault="009C15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B3E8E5" w14:textId="77777777" w:rsidR="001C4828" w:rsidRDefault="001C482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8D171A" w14:textId="77777777" w:rsidR="008B0507" w:rsidRDefault="008B0507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A3169"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4BC3603" w14:textId="77777777" w:rsidR="008B0507" w:rsidRDefault="008B0507">
    <w:pPr>
      <w:pStyle w:val="Stopka"/>
      <w:tabs>
        <w:tab w:val="clear" w:pos="4536"/>
        <w:tab w:val="clear" w:pos="9072"/>
      </w:tabs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069D4" w14:textId="77777777" w:rsidR="001C4828" w:rsidRDefault="001C482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48270" w14:textId="77777777" w:rsidR="009C1587" w:rsidRDefault="009C1587">
      <w:r>
        <w:separator/>
      </w:r>
    </w:p>
  </w:footnote>
  <w:footnote w:type="continuationSeparator" w:id="0">
    <w:p w14:paraId="15D1B32C" w14:textId="77777777" w:rsidR="009C1587" w:rsidRDefault="009C15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623FCD" w14:textId="77777777" w:rsidR="001C4828" w:rsidRDefault="001C482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150B39" w14:textId="77777777" w:rsidR="001C4828" w:rsidRDefault="001C4828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920BC" w14:textId="77777777" w:rsidR="001C4828" w:rsidRDefault="001C482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</w:lvl>
    <w:lvl w:ilvl="1" w:tplc="04150019">
      <w:start w:val="1"/>
      <w:numFmt w:val="lowerLetter"/>
      <w:lvlText w:val="%2."/>
      <w:lvlJc w:val="left"/>
      <w:pPr>
        <w:ind w:left="3348" w:hanging="360"/>
      </w:pPr>
    </w:lvl>
    <w:lvl w:ilvl="2" w:tplc="0415001B">
      <w:start w:val="1"/>
      <w:numFmt w:val="lowerRoman"/>
      <w:lvlText w:val="%3."/>
      <w:lvlJc w:val="right"/>
      <w:pPr>
        <w:ind w:left="4068" w:hanging="180"/>
      </w:pPr>
    </w:lvl>
    <w:lvl w:ilvl="3" w:tplc="0415000F">
      <w:start w:val="1"/>
      <w:numFmt w:val="decimal"/>
      <w:lvlText w:val="%4."/>
      <w:lvlJc w:val="left"/>
      <w:pPr>
        <w:ind w:left="4788" w:hanging="360"/>
      </w:pPr>
    </w:lvl>
    <w:lvl w:ilvl="4" w:tplc="04150019">
      <w:start w:val="1"/>
      <w:numFmt w:val="lowerLetter"/>
      <w:lvlText w:val="%5."/>
      <w:lvlJc w:val="left"/>
      <w:pPr>
        <w:ind w:left="5508" w:hanging="360"/>
      </w:pPr>
    </w:lvl>
    <w:lvl w:ilvl="5" w:tplc="0415001B">
      <w:start w:val="1"/>
      <w:numFmt w:val="lowerRoman"/>
      <w:lvlText w:val="%6."/>
      <w:lvlJc w:val="right"/>
      <w:pPr>
        <w:ind w:left="6228" w:hanging="180"/>
      </w:pPr>
    </w:lvl>
    <w:lvl w:ilvl="6" w:tplc="0415000F">
      <w:start w:val="1"/>
      <w:numFmt w:val="decimal"/>
      <w:lvlText w:val="%7."/>
      <w:lvlJc w:val="left"/>
      <w:pPr>
        <w:ind w:left="6948" w:hanging="360"/>
      </w:pPr>
    </w:lvl>
    <w:lvl w:ilvl="7" w:tplc="04150019">
      <w:start w:val="1"/>
      <w:numFmt w:val="lowerLetter"/>
      <w:lvlText w:val="%8."/>
      <w:lvlJc w:val="left"/>
      <w:pPr>
        <w:ind w:left="7668" w:hanging="360"/>
      </w:pPr>
    </w:lvl>
    <w:lvl w:ilvl="8" w:tplc="0415001B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6981D77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6F5032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8B2576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6" w15:restartNumberingAfterBreak="0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 w15:restartNumberingAfterBreak="0">
    <w:nsid w:val="1384757D"/>
    <w:multiLevelType w:val="hybridMultilevel"/>
    <w:tmpl w:val="18C6A982"/>
    <w:lvl w:ilvl="0" w:tplc="B7D4B0E8">
      <w:start w:val="15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 w15:restartNumberingAfterBreak="0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1AC06FC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2" w15:restartNumberingAfterBreak="0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3D85A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FA61E24"/>
    <w:multiLevelType w:val="hybridMultilevel"/>
    <w:tmpl w:val="ECDEB3F4"/>
    <w:lvl w:ilvl="0" w:tplc="7BC6DF76">
      <w:start w:val="14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5556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323441C1"/>
    <w:multiLevelType w:val="multilevel"/>
    <w:tmpl w:val="1228D688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i w:val="0"/>
        <w:sz w:val="24"/>
        <w:szCs w:val="28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23F5FE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3D834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774126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37C378B9"/>
    <w:multiLevelType w:val="hybridMultilevel"/>
    <w:tmpl w:val="562C271C"/>
    <w:lvl w:ilvl="0" w:tplc="55587386">
      <w:start w:val="13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 w15:restartNumberingAfterBreak="0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4B9C6669"/>
    <w:multiLevelType w:val="singleLevel"/>
    <w:tmpl w:val="2B62D348"/>
    <w:lvl w:ilvl="0">
      <w:start w:val="1"/>
      <w:numFmt w:val="decimal"/>
      <w:lvlText w:val="%1."/>
      <w:lvlJc w:val="left"/>
      <w:pPr>
        <w:tabs>
          <w:tab w:val="num" w:pos="1064"/>
        </w:tabs>
        <w:ind w:left="1064" w:hanging="360"/>
      </w:pPr>
      <w:rPr>
        <w:rFonts w:hint="default"/>
      </w:rPr>
    </w:lvl>
  </w:abstractNum>
  <w:abstractNum w:abstractNumId="29" w15:restartNumberingAfterBreak="0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0" w15:restartNumberingAfterBreak="0">
    <w:nsid w:val="54F86F66"/>
    <w:multiLevelType w:val="hybridMultilevel"/>
    <w:tmpl w:val="D97C2882"/>
    <w:lvl w:ilvl="0" w:tplc="D3B8E47C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91A02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3" w15:restartNumberingAfterBreak="0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4" w15:restartNumberingAfterBreak="0">
    <w:nsid w:val="62867C7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69261C35"/>
    <w:multiLevelType w:val="hybridMultilevel"/>
    <w:tmpl w:val="2872178C"/>
    <w:lvl w:ilvl="0" w:tplc="AD3A34F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9" w15:restartNumberingAfterBreak="0">
    <w:nsid w:val="7D8A5818"/>
    <w:multiLevelType w:val="hybridMultilevel"/>
    <w:tmpl w:val="329CE75C"/>
    <w:lvl w:ilvl="0" w:tplc="A656AD9E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1"/>
  </w:num>
  <w:num w:numId="2">
    <w:abstractNumId w:val="23"/>
  </w:num>
  <w:num w:numId="3">
    <w:abstractNumId w:val="26"/>
  </w:num>
  <w:num w:numId="4">
    <w:abstractNumId w:val="6"/>
  </w:num>
  <w:num w:numId="5">
    <w:abstractNumId w:val="29"/>
  </w:num>
  <w:num w:numId="6">
    <w:abstractNumId w:val="8"/>
  </w:num>
  <w:num w:numId="7">
    <w:abstractNumId w:val="9"/>
  </w:num>
  <w:num w:numId="8">
    <w:abstractNumId w:val="33"/>
  </w:num>
  <w:num w:numId="9">
    <w:abstractNumId w:val="5"/>
  </w:num>
  <w:num w:numId="10">
    <w:abstractNumId w:val="32"/>
  </w:num>
  <w:num w:numId="11">
    <w:abstractNumId w:val="28"/>
  </w:num>
  <w:num w:numId="12">
    <w:abstractNumId w:val="13"/>
  </w:num>
  <w:num w:numId="13">
    <w:abstractNumId w:val="27"/>
  </w:num>
  <w:num w:numId="14">
    <w:abstractNumId w:val="38"/>
  </w:num>
  <w:num w:numId="15">
    <w:abstractNumId w:val="25"/>
  </w:num>
  <w:num w:numId="16">
    <w:abstractNumId w:val="37"/>
  </w:num>
  <w:num w:numId="17">
    <w:abstractNumId w:val="12"/>
  </w:num>
  <w:num w:numId="18">
    <w:abstractNumId w:val="17"/>
  </w:num>
  <w:num w:numId="19">
    <w:abstractNumId w:val="35"/>
  </w:num>
  <w:num w:numId="20">
    <w:abstractNumId w:val="2"/>
  </w:num>
  <w:num w:numId="21">
    <w:abstractNumId w:val="31"/>
  </w:num>
  <w:num w:numId="22">
    <w:abstractNumId w:val="3"/>
  </w:num>
  <w:num w:numId="23">
    <w:abstractNumId w:val="14"/>
  </w:num>
  <w:num w:numId="24">
    <w:abstractNumId w:val="34"/>
  </w:num>
  <w:num w:numId="25">
    <w:abstractNumId w:val="10"/>
  </w:num>
  <w:num w:numId="26">
    <w:abstractNumId w:val="16"/>
  </w:num>
  <w:num w:numId="27">
    <w:abstractNumId w:val="21"/>
  </w:num>
  <w:num w:numId="28">
    <w:abstractNumId w:val="19"/>
  </w:num>
  <w:num w:numId="29">
    <w:abstractNumId w:val="4"/>
  </w:num>
  <w:num w:numId="30">
    <w:abstractNumId w:val="20"/>
  </w:num>
  <w:num w:numId="31">
    <w:abstractNumId w:val="1"/>
  </w:num>
  <w:num w:numId="32">
    <w:abstractNumId w:val="30"/>
  </w:num>
  <w:num w:numId="33">
    <w:abstractNumId w:val="24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0"/>
  </w:num>
  <w:num w:numId="38">
    <w:abstractNumId w:val="22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7"/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34C"/>
    <w:rsid w:val="00004A66"/>
    <w:rsid w:val="00016D63"/>
    <w:rsid w:val="00031CB2"/>
    <w:rsid w:val="00104484"/>
    <w:rsid w:val="001274BD"/>
    <w:rsid w:val="00131048"/>
    <w:rsid w:val="001C4828"/>
    <w:rsid w:val="001D5FDF"/>
    <w:rsid w:val="00205D5A"/>
    <w:rsid w:val="00264B92"/>
    <w:rsid w:val="00273E9E"/>
    <w:rsid w:val="00275899"/>
    <w:rsid w:val="00280050"/>
    <w:rsid w:val="002A0396"/>
    <w:rsid w:val="002D7C65"/>
    <w:rsid w:val="00345612"/>
    <w:rsid w:val="003E3EB0"/>
    <w:rsid w:val="004368E0"/>
    <w:rsid w:val="00451991"/>
    <w:rsid w:val="004C4264"/>
    <w:rsid w:val="004D50F2"/>
    <w:rsid w:val="00554A2B"/>
    <w:rsid w:val="0058146E"/>
    <w:rsid w:val="005A3802"/>
    <w:rsid w:val="005E7EA5"/>
    <w:rsid w:val="006033A5"/>
    <w:rsid w:val="00604962"/>
    <w:rsid w:val="00662D4F"/>
    <w:rsid w:val="006F12F2"/>
    <w:rsid w:val="006F5451"/>
    <w:rsid w:val="00754893"/>
    <w:rsid w:val="007B1347"/>
    <w:rsid w:val="008032CB"/>
    <w:rsid w:val="008273CB"/>
    <w:rsid w:val="00831B3D"/>
    <w:rsid w:val="0085366D"/>
    <w:rsid w:val="008B0507"/>
    <w:rsid w:val="008B2454"/>
    <w:rsid w:val="00935CA5"/>
    <w:rsid w:val="00957E1B"/>
    <w:rsid w:val="0096034C"/>
    <w:rsid w:val="009A4ABA"/>
    <w:rsid w:val="009C1587"/>
    <w:rsid w:val="009C24E5"/>
    <w:rsid w:val="00A97DF6"/>
    <w:rsid w:val="00AA23A4"/>
    <w:rsid w:val="00B16367"/>
    <w:rsid w:val="00B42532"/>
    <w:rsid w:val="00B5672E"/>
    <w:rsid w:val="00B87D1D"/>
    <w:rsid w:val="00BC16BF"/>
    <w:rsid w:val="00BD0C7B"/>
    <w:rsid w:val="00BE0ADA"/>
    <w:rsid w:val="00C11B3B"/>
    <w:rsid w:val="00C214D6"/>
    <w:rsid w:val="00C316E4"/>
    <w:rsid w:val="00C53CE2"/>
    <w:rsid w:val="00C67272"/>
    <w:rsid w:val="00CE1EC2"/>
    <w:rsid w:val="00CE472C"/>
    <w:rsid w:val="00D21922"/>
    <w:rsid w:val="00D36B2E"/>
    <w:rsid w:val="00D67BAD"/>
    <w:rsid w:val="00D77E08"/>
    <w:rsid w:val="00DA130F"/>
    <w:rsid w:val="00E0656B"/>
    <w:rsid w:val="00E35774"/>
    <w:rsid w:val="00E3644E"/>
    <w:rsid w:val="00E36A10"/>
    <w:rsid w:val="00E934F0"/>
    <w:rsid w:val="00E9601B"/>
    <w:rsid w:val="00EA3169"/>
    <w:rsid w:val="00EB44DC"/>
    <w:rsid w:val="00EE17AF"/>
    <w:rsid w:val="00F41BC7"/>
    <w:rsid w:val="00F65DB7"/>
    <w:rsid w:val="00F97AAC"/>
    <w:rsid w:val="00FA6A10"/>
    <w:rsid w:val="00FE6FD7"/>
    <w:rsid w:val="00FE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2A0588"/>
  <w15:chartTrackingRefBased/>
  <w15:docId w15:val="{F43A5D55-0A89-4601-9057-D260124BB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12F2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widowControl w:val="0"/>
      <w:spacing w:before="120"/>
      <w:jc w:val="center"/>
      <w:outlineLvl w:val="0"/>
    </w:pPr>
    <w:rPr>
      <w:rFonts w:ascii="Arial" w:hAnsi="Arial"/>
      <w:b/>
      <w:spacing w:val="42"/>
      <w:sz w:val="28"/>
      <w:szCs w:val="20"/>
    </w:rPr>
  </w:style>
  <w:style w:type="paragraph" w:styleId="Nagwek2">
    <w:name w:val="heading 2"/>
    <w:basedOn w:val="Normalny"/>
    <w:next w:val="Normalny"/>
    <w:qFormat/>
    <w:pPr>
      <w:keepNext/>
      <w:widowControl w:val="0"/>
      <w:jc w:val="center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widowControl w:val="0"/>
      <w:tabs>
        <w:tab w:val="left" w:pos="3969"/>
      </w:tabs>
      <w:ind w:firstLine="4"/>
      <w:jc w:val="center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Cs w:val="20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paragraph" w:styleId="Tekstpodstawowy2">
    <w:name w:val="Body Text 2"/>
    <w:basedOn w:val="Normalny"/>
    <w:pPr>
      <w:widowControl w:val="0"/>
      <w:jc w:val="both"/>
    </w:pPr>
    <w:rPr>
      <w:szCs w:val="20"/>
    </w:rPr>
  </w:style>
  <w:style w:type="paragraph" w:styleId="Nagwek">
    <w:name w:val="head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widowControl w:val="0"/>
      <w:jc w:val="both"/>
    </w:pPr>
    <w:rPr>
      <w:rFonts w:ascii="Arial" w:hAnsi="Arial"/>
      <w:sz w:val="22"/>
      <w:szCs w:val="20"/>
    </w:rPr>
  </w:style>
  <w:style w:type="paragraph" w:styleId="Tekstpodstawowywcity">
    <w:name w:val="Body Text Indent"/>
    <w:basedOn w:val="Normalny"/>
    <w:link w:val="TekstpodstawowywcityZnak"/>
    <w:pPr>
      <w:widowControl w:val="0"/>
      <w:ind w:left="567" w:hanging="283"/>
      <w:jc w:val="both"/>
    </w:pPr>
    <w:rPr>
      <w:kern w:val="20"/>
      <w:szCs w:val="20"/>
    </w:rPr>
  </w:style>
  <w:style w:type="paragraph" w:styleId="Tekstpodstawowy3">
    <w:name w:val="Body Text 3"/>
    <w:basedOn w:val="Normalny"/>
    <w:pPr>
      <w:widowControl w:val="0"/>
      <w:ind w:right="-1"/>
      <w:jc w:val="both"/>
    </w:pPr>
    <w:rPr>
      <w:kern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pPr>
      <w:spacing w:line="360" w:lineRule="auto"/>
      <w:jc w:val="both"/>
    </w:pPr>
  </w:style>
  <w:style w:type="paragraph" w:styleId="Tekstpodstawowywcity2">
    <w:name w:val="Body Text Indent 2"/>
    <w:basedOn w:val="Normalny"/>
    <w:pPr>
      <w:spacing w:line="360" w:lineRule="auto"/>
      <w:ind w:left="284" w:hanging="284"/>
      <w:jc w:val="both"/>
    </w:pPr>
    <w:rPr>
      <w:rFonts w:ascii="Arial" w:hAnsi="Arial"/>
      <w:sz w:val="22"/>
    </w:rPr>
  </w:style>
  <w:style w:type="table" w:styleId="Tabela-Siatka">
    <w:name w:val="Table Grid"/>
    <w:basedOn w:val="Standardowy"/>
    <w:rsid w:val="009A4AB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kt">
    <w:name w:val="pkt"/>
    <w:basedOn w:val="Normalny"/>
    <w:uiPriority w:val="99"/>
    <w:rsid w:val="00DA130F"/>
    <w:pPr>
      <w:spacing w:before="60" w:after="60"/>
      <w:ind w:left="851" w:hanging="295"/>
      <w:jc w:val="both"/>
    </w:pPr>
    <w:rPr>
      <w:szCs w:val="20"/>
    </w:rPr>
  </w:style>
  <w:style w:type="paragraph" w:styleId="NormalnyWeb">
    <w:name w:val="Normal (Web)"/>
    <w:basedOn w:val="Normalny"/>
    <w:uiPriority w:val="99"/>
    <w:unhideWhenUsed/>
    <w:rsid w:val="00205D5A"/>
    <w:rPr>
      <w:rFonts w:eastAsia="Calibri"/>
    </w:rPr>
  </w:style>
  <w:style w:type="paragraph" w:customStyle="1" w:styleId="normaltableau">
    <w:name w:val="normal_tableau"/>
    <w:basedOn w:val="Normalny"/>
    <w:rsid w:val="00C316E4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locked/>
    <w:rsid w:val="004D50F2"/>
    <w:rPr>
      <w:rFonts w:ascii="Calibri" w:hAnsi="Calibri" w:cs="Calibri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D50F2"/>
    <w:pPr>
      <w:spacing w:after="160" w:line="252" w:lineRule="auto"/>
      <w:ind w:left="720"/>
      <w:contextualSpacing/>
    </w:pPr>
    <w:rPr>
      <w:rFonts w:ascii="Calibri" w:hAnsi="Calibri" w:cs="Calibri"/>
      <w:sz w:val="20"/>
      <w:szCs w:val="20"/>
    </w:rPr>
  </w:style>
  <w:style w:type="character" w:customStyle="1" w:styleId="TekstpodstawowywcityZnak">
    <w:name w:val="Tekst podstawowy wcięty Znak"/>
    <w:link w:val="Tekstpodstawowywcity"/>
    <w:rsid w:val="00FA6A10"/>
    <w:rPr>
      <w:kern w:val="20"/>
      <w:sz w:val="24"/>
    </w:rPr>
  </w:style>
  <w:style w:type="paragraph" w:styleId="Tekstdymka">
    <w:name w:val="Balloon Text"/>
    <w:basedOn w:val="Normalny"/>
    <w:link w:val="TekstdymkaZnak"/>
    <w:rsid w:val="007548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548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7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7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7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salamon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E3BC1-4FDC-4779-8DDC-51FC31482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3</Pages>
  <Words>531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5219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subject/>
  <dc:creator>Katarzyna Kaczorowska</dc:creator>
  <cp:keywords/>
  <dc:description/>
  <cp:lastModifiedBy>Magdalena Salamon</cp:lastModifiedBy>
  <cp:revision>2</cp:revision>
  <cp:lastPrinted>2024-10-31T11:04:00Z</cp:lastPrinted>
  <dcterms:created xsi:type="dcterms:W3CDTF">2024-10-31T11:04:00Z</dcterms:created>
  <dcterms:modified xsi:type="dcterms:W3CDTF">2024-10-31T11:04:00Z</dcterms:modified>
</cp:coreProperties>
</file>