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A601" w14:textId="77777777" w:rsidR="002347EB" w:rsidRPr="00847297" w:rsidRDefault="002347EB" w:rsidP="00DD6EEA">
      <w:pPr>
        <w:suppressAutoHyphens/>
        <w:spacing w:before="600" w:after="0"/>
        <w:ind w:left="5041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Zamawiający: </w:t>
      </w:r>
    </w:p>
    <w:p w14:paraId="0021577F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>Centralny Port Komunikacyjny spółka z o. o.</w:t>
      </w:r>
    </w:p>
    <w:p w14:paraId="1A266287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Aleje Jerozolimskie </w:t>
      </w:r>
      <w:r>
        <w:rPr>
          <w:rFonts w:eastAsia="MS PMincho" w:cstheme="minorHAnsi"/>
          <w:b/>
          <w:bCs/>
        </w:rPr>
        <w:t>142B</w:t>
      </w:r>
    </w:p>
    <w:p w14:paraId="59BF4A20" w14:textId="1509E95B" w:rsidR="002347EB" w:rsidRDefault="002347EB" w:rsidP="00DD6EEA">
      <w:pPr>
        <w:ind w:left="4332" w:right="50" w:firstLine="708"/>
        <w:jc w:val="both"/>
        <w:rPr>
          <w:rFonts w:cstheme="minorHAnsi"/>
          <w:b/>
          <w:bCs/>
        </w:rPr>
      </w:pPr>
      <w:r w:rsidRPr="00847297">
        <w:rPr>
          <w:rFonts w:eastAsia="MS PMincho" w:cstheme="minorHAnsi"/>
          <w:b/>
          <w:bCs/>
        </w:rPr>
        <w:t>02-305 Warszawa</w:t>
      </w:r>
    </w:p>
    <w:p w14:paraId="1A8B9421" w14:textId="61E2821C" w:rsidR="002347EB" w:rsidRPr="00655E19" w:rsidRDefault="00DD6EEA" w:rsidP="00DD6EEA">
      <w:pPr>
        <w:widowControl w:val="0"/>
        <w:suppressAutoHyphens/>
        <w:spacing w:before="600" w:line="100" w:lineRule="atLeast"/>
        <w:jc w:val="center"/>
        <w:rPr>
          <w:rFonts w:cstheme="minorHAnsi"/>
          <w:bCs/>
          <w:sz w:val="24"/>
          <w:szCs w:val="24"/>
        </w:rPr>
      </w:pPr>
      <w:r w:rsidRPr="00655E19">
        <w:rPr>
          <w:rFonts w:cstheme="minorHAnsi"/>
          <w:b/>
          <w:bCs/>
          <w:sz w:val="24"/>
          <w:szCs w:val="24"/>
        </w:rPr>
        <w:t xml:space="preserve">FORMULARZ </w:t>
      </w:r>
      <w:r w:rsidR="002347EB" w:rsidRPr="00655E19">
        <w:rPr>
          <w:rFonts w:cstheme="minorHAnsi"/>
          <w:b/>
          <w:bCs/>
          <w:sz w:val="24"/>
          <w:szCs w:val="24"/>
        </w:rPr>
        <w:t>OFERT</w:t>
      </w:r>
      <w:r w:rsidRPr="00655E19">
        <w:rPr>
          <w:rFonts w:cstheme="minorHAnsi"/>
          <w:b/>
          <w:bCs/>
          <w:sz w:val="24"/>
          <w:szCs w:val="24"/>
        </w:rPr>
        <w:t>Y</w:t>
      </w:r>
    </w:p>
    <w:p w14:paraId="60377428" w14:textId="2A314CC5" w:rsidR="00DD6EEA" w:rsidRDefault="00DD6EEA" w:rsidP="00C65443">
      <w:pPr>
        <w:spacing w:after="120"/>
        <w:contextualSpacing/>
        <w:jc w:val="center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 xml:space="preserve">W odpowiedzi na </w:t>
      </w:r>
      <w:r w:rsidR="002C170D">
        <w:rPr>
          <w:rFonts w:eastAsia="MS PMincho" w:cstheme="minorHAnsi"/>
          <w:bCs/>
        </w:rPr>
        <w:t xml:space="preserve">Ogłoszenie </w:t>
      </w:r>
      <w:r>
        <w:rPr>
          <w:rFonts w:eastAsia="MS PMincho" w:cstheme="minorHAnsi"/>
          <w:bCs/>
        </w:rPr>
        <w:t xml:space="preserve">w Postępowaniu </w:t>
      </w:r>
      <w:r w:rsidR="002347EB" w:rsidRPr="00847297">
        <w:rPr>
          <w:rFonts w:eastAsia="MS PMincho" w:cstheme="minorHAnsi"/>
          <w:bCs/>
        </w:rPr>
        <w:t xml:space="preserve">o udzielenie Zamówienia </w:t>
      </w:r>
      <w:r w:rsidR="002347EB">
        <w:rPr>
          <w:rFonts w:eastAsia="MS PMincho" w:cstheme="minorHAnsi"/>
          <w:bCs/>
        </w:rPr>
        <w:t xml:space="preserve">pn.: </w:t>
      </w:r>
      <w:bookmarkStart w:id="0" w:name="_Hlk45966910"/>
    </w:p>
    <w:p w14:paraId="6A97D491" w14:textId="21A096E7" w:rsidR="00BA3CE6" w:rsidRPr="00F92819" w:rsidRDefault="00F92819" w:rsidP="000167FB">
      <w:pPr>
        <w:spacing w:after="120"/>
        <w:contextualSpacing/>
        <w:jc w:val="center"/>
        <w:rPr>
          <w:rFonts w:ascii="Calibri" w:eastAsia="Times New Roman" w:hAnsi="Calibri" w:cstheme="minorHAnsi"/>
          <w:b/>
          <w:lang w:eastAsia="pl-PL"/>
        </w:rPr>
      </w:pPr>
      <w:r w:rsidRPr="00F92819">
        <w:rPr>
          <w:rFonts w:ascii="Calibri" w:eastAsia="Times New Roman" w:hAnsi="Calibri" w:cs="Times New Roman"/>
          <w:b/>
          <w:bCs/>
          <w:lang w:eastAsia="pl-PL"/>
        </w:rPr>
        <w:t>„Przeprowadzenie ekspertyz stanu technicznego budynków wstępnie ocenionych jako w stanie złym lub awaryjnym na trasie tunelu w ramach projektu „Budowa tunelu dalekobieżnego w Łodzi w ciągu linii kolejowej nr 85 wraz z włączeniem w linię kolejową nr 14”</w:t>
      </w:r>
    </w:p>
    <w:bookmarkEnd w:id="0"/>
    <w:p w14:paraId="5DC2B416" w14:textId="77777777" w:rsidR="00BA3CE6" w:rsidRPr="009D7ED9" w:rsidRDefault="00BA3CE6" w:rsidP="00BA3CE6">
      <w:pPr>
        <w:spacing w:after="120"/>
        <w:contextualSpacing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1A9ABD4" w14:textId="1BF9D4AE" w:rsidR="002347EB" w:rsidRPr="00847297" w:rsidRDefault="00DD6EEA" w:rsidP="00BA3CE6">
      <w:pPr>
        <w:ind w:right="50"/>
        <w:jc w:val="both"/>
        <w:rPr>
          <w:rFonts w:cstheme="minorHAnsi"/>
          <w:b/>
        </w:rPr>
      </w:pPr>
      <w:r>
        <w:rPr>
          <w:rFonts w:cstheme="minorHAnsi"/>
        </w:rPr>
        <w:t xml:space="preserve">Ja / </w:t>
      </w:r>
      <w:r w:rsidR="002347EB" w:rsidRPr="00847297">
        <w:rPr>
          <w:rFonts w:cstheme="minorHAnsi"/>
        </w:rPr>
        <w:t>My, niżej podpisan</w:t>
      </w:r>
      <w:r>
        <w:rPr>
          <w:rFonts w:cstheme="minorHAnsi"/>
        </w:rPr>
        <w:t>y/-</w:t>
      </w:r>
      <w:r w:rsidR="002347EB" w:rsidRPr="00847297">
        <w:rPr>
          <w:rFonts w:cstheme="minorHAnsi"/>
        </w:rPr>
        <w:t>i:</w:t>
      </w:r>
    </w:p>
    <w:p w14:paraId="020EB4C6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939C0F0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7AB62BA" w14:textId="77777777" w:rsidR="009A07EB" w:rsidRPr="00223F95" w:rsidRDefault="009A07EB" w:rsidP="009A07EB">
      <w:pPr>
        <w:widowControl w:val="0"/>
        <w:tabs>
          <w:tab w:val="center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 w:rsidRPr="00223F95">
        <w:rPr>
          <w:rFonts w:cstheme="minorHAnsi"/>
        </w:rPr>
        <w:t>działając w imieniu i na rzecz:</w:t>
      </w:r>
    </w:p>
    <w:p w14:paraId="54F73221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Nazwa Wykonawcy:</w:t>
      </w:r>
      <w:r w:rsidRPr="00223F95">
        <w:rPr>
          <w:rStyle w:val="Odwoanieprzypisudolnego"/>
          <w:rFonts w:cstheme="minorHAnsi"/>
          <w:color w:val="000000"/>
        </w:rPr>
        <w:footnoteReference w:id="2"/>
      </w:r>
      <w:bookmarkStart w:id="1" w:name="_Hlk99292224"/>
      <w:r w:rsidRPr="00223F95">
        <w:rPr>
          <w:rFonts w:cstheme="minorHAnsi"/>
          <w:color w:val="000000"/>
        </w:rPr>
        <w:tab/>
      </w:r>
      <w:bookmarkEnd w:id="1"/>
    </w:p>
    <w:p w14:paraId="2A4B1241" w14:textId="77777777" w:rsidR="009A07EB" w:rsidRPr="00223F95" w:rsidRDefault="009A07EB" w:rsidP="009A07EB">
      <w:pPr>
        <w:tabs>
          <w:tab w:val="left" w:leader="dot" w:pos="3402"/>
          <w:tab w:val="left" w:leader="dot" w:pos="5103"/>
          <w:tab w:val="left" w:leader="dot" w:pos="9071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Adres: ul.</w:t>
      </w:r>
      <w:r w:rsidRPr="00223F95">
        <w:rPr>
          <w:rFonts w:cstheme="minorHAnsi"/>
          <w:color w:val="000000"/>
        </w:rPr>
        <w:tab/>
        <w:t xml:space="preserve"> kod </w:t>
      </w:r>
      <w:r w:rsidRPr="00223F95">
        <w:rPr>
          <w:rFonts w:cstheme="minorHAnsi"/>
          <w:color w:val="000000"/>
        </w:rPr>
        <w:tab/>
        <w:t xml:space="preserve"> miasto </w:t>
      </w:r>
      <w:r w:rsidRPr="00223F95">
        <w:rPr>
          <w:rFonts w:cstheme="minorHAnsi"/>
          <w:color w:val="000000"/>
        </w:rPr>
        <w:tab/>
      </w:r>
    </w:p>
    <w:p w14:paraId="1D081AA3" w14:textId="77777777" w:rsidR="009A07EB" w:rsidRPr="00223F95" w:rsidRDefault="009A07EB" w:rsidP="009A07EB">
      <w:pPr>
        <w:tabs>
          <w:tab w:val="left" w:leader="dot" w:pos="3119"/>
          <w:tab w:val="left" w:leader="dot" w:pos="9070"/>
        </w:tabs>
        <w:spacing w:after="120" w:line="360" w:lineRule="auto"/>
        <w:jc w:val="both"/>
        <w:rPr>
          <w:rFonts w:cstheme="minorHAnsi"/>
          <w:b/>
          <w:color w:val="000000"/>
        </w:rPr>
      </w:pPr>
      <w:r w:rsidRPr="00223F95">
        <w:rPr>
          <w:rFonts w:cstheme="minorHAnsi"/>
          <w:color w:val="000000"/>
        </w:rPr>
        <w:t>Nr tel.</w:t>
      </w:r>
      <w:r w:rsidRPr="00223F95">
        <w:rPr>
          <w:rFonts w:cstheme="minorHAnsi"/>
          <w:color w:val="000000"/>
        </w:rPr>
        <w:tab/>
      </w:r>
      <w:r w:rsidRPr="00223F95">
        <w:rPr>
          <w:rFonts w:cstheme="minorHAnsi"/>
          <w:b/>
          <w:color w:val="000000"/>
        </w:rPr>
        <w:t xml:space="preserve"> </w:t>
      </w:r>
      <w:r w:rsidRPr="00223F95">
        <w:rPr>
          <w:rFonts w:cstheme="minorHAnsi"/>
          <w:color w:val="000000"/>
        </w:rPr>
        <w:t>Adres poczty elektronicznej:</w:t>
      </w:r>
      <w:r w:rsidRPr="00223F95">
        <w:rPr>
          <w:rFonts w:cstheme="minorHAnsi"/>
          <w:color w:val="000000"/>
        </w:rPr>
        <w:tab/>
      </w:r>
    </w:p>
    <w:p w14:paraId="5AF29C94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 xml:space="preserve">Adres strony internetowej: </w:t>
      </w:r>
      <w:r w:rsidRPr="00223F95">
        <w:rPr>
          <w:rFonts w:cstheme="minorHAnsi"/>
          <w:color w:val="000000"/>
        </w:rPr>
        <w:tab/>
      </w:r>
    </w:p>
    <w:p w14:paraId="286DD0E7" w14:textId="77777777" w:rsidR="009A07EB" w:rsidRDefault="009A07EB" w:rsidP="009A07EB">
      <w:pPr>
        <w:tabs>
          <w:tab w:val="left" w:leader="dot" w:pos="4253"/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REGON</w:t>
      </w:r>
      <w:r w:rsidRPr="00223F95">
        <w:rPr>
          <w:rFonts w:cstheme="minorHAnsi"/>
          <w:color w:val="000000"/>
        </w:rPr>
        <w:tab/>
        <w:t xml:space="preserve"> NIP</w:t>
      </w:r>
      <w:r w:rsidRPr="00223F95">
        <w:rPr>
          <w:rFonts w:cstheme="minorHAnsi"/>
          <w:color w:val="000000"/>
        </w:rPr>
        <w:tab/>
      </w:r>
    </w:p>
    <w:p w14:paraId="39932826" w14:textId="5AD8608F" w:rsidR="00F92819" w:rsidRPr="00223F95" w:rsidRDefault="00F92819" w:rsidP="00F92819">
      <w:pPr>
        <w:tabs>
          <w:tab w:val="left" w:leader="dot" w:pos="9070"/>
        </w:tabs>
        <w:spacing w:line="360" w:lineRule="auto"/>
        <w:jc w:val="both"/>
        <w:rPr>
          <w:rFonts w:cstheme="minorHAnsi"/>
          <w:color w:val="000000"/>
        </w:rPr>
      </w:pPr>
      <w:r w:rsidRPr="0058425B">
        <w:rPr>
          <w:rFonts w:cstheme="minorHAnsi"/>
          <w:color w:val="000000"/>
        </w:rPr>
        <w:t>Adres strony internetowej bezpłatnej i ogólnodostępnej bazy danych (KRS/CEIDG)</w:t>
      </w:r>
      <w:r w:rsidRPr="0058425B">
        <w:rPr>
          <w:rStyle w:val="Odwoanieprzypisudolnego"/>
          <w:rFonts w:cstheme="minorHAnsi"/>
          <w:color w:val="000000"/>
        </w:rPr>
        <w:footnoteReference w:id="3"/>
      </w:r>
      <w:r w:rsidRPr="0058425B">
        <w:rPr>
          <w:rFonts w:cstheme="minorHAnsi"/>
          <w:color w:val="000000"/>
        </w:rPr>
        <w:t xml:space="preserve">: </w:t>
      </w:r>
      <w:r w:rsidRPr="0058425B"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 xml:space="preserve"> nr KRS ………………………………………</w:t>
      </w:r>
    </w:p>
    <w:p w14:paraId="78DDCCC1" w14:textId="77777777" w:rsidR="002347EB" w:rsidRPr="009F4BD0" w:rsidRDefault="002347EB" w:rsidP="009F4BD0">
      <w:pPr>
        <w:widowControl w:val="0"/>
        <w:tabs>
          <w:tab w:val="center" w:pos="4536"/>
          <w:tab w:val="left" w:leader="dot" w:pos="9072"/>
        </w:tabs>
        <w:suppressAutoHyphens/>
        <w:spacing w:before="240" w:after="360" w:line="100" w:lineRule="atLeast"/>
        <w:jc w:val="center"/>
        <w:rPr>
          <w:rFonts w:cstheme="minorHAnsi"/>
          <w:i/>
          <w:iCs/>
          <w:sz w:val="18"/>
          <w:szCs w:val="18"/>
        </w:rPr>
      </w:pPr>
      <w:r w:rsidRPr="009F4BD0">
        <w:rPr>
          <w:rFonts w:cstheme="minorHAnsi"/>
          <w:i/>
          <w:iCs/>
          <w:sz w:val="18"/>
          <w:szCs w:val="18"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70050EFB" w14:textId="2A32FD9F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SKŁADAMY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OFERTĘ na wykonanie przedmiotu Zamówienia </w:t>
      </w:r>
      <w:r w:rsidR="00DD6EEA">
        <w:rPr>
          <w:rFonts w:asciiTheme="minorHAnsi" w:hAnsiTheme="minorHAnsi" w:cstheme="minorHAnsi"/>
          <w:bCs/>
          <w:sz w:val="22"/>
          <w:szCs w:val="22"/>
        </w:rPr>
        <w:t>w zakresie i na zasadach określonych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w</w:t>
      </w:r>
      <w:r w:rsidR="00DD6EEA">
        <w:rPr>
          <w:rFonts w:asciiTheme="minorHAnsi" w:hAnsiTheme="minorHAnsi" w:cstheme="minorHAnsi"/>
          <w:bCs/>
          <w:sz w:val="22"/>
          <w:szCs w:val="22"/>
        </w:rPr>
        <w:t> 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="00EE730A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1CB197" w14:textId="5B9D7ADE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z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="00DD6EEA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wyjaśnieniami i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zmianami 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>przekazanymi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przez Zamawiającego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 w ramach prowadzonego Postępowania</w:t>
      </w:r>
      <w:r w:rsidR="00EE730A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20D5B1D1" w14:textId="6F6B2447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AKCEPTUJ</w:t>
      </w:r>
      <w:r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MY w pełni i bez zastrzeżeń, postanowienia: niniejszego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>udzielonych wyjaśnień lub dokonanych modyfikacji dokumentacji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i uznajemy się za związanych określonymi w</w:t>
      </w:r>
      <w:r w:rsidR="000A4FC4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>nich postanowieniami.</w:t>
      </w:r>
    </w:p>
    <w:p w14:paraId="41136F19" w14:textId="11442938" w:rsidR="002347EB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47297">
        <w:rPr>
          <w:rFonts w:asciiTheme="minorHAnsi" w:hAnsiTheme="minorHAnsi" w:cstheme="minorHAnsi"/>
          <w:sz w:val="22"/>
          <w:szCs w:val="22"/>
        </w:rPr>
        <w:t>GWARANTUJ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847297">
        <w:rPr>
          <w:rFonts w:asciiTheme="minorHAnsi" w:hAnsiTheme="minorHAnsi" w:cstheme="minorHAnsi"/>
          <w:sz w:val="22"/>
          <w:szCs w:val="22"/>
        </w:rPr>
        <w:t xml:space="preserve">MY wykonanie niniejszego Zamówienia zgodnie z </w:t>
      </w:r>
      <w:r w:rsidR="00807D99">
        <w:rPr>
          <w:rFonts w:asciiTheme="minorHAnsi" w:hAnsiTheme="minorHAnsi" w:cstheme="minorHAnsi"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sz w:val="22"/>
          <w:szCs w:val="22"/>
        </w:rPr>
        <w:t>Ogłoszenia</w:t>
      </w:r>
      <w:r w:rsidR="00807D99">
        <w:rPr>
          <w:rFonts w:asciiTheme="minorHAnsi" w:hAnsiTheme="minorHAnsi" w:cstheme="minorHAnsi"/>
          <w:sz w:val="22"/>
          <w:szCs w:val="22"/>
        </w:rPr>
        <w:t>.</w:t>
      </w:r>
    </w:p>
    <w:p w14:paraId="79F8C50F" w14:textId="2E46212C" w:rsidR="00C36683" w:rsidRPr="00B4694F" w:rsidRDefault="002347EB" w:rsidP="00906603">
      <w:pPr>
        <w:pStyle w:val="Akapitzlist5"/>
        <w:numPr>
          <w:ilvl w:val="0"/>
          <w:numId w:val="25"/>
        </w:numPr>
        <w:spacing w:after="24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4894001"/>
      <w:r w:rsidRPr="00E55C63">
        <w:rPr>
          <w:rFonts w:asciiTheme="minorHAnsi" w:hAnsiTheme="minorHAnsi" w:cstheme="minorHAnsi"/>
          <w:sz w:val="22"/>
          <w:szCs w:val="22"/>
        </w:rPr>
        <w:lastRenderedPageBreak/>
        <w:t>OFERUJEMY</w:t>
      </w:r>
      <w:bookmarkEnd w:id="2"/>
      <w:r w:rsidRPr="00E55C63">
        <w:rPr>
          <w:rFonts w:asciiTheme="minorHAnsi" w:hAnsiTheme="minorHAnsi" w:cstheme="minorHAnsi"/>
          <w:sz w:val="22"/>
          <w:szCs w:val="22"/>
        </w:rPr>
        <w:t xml:space="preserve"> wykonanie </w:t>
      </w:r>
      <w:r w:rsidR="00C65443">
        <w:rPr>
          <w:rFonts w:asciiTheme="minorHAnsi" w:hAnsiTheme="minorHAnsi" w:cstheme="minorHAnsi"/>
          <w:sz w:val="22"/>
          <w:szCs w:val="22"/>
        </w:rPr>
        <w:t xml:space="preserve">całego zakresu </w:t>
      </w:r>
      <w:r w:rsidR="00C9584C">
        <w:rPr>
          <w:rFonts w:asciiTheme="minorHAnsi" w:hAnsiTheme="minorHAnsi" w:cstheme="minorHAnsi"/>
          <w:sz w:val="22"/>
          <w:szCs w:val="22"/>
        </w:rPr>
        <w:t>Z</w:t>
      </w:r>
      <w:r w:rsidRPr="00E55C63">
        <w:rPr>
          <w:rFonts w:asciiTheme="minorHAnsi" w:hAnsiTheme="minorHAnsi" w:cstheme="minorHAnsi"/>
          <w:sz w:val="22"/>
          <w:szCs w:val="22"/>
        </w:rPr>
        <w:t xml:space="preserve">amówienia </w:t>
      </w:r>
      <w:r w:rsidR="00C65443" w:rsidRPr="000167FB">
        <w:rPr>
          <w:rFonts w:asciiTheme="minorHAnsi" w:hAnsiTheme="minorHAnsi" w:cstheme="minorHAnsi"/>
          <w:sz w:val="22"/>
          <w:szCs w:val="22"/>
        </w:rPr>
        <w:t>za kwotę</w:t>
      </w:r>
    </w:p>
    <w:p w14:paraId="5D5E42F2" w14:textId="0D000540" w:rsidR="00807D99" w:rsidRDefault="00C65443" w:rsidP="00B4694F">
      <w:pPr>
        <w:pStyle w:val="Akapitzlist5"/>
        <w:spacing w:after="240"/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0167FB">
        <w:rPr>
          <w:rFonts w:asciiTheme="minorHAnsi" w:hAnsiTheme="minorHAnsi" w:cstheme="minorHAnsi"/>
          <w:sz w:val="22"/>
          <w:szCs w:val="22"/>
        </w:rPr>
        <w:t>……………………………………………………….. PLN brutto</w:t>
      </w:r>
    </w:p>
    <w:p w14:paraId="2199F98F" w14:textId="0E1EDE29" w:rsidR="002347EB" w:rsidRPr="00F92819" w:rsidRDefault="00C65443" w:rsidP="00C65443">
      <w:pPr>
        <w:pStyle w:val="Akapitzlist5"/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F92819">
        <w:rPr>
          <w:rFonts w:asciiTheme="minorHAnsi" w:hAnsiTheme="minorHAnsi" w:cstheme="minorHAnsi"/>
          <w:sz w:val="22"/>
          <w:szCs w:val="22"/>
        </w:rPr>
        <w:t xml:space="preserve">na szczegółowych </w:t>
      </w:r>
      <w:r w:rsidR="000A4FC4" w:rsidRPr="00F92819">
        <w:rPr>
          <w:rFonts w:asciiTheme="minorHAnsi" w:hAnsiTheme="minorHAnsi" w:cstheme="minorHAnsi"/>
          <w:sz w:val="22"/>
          <w:szCs w:val="22"/>
        </w:rPr>
        <w:t>warunkach cenowych</w:t>
      </w:r>
      <w:r w:rsidRPr="00F92819">
        <w:rPr>
          <w:rFonts w:asciiTheme="minorHAnsi" w:hAnsiTheme="minorHAnsi" w:cstheme="minorHAnsi"/>
          <w:sz w:val="22"/>
          <w:szCs w:val="22"/>
        </w:rPr>
        <w:t xml:space="preserve"> wynikających z załączonego Formularza </w:t>
      </w:r>
      <w:r w:rsidR="00A74533" w:rsidRPr="00F92819">
        <w:rPr>
          <w:rFonts w:asciiTheme="minorHAnsi" w:hAnsiTheme="minorHAnsi" w:cstheme="minorHAnsi"/>
          <w:sz w:val="22"/>
          <w:szCs w:val="22"/>
        </w:rPr>
        <w:t>C</w:t>
      </w:r>
      <w:r w:rsidRPr="00F92819">
        <w:rPr>
          <w:rFonts w:asciiTheme="minorHAnsi" w:hAnsiTheme="minorHAnsi" w:cstheme="minorHAnsi"/>
          <w:sz w:val="22"/>
          <w:szCs w:val="22"/>
        </w:rPr>
        <w:t>enowego stanowiącego załącznik do Oferty</w:t>
      </w:r>
      <w:r w:rsidR="00C92C7A" w:rsidRPr="00F92819">
        <w:rPr>
          <w:rFonts w:asciiTheme="minorHAnsi" w:hAnsiTheme="minorHAnsi" w:cstheme="minorHAnsi"/>
          <w:sz w:val="22"/>
          <w:szCs w:val="22"/>
        </w:rPr>
        <w:t>.</w:t>
      </w:r>
    </w:p>
    <w:p w14:paraId="7888927B" w14:textId="7DD56B50" w:rsidR="00C65443" w:rsidRPr="00F92819" w:rsidRDefault="00050E68" w:rsidP="00F92819">
      <w:pPr>
        <w:pStyle w:val="Akapitzlist5"/>
        <w:spacing w:after="240"/>
        <w:ind w:left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92819">
        <w:rPr>
          <w:rFonts w:asciiTheme="minorHAnsi" w:hAnsiTheme="minorHAnsi" w:cstheme="minorHAnsi"/>
          <w:b/>
          <w:bCs/>
          <w:sz w:val="22"/>
          <w:szCs w:val="22"/>
        </w:rPr>
        <w:t xml:space="preserve">UWAGA: należy załączyć do Oferty uzupełniony i podpisany Formularz </w:t>
      </w:r>
      <w:r w:rsidR="00A74533" w:rsidRPr="00F92819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F92819">
        <w:rPr>
          <w:rFonts w:asciiTheme="minorHAnsi" w:hAnsiTheme="minorHAnsi" w:cstheme="minorHAnsi"/>
          <w:b/>
          <w:bCs/>
          <w:sz w:val="22"/>
          <w:szCs w:val="22"/>
        </w:rPr>
        <w:t xml:space="preserve">enowy </w:t>
      </w:r>
      <w:r w:rsidRPr="00F92819">
        <w:rPr>
          <w:rFonts w:asciiTheme="minorHAnsi" w:hAnsiTheme="minorHAnsi" w:cstheme="minorHAnsi"/>
          <w:sz w:val="22"/>
          <w:szCs w:val="22"/>
        </w:rPr>
        <w:t>(</w:t>
      </w:r>
      <w:r w:rsidR="00CA3C84" w:rsidRPr="00F92819">
        <w:rPr>
          <w:rFonts w:asciiTheme="minorHAnsi" w:hAnsiTheme="minorHAnsi" w:cstheme="minorHAnsi"/>
          <w:sz w:val="22"/>
          <w:szCs w:val="22"/>
        </w:rPr>
        <w:t>Z</w:t>
      </w:r>
      <w:r w:rsidRPr="00F92819">
        <w:rPr>
          <w:rFonts w:asciiTheme="minorHAnsi" w:hAnsiTheme="minorHAnsi" w:cstheme="minorHAnsi"/>
          <w:sz w:val="22"/>
          <w:szCs w:val="22"/>
        </w:rPr>
        <w:t xml:space="preserve">ałącznik nr 2a do </w:t>
      </w:r>
      <w:r w:rsidR="002C170D" w:rsidRPr="00F92819">
        <w:rPr>
          <w:rFonts w:asciiTheme="minorHAnsi" w:hAnsiTheme="minorHAnsi" w:cstheme="minorHAnsi"/>
          <w:sz w:val="22"/>
          <w:szCs w:val="22"/>
        </w:rPr>
        <w:t>Ogłoszenia</w:t>
      </w:r>
      <w:r w:rsidRPr="00F92819">
        <w:rPr>
          <w:rFonts w:asciiTheme="minorHAnsi" w:hAnsiTheme="minorHAnsi" w:cstheme="minorHAnsi"/>
          <w:sz w:val="22"/>
          <w:szCs w:val="22"/>
        </w:rPr>
        <w:t>)</w:t>
      </w:r>
      <w:r w:rsidR="002C170D" w:rsidRPr="00F92819">
        <w:rPr>
          <w:rFonts w:asciiTheme="minorHAnsi" w:hAnsiTheme="minorHAnsi" w:cstheme="minorHAnsi"/>
          <w:sz w:val="22"/>
          <w:szCs w:val="22"/>
        </w:rPr>
        <w:t>.</w:t>
      </w:r>
    </w:p>
    <w:p w14:paraId="5A15D8B9" w14:textId="7D69FE1C" w:rsidR="002347EB" w:rsidRPr="000167FB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4A9B">
        <w:rPr>
          <w:rFonts w:asciiTheme="minorHAnsi" w:hAnsiTheme="minorHAnsi" w:cstheme="minorHAnsi"/>
          <w:sz w:val="22"/>
          <w:szCs w:val="22"/>
        </w:rPr>
        <w:t xml:space="preserve">JESTEŚMY związani </w:t>
      </w:r>
      <w:r w:rsidR="001E227D">
        <w:rPr>
          <w:rFonts w:asciiTheme="minorHAnsi" w:hAnsiTheme="minorHAnsi" w:cstheme="minorHAnsi"/>
          <w:sz w:val="22"/>
          <w:szCs w:val="22"/>
        </w:rPr>
        <w:t>O</w:t>
      </w:r>
      <w:r w:rsidRPr="00E54A9B">
        <w:rPr>
          <w:rFonts w:asciiTheme="minorHAnsi" w:hAnsiTheme="minorHAnsi" w:cstheme="minorHAnsi"/>
          <w:sz w:val="22"/>
          <w:szCs w:val="22"/>
        </w:rPr>
        <w:t xml:space="preserve">fertą przez okres wskazany w </w:t>
      </w:r>
      <w:r w:rsidR="002C170D">
        <w:rPr>
          <w:rFonts w:asciiTheme="minorHAnsi" w:hAnsiTheme="minorHAnsi" w:cstheme="minorHAnsi"/>
          <w:sz w:val="22"/>
          <w:szCs w:val="22"/>
        </w:rPr>
        <w:t>Ogłoszeniu</w:t>
      </w:r>
      <w:r w:rsidRPr="00E54A9B">
        <w:rPr>
          <w:rFonts w:asciiTheme="minorHAnsi" w:hAnsiTheme="minorHAnsi" w:cstheme="minorHAnsi"/>
          <w:sz w:val="22"/>
          <w:szCs w:val="22"/>
        </w:rPr>
        <w:t xml:space="preserve">, </w:t>
      </w:r>
      <w:r w:rsidRPr="00E54A9B">
        <w:rPr>
          <w:rFonts w:asciiTheme="minorHAnsi" w:hAnsiTheme="minorHAnsi" w:cstheme="minorHAnsi"/>
          <w:bCs/>
          <w:sz w:val="22"/>
          <w:szCs w:val="22"/>
        </w:rPr>
        <w:t>tj.</w:t>
      </w:r>
      <w:r w:rsidR="00C65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54A9B">
        <w:rPr>
          <w:rFonts w:asciiTheme="minorHAnsi" w:hAnsiTheme="minorHAnsi" w:cstheme="minorHAnsi"/>
          <w:bCs/>
          <w:sz w:val="22"/>
          <w:szCs w:val="22"/>
        </w:rPr>
        <w:t xml:space="preserve">przez </w:t>
      </w:r>
      <w:r w:rsidRPr="000167FB">
        <w:rPr>
          <w:rFonts w:asciiTheme="minorHAnsi" w:hAnsiTheme="minorHAnsi" w:cstheme="minorHAnsi"/>
          <w:bCs/>
          <w:sz w:val="22"/>
          <w:szCs w:val="22"/>
        </w:rPr>
        <w:t>okres</w:t>
      </w:r>
      <w:r w:rsidR="00CA2BA7" w:rsidRPr="000167FB">
        <w:rPr>
          <w:rFonts w:asciiTheme="minorHAnsi" w:hAnsiTheme="minorHAnsi" w:cstheme="minorHAnsi"/>
          <w:bCs/>
          <w:sz w:val="22"/>
          <w:szCs w:val="22"/>
        </w:rPr>
        <w:t xml:space="preserve"> 60</w:t>
      </w:r>
      <w:r w:rsidRPr="000167FB">
        <w:rPr>
          <w:rFonts w:asciiTheme="minorHAnsi" w:hAnsiTheme="minorHAnsi" w:cstheme="minorHAnsi"/>
          <w:bCs/>
          <w:sz w:val="22"/>
          <w:szCs w:val="22"/>
        </w:rPr>
        <w:t xml:space="preserve"> dni</w:t>
      </w:r>
      <w:r w:rsidRPr="000167FB">
        <w:rPr>
          <w:rFonts w:asciiTheme="minorHAnsi" w:hAnsiTheme="minorHAnsi" w:cstheme="minorHAnsi"/>
          <w:sz w:val="22"/>
          <w:szCs w:val="22"/>
        </w:rPr>
        <w:t>.</w:t>
      </w:r>
    </w:p>
    <w:p w14:paraId="408D34EF" w14:textId="3A1CFA42" w:rsidR="00945042" w:rsidRDefault="002347EB" w:rsidP="00945042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wzorem </w:t>
      </w:r>
      <w:r w:rsidR="00A71A54">
        <w:rPr>
          <w:rFonts w:asciiTheme="minorHAnsi" w:hAnsiTheme="minorHAnsi" w:cstheme="minorHAnsi"/>
          <w:bCs/>
          <w:sz w:val="22"/>
          <w:szCs w:val="22"/>
        </w:rPr>
        <w:t>u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mowy </w:t>
      </w:r>
      <w:r w:rsidR="00780660">
        <w:rPr>
          <w:rFonts w:asciiTheme="minorHAnsi" w:hAnsiTheme="minorHAnsi" w:cstheme="minorHAnsi"/>
          <w:bCs/>
          <w:sz w:val="22"/>
          <w:szCs w:val="22"/>
        </w:rPr>
        <w:t>stanowiącym załącznik do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="00780660">
        <w:rPr>
          <w:rFonts w:asciiTheme="minorHAnsi" w:hAnsiTheme="minorHAnsi" w:cstheme="minorHAnsi"/>
          <w:b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zobowiązujemy się, w przypadku wyboru naszej </w:t>
      </w:r>
      <w:r w:rsidR="008C32C1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>ferty, do zawarcia um</w:t>
      </w:r>
      <w:r>
        <w:rPr>
          <w:rFonts w:asciiTheme="minorHAnsi" w:hAnsiTheme="minorHAnsi" w:cstheme="minorHAnsi"/>
          <w:bCs/>
          <w:sz w:val="22"/>
          <w:szCs w:val="22"/>
        </w:rPr>
        <w:t>owy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zgodn</w:t>
      </w:r>
      <w:r w:rsidR="00197CC7">
        <w:rPr>
          <w:rFonts w:asciiTheme="minorHAnsi" w:hAnsiTheme="minorHAnsi" w:cstheme="minorHAnsi"/>
          <w:bCs/>
          <w:sz w:val="22"/>
          <w:szCs w:val="22"/>
        </w:rPr>
        <w:t>ie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 niniejszą </w:t>
      </w:r>
      <w:r w:rsidR="002C170D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fertą, na warunkach określonych w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Pr="00847297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E28AA4E" w14:textId="77777777" w:rsidR="00945042" w:rsidRDefault="00945042" w:rsidP="00945042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</w:p>
    <w:p w14:paraId="0657CE05" w14:textId="2400F04A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>wyb</w:t>
      </w:r>
      <w:r w:rsidRPr="00945042">
        <w:rPr>
          <w:rFonts w:asciiTheme="minorHAnsi" w:hAnsiTheme="minorHAnsi" w:cstheme="minorHAnsi"/>
          <w:sz w:val="22"/>
          <w:szCs w:val="22"/>
        </w:rPr>
        <w:t xml:space="preserve">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nie będzie prowadzić do powstania u Zamawiającego obowiązku podatkowego w </w:t>
      </w:r>
      <w:r w:rsidR="00A76117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5342E8AC" w14:textId="77777777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45042">
        <w:rPr>
          <w:rFonts w:asciiTheme="minorHAnsi" w:hAnsiTheme="minorHAnsi" w:cstheme="minorHAnsi"/>
          <w:b/>
          <w:bCs/>
          <w:iCs/>
          <w:sz w:val="22"/>
          <w:szCs w:val="22"/>
        </w:rPr>
        <w:t>ALBO</w:t>
      </w:r>
    </w:p>
    <w:p w14:paraId="33225724" w14:textId="784FC82F" w:rsidR="006C26D6" w:rsidRDefault="00945042" w:rsidP="00296F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945042">
        <w:rPr>
          <w:rFonts w:asciiTheme="minorHAnsi" w:hAnsiTheme="minorHAnsi" w:cstheme="minorHAnsi"/>
          <w:sz w:val="22"/>
          <w:szCs w:val="22"/>
        </w:rPr>
        <w:t xml:space="preserve">ybór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będzie prowadzić do powstania u Zamawiającego obowiązku podatkowego w</w:t>
      </w:r>
      <w:r w:rsidR="00B30C2C">
        <w:rPr>
          <w:rFonts w:asciiTheme="minorHAnsi" w:hAnsiTheme="minorHAnsi" w:cstheme="minorHAnsi"/>
          <w:sz w:val="22"/>
          <w:szCs w:val="22"/>
        </w:rPr>
        <w:t> </w:t>
      </w:r>
      <w:r w:rsidR="004B600D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 xml:space="preserve">podatku od towarów i usług </w:t>
      </w:r>
      <w:r w:rsidR="00E10175" w:rsidRPr="00E10175">
        <w:rPr>
          <w:rFonts w:asciiTheme="minorHAnsi" w:hAnsiTheme="minorHAnsi" w:cstheme="minorHAnsi"/>
          <w:sz w:val="22"/>
          <w:szCs w:val="22"/>
        </w:rPr>
        <w:t>(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>tzw. „odwrócony VAT”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296F38">
        <w:rPr>
          <w:rFonts w:asciiTheme="minorHAnsi" w:hAnsiTheme="minorHAnsi" w:cstheme="minorHAnsi"/>
          <w:b/>
          <w:bCs/>
          <w:sz w:val="22"/>
          <w:szCs w:val="22"/>
          <w:u w:val="single"/>
        </w:rPr>
        <w:t>będący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procedurą, która przewiduje, że to Zamawiający, a nie Wykonawca, zobowiązany jest do odprowadzenia podatku VAT.</w:t>
      </w:r>
      <w:r w:rsidR="00BE2BC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 xml:space="preserve">W przypadku zastosowania odwróconego obciążenia VAT 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Wykonawca – 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>dostawca towaru lub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 podmiot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 xml:space="preserve"> świadczący usługę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 xml:space="preserve"> wystawiając fakturę, nie wskazuje w niej stawki i kwoty podatku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 VAT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>, co oznacza, że Oferta Wykonawcy i zobowiązanie Zamawiającego wobec Wykonawcy obejmuje jedynie cenę netto</w:t>
      </w:r>
      <w:r w:rsidR="00E10175" w:rsidRPr="00E10175">
        <w:rPr>
          <w:rFonts w:asciiTheme="minorHAnsi" w:hAnsiTheme="minorHAnsi" w:cstheme="minorHAnsi"/>
          <w:sz w:val="22"/>
          <w:szCs w:val="22"/>
        </w:rPr>
        <w:t>)</w:t>
      </w:r>
      <w:r w:rsidR="00296F38">
        <w:rPr>
          <w:rFonts w:asciiTheme="minorHAnsi" w:hAnsiTheme="minorHAnsi" w:cstheme="minorHAnsi"/>
          <w:sz w:val="22"/>
          <w:szCs w:val="22"/>
        </w:rPr>
        <w:t>.</w:t>
      </w:r>
    </w:p>
    <w:p w14:paraId="3A3E7C31" w14:textId="294B560A" w:rsidR="00397171" w:rsidRDefault="00945042" w:rsidP="00325B00">
      <w:pPr>
        <w:pStyle w:val="Akapitzlist5"/>
        <w:tabs>
          <w:tab w:val="left" w:leader="dot" w:pos="9072"/>
        </w:tabs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945042">
        <w:rPr>
          <w:rFonts w:asciiTheme="minorHAnsi" w:hAnsiTheme="minorHAnsi" w:cstheme="minorHAnsi"/>
          <w:sz w:val="22"/>
          <w:szCs w:val="22"/>
        </w:rPr>
        <w:t>Obowiązek podatkowy u Zamawiającego powstanie w</w:t>
      </w:r>
      <w:r w:rsidR="00B30C2C">
        <w:rPr>
          <w:rFonts w:asciiTheme="minorHAnsi" w:hAnsiTheme="minorHAnsi" w:cstheme="minorHAnsi"/>
          <w:sz w:val="22"/>
          <w:szCs w:val="22"/>
        </w:rPr>
        <w:t> </w:t>
      </w:r>
      <w:r w:rsidRPr="00945042">
        <w:rPr>
          <w:rFonts w:asciiTheme="minorHAnsi" w:hAnsiTheme="minorHAnsi" w:cstheme="minorHAnsi"/>
          <w:sz w:val="22"/>
          <w:szCs w:val="22"/>
        </w:rPr>
        <w:t xml:space="preserve">związku z </w:t>
      </w:r>
      <w:r w:rsidR="000028D0">
        <w:rPr>
          <w:rFonts w:asciiTheme="minorHAnsi" w:hAnsiTheme="minorHAnsi" w:cstheme="minorHAnsi"/>
          <w:sz w:val="22"/>
          <w:szCs w:val="22"/>
        </w:rPr>
        <w:t xml:space="preserve">dostawą towarów </w:t>
      </w:r>
      <w:r w:rsidR="00754933">
        <w:rPr>
          <w:rFonts w:asciiTheme="minorHAnsi" w:hAnsiTheme="minorHAnsi" w:cstheme="minorHAnsi"/>
          <w:sz w:val="22"/>
          <w:szCs w:val="22"/>
        </w:rPr>
        <w:t xml:space="preserve">lub </w:t>
      </w:r>
      <w:r w:rsidRPr="00945042">
        <w:rPr>
          <w:rFonts w:asciiTheme="minorHAnsi" w:hAnsiTheme="minorHAnsi" w:cstheme="minorHAnsi"/>
          <w:sz w:val="22"/>
          <w:szCs w:val="22"/>
        </w:rPr>
        <w:t>świadczeniem przez Wykonawcę następujących usług:</w:t>
      </w:r>
      <w:r w:rsidR="00397171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…………………………………………………………………..</w:t>
      </w:r>
    </w:p>
    <w:p w14:paraId="4092FF34" w14:textId="77777777" w:rsidR="00296F38" w:rsidRDefault="006F0229" w:rsidP="00296F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4D972E5" w14:textId="5F970B22" w:rsidR="00945042" w:rsidRPr="00945042" w:rsidRDefault="00945042" w:rsidP="00296F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sz w:val="22"/>
          <w:szCs w:val="22"/>
        </w:rPr>
        <w:t xml:space="preserve">Wartość </w:t>
      </w:r>
      <w:r w:rsidR="00A2711E">
        <w:rPr>
          <w:rFonts w:asciiTheme="minorHAnsi" w:hAnsiTheme="minorHAnsi" w:cstheme="minorHAnsi"/>
          <w:sz w:val="22"/>
          <w:szCs w:val="22"/>
        </w:rPr>
        <w:t xml:space="preserve">towaru </w:t>
      </w:r>
      <w:r w:rsidR="00112877">
        <w:rPr>
          <w:rFonts w:asciiTheme="minorHAnsi" w:hAnsiTheme="minorHAnsi" w:cstheme="minorHAnsi"/>
          <w:sz w:val="22"/>
          <w:szCs w:val="22"/>
        </w:rPr>
        <w:t xml:space="preserve">lub </w:t>
      </w:r>
      <w:r w:rsidRPr="00945042">
        <w:rPr>
          <w:rFonts w:asciiTheme="minorHAnsi" w:hAnsiTheme="minorHAnsi" w:cstheme="minorHAnsi"/>
          <w:sz w:val="22"/>
          <w:szCs w:val="22"/>
        </w:rPr>
        <w:t>usług</w:t>
      </w:r>
      <w:r w:rsidR="00112877">
        <w:rPr>
          <w:rFonts w:asciiTheme="minorHAnsi" w:hAnsiTheme="minorHAnsi" w:cstheme="minorHAnsi"/>
          <w:sz w:val="22"/>
          <w:szCs w:val="22"/>
        </w:rPr>
        <w:t>i</w:t>
      </w:r>
      <w:r w:rsidRPr="00945042">
        <w:rPr>
          <w:rFonts w:asciiTheme="minorHAnsi" w:hAnsiTheme="minorHAnsi" w:cstheme="minorHAnsi"/>
          <w:sz w:val="22"/>
          <w:szCs w:val="22"/>
        </w:rPr>
        <w:t xml:space="preserve"> powodująca obowiązek podatkowy u Zamawiającego to </w:t>
      </w:r>
      <w:r w:rsidR="00746938">
        <w:rPr>
          <w:rFonts w:asciiTheme="minorHAnsi" w:hAnsiTheme="minorHAnsi" w:cstheme="minorHAnsi"/>
          <w:sz w:val="22"/>
          <w:szCs w:val="22"/>
        </w:rPr>
        <w:tab/>
      </w:r>
      <w:r w:rsidRPr="00945042">
        <w:rPr>
          <w:rFonts w:asciiTheme="minorHAnsi" w:hAnsiTheme="minorHAnsi" w:cstheme="minorHAnsi"/>
          <w:sz w:val="22"/>
          <w:szCs w:val="22"/>
        </w:rPr>
        <w:t xml:space="preserve"> zł netto. Zgodnie z wiedzą Wykonawcy stawka podatku od towarów i usług wynosi </w:t>
      </w:r>
      <w:r w:rsidR="00746938">
        <w:rPr>
          <w:rFonts w:asciiTheme="minorHAnsi" w:hAnsiTheme="minorHAnsi" w:cstheme="minorHAnsi"/>
          <w:sz w:val="22"/>
          <w:szCs w:val="22"/>
        </w:rPr>
        <w:t xml:space="preserve">………… </w:t>
      </w:r>
      <w:r w:rsidRPr="00945042">
        <w:rPr>
          <w:rFonts w:asciiTheme="minorHAnsi" w:hAnsiTheme="minorHAnsi" w:cstheme="minorHAnsi"/>
          <w:sz w:val="22"/>
          <w:szCs w:val="22"/>
        </w:rPr>
        <w:t>%.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7845A1EE" w14:textId="04B98C99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ZASTRZEGAMY / NIE ZASTRZEGAMY* informacje/i stanowiące/</w:t>
      </w:r>
      <w:proofErr w:type="spellStart"/>
      <w:r w:rsidRPr="00847297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847297">
        <w:rPr>
          <w:rFonts w:asciiTheme="minorHAnsi" w:hAnsiTheme="minorHAnsi" w:cstheme="minorHAnsi"/>
          <w:bCs/>
          <w:sz w:val="22"/>
          <w:szCs w:val="22"/>
        </w:rPr>
        <w:t xml:space="preserve"> TAJEMNICĘ PRZEDSIĘBIORSTWA w rozumieniu przepisów o zwalczaniu nieuczciwej konkurencji zgodnie z</w:t>
      </w:r>
      <w:r w:rsidR="00C65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postanowieniami </w:t>
      </w:r>
      <w:r w:rsidRPr="000167FB">
        <w:rPr>
          <w:rFonts w:asciiTheme="minorHAnsi" w:hAnsiTheme="minorHAnsi" w:cstheme="minorHAnsi"/>
          <w:sz w:val="22"/>
          <w:szCs w:val="22"/>
        </w:rPr>
        <w:t>Rozdziału X</w:t>
      </w:r>
      <w:r w:rsidR="00376426" w:rsidRPr="000167FB">
        <w:rPr>
          <w:rFonts w:asciiTheme="minorHAnsi" w:hAnsiTheme="minorHAnsi" w:cstheme="minorHAnsi"/>
          <w:sz w:val="22"/>
          <w:szCs w:val="22"/>
        </w:rPr>
        <w:t>I</w:t>
      </w:r>
      <w:r w:rsidR="005921BC" w:rsidRPr="000167FB">
        <w:rPr>
          <w:rFonts w:asciiTheme="minorHAnsi" w:hAnsiTheme="minorHAnsi" w:cstheme="minorHAnsi"/>
          <w:sz w:val="22"/>
          <w:szCs w:val="22"/>
        </w:rPr>
        <w:t>II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. Do </w:t>
      </w:r>
      <w:r w:rsidR="001D6667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>ferty dołączamy wymagane uzasadnienie.</w:t>
      </w:r>
    </w:p>
    <w:p w14:paraId="4AEFD497" w14:textId="024BA277" w:rsidR="00C9584C" w:rsidRDefault="002347EB" w:rsidP="00C9584C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OŚWIADCZAMY, ż</w:t>
      </w:r>
      <w:r w:rsidR="00AF572A">
        <w:rPr>
          <w:rFonts w:asciiTheme="minorHAnsi" w:hAnsiTheme="minorHAnsi" w:cstheme="minorHAnsi"/>
          <w:b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– za wyjątkiem informacji zawartych </w:t>
      </w:r>
      <w:r w:rsidR="001E227D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pliku o nazwie: „…………………….................” wszelkie załączniki są jawne i nie zawierają informacji stanowiących </w:t>
      </w:r>
      <w:r w:rsidR="001E227D">
        <w:rPr>
          <w:rFonts w:asciiTheme="minorHAnsi" w:hAnsiTheme="minorHAnsi" w:cstheme="minorHAnsi"/>
          <w:bCs/>
          <w:sz w:val="22"/>
          <w:szCs w:val="22"/>
        </w:rPr>
        <w:t>T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>
        <w:rPr>
          <w:rFonts w:asciiTheme="minorHAnsi" w:hAnsiTheme="minorHAnsi" w:cstheme="minorHAnsi"/>
          <w:bCs/>
          <w:sz w:val="22"/>
          <w:szCs w:val="22"/>
        </w:rPr>
        <w:t>P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rzedsiębiorstwa w rozumieniu przepisów o zwalczaniu nieuczciwej konkurencji. Dokumenty stanowiące </w:t>
      </w:r>
      <w:r w:rsidR="001E227D">
        <w:rPr>
          <w:rFonts w:asciiTheme="minorHAnsi" w:hAnsiTheme="minorHAnsi" w:cstheme="minorHAnsi"/>
          <w:bCs/>
          <w:sz w:val="22"/>
          <w:szCs w:val="22"/>
        </w:rPr>
        <w:t>T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>
        <w:rPr>
          <w:rFonts w:asciiTheme="minorHAnsi" w:hAnsiTheme="minorHAnsi" w:cstheme="minorHAnsi"/>
          <w:bCs/>
          <w:sz w:val="22"/>
          <w:szCs w:val="22"/>
        </w:rPr>
        <w:t>P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rzedsiębiorstwa zabezpieczyliśmy zgodnie z wytycznymi zawartymi w </w:t>
      </w:r>
      <w:r w:rsidRPr="000167FB">
        <w:rPr>
          <w:rFonts w:asciiTheme="minorHAnsi" w:hAnsiTheme="minorHAnsi" w:cstheme="minorHAnsi"/>
          <w:sz w:val="22"/>
          <w:szCs w:val="22"/>
        </w:rPr>
        <w:t>Rozdziale X</w:t>
      </w:r>
      <w:r w:rsidR="00376426" w:rsidRPr="000167FB">
        <w:rPr>
          <w:rFonts w:asciiTheme="minorHAnsi" w:hAnsiTheme="minorHAnsi" w:cstheme="minorHAnsi"/>
          <w:sz w:val="22"/>
          <w:szCs w:val="22"/>
        </w:rPr>
        <w:t>I</w:t>
      </w:r>
      <w:r w:rsidR="005921BC" w:rsidRPr="000167FB">
        <w:rPr>
          <w:rFonts w:asciiTheme="minorHAnsi" w:hAnsiTheme="minorHAnsi" w:cstheme="minorHAnsi"/>
          <w:sz w:val="22"/>
          <w:szCs w:val="22"/>
        </w:rPr>
        <w:t>II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>
        <w:rPr>
          <w:rFonts w:asciiTheme="minorHAnsi" w:hAnsiTheme="minorHAnsi" w:cstheme="minorHAnsi"/>
          <w:bCs/>
          <w:sz w:val="22"/>
          <w:szCs w:val="22"/>
        </w:rPr>
        <w:t>Ogłoszenia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2B6360B1" w14:textId="5BCF569A" w:rsidR="00E47A7F" w:rsidRDefault="00C9584C" w:rsidP="00F54854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584C">
        <w:rPr>
          <w:rFonts w:asciiTheme="minorHAnsi" w:eastAsiaTheme="minorEastAsia" w:hAnsiTheme="minorHAnsi" w:cstheme="minorBidi"/>
          <w:sz w:val="22"/>
          <w:szCs w:val="22"/>
        </w:rPr>
        <w:t xml:space="preserve">ZAMIERZAMY/NIE ZAMIERZAMY powierzyć realizację </w:t>
      </w:r>
      <w:r w:rsidR="001D6667">
        <w:rPr>
          <w:rFonts w:asciiTheme="minorHAnsi" w:eastAsiaTheme="minorEastAsia" w:hAnsiTheme="minorHAnsi" w:cstheme="minorBidi"/>
          <w:sz w:val="22"/>
          <w:szCs w:val="22"/>
        </w:rPr>
        <w:t>Z</w:t>
      </w:r>
      <w:r w:rsidRPr="00C9584C">
        <w:rPr>
          <w:rFonts w:asciiTheme="minorHAnsi" w:eastAsiaTheme="minorEastAsia" w:hAnsiTheme="minorHAnsi" w:cstheme="minorBidi"/>
          <w:sz w:val="22"/>
          <w:szCs w:val="22"/>
        </w:rPr>
        <w:t>amówienia w części</w:t>
      </w:r>
      <w:r w:rsidR="0074693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 w:cstheme="minorBidi"/>
          <w:sz w:val="22"/>
          <w:szCs w:val="22"/>
        </w:rPr>
        <w:tab/>
        <w:t xml:space="preserve"> </w:t>
      </w:r>
      <w:r w:rsidRPr="00C9584C">
        <w:rPr>
          <w:rFonts w:asciiTheme="minorHAnsi" w:eastAsiaTheme="minorEastAsia" w:hAnsiTheme="minorHAnsi"/>
          <w:sz w:val="22"/>
          <w:szCs w:val="22"/>
        </w:rPr>
        <w:t>następującym podwykonawcom (należy podać nazwę podwykonawców, jeżeli są już znani)</w:t>
      </w:r>
      <w:r w:rsidR="00F54854">
        <w:rPr>
          <w:rFonts w:asciiTheme="minorHAnsi" w:eastAsiaTheme="minorEastAsia" w:hAnsiTheme="minorHAns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/>
          <w:sz w:val="22"/>
          <w:szCs w:val="22"/>
        </w:rPr>
        <w:tab/>
      </w:r>
      <w:r w:rsidR="00F54854">
        <w:rPr>
          <w:rFonts w:asciiTheme="minorHAnsi" w:eastAsiaTheme="minorEastAsia" w:hAnsiTheme="minorHAnsi"/>
          <w:sz w:val="22"/>
          <w:szCs w:val="22"/>
        </w:rPr>
        <w:tab/>
      </w:r>
    </w:p>
    <w:p w14:paraId="04A00D35" w14:textId="64DE511C" w:rsidR="004F3263" w:rsidRPr="000167FB" w:rsidRDefault="00C347B7" w:rsidP="00853D9E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0167FB">
        <w:rPr>
          <w:rFonts w:asciiTheme="minorHAnsi" w:eastAsiaTheme="minorEastAsia" w:hAnsiTheme="minorHAnsi" w:cstheme="minorBidi"/>
          <w:sz w:val="22"/>
          <w:szCs w:val="22"/>
        </w:rPr>
        <w:t>OŚWIADCZAMY</w:t>
      </w:r>
      <w:r w:rsidR="004F3263" w:rsidRPr="000167FB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00D439D2" w:rsidRPr="000167FB">
        <w:rPr>
          <w:rFonts w:asciiTheme="minorHAnsi" w:eastAsiaTheme="minorEastAsia" w:hAnsiTheme="minorHAnsi" w:cstheme="minorBidi"/>
          <w:sz w:val="22"/>
          <w:szCs w:val="22"/>
        </w:rPr>
        <w:t>że</w:t>
      </w:r>
      <w:r w:rsidR="004F3263" w:rsidRPr="000167FB">
        <w:rPr>
          <w:rFonts w:asciiTheme="minorHAnsi" w:eastAsiaTheme="minorEastAsia" w:hAnsiTheme="minorHAnsi" w:cstheme="minorBidi"/>
          <w:sz w:val="22"/>
          <w:szCs w:val="22"/>
        </w:rPr>
        <w:t xml:space="preserve"> wykazując spełnianie warunków udziału w Postępowaniu </w:t>
      </w:r>
      <w:r w:rsidR="004F3263" w:rsidRPr="000167FB">
        <w:rPr>
          <w:rFonts w:asciiTheme="minorHAnsi" w:eastAsiaTheme="minorEastAsia" w:hAnsiTheme="minorHAnsi" w:cstheme="minorBidi"/>
          <w:b/>
          <w:bCs/>
          <w:sz w:val="22"/>
          <w:szCs w:val="22"/>
        </w:rPr>
        <w:t>będziemy/nie będziemy</w:t>
      </w:r>
      <w:r w:rsidR="007D5AB6" w:rsidRPr="000167FB">
        <w:rPr>
          <w:rFonts w:asciiTheme="minorHAnsi" w:eastAsiaTheme="minorEastAsia" w:hAnsiTheme="minorHAnsi" w:cstheme="minorBidi"/>
          <w:b/>
          <w:bCs/>
          <w:sz w:val="22"/>
          <w:szCs w:val="22"/>
        </w:rPr>
        <w:t>*</w:t>
      </w:r>
      <w:r w:rsidR="004F3263" w:rsidRPr="000167FB">
        <w:rPr>
          <w:rFonts w:asciiTheme="minorHAnsi" w:eastAsiaTheme="minorEastAsia" w:hAnsiTheme="minorHAnsi" w:cstheme="minorBidi"/>
          <w:sz w:val="22"/>
          <w:szCs w:val="22"/>
        </w:rPr>
        <w:t xml:space="preserve"> polegać na zasobach następujących podmiotów:</w:t>
      </w:r>
    </w:p>
    <w:tbl>
      <w:tblPr>
        <w:tblStyle w:val="Tabela-Siatka"/>
        <w:tblW w:w="8659" w:type="dxa"/>
        <w:tblInd w:w="408" w:type="dxa"/>
        <w:tblLook w:val="04A0" w:firstRow="1" w:lastRow="0" w:firstColumn="1" w:lastColumn="0" w:noHBand="0" w:noVBand="1"/>
      </w:tblPr>
      <w:tblGrid>
        <w:gridCol w:w="2139"/>
        <w:gridCol w:w="1984"/>
        <w:gridCol w:w="1701"/>
        <w:gridCol w:w="2835"/>
      </w:tblGrid>
      <w:tr w:rsidR="004F3263" w14:paraId="3FF14DC0" w14:textId="77777777" w:rsidTr="004F3263">
        <w:trPr>
          <w:trHeight w:val="710"/>
        </w:trPr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0B2750FF" w14:textId="77777777" w:rsidR="004F3263" w:rsidRPr="000167F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67FB">
              <w:rPr>
                <w:rFonts w:asciiTheme="minorHAnsi" w:hAnsiTheme="minorHAnsi" w:cstheme="minorHAnsi"/>
                <w:b/>
                <w:sz w:val="18"/>
                <w:szCs w:val="18"/>
              </w:rPr>
              <w:t>Nazwa podmiotu udostępniającego zasoby</w:t>
            </w:r>
          </w:p>
          <w:p w14:paraId="7E5AF696" w14:textId="6F890201" w:rsidR="004F3263" w:rsidRPr="000167F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02B2E24A" w14:textId="77777777" w:rsidR="004F3263" w:rsidRPr="000167F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67FB">
              <w:rPr>
                <w:rFonts w:asciiTheme="minorHAnsi" w:hAnsiTheme="minorHAnsi" w:cstheme="minorHAnsi"/>
                <w:b/>
                <w:sz w:val="18"/>
                <w:szCs w:val="18"/>
              </w:rPr>
              <w:t>Adres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239FE5DC" w14:textId="77777777" w:rsidR="004F3263" w:rsidRPr="000167F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67FB">
              <w:rPr>
                <w:rFonts w:asciiTheme="minorHAnsi" w:hAnsiTheme="minorHAnsi" w:cstheme="minorHAnsi"/>
                <w:b/>
                <w:sz w:val="18"/>
                <w:szCs w:val="18"/>
              </w:rPr>
              <w:t>Dane kontaktowe</w:t>
            </w:r>
          </w:p>
          <w:p w14:paraId="4841EC82" w14:textId="77777777" w:rsidR="004F3263" w:rsidRPr="000167F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67FB">
              <w:rPr>
                <w:rFonts w:asciiTheme="minorHAnsi" w:hAnsiTheme="minorHAnsi" w:cstheme="minorHAnsi"/>
                <w:b/>
                <w:sz w:val="18"/>
                <w:szCs w:val="18"/>
              </w:rPr>
              <w:t>(e-mail, telefon)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241B21ED" w14:textId="440632EC" w:rsidR="004F3263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67F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Zakres udostępnionych zasobów – w przypadku osób wpisać funkcję wskazaną w </w:t>
            </w:r>
            <w:r w:rsidR="004B215A" w:rsidRPr="000167FB">
              <w:rPr>
                <w:rFonts w:asciiTheme="minorHAnsi" w:hAnsiTheme="minorHAnsi" w:cstheme="minorHAnsi"/>
                <w:b/>
                <w:sz w:val="18"/>
                <w:szCs w:val="18"/>
              </w:rPr>
              <w:t>Ogłoszeniu</w:t>
            </w:r>
            <w:r w:rsidR="004B215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4F3263" w14:paraId="476765A9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0919F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F568D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85E9B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20BB1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F3263" w14:paraId="4B263631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3CE7F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5D0A0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178F2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A832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CA45D91" w14:textId="77777777" w:rsidR="00516517" w:rsidRDefault="00516517" w:rsidP="00516517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A53C00" w14:textId="7E87232B" w:rsidR="00E47A7F" w:rsidRPr="00E47A7F" w:rsidRDefault="00AD7A83" w:rsidP="00E47A7F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A7F">
        <w:rPr>
          <w:rFonts w:asciiTheme="minorHAnsi" w:hAnsiTheme="minorHAnsi" w:cstheme="minorBidi"/>
          <w:sz w:val="22"/>
          <w:szCs w:val="22"/>
        </w:rPr>
        <w:t>OŚWIADCZAMY</w:t>
      </w:r>
      <w:r w:rsidR="00E47A7F" w:rsidRPr="00E47A7F">
        <w:rPr>
          <w:rFonts w:asciiTheme="minorHAnsi" w:hAnsiTheme="minorHAnsi" w:cstheme="minorBidi"/>
          <w:sz w:val="22"/>
          <w:szCs w:val="22"/>
        </w:rPr>
        <w:t xml:space="preserve">, że wypełniliśmy obowiązki informacyjne przewidziane w art. 13 lub art. 14 RODO wobec osób fizycznych, od których dane osobowe bezpośrednio lub pośrednio pozyskaliśmy w celu ubiegania się o udzielenie zamówienia publicznego w niniejszym </w:t>
      </w:r>
      <w:r w:rsidR="002318D3">
        <w:rPr>
          <w:rFonts w:asciiTheme="minorHAnsi" w:hAnsiTheme="minorHAnsi" w:cstheme="minorBidi"/>
          <w:sz w:val="22"/>
          <w:szCs w:val="22"/>
        </w:rPr>
        <w:t>P</w:t>
      </w:r>
      <w:r w:rsidR="00E47A7F" w:rsidRPr="00E47A7F">
        <w:rPr>
          <w:rFonts w:asciiTheme="minorHAnsi" w:hAnsiTheme="minorHAnsi" w:cstheme="minorBidi"/>
          <w:sz w:val="22"/>
          <w:szCs w:val="22"/>
        </w:rPr>
        <w:t>ostępowaniu.*</w:t>
      </w:r>
      <w:r w:rsidR="002226B9">
        <w:rPr>
          <w:rFonts w:asciiTheme="minorHAnsi" w:hAnsiTheme="minorHAnsi" w:cstheme="minorBidi"/>
          <w:sz w:val="22"/>
          <w:szCs w:val="22"/>
        </w:rPr>
        <w:t>*</w:t>
      </w:r>
    </w:p>
    <w:p w14:paraId="3716264A" w14:textId="6107EE11" w:rsidR="00E47A7F" w:rsidRPr="00A05939" w:rsidRDefault="00E47A7F" w:rsidP="00F54854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Bidi"/>
          <w:sz w:val="22"/>
          <w:szCs w:val="22"/>
        </w:rPr>
      </w:pPr>
      <w:r w:rsidRPr="00A05939">
        <w:rPr>
          <w:rFonts w:asciiTheme="minorHAnsi" w:hAnsiTheme="minorHAnsi" w:cstheme="minorBidi"/>
          <w:sz w:val="22"/>
          <w:szCs w:val="22"/>
        </w:rPr>
        <w:t xml:space="preserve">W przypadku niedziałania platformy SmartPZP wszelkie informacje i korespondencję w sprawie </w:t>
      </w:r>
      <w:r w:rsidR="00030005">
        <w:rPr>
          <w:rFonts w:asciiTheme="minorHAnsi" w:hAnsiTheme="minorHAnsi" w:cstheme="minorBidi"/>
          <w:sz w:val="22"/>
          <w:szCs w:val="22"/>
        </w:rPr>
        <w:t>P</w:t>
      </w:r>
      <w:r w:rsidRPr="00A05939">
        <w:rPr>
          <w:rFonts w:asciiTheme="minorHAnsi" w:hAnsiTheme="minorHAnsi" w:cstheme="minorBidi"/>
          <w:sz w:val="22"/>
          <w:szCs w:val="22"/>
        </w:rPr>
        <w:t xml:space="preserve">ostępowania prosimy kierować na adres: e-mail </w:t>
      </w:r>
      <w:r w:rsidR="00F54854">
        <w:rPr>
          <w:rFonts w:asciiTheme="minorHAnsi" w:hAnsiTheme="minorHAnsi" w:cstheme="minorBidi"/>
          <w:sz w:val="22"/>
          <w:szCs w:val="22"/>
        </w:rPr>
        <w:tab/>
      </w:r>
      <w:r w:rsidRPr="00A05939">
        <w:rPr>
          <w:rFonts w:asciiTheme="minorHAnsi" w:hAnsiTheme="minorHAnsi" w:cstheme="minorBidi"/>
          <w:sz w:val="22"/>
          <w:szCs w:val="22"/>
        </w:rPr>
        <w:t xml:space="preserve"> a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>w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 xml:space="preserve">przypadku konieczności kontaktu telefonicznego pod nr tel. </w:t>
      </w:r>
      <w:r w:rsidR="00C708C9">
        <w:rPr>
          <w:rFonts w:asciiTheme="minorHAnsi" w:hAnsiTheme="minorHAnsi" w:cstheme="minorBidi"/>
          <w:sz w:val="22"/>
          <w:szCs w:val="22"/>
        </w:rPr>
        <w:tab/>
      </w:r>
    </w:p>
    <w:p w14:paraId="1564B05C" w14:textId="351417B1" w:rsidR="002347EB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1A06">
        <w:rPr>
          <w:rFonts w:asciiTheme="minorHAnsi" w:hAnsiTheme="minorHAnsi" w:cstheme="minorHAnsi"/>
          <w:bCs/>
          <w:sz w:val="22"/>
          <w:szCs w:val="22"/>
        </w:rPr>
        <w:t>WRAZ Z OFERTĄ składamy następujące oświadczenia i dokumenty</w:t>
      </w:r>
      <w:r w:rsidR="00CC4C90" w:rsidRPr="003A0C4E">
        <w:rPr>
          <w:rFonts w:asciiTheme="minorHAnsi" w:hAnsiTheme="minorHAnsi" w:cstheme="minorHAnsi"/>
          <w:bCs/>
          <w:sz w:val="22"/>
          <w:szCs w:val="22"/>
        </w:rPr>
        <w:t>***</w:t>
      </w:r>
      <w:r w:rsidRPr="009B1A0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5B66755" w14:textId="0E65DC11" w:rsidR="00C65443" w:rsidRPr="000167FB" w:rsidRDefault="00C65443" w:rsidP="00BA4B96">
      <w:pPr>
        <w:pStyle w:val="Akapitzlist5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167FB">
        <w:rPr>
          <w:rFonts w:asciiTheme="minorHAnsi" w:hAnsiTheme="minorHAnsi" w:cstheme="minorHAnsi"/>
          <w:i/>
          <w:sz w:val="22"/>
          <w:szCs w:val="22"/>
        </w:rPr>
        <w:t xml:space="preserve">Formularz </w:t>
      </w:r>
      <w:r w:rsidR="0045553B" w:rsidRPr="000167FB">
        <w:rPr>
          <w:rFonts w:asciiTheme="minorHAnsi" w:hAnsiTheme="minorHAnsi" w:cstheme="minorHAnsi"/>
          <w:i/>
          <w:sz w:val="22"/>
          <w:szCs w:val="22"/>
        </w:rPr>
        <w:t>C</w:t>
      </w:r>
      <w:r w:rsidRPr="000167FB">
        <w:rPr>
          <w:rFonts w:asciiTheme="minorHAnsi" w:hAnsiTheme="minorHAnsi" w:cstheme="minorHAnsi"/>
          <w:i/>
          <w:sz w:val="22"/>
          <w:szCs w:val="22"/>
        </w:rPr>
        <w:t>enowy</w:t>
      </w:r>
      <w:r w:rsidR="0006198E">
        <w:rPr>
          <w:rFonts w:asciiTheme="minorHAnsi" w:hAnsiTheme="minorHAnsi" w:cstheme="minorHAnsi"/>
          <w:i/>
          <w:sz w:val="22"/>
          <w:szCs w:val="22"/>
        </w:rPr>
        <w:t>;</w:t>
      </w:r>
    </w:p>
    <w:p w14:paraId="35203C2B" w14:textId="215099E5" w:rsidR="000167FB" w:rsidRPr="000167FB" w:rsidRDefault="000167FB" w:rsidP="0006198E">
      <w:pPr>
        <w:pStyle w:val="Akapitzlist"/>
        <w:numPr>
          <w:ilvl w:val="0"/>
          <w:numId w:val="26"/>
        </w:numPr>
        <w:spacing w:after="120"/>
        <w:ind w:left="714" w:hanging="357"/>
        <w:contextualSpacing w:val="0"/>
        <w:rPr>
          <w:rFonts w:asciiTheme="minorHAnsi" w:hAnsiTheme="minorHAnsi" w:cstheme="minorHAnsi"/>
          <w:i/>
          <w:kern w:val="2"/>
          <w:lang w:eastAsia="ar-SA"/>
        </w:rPr>
      </w:pPr>
      <w:r w:rsidRPr="000167FB">
        <w:rPr>
          <w:rFonts w:asciiTheme="minorHAnsi" w:hAnsiTheme="minorHAnsi" w:cstheme="minorHAnsi"/>
          <w:i/>
          <w:kern w:val="2"/>
          <w:lang w:eastAsia="ar-SA"/>
        </w:rPr>
        <w:t xml:space="preserve">Dokumenty potwierdzające, że Wykonawca </w:t>
      </w:r>
      <w:r w:rsidR="008F5606">
        <w:rPr>
          <w:rFonts w:asciiTheme="minorHAnsi" w:hAnsiTheme="minorHAnsi" w:cstheme="minorHAnsi"/>
          <w:i/>
          <w:kern w:val="2"/>
          <w:lang w:eastAsia="ar-SA"/>
        </w:rPr>
        <w:t xml:space="preserve">jest </w:t>
      </w:r>
      <w:r w:rsidR="008F5606" w:rsidRPr="000167FB">
        <w:rPr>
          <w:rFonts w:asciiTheme="minorHAnsi" w:hAnsiTheme="minorHAnsi" w:cstheme="minorHAnsi"/>
          <w:i/>
          <w:kern w:val="2"/>
          <w:lang w:eastAsia="ar-SA"/>
        </w:rPr>
        <w:t>ubezpiecz</w:t>
      </w:r>
      <w:r w:rsidR="008F5606">
        <w:rPr>
          <w:rFonts w:asciiTheme="minorHAnsi" w:hAnsiTheme="minorHAnsi" w:cstheme="minorHAnsi"/>
          <w:i/>
          <w:kern w:val="2"/>
          <w:lang w:eastAsia="ar-SA"/>
        </w:rPr>
        <w:t>ony</w:t>
      </w:r>
      <w:r w:rsidR="008F5606" w:rsidRPr="000167FB">
        <w:rPr>
          <w:rFonts w:asciiTheme="minorHAnsi" w:hAnsiTheme="minorHAnsi" w:cstheme="minorHAnsi"/>
          <w:i/>
          <w:kern w:val="2"/>
          <w:lang w:eastAsia="ar-SA"/>
        </w:rPr>
        <w:t xml:space="preserve"> </w:t>
      </w:r>
      <w:r w:rsidRPr="000167FB">
        <w:rPr>
          <w:rFonts w:asciiTheme="minorHAnsi" w:hAnsiTheme="minorHAnsi" w:cstheme="minorHAnsi"/>
          <w:i/>
          <w:kern w:val="2"/>
          <w:lang w:eastAsia="ar-SA"/>
        </w:rPr>
        <w:t>od odpowiedzialności cywilnej;</w:t>
      </w:r>
    </w:p>
    <w:p w14:paraId="56E9B765" w14:textId="2C236A6B" w:rsidR="00B74D08" w:rsidRPr="000167FB" w:rsidRDefault="00BA4B96" w:rsidP="00BA4B96">
      <w:pPr>
        <w:pStyle w:val="Akapitzlist5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167FB">
        <w:rPr>
          <w:rFonts w:asciiTheme="minorHAnsi" w:hAnsiTheme="minorHAnsi" w:cstheme="minorHAnsi"/>
          <w:i/>
          <w:sz w:val="22"/>
          <w:szCs w:val="22"/>
        </w:rPr>
        <w:t>Oświadczenie potwierdzające brak podstaw do wykluczenia</w:t>
      </w:r>
      <w:r w:rsidR="00B74D08" w:rsidRPr="000167FB">
        <w:rPr>
          <w:rFonts w:asciiTheme="minorHAnsi" w:hAnsiTheme="minorHAnsi" w:cstheme="minorHAnsi"/>
          <w:i/>
          <w:sz w:val="22"/>
          <w:szCs w:val="22"/>
        </w:rPr>
        <w:t>;</w:t>
      </w:r>
    </w:p>
    <w:p w14:paraId="3A568AD9" w14:textId="09173C44" w:rsidR="000167FB" w:rsidRPr="000167FB" w:rsidRDefault="000167FB" w:rsidP="00BA4B96">
      <w:pPr>
        <w:pStyle w:val="Akapitzlist5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167FB">
        <w:rPr>
          <w:rFonts w:asciiTheme="minorHAnsi" w:hAnsiTheme="minorHAnsi" w:cstheme="minorHAnsi"/>
          <w:i/>
          <w:sz w:val="22"/>
          <w:szCs w:val="22"/>
        </w:rPr>
        <w:t>Wykaz osób</w:t>
      </w:r>
      <w:r w:rsidR="0006198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F5606" w:rsidRPr="005F1B0F">
        <w:rPr>
          <w:rFonts w:asciiTheme="minorHAnsi" w:hAnsiTheme="minorHAnsi" w:cstheme="minorHAnsi"/>
          <w:i/>
          <w:sz w:val="22"/>
          <w:szCs w:val="22"/>
        </w:rPr>
        <w:t>składan</w:t>
      </w:r>
      <w:r w:rsidR="008F5606">
        <w:rPr>
          <w:rFonts w:asciiTheme="minorHAnsi" w:hAnsiTheme="minorHAnsi" w:cstheme="minorHAnsi"/>
          <w:i/>
          <w:sz w:val="22"/>
          <w:szCs w:val="22"/>
        </w:rPr>
        <w:t>y</w:t>
      </w:r>
      <w:r w:rsidR="008F5606" w:rsidRPr="005F1B0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F1B0F" w:rsidRPr="005F1B0F">
        <w:rPr>
          <w:rFonts w:asciiTheme="minorHAnsi" w:hAnsiTheme="minorHAnsi" w:cstheme="minorHAnsi"/>
          <w:i/>
          <w:sz w:val="22"/>
          <w:szCs w:val="22"/>
        </w:rPr>
        <w:t>na potwierdzenie spełnienia warunków udziału w Postępowaniu</w:t>
      </w:r>
      <w:r w:rsidR="0006198E">
        <w:rPr>
          <w:rFonts w:asciiTheme="minorHAnsi" w:hAnsiTheme="minorHAnsi" w:cstheme="minorHAnsi"/>
          <w:i/>
          <w:sz w:val="22"/>
          <w:szCs w:val="22"/>
        </w:rPr>
        <w:t>;</w:t>
      </w:r>
    </w:p>
    <w:p w14:paraId="703596AE" w14:textId="23923060" w:rsidR="00376426" w:rsidRDefault="00C65443" w:rsidP="00BA4B96">
      <w:pPr>
        <w:pStyle w:val="Akapitzlist5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167FB">
        <w:rPr>
          <w:rFonts w:asciiTheme="minorHAnsi" w:hAnsiTheme="minorHAnsi" w:cstheme="minorHAnsi"/>
          <w:i/>
          <w:sz w:val="22"/>
          <w:szCs w:val="22"/>
        </w:rPr>
        <w:t xml:space="preserve">Wykaz osób </w:t>
      </w:r>
      <w:bookmarkStart w:id="3" w:name="_Hlk185499612"/>
      <w:r w:rsidRPr="000167FB">
        <w:rPr>
          <w:rFonts w:asciiTheme="minorHAnsi" w:hAnsiTheme="minorHAnsi" w:cstheme="minorHAnsi"/>
          <w:i/>
          <w:sz w:val="22"/>
          <w:szCs w:val="22"/>
        </w:rPr>
        <w:t>na potrzeby przyznania punktów w ramach kryteriów oceny ofert</w:t>
      </w:r>
      <w:bookmarkEnd w:id="3"/>
      <w:r w:rsidRPr="000167FB">
        <w:rPr>
          <w:rFonts w:asciiTheme="minorHAnsi" w:hAnsiTheme="minorHAnsi" w:cstheme="minorHAnsi"/>
          <w:i/>
          <w:sz w:val="22"/>
          <w:szCs w:val="22"/>
        </w:rPr>
        <w:t>.</w:t>
      </w:r>
    </w:p>
    <w:p w14:paraId="7D247ADA" w14:textId="1F7382A1" w:rsidR="000167FB" w:rsidRPr="000167FB" w:rsidRDefault="000167FB" w:rsidP="00BA4B96">
      <w:pPr>
        <w:pStyle w:val="Akapitzlist5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Inne …………</w:t>
      </w:r>
    </w:p>
    <w:p w14:paraId="05E0B8D2" w14:textId="77777777" w:rsidR="002347EB" w:rsidRPr="00847297" w:rsidRDefault="002347EB" w:rsidP="002347EB">
      <w:pPr>
        <w:spacing w:after="160" w:line="254" w:lineRule="auto"/>
        <w:rPr>
          <w:rFonts w:cstheme="minorHAnsi"/>
        </w:rPr>
      </w:pPr>
    </w:p>
    <w:p w14:paraId="536AC432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p w14:paraId="41F59FB6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586BAE" w14:paraId="0739BE88" w14:textId="77777777" w:rsidTr="00F33FC2">
        <w:tc>
          <w:tcPr>
            <w:tcW w:w="4531" w:type="dxa"/>
          </w:tcPr>
          <w:p w14:paraId="6701E3F7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67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dnia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…………. r.</w:t>
            </w:r>
          </w:p>
        </w:tc>
        <w:tc>
          <w:tcPr>
            <w:tcW w:w="4532" w:type="dxa"/>
          </w:tcPr>
          <w:p w14:paraId="4E936295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586BAE" w14:paraId="706069E5" w14:textId="77777777" w:rsidTr="00F33FC2">
        <w:tc>
          <w:tcPr>
            <w:tcW w:w="4531" w:type="dxa"/>
          </w:tcPr>
          <w:p w14:paraId="4D4F170F" w14:textId="77777777" w:rsidR="00586BAE" w:rsidRPr="00DB3554" w:rsidRDefault="00586BAE" w:rsidP="00F33FC2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6E34885E" w14:textId="77777777" w:rsidR="00586BAE" w:rsidRPr="00DB3554" w:rsidRDefault="00586BAE" w:rsidP="00F33FC2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</w:t>
            </w:r>
            <w:r w:rsidRPr="001C64A0">
              <w:rPr>
                <w:rFonts w:asciiTheme="minorHAnsi" w:hAnsiTheme="minorHAnsi" w:cstheme="minorHAnsi"/>
                <w:i/>
                <w:sz w:val="14"/>
                <w:szCs w:val="14"/>
              </w:rPr>
              <w:t>podpis Wykonawcy/ Pełnomocnika Wykonawcy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)</w:t>
            </w:r>
          </w:p>
        </w:tc>
      </w:tr>
    </w:tbl>
    <w:p w14:paraId="06FCD207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p w14:paraId="499324F2" w14:textId="26680D7A" w:rsidR="002347EB" w:rsidRDefault="002347EB" w:rsidP="002347EB">
      <w:pPr>
        <w:widowControl w:val="0"/>
        <w:suppressAutoHyphens/>
        <w:spacing w:line="100" w:lineRule="atLeast"/>
        <w:rPr>
          <w:rFonts w:cstheme="minorHAnsi"/>
          <w:sz w:val="18"/>
          <w:szCs w:val="18"/>
        </w:rPr>
      </w:pPr>
    </w:p>
    <w:p w14:paraId="7F177CEC" w14:textId="77777777" w:rsidR="00746F9F" w:rsidRDefault="00746F9F" w:rsidP="002347EB">
      <w:pPr>
        <w:widowControl w:val="0"/>
        <w:suppressAutoHyphens/>
        <w:spacing w:line="100" w:lineRule="atLeast"/>
        <w:rPr>
          <w:rFonts w:cstheme="minorHAnsi"/>
          <w:sz w:val="18"/>
          <w:szCs w:val="18"/>
        </w:rPr>
      </w:pPr>
    </w:p>
    <w:p w14:paraId="6019D2EA" w14:textId="39C54A06" w:rsidR="00811A8A" w:rsidRPr="006960DC" w:rsidRDefault="00811A8A" w:rsidP="00102EFA">
      <w:pPr>
        <w:spacing w:after="0" w:line="254" w:lineRule="auto"/>
        <w:rPr>
          <w:rFonts w:cstheme="minorHAnsi"/>
          <w:sz w:val="20"/>
          <w:szCs w:val="20"/>
        </w:rPr>
      </w:pPr>
      <w:r w:rsidRPr="006960DC">
        <w:rPr>
          <w:rFonts w:cstheme="minorHAnsi"/>
          <w:sz w:val="20"/>
          <w:szCs w:val="20"/>
        </w:rPr>
        <w:t xml:space="preserve">* </w:t>
      </w:r>
      <w:r w:rsidR="008F5C0C">
        <w:rPr>
          <w:rFonts w:cstheme="minorHAnsi"/>
          <w:i/>
          <w:iCs/>
          <w:sz w:val="16"/>
          <w:szCs w:val="16"/>
        </w:rPr>
        <w:t>N</w:t>
      </w:r>
      <w:r w:rsidRPr="00102EFA">
        <w:rPr>
          <w:rFonts w:cstheme="minorHAnsi"/>
          <w:i/>
          <w:iCs/>
          <w:sz w:val="16"/>
          <w:szCs w:val="16"/>
        </w:rPr>
        <w:t>iepotrzebne należy skreślić</w:t>
      </w:r>
      <w:r w:rsidR="005165A4">
        <w:rPr>
          <w:rFonts w:cstheme="minorHAnsi"/>
          <w:i/>
          <w:iCs/>
          <w:sz w:val="16"/>
          <w:szCs w:val="16"/>
        </w:rPr>
        <w:t>.</w:t>
      </w:r>
    </w:p>
    <w:p w14:paraId="78549660" w14:textId="331705D7" w:rsidR="00811A8A" w:rsidRDefault="00BD1EEC" w:rsidP="00102EFA">
      <w:pPr>
        <w:pStyle w:val="Akapitzlist5"/>
        <w:spacing w:after="120"/>
        <w:ind w:left="0"/>
        <w:jc w:val="both"/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** 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 xml:space="preserve">W przypadku, gdy Wykonawca nie przekazuje danych osobowych innych niż bezpośrednio jego dotyczących lub zachodzi wyłączenie stosowania obowiązku informacyjnego, stosownie do zapisów art. 13 ust. 4 lub art. 14 ust. 5 RODO treści oświadczenia </w:t>
      </w:r>
      <w:r w:rsidR="00B30C2C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W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ykonawca nie składa (usunięcie treści oświadczenia przez jego przekreślenie)</w:t>
      </w:r>
      <w:r w:rsidR="00102EFA"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.</w:t>
      </w:r>
    </w:p>
    <w:p w14:paraId="01A951CA" w14:textId="4E58A52B" w:rsidR="00CC4C90" w:rsidRPr="00285705" w:rsidRDefault="00CC4C90" w:rsidP="00CC4C90">
      <w:pPr>
        <w:pStyle w:val="Akapitzlist5"/>
        <w:spacing w:after="120"/>
        <w:ind w:left="0"/>
        <w:jc w:val="both"/>
        <w:rPr>
          <w:rFonts w:ascii="Calibri" w:eastAsia="Calibri" w:hAnsi="Calibri" w:cs="Calibri"/>
          <w:b/>
          <w:color w:val="000000" w:themeColor="text1"/>
        </w:rPr>
      </w:pPr>
      <w:r w:rsidRPr="00285705">
        <w:rPr>
          <w:rFonts w:asciiTheme="minorHAnsi" w:hAnsiTheme="minorHAnsi" w:cstheme="minorHAnsi"/>
          <w:color w:val="000000" w:themeColor="text1"/>
          <w:sz w:val="22"/>
          <w:szCs w:val="22"/>
        </w:rPr>
        <w:t>***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 xml:space="preserve"> 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W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skazać zgodnie z załączanymi do Oferty oświadczeniami i dokumentami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.</w:t>
      </w:r>
    </w:p>
    <w:p w14:paraId="1547E1AC" w14:textId="77777777" w:rsidR="00CC4C90" w:rsidRPr="005F1C2D" w:rsidRDefault="00CC4C90" w:rsidP="00102EFA">
      <w:pPr>
        <w:pStyle w:val="Akapitzlist5"/>
        <w:spacing w:after="120"/>
        <w:ind w:left="0"/>
        <w:jc w:val="both"/>
        <w:rPr>
          <w:rFonts w:cstheme="minorHAnsi"/>
          <w:sz w:val="18"/>
          <w:szCs w:val="18"/>
        </w:rPr>
      </w:pPr>
    </w:p>
    <w:sectPr w:rsidR="00CC4C90" w:rsidRPr="005F1C2D" w:rsidSect="00485D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41" w:right="1417" w:bottom="1417" w:left="1417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4F5C" w14:textId="77777777" w:rsidR="002833C6" w:rsidRDefault="002833C6" w:rsidP="00195792">
      <w:pPr>
        <w:spacing w:after="0" w:line="240" w:lineRule="auto"/>
      </w:pPr>
      <w:r>
        <w:separator/>
      </w:r>
    </w:p>
  </w:endnote>
  <w:endnote w:type="continuationSeparator" w:id="0">
    <w:p w14:paraId="519E84A2" w14:textId="77777777" w:rsidR="002833C6" w:rsidRDefault="002833C6" w:rsidP="00195792">
      <w:pPr>
        <w:spacing w:after="0" w:line="240" w:lineRule="auto"/>
      </w:pPr>
      <w:r>
        <w:continuationSeparator/>
      </w:r>
    </w:p>
  </w:endnote>
  <w:endnote w:type="continuationNotice" w:id="1">
    <w:p w14:paraId="14DA4A21" w14:textId="77777777" w:rsidR="002833C6" w:rsidRDefault="002833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7B2C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537BD179" wp14:editId="501FDFCE">
          <wp:extent cx="7551420" cy="640120"/>
          <wp:effectExtent l="0" t="0" r="0" b="762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6835" w14:textId="77777777" w:rsidR="00BF2897" w:rsidRPr="00570CB0" w:rsidRDefault="00BF2897" w:rsidP="00BF2897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6271756B" w14:textId="1C95F604" w:rsidR="00BF2897" w:rsidRPr="00502854" w:rsidRDefault="00BF2897" w:rsidP="00BF2897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>Formularz ofertowy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765CE368" w14:textId="0BB3BE86" w:rsidR="007937E9" w:rsidRPr="0045402F" w:rsidRDefault="007937E9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AFF8" w14:textId="77777777" w:rsidR="00312246" w:rsidRPr="00502854" w:rsidRDefault="00312246" w:rsidP="00570CB0">
    <w:pPr>
      <w:pStyle w:val="Stopka"/>
      <w:spacing w:after="0"/>
      <w:jc w:val="right"/>
      <w:rPr>
        <w:rFonts w:ascii="Calibri Light" w:hAnsi="Calibri Light" w:cs="Calibri Light"/>
        <w:noProof/>
        <w:color w:val="000000" w:themeColor="text1"/>
        <w:sz w:val="20"/>
        <w:szCs w:val="20"/>
      </w:rPr>
    </w:pPr>
  </w:p>
  <w:p w14:paraId="25E399B5" w14:textId="787FDFB2" w:rsidR="00570CB0" w:rsidRPr="00502854" w:rsidRDefault="006F65F5" w:rsidP="006F65F5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>Formularz ofertowy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278C7BB6" w14:textId="2211DBA5" w:rsidR="00BD3BCA" w:rsidRPr="00502854" w:rsidRDefault="00BD3BCA" w:rsidP="00312246">
    <w:pPr>
      <w:pStyle w:val="Stopka"/>
      <w:spacing w:after="0"/>
      <w:ind w:left="-1417"/>
      <w:rPr>
        <w:rFonts w:ascii="Calibri Light" w:hAnsi="Calibri Light" w:cs="Calibri Light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9F031" w14:textId="77777777" w:rsidR="002833C6" w:rsidRDefault="002833C6" w:rsidP="00195792">
      <w:pPr>
        <w:spacing w:after="0" w:line="240" w:lineRule="auto"/>
      </w:pPr>
      <w:r>
        <w:separator/>
      </w:r>
    </w:p>
  </w:footnote>
  <w:footnote w:type="continuationSeparator" w:id="0">
    <w:p w14:paraId="15B80F30" w14:textId="77777777" w:rsidR="002833C6" w:rsidRDefault="002833C6" w:rsidP="00195792">
      <w:pPr>
        <w:spacing w:after="0" w:line="240" w:lineRule="auto"/>
      </w:pPr>
      <w:r>
        <w:continuationSeparator/>
      </w:r>
    </w:p>
  </w:footnote>
  <w:footnote w:type="continuationNotice" w:id="1">
    <w:p w14:paraId="08680BB5" w14:textId="77777777" w:rsidR="002833C6" w:rsidRDefault="002833C6">
      <w:pPr>
        <w:spacing w:after="0" w:line="240" w:lineRule="auto"/>
      </w:pPr>
    </w:p>
  </w:footnote>
  <w:footnote w:id="2">
    <w:p w14:paraId="17F4006B" w14:textId="65D83B72" w:rsidR="009A07EB" w:rsidRPr="00CE1BAB" w:rsidRDefault="009A07EB" w:rsidP="009A07E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E1BAB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CE1BAB">
        <w:rPr>
          <w:rFonts w:asciiTheme="minorHAnsi" w:hAnsiTheme="minorHAnsi" w:cstheme="minorHAnsi"/>
          <w:sz w:val="16"/>
          <w:szCs w:val="16"/>
        </w:rPr>
        <w:t xml:space="preserve"> W przypadku składania wspólnej</w:t>
      </w:r>
      <w:r w:rsidR="002C170D">
        <w:rPr>
          <w:rFonts w:asciiTheme="minorHAnsi" w:hAnsiTheme="minorHAnsi" w:cstheme="minorHAnsi"/>
          <w:sz w:val="16"/>
          <w:szCs w:val="16"/>
        </w:rPr>
        <w:t xml:space="preserve"> O</w:t>
      </w:r>
      <w:r w:rsidRPr="00CE1BAB">
        <w:rPr>
          <w:rFonts w:asciiTheme="minorHAnsi" w:hAnsiTheme="minorHAnsi" w:cstheme="minorHAnsi"/>
          <w:sz w:val="16"/>
          <w:szCs w:val="16"/>
        </w:rPr>
        <w:t xml:space="preserve">ferty należy wpisać dane każdego z podmiotów składającego wspólną </w:t>
      </w:r>
      <w:r w:rsidR="002C170D">
        <w:rPr>
          <w:rFonts w:asciiTheme="minorHAnsi" w:hAnsiTheme="minorHAnsi" w:cstheme="minorHAnsi"/>
          <w:sz w:val="16"/>
          <w:szCs w:val="16"/>
        </w:rPr>
        <w:t>O</w:t>
      </w:r>
      <w:r w:rsidRPr="00CE1BAB">
        <w:rPr>
          <w:rFonts w:asciiTheme="minorHAnsi" w:hAnsiTheme="minorHAnsi" w:cstheme="minorHAnsi"/>
          <w:sz w:val="16"/>
          <w:szCs w:val="16"/>
        </w:rPr>
        <w:t>fertę</w:t>
      </w:r>
      <w:r w:rsidR="002C170D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50D334CA" w14:textId="77777777" w:rsidR="00F92819" w:rsidRDefault="00F92819" w:rsidP="00F92819">
      <w:pPr>
        <w:pStyle w:val="Tekstprzypisudolnego"/>
      </w:pPr>
      <w:r w:rsidRPr="00EC482B">
        <w:rPr>
          <w:rStyle w:val="Odwoanieprzypisudolnego"/>
          <w:rFonts w:asciiTheme="minorHAnsi" w:eastAsiaTheme="majorEastAsia" w:hAnsiTheme="minorHAnsi" w:cstheme="minorHAnsi"/>
        </w:rPr>
        <w:footnoteRef/>
      </w:r>
      <w:r>
        <w:t xml:space="preserve"> </w:t>
      </w:r>
      <w:r w:rsidRPr="00A83093">
        <w:rPr>
          <w:rFonts w:asciiTheme="minorHAnsi" w:hAnsiTheme="minorHAnsi" w:cstheme="minorHAnsi"/>
          <w:sz w:val="16"/>
          <w:szCs w:val="16"/>
        </w:rPr>
        <w:t>Dotyczy polskich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67C5" w14:textId="77777777" w:rsidR="00485DCB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color w:val="808080" w:themeColor="background1" w:themeShade="80"/>
        <w:sz w:val="18"/>
        <w:szCs w:val="18"/>
      </w:rPr>
    </w:pPr>
  </w:p>
  <w:p w14:paraId="5FF97845" w14:textId="6ABBED1B" w:rsidR="00D05C76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Nr postępowania: </w:t>
    </w:r>
    <w:r w:rsidR="00F92819" w:rsidRPr="001F4E05">
      <w:rPr>
        <w:rFonts w:cstheme="minorHAnsi"/>
        <w:i/>
        <w:color w:val="294897"/>
        <w:sz w:val="18"/>
        <w:szCs w:val="18"/>
      </w:rPr>
      <w:t>FZA.2512.50.2024/JMT/66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B1667E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0482" w14:textId="17987517" w:rsidR="002D6DEB" w:rsidRDefault="002D6DEB" w:rsidP="002D6DEB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7371"/>
      </w:tabs>
      <w:rPr>
        <w:rFonts w:asciiTheme="minorHAnsi" w:hAnsiTheme="minorHAnsi"/>
        <w:color w:val="808080" w:themeColor="background1" w:themeShade="80"/>
        <w:sz w:val="18"/>
        <w:szCs w:val="18"/>
      </w:rPr>
    </w:pPr>
  </w:p>
  <w:p w14:paraId="3989A2C1" w14:textId="2ECC1A21" w:rsidR="002D6DEB" w:rsidRPr="00502854" w:rsidRDefault="002D6DEB" w:rsidP="00EF5A70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Nr postępowania: </w:t>
    </w:r>
    <w:r w:rsidR="00F92819" w:rsidRPr="001F4E05">
      <w:rPr>
        <w:rFonts w:cstheme="minorHAnsi"/>
        <w:i/>
        <w:color w:val="294897"/>
        <w:sz w:val="18"/>
        <w:szCs w:val="18"/>
      </w:rPr>
      <w:t>FZA.2512.50.2024/JMT/66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="00EF5A70"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2C170D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  <w:p w14:paraId="1268CF06" w14:textId="7E33BE20" w:rsidR="00BD3BCA" w:rsidRPr="0045402F" w:rsidRDefault="00BD3BCA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763"/>
    <w:multiLevelType w:val="hybridMultilevel"/>
    <w:tmpl w:val="39804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3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57F9C"/>
    <w:multiLevelType w:val="hybridMultilevel"/>
    <w:tmpl w:val="FA428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359F2"/>
    <w:multiLevelType w:val="hybridMultilevel"/>
    <w:tmpl w:val="A970DF66"/>
    <w:lvl w:ilvl="0" w:tplc="71625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587352A"/>
    <w:multiLevelType w:val="hybridMultilevel"/>
    <w:tmpl w:val="ABF2E0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309E4"/>
    <w:multiLevelType w:val="hybridMultilevel"/>
    <w:tmpl w:val="1E1A4CFE"/>
    <w:lvl w:ilvl="0" w:tplc="8E167BD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72DB7"/>
    <w:multiLevelType w:val="hybridMultilevel"/>
    <w:tmpl w:val="9392BB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880D80"/>
    <w:multiLevelType w:val="hybridMultilevel"/>
    <w:tmpl w:val="F572B8EC"/>
    <w:lvl w:ilvl="0" w:tplc="342AA492">
      <w:start w:val="6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5794A"/>
    <w:multiLevelType w:val="hybridMultilevel"/>
    <w:tmpl w:val="10C81A7A"/>
    <w:lvl w:ilvl="0" w:tplc="0186BC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90EAF"/>
    <w:multiLevelType w:val="hybridMultilevel"/>
    <w:tmpl w:val="9DAA2A12"/>
    <w:lvl w:ilvl="0" w:tplc="85266D56">
      <w:start w:val="1"/>
      <w:numFmt w:val="decimal"/>
      <w:lvlText w:val="%1."/>
      <w:lvlJc w:val="left"/>
      <w:pPr>
        <w:ind w:left="135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15FA7"/>
    <w:multiLevelType w:val="hybridMultilevel"/>
    <w:tmpl w:val="D754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472388">
    <w:abstractNumId w:val="1"/>
  </w:num>
  <w:num w:numId="2" w16cid:durableId="1611544848">
    <w:abstractNumId w:val="3"/>
  </w:num>
  <w:num w:numId="3" w16cid:durableId="1969504973">
    <w:abstractNumId w:val="17"/>
  </w:num>
  <w:num w:numId="4" w16cid:durableId="932007972">
    <w:abstractNumId w:val="5"/>
  </w:num>
  <w:num w:numId="5" w16cid:durableId="1004431780">
    <w:abstractNumId w:val="20"/>
  </w:num>
  <w:num w:numId="6" w16cid:durableId="1112170690">
    <w:abstractNumId w:val="31"/>
  </w:num>
  <w:num w:numId="7" w16cid:durableId="119954848">
    <w:abstractNumId w:val="10"/>
  </w:num>
  <w:num w:numId="8" w16cid:durableId="1799645324">
    <w:abstractNumId w:val="19"/>
  </w:num>
  <w:num w:numId="9" w16cid:durableId="926425378">
    <w:abstractNumId w:val="2"/>
  </w:num>
  <w:num w:numId="10" w16cid:durableId="1354914798">
    <w:abstractNumId w:val="6"/>
  </w:num>
  <w:num w:numId="11" w16cid:durableId="1357732629">
    <w:abstractNumId w:val="16"/>
  </w:num>
  <w:num w:numId="12" w16cid:durableId="2077777497">
    <w:abstractNumId w:val="23"/>
  </w:num>
  <w:num w:numId="13" w16cid:durableId="1328945052">
    <w:abstractNumId w:val="26"/>
  </w:num>
  <w:num w:numId="14" w16cid:durableId="1843743867">
    <w:abstractNumId w:val="30"/>
  </w:num>
  <w:num w:numId="15" w16cid:durableId="193928454">
    <w:abstractNumId w:val="14"/>
  </w:num>
  <w:num w:numId="16" w16cid:durableId="565529668">
    <w:abstractNumId w:val="12"/>
  </w:num>
  <w:num w:numId="17" w16cid:durableId="1982492024">
    <w:abstractNumId w:val="22"/>
  </w:num>
  <w:num w:numId="18" w16cid:durableId="1211959433">
    <w:abstractNumId w:val="7"/>
  </w:num>
  <w:num w:numId="19" w16cid:durableId="1920091200">
    <w:abstractNumId w:val="32"/>
  </w:num>
  <w:num w:numId="20" w16cid:durableId="853612146">
    <w:abstractNumId w:val="8"/>
  </w:num>
  <w:num w:numId="21" w16cid:durableId="154076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6640379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7520213">
    <w:abstractNumId w:val="13"/>
  </w:num>
  <w:num w:numId="24" w16cid:durableId="16449646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4778103">
    <w:abstractNumId w:val="29"/>
  </w:num>
  <w:num w:numId="26" w16cid:durableId="168838125">
    <w:abstractNumId w:val="21"/>
  </w:num>
  <w:num w:numId="27" w16cid:durableId="850030754">
    <w:abstractNumId w:val="33"/>
  </w:num>
  <w:num w:numId="28" w16cid:durableId="1813519327">
    <w:abstractNumId w:val="11"/>
  </w:num>
  <w:num w:numId="29" w16cid:durableId="1141383317">
    <w:abstractNumId w:val="0"/>
  </w:num>
  <w:num w:numId="30" w16cid:durableId="2094353352">
    <w:abstractNumId w:val="25"/>
  </w:num>
  <w:num w:numId="31" w16cid:durableId="2043895539">
    <w:abstractNumId w:val="15"/>
  </w:num>
  <w:num w:numId="32" w16cid:durableId="1127579001">
    <w:abstractNumId w:val="4"/>
  </w:num>
  <w:num w:numId="33" w16cid:durableId="389616186">
    <w:abstractNumId w:val="18"/>
  </w:num>
  <w:num w:numId="34" w16cid:durableId="2089226064">
    <w:abstractNumId w:val="24"/>
  </w:num>
  <w:num w:numId="35" w16cid:durableId="6504448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attachedTemplate r:id="rId1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EB"/>
    <w:rsid w:val="00000EA3"/>
    <w:rsid w:val="000028D0"/>
    <w:rsid w:val="0000361C"/>
    <w:rsid w:val="00003EB2"/>
    <w:rsid w:val="00007E8B"/>
    <w:rsid w:val="000119C1"/>
    <w:rsid w:val="000167FB"/>
    <w:rsid w:val="000170D4"/>
    <w:rsid w:val="00021EAF"/>
    <w:rsid w:val="00022374"/>
    <w:rsid w:val="000226E2"/>
    <w:rsid w:val="00026FAB"/>
    <w:rsid w:val="00030005"/>
    <w:rsid w:val="00032E63"/>
    <w:rsid w:val="0004033A"/>
    <w:rsid w:val="000427C6"/>
    <w:rsid w:val="00042F76"/>
    <w:rsid w:val="00042FF3"/>
    <w:rsid w:val="00043FD5"/>
    <w:rsid w:val="000451CF"/>
    <w:rsid w:val="000452F3"/>
    <w:rsid w:val="00045D0C"/>
    <w:rsid w:val="00050E68"/>
    <w:rsid w:val="00050EC2"/>
    <w:rsid w:val="000527ED"/>
    <w:rsid w:val="00054140"/>
    <w:rsid w:val="000575FC"/>
    <w:rsid w:val="0006013C"/>
    <w:rsid w:val="0006022C"/>
    <w:rsid w:val="0006198E"/>
    <w:rsid w:val="000662F6"/>
    <w:rsid w:val="0007125F"/>
    <w:rsid w:val="00071A30"/>
    <w:rsid w:val="000737F7"/>
    <w:rsid w:val="000766BC"/>
    <w:rsid w:val="00082BBF"/>
    <w:rsid w:val="000919D8"/>
    <w:rsid w:val="000A2BF4"/>
    <w:rsid w:val="000A4FC4"/>
    <w:rsid w:val="000A76AE"/>
    <w:rsid w:val="000B00FD"/>
    <w:rsid w:val="000B21D6"/>
    <w:rsid w:val="000B547A"/>
    <w:rsid w:val="000B7758"/>
    <w:rsid w:val="000C096C"/>
    <w:rsid w:val="000C0D55"/>
    <w:rsid w:val="000C1197"/>
    <w:rsid w:val="000C2757"/>
    <w:rsid w:val="000C2A5F"/>
    <w:rsid w:val="000C37D6"/>
    <w:rsid w:val="000D1766"/>
    <w:rsid w:val="000E1A98"/>
    <w:rsid w:val="000E2DCB"/>
    <w:rsid w:val="000E6760"/>
    <w:rsid w:val="000F2034"/>
    <w:rsid w:val="000F26AA"/>
    <w:rsid w:val="000F5D2D"/>
    <w:rsid w:val="000F78BB"/>
    <w:rsid w:val="001006A9"/>
    <w:rsid w:val="00102EFA"/>
    <w:rsid w:val="00107495"/>
    <w:rsid w:val="001075D9"/>
    <w:rsid w:val="00112877"/>
    <w:rsid w:val="00115259"/>
    <w:rsid w:val="0011559A"/>
    <w:rsid w:val="001213AA"/>
    <w:rsid w:val="00122B27"/>
    <w:rsid w:val="00123E72"/>
    <w:rsid w:val="00124E73"/>
    <w:rsid w:val="00130326"/>
    <w:rsid w:val="001306BD"/>
    <w:rsid w:val="00133429"/>
    <w:rsid w:val="00145617"/>
    <w:rsid w:val="00151F48"/>
    <w:rsid w:val="00155617"/>
    <w:rsid w:val="001635C8"/>
    <w:rsid w:val="001652BC"/>
    <w:rsid w:val="001661B0"/>
    <w:rsid w:val="00166EF5"/>
    <w:rsid w:val="001700FA"/>
    <w:rsid w:val="00177B3F"/>
    <w:rsid w:val="001800F3"/>
    <w:rsid w:val="00182A9B"/>
    <w:rsid w:val="0018675F"/>
    <w:rsid w:val="00195792"/>
    <w:rsid w:val="00197CC7"/>
    <w:rsid w:val="001A0B37"/>
    <w:rsid w:val="001A7E00"/>
    <w:rsid w:val="001B1AAB"/>
    <w:rsid w:val="001B3D4B"/>
    <w:rsid w:val="001B46FA"/>
    <w:rsid w:val="001B7E43"/>
    <w:rsid w:val="001C011D"/>
    <w:rsid w:val="001D03DC"/>
    <w:rsid w:val="001D1E1E"/>
    <w:rsid w:val="001D343F"/>
    <w:rsid w:val="001D4222"/>
    <w:rsid w:val="001D6667"/>
    <w:rsid w:val="001D733D"/>
    <w:rsid w:val="001E227D"/>
    <w:rsid w:val="001E2C2D"/>
    <w:rsid w:val="001E47CA"/>
    <w:rsid w:val="001E7603"/>
    <w:rsid w:val="001E77C6"/>
    <w:rsid w:val="001E7DF1"/>
    <w:rsid w:val="001F4602"/>
    <w:rsid w:val="00200072"/>
    <w:rsid w:val="002012D1"/>
    <w:rsid w:val="002018CF"/>
    <w:rsid w:val="00202616"/>
    <w:rsid w:val="00206615"/>
    <w:rsid w:val="0020683F"/>
    <w:rsid w:val="00210EAC"/>
    <w:rsid w:val="00220051"/>
    <w:rsid w:val="002226B9"/>
    <w:rsid w:val="002234D3"/>
    <w:rsid w:val="00223AF5"/>
    <w:rsid w:val="00223AFD"/>
    <w:rsid w:val="002276AA"/>
    <w:rsid w:val="00227AD9"/>
    <w:rsid w:val="002318D3"/>
    <w:rsid w:val="00232CF1"/>
    <w:rsid w:val="00233418"/>
    <w:rsid w:val="002347EB"/>
    <w:rsid w:val="00237C6F"/>
    <w:rsid w:val="00237F7F"/>
    <w:rsid w:val="0024158E"/>
    <w:rsid w:val="00243B1F"/>
    <w:rsid w:val="00246877"/>
    <w:rsid w:val="00247E17"/>
    <w:rsid w:val="00253670"/>
    <w:rsid w:val="00253C0D"/>
    <w:rsid w:val="0025415B"/>
    <w:rsid w:val="002555D5"/>
    <w:rsid w:val="002648CE"/>
    <w:rsid w:val="00265448"/>
    <w:rsid w:val="00272F77"/>
    <w:rsid w:val="0027471D"/>
    <w:rsid w:val="002765B3"/>
    <w:rsid w:val="00280BBD"/>
    <w:rsid w:val="00280F3B"/>
    <w:rsid w:val="00281E14"/>
    <w:rsid w:val="002833C6"/>
    <w:rsid w:val="00285705"/>
    <w:rsid w:val="00292C01"/>
    <w:rsid w:val="002931DE"/>
    <w:rsid w:val="00296F38"/>
    <w:rsid w:val="002B24E9"/>
    <w:rsid w:val="002B5AD4"/>
    <w:rsid w:val="002B5EEB"/>
    <w:rsid w:val="002B72B3"/>
    <w:rsid w:val="002C0151"/>
    <w:rsid w:val="002C170D"/>
    <w:rsid w:val="002C5B16"/>
    <w:rsid w:val="002D1400"/>
    <w:rsid w:val="002D6DEB"/>
    <w:rsid w:val="002D767D"/>
    <w:rsid w:val="002E558B"/>
    <w:rsid w:val="002E5ABE"/>
    <w:rsid w:val="002E7629"/>
    <w:rsid w:val="002F1C7E"/>
    <w:rsid w:val="002F50F1"/>
    <w:rsid w:val="002F58AA"/>
    <w:rsid w:val="0030165E"/>
    <w:rsid w:val="0030186C"/>
    <w:rsid w:val="00301881"/>
    <w:rsid w:val="00302139"/>
    <w:rsid w:val="0030236D"/>
    <w:rsid w:val="0030352E"/>
    <w:rsid w:val="0030372B"/>
    <w:rsid w:val="00304551"/>
    <w:rsid w:val="00305131"/>
    <w:rsid w:val="00305F79"/>
    <w:rsid w:val="0030655C"/>
    <w:rsid w:val="00306DFF"/>
    <w:rsid w:val="0031043A"/>
    <w:rsid w:val="00310C92"/>
    <w:rsid w:val="00312246"/>
    <w:rsid w:val="003213FE"/>
    <w:rsid w:val="003228A5"/>
    <w:rsid w:val="0032477E"/>
    <w:rsid w:val="00325B00"/>
    <w:rsid w:val="00326C14"/>
    <w:rsid w:val="00334E88"/>
    <w:rsid w:val="00337132"/>
    <w:rsid w:val="00337705"/>
    <w:rsid w:val="003426BE"/>
    <w:rsid w:val="00343DDD"/>
    <w:rsid w:val="00344F9A"/>
    <w:rsid w:val="00346997"/>
    <w:rsid w:val="00347392"/>
    <w:rsid w:val="003502C9"/>
    <w:rsid w:val="0035316F"/>
    <w:rsid w:val="00354C5D"/>
    <w:rsid w:val="00356226"/>
    <w:rsid w:val="003613F4"/>
    <w:rsid w:val="00367D02"/>
    <w:rsid w:val="003733F2"/>
    <w:rsid w:val="00376426"/>
    <w:rsid w:val="00377E40"/>
    <w:rsid w:val="00377F23"/>
    <w:rsid w:val="003802A5"/>
    <w:rsid w:val="003809AF"/>
    <w:rsid w:val="00380C71"/>
    <w:rsid w:val="00381AC7"/>
    <w:rsid w:val="0038239F"/>
    <w:rsid w:val="00383987"/>
    <w:rsid w:val="00390A32"/>
    <w:rsid w:val="00396806"/>
    <w:rsid w:val="00396EFB"/>
    <w:rsid w:val="00397171"/>
    <w:rsid w:val="003A011F"/>
    <w:rsid w:val="003A083B"/>
    <w:rsid w:val="003A27E0"/>
    <w:rsid w:val="003A2F02"/>
    <w:rsid w:val="003A3831"/>
    <w:rsid w:val="003A3EC5"/>
    <w:rsid w:val="003A4C80"/>
    <w:rsid w:val="003A634A"/>
    <w:rsid w:val="003A7B18"/>
    <w:rsid w:val="003B0436"/>
    <w:rsid w:val="003B1F67"/>
    <w:rsid w:val="003B31FF"/>
    <w:rsid w:val="003C10A9"/>
    <w:rsid w:val="003C180D"/>
    <w:rsid w:val="003C4EE4"/>
    <w:rsid w:val="003C723A"/>
    <w:rsid w:val="003D1E50"/>
    <w:rsid w:val="003D6A34"/>
    <w:rsid w:val="003D7C1F"/>
    <w:rsid w:val="003E10A9"/>
    <w:rsid w:val="003E1CB4"/>
    <w:rsid w:val="003E2F0E"/>
    <w:rsid w:val="003E2F4B"/>
    <w:rsid w:val="003E330E"/>
    <w:rsid w:val="003E4BF9"/>
    <w:rsid w:val="003F2996"/>
    <w:rsid w:val="003F3567"/>
    <w:rsid w:val="003F3808"/>
    <w:rsid w:val="003F5C33"/>
    <w:rsid w:val="00400A19"/>
    <w:rsid w:val="00401913"/>
    <w:rsid w:val="00401945"/>
    <w:rsid w:val="00404D95"/>
    <w:rsid w:val="004100C2"/>
    <w:rsid w:val="0041496B"/>
    <w:rsid w:val="00416E74"/>
    <w:rsid w:val="00423F84"/>
    <w:rsid w:val="0042566A"/>
    <w:rsid w:val="0042695A"/>
    <w:rsid w:val="004276D3"/>
    <w:rsid w:val="00433473"/>
    <w:rsid w:val="00434AA0"/>
    <w:rsid w:val="004419AB"/>
    <w:rsid w:val="00441EC6"/>
    <w:rsid w:val="004469D8"/>
    <w:rsid w:val="0045402F"/>
    <w:rsid w:val="0045553B"/>
    <w:rsid w:val="00460B2E"/>
    <w:rsid w:val="0046669A"/>
    <w:rsid w:val="004714B3"/>
    <w:rsid w:val="00485DCB"/>
    <w:rsid w:val="00486A47"/>
    <w:rsid w:val="00486DF0"/>
    <w:rsid w:val="00490221"/>
    <w:rsid w:val="004937E2"/>
    <w:rsid w:val="00496DFC"/>
    <w:rsid w:val="004A17AF"/>
    <w:rsid w:val="004A2338"/>
    <w:rsid w:val="004A3920"/>
    <w:rsid w:val="004A4FB0"/>
    <w:rsid w:val="004B2008"/>
    <w:rsid w:val="004B215A"/>
    <w:rsid w:val="004B38DE"/>
    <w:rsid w:val="004B600D"/>
    <w:rsid w:val="004C0A84"/>
    <w:rsid w:val="004C3EFB"/>
    <w:rsid w:val="004C4D17"/>
    <w:rsid w:val="004C72D3"/>
    <w:rsid w:val="004D0693"/>
    <w:rsid w:val="004D261E"/>
    <w:rsid w:val="004D43B8"/>
    <w:rsid w:val="004E1F1C"/>
    <w:rsid w:val="004E5DC5"/>
    <w:rsid w:val="004E5F27"/>
    <w:rsid w:val="004F0E82"/>
    <w:rsid w:val="004F1719"/>
    <w:rsid w:val="004F3263"/>
    <w:rsid w:val="004F4FCF"/>
    <w:rsid w:val="004F7C24"/>
    <w:rsid w:val="004F7E39"/>
    <w:rsid w:val="00502854"/>
    <w:rsid w:val="005045A6"/>
    <w:rsid w:val="005076CB"/>
    <w:rsid w:val="00507C54"/>
    <w:rsid w:val="0051003A"/>
    <w:rsid w:val="00513D26"/>
    <w:rsid w:val="00516517"/>
    <w:rsid w:val="005165A4"/>
    <w:rsid w:val="00532136"/>
    <w:rsid w:val="005349F6"/>
    <w:rsid w:val="00534C94"/>
    <w:rsid w:val="0053645F"/>
    <w:rsid w:val="005378FF"/>
    <w:rsid w:val="00537990"/>
    <w:rsid w:val="00545518"/>
    <w:rsid w:val="00550B04"/>
    <w:rsid w:val="005518BE"/>
    <w:rsid w:val="005572D2"/>
    <w:rsid w:val="00560308"/>
    <w:rsid w:val="00560C27"/>
    <w:rsid w:val="00563456"/>
    <w:rsid w:val="00567712"/>
    <w:rsid w:val="0056799F"/>
    <w:rsid w:val="00570656"/>
    <w:rsid w:val="00570CB0"/>
    <w:rsid w:val="00571F66"/>
    <w:rsid w:val="005732D6"/>
    <w:rsid w:val="00575B33"/>
    <w:rsid w:val="0057610E"/>
    <w:rsid w:val="00576550"/>
    <w:rsid w:val="005813D0"/>
    <w:rsid w:val="00585C49"/>
    <w:rsid w:val="00586BAE"/>
    <w:rsid w:val="0059120A"/>
    <w:rsid w:val="005921BC"/>
    <w:rsid w:val="00596529"/>
    <w:rsid w:val="00596F84"/>
    <w:rsid w:val="005A0255"/>
    <w:rsid w:val="005A1C18"/>
    <w:rsid w:val="005A3821"/>
    <w:rsid w:val="005A47C3"/>
    <w:rsid w:val="005A50F6"/>
    <w:rsid w:val="005A5B0C"/>
    <w:rsid w:val="005A75D0"/>
    <w:rsid w:val="005B0138"/>
    <w:rsid w:val="005B1B74"/>
    <w:rsid w:val="005B4EFE"/>
    <w:rsid w:val="005C56A4"/>
    <w:rsid w:val="005D2877"/>
    <w:rsid w:val="005D3989"/>
    <w:rsid w:val="005D3D9F"/>
    <w:rsid w:val="005E1595"/>
    <w:rsid w:val="005E5884"/>
    <w:rsid w:val="005F0106"/>
    <w:rsid w:val="005F02A8"/>
    <w:rsid w:val="005F1734"/>
    <w:rsid w:val="005F1B0F"/>
    <w:rsid w:val="005F2E23"/>
    <w:rsid w:val="005F4B5E"/>
    <w:rsid w:val="005F4C24"/>
    <w:rsid w:val="005F5520"/>
    <w:rsid w:val="005F6D84"/>
    <w:rsid w:val="00600AAC"/>
    <w:rsid w:val="006017F6"/>
    <w:rsid w:val="00601ACF"/>
    <w:rsid w:val="0061092E"/>
    <w:rsid w:val="0061165E"/>
    <w:rsid w:val="00612B6D"/>
    <w:rsid w:val="00616340"/>
    <w:rsid w:val="0061636D"/>
    <w:rsid w:val="006227A0"/>
    <w:rsid w:val="00623D33"/>
    <w:rsid w:val="006261EA"/>
    <w:rsid w:val="006276A4"/>
    <w:rsid w:val="00627A3F"/>
    <w:rsid w:val="0063023B"/>
    <w:rsid w:val="00637231"/>
    <w:rsid w:val="00643378"/>
    <w:rsid w:val="00651943"/>
    <w:rsid w:val="00655E19"/>
    <w:rsid w:val="006564E0"/>
    <w:rsid w:val="00660CA2"/>
    <w:rsid w:val="006622FA"/>
    <w:rsid w:val="00664D86"/>
    <w:rsid w:val="0066519B"/>
    <w:rsid w:val="00666E3E"/>
    <w:rsid w:val="0067207D"/>
    <w:rsid w:val="0067764A"/>
    <w:rsid w:val="00686700"/>
    <w:rsid w:val="00687E44"/>
    <w:rsid w:val="006928FD"/>
    <w:rsid w:val="0069664E"/>
    <w:rsid w:val="0069742B"/>
    <w:rsid w:val="00697FA8"/>
    <w:rsid w:val="006A13A8"/>
    <w:rsid w:val="006A191C"/>
    <w:rsid w:val="006B1E99"/>
    <w:rsid w:val="006B5FC3"/>
    <w:rsid w:val="006B667B"/>
    <w:rsid w:val="006C0A09"/>
    <w:rsid w:val="006C0AE6"/>
    <w:rsid w:val="006C0DB8"/>
    <w:rsid w:val="006C26D6"/>
    <w:rsid w:val="006C415D"/>
    <w:rsid w:val="006C78D5"/>
    <w:rsid w:val="006D03F6"/>
    <w:rsid w:val="006D24FA"/>
    <w:rsid w:val="006D6669"/>
    <w:rsid w:val="006D71A8"/>
    <w:rsid w:val="006D7882"/>
    <w:rsid w:val="006E2FE1"/>
    <w:rsid w:val="006F0229"/>
    <w:rsid w:val="006F041B"/>
    <w:rsid w:val="006F2484"/>
    <w:rsid w:val="006F5D62"/>
    <w:rsid w:val="006F65F5"/>
    <w:rsid w:val="00700307"/>
    <w:rsid w:val="00701006"/>
    <w:rsid w:val="0070423E"/>
    <w:rsid w:val="007050BD"/>
    <w:rsid w:val="00705A6C"/>
    <w:rsid w:val="00710B3E"/>
    <w:rsid w:val="00710D0D"/>
    <w:rsid w:val="00711CA7"/>
    <w:rsid w:val="0071684E"/>
    <w:rsid w:val="0072464D"/>
    <w:rsid w:val="007305F3"/>
    <w:rsid w:val="0073147F"/>
    <w:rsid w:val="007315C2"/>
    <w:rsid w:val="007315C3"/>
    <w:rsid w:val="00732875"/>
    <w:rsid w:val="007338F3"/>
    <w:rsid w:val="00735F09"/>
    <w:rsid w:val="00736D22"/>
    <w:rsid w:val="007375E3"/>
    <w:rsid w:val="00740AD5"/>
    <w:rsid w:val="00740FB1"/>
    <w:rsid w:val="0074487D"/>
    <w:rsid w:val="00746938"/>
    <w:rsid w:val="00746F9F"/>
    <w:rsid w:val="007536CA"/>
    <w:rsid w:val="00754933"/>
    <w:rsid w:val="007578CF"/>
    <w:rsid w:val="007618DD"/>
    <w:rsid w:val="00770F6D"/>
    <w:rsid w:val="007771EB"/>
    <w:rsid w:val="007803BB"/>
    <w:rsid w:val="00780660"/>
    <w:rsid w:val="0078258E"/>
    <w:rsid w:val="007937E9"/>
    <w:rsid w:val="007A5D43"/>
    <w:rsid w:val="007A68A4"/>
    <w:rsid w:val="007A7999"/>
    <w:rsid w:val="007B1F70"/>
    <w:rsid w:val="007B327E"/>
    <w:rsid w:val="007C0CE7"/>
    <w:rsid w:val="007C2BBF"/>
    <w:rsid w:val="007C3418"/>
    <w:rsid w:val="007C67D4"/>
    <w:rsid w:val="007C6E90"/>
    <w:rsid w:val="007C70F9"/>
    <w:rsid w:val="007D4F12"/>
    <w:rsid w:val="007D5AB6"/>
    <w:rsid w:val="007D6113"/>
    <w:rsid w:val="007D6563"/>
    <w:rsid w:val="007D7A49"/>
    <w:rsid w:val="007E3EF8"/>
    <w:rsid w:val="007E4DC6"/>
    <w:rsid w:val="007F0652"/>
    <w:rsid w:val="007F2742"/>
    <w:rsid w:val="007F3E9B"/>
    <w:rsid w:val="007F44F4"/>
    <w:rsid w:val="007F723D"/>
    <w:rsid w:val="00802DA0"/>
    <w:rsid w:val="00803A30"/>
    <w:rsid w:val="008052D6"/>
    <w:rsid w:val="00807D99"/>
    <w:rsid w:val="00810D13"/>
    <w:rsid w:val="0081147D"/>
    <w:rsid w:val="00811A8A"/>
    <w:rsid w:val="008123EC"/>
    <w:rsid w:val="00813DBC"/>
    <w:rsid w:val="008220E5"/>
    <w:rsid w:val="008273B7"/>
    <w:rsid w:val="00827D33"/>
    <w:rsid w:val="008322B8"/>
    <w:rsid w:val="008323D4"/>
    <w:rsid w:val="008354EF"/>
    <w:rsid w:val="00835924"/>
    <w:rsid w:val="00836248"/>
    <w:rsid w:val="00837F6F"/>
    <w:rsid w:val="00840159"/>
    <w:rsid w:val="00844730"/>
    <w:rsid w:val="00846986"/>
    <w:rsid w:val="0084756A"/>
    <w:rsid w:val="00847ABD"/>
    <w:rsid w:val="008532C9"/>
    <w:rsid w:val="00853D9E"/>
    <w:rsid w:val="0085467C"/>
    <w:rsid w:val="00855FE7"/>
    <w:rsid w:val="008637D9"/>
    <w:rsid w:val="008639DF"/>
    <w:rsid w:val="008645EB"/>
    <w:rsid w:val="0086692D"/>
    <w:rsid w:val="008707CB"/>
    <w:rsid w:val="00872AEA"/>
    <w:rsid w:val="00880439"/>
    <w:rsid w:val="00883B37"/>
    <w:rsid w:val="0088468D"/>
    <w:rsid w:val="008866AC"/>
    <w:rsid w:val="00891FAC"/>
    <w:rsid w:val="008A1948"/>
    <w:rsid w:val="008A20A1"/>
    <w:rsid w:val="008A2F22"/>
    <w:rsid w:val="008A5877"/>
    <w:rsid w:val="008A6F1E"/>
    <w:rsid w:val="008C32C1"/>
    <w:rsid w:val="008C48C0"/>
    <w:rsid w:val="008D0714"/>
    <w:rsid w:val="008D250A"/>
    <w:rsid w:val="008F49A0"/>
    <w:rsid w:val="008F5606"/>
    <w:rsid w:val="008F5C0C"/>
    <w:rsid w:val="00901347"/>
    <w:rsid w:val="009023C9"/>
    <w:rsid w:val="00902911"/>
    <w:rsid w:val="009036B4"/>
    <w:rsid w:val="00903798"/>
    <w:rsid w:val="00906603"/>
    <w:rsid w:val="0090793F"/>
    <w:rsid w:val="00907B33"/>
    <w:rsid w:val="00907B36"/>
    <w:rsid w:val="009100CD"/>
    <w:rsid w:val="009211C0"/>
    <w:rsid w:val="0092146C"/>
    <w:rsid w:val="00924B77"/>
    <w:rsid w:val="009272EF"/>
    <w:rsid w:val="00930383"/>
    <w:rsid w:val="00931F7A"/>
    <w:rsid w:val="00934185"/>
    <w:rsid w:val="00940791"/>
    <w:rsid w:val="00943A66"/>
    <w:rsid w:val="00945042"/>
    <w:rsid w:val="00947052"/>
    <w:rsid w:val="009559C0"/>
    <w:rsid w:val="0095679C"/>
    <w:rsid w:val="00957CC5"/>
    <w:rsid w:val="0096038E"/>
    <w:rsid w:val="00962937"/>
    <w:rsid w:val="00966DF5"/>
    <w:rsid w:val="00967BEF"/>
    <w:rsid w:val="00967BF7"/>
    <w:rsid w:val="00980EA7"/>
    <w:rsid w:val="00981CF3"/>
    <w:rsid w:val="00982A35"/>
    <w:rsid w:val="009832B3"/>
    <w:rsid w:val="00983665"/>
    <w:rsid w:val="00986A5C"/>
    <w:rsid w:val="00990925"/>
    <w:rsid w:val="00991474"/>
    <w:rsid w:val="00991D88"/>
    <w:rsid w:val="00993DD9"/>
    <w:rsid w:val="00994CD3"/>
    <w:rsid w:val="009A07EB"/>
    <w:rsid w:val="009A28BE"/>
    <w:rsid w:val="009A7797"/>
    <w:rsid w:val="009B09A0"/>
    <w:rsid w:val="009B12E1"/>
    <w:rsid w:val="009B3718"/>
    <w:rsid w:val="009B3A49"/>
    <w:rsid w:val="009B64A7"/>
    <w:rsid w:val="009B6823"/>
    <w:rsid w:val="009B78BD"/>
    <w:rsid w:val="009C0C1A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47C3"/>
    <w:rsid w:val="009E5CDC"/>
    <w:rsid w:val="009F158B"/>
    <w:rsid w:val="009F2E81"/>
    <w:rsid w:val="009F4BD0"/>
    <w:rsid w:val="009F7BCC"/>
    <w:rsid w:val="009F7DF0"/>
    <w:rsid w:val="00A04F22"/>
    <w:rsid w:val="00A059A2"/>
    <w:rsid w:val="00A05AE8"/>
    <w:rsid w:val="00A076F4"/>
    <w:rsid w:val="00A07880"/>
    <w:rsid w:val="00A10633"/>
    <w:rsid w:val="00A11854"/>
    <w:rsid w:val="00A128F3"/>
    <w:rsid w:val="00A154A2"/>
    <w:rsid w:val="00A20C6D"/>
    <w:rsid w:val="00A2711E"/>
    <w:rsid w:val="00A305A9"/>
    <w:rsid w:val="00A35710"/>
    <w:rsid w:val="00A376CA"/>
    <w:rsid w:val="00A4010F"/>
    <w:rsid w:val="00A50FEE"/>
    <w:rsid w:val="00A6384C"/>
    <w:rsid w:val="00A64F3D"/>
    <w:rsid w:val="00A6649E"/>
    <w:rsid w:val="00A70058"/>
    <w:rsid w:val="00A71A54"/>
    <w:rsid w:val="00A72BFA"/>
    <w:rsid w:val="00A731B3"/>
    <w:rsid w:val="00A74533"/>
    <w:rsid w:val="00A75814"/>
    <w:rsid w:val="00A75B7F"/>
    <w:rsid w:val="00A76117"/>
    <w:rsid w:val="00A77E7B"/>
    <w:rsid w:val="00A82AE1"/>
    <w:rsid w:val="00A8378B"/>
    <w:rsid w:val="00A83C95"/>
    <w:rsid w:val="00A853A7"/>
    <w:rsid w:val="00A87349"/>
    <w:rsid w:val="00A90331"/>
    <w:rsid w:val="00A95B19"/>
    <w:rsid w:val="00A95D96"/>
    <w:rsid w:val="00AA2EC0"/>
    <w:rsid w:val="00AA4539"/>
    <w:rsid w:val="00AA59A6"/>
    <w:rsid w:val="00AB2D40"/>
    <w:rsid w:val="00AB2E17"/>
    <w:rsid w:val="00AB33BB"/>
    <w:rsid w:val="00AB69F3"/>
    <w:rsid w:val="00AB77B8"/>
    <w:rsid w:val="00AC1273"/>
    <w:rsid w:val="00AC17A5"/>
    <w:rsid w:val="00AC358D"/>
    <w:rsid w:val="00AC465F"/>
    <w:rsid w:val="00AC4C4D"/>
    <w:rsid w:val="00AC6756"/>
    <w:rsid w:val="00AD3C7A"/>
    <w:rsid w:val="00AD4DF0"/>
    <w:rsid w:val="00AD7A83"/>
    <w:rsid w:val="00AE2062"/>
    <w:rsid w:val="00AE3371"/>
    <w:rsid w:val="00AE6161"/>
    <w:rsid w:val="00AE616D"/>
    <w:rsid w:val="00AE7940"/>
    <w:rsid w:val="00AF39FE"/>
    <w:rsid w:val="00AF49A2"/>
    <w:rsid w:val="00AF572A"/>
    <w:rsid w:val="00AF6155"/>
    <w:rsid w:val="00AF744A"/>
    <w:rsid w:val="00AF757D"/>
    <w:rsid w:val="00B00B2B"/>
    <w:rsid w:val="00B02D8A"/>
    <w:rsid w:val="00B1059D"/>
    <w:rsid w:val="00B1667E"/>
    <w:rsid w:val="00B20F1E"/>
    <w:rsid w:val="00B21EE2"/>
    <w:rsid w:val="00B231B8"/>
    <w:rsid w:val="00B2384E"/>
    <w:rsid w:val="00B239BB"/>
    <w:rsid w:val="00B254CD"/>
    <w:rsid w:val="00B25E4B"/>
    <w:rsid w:val="00B268C6"/>
    <w:rsid w:val="00B26D26"/>
    <w:rsid w:val="00B30060"/>
    <w:rsid w:val="00B30C2C"/>
    <w:rsid w:val="00B325C2"/>
    <w:rsid w:val="00B333DD"/>
    <w:rsid w:val="00B37A6B"/>
    <w:rsid w:val="00B4116D"/>
    <w:rsid w:val="00B41817"/>
    <w:rsid w:val="00B45469"/>
    <w:rsid w:val="00B4694F"/>
    <w:rsid w:val="00B50734"/>
    <w:rsid w:val="00B51C23"/>
    <w:rsid w:val="00B549D7"/>
    <w:rsid w:val="00B55696"/>
    <w:rsid w:val="00B55EAA"/>
    <w:rsid w:val="00B57124"/>
    <w:rsid w:val="00B609A1"/>
    <w:rsid w:val="00B628A5"/>
    <w:rsid w:val="00B63DEB"/>
    <w:rsid w:val="00B720DA"/>
    <w:rsid w:val="00B7232F"/>
    <w:rsid w:val="00B738EC"/>
    <w:rsid w:val="00B74D08"/>
    <w:rsid w:val="00B776E0"/>
    <w:rsid w:val="00B77814"/>
    <w:rsid w:val="00B826F5"/>
    <w:rsid w:val="00B83272"/>
    <w:rsid w:val="00B84BA4"/>
    <w:rsid w:val="00B84D8A"/>
    <w:rsid w:val="00B9515D"/>
    <w:rsid w:val="00BA1FBF"/>
    <w:rsid w:val="00BA3CE6"/>
    <w:rsid w:val="00BA4B96"/>
    <w:rsid w:val="00BB00CF"/>
    <w:rsid w:val="00BB1131"/>
    <w:rsid w:val="00BC1AD4"/>
    <w:rsid w:val="00BC4DD5"/>
    <w:rsid w:val="00BC7021"/>
    <w:rsid w:val="00BD0BAE"/>
    <w:rsid w:val="00BD129E"/>
    <w:rsid w:val="00BD16C9"/>
    <w:rsid w:val="00BD1EEC"/>
    <w:rsid w:val="00BD3AA8"/>
    <w:rsid w:val="00BD3BCA"/>
    <w:rsid w:val="00BE05FF"/>
    <w:rsid w:val="00BE21F0"/>
    <w:rsid w:val="00BE2A15"/>
    <w:rsid w:val="00BE2BC9"/>
    <w:rsid w:val="00BE321D"/>
    <w:rsid w:val="00BE5716"/>
    <w:rsid w:val="00BF2897"/>
    <w:rsid w:val="00BF7E3D"/>
    <w:rsid w:val="00C00D64"/>
    <w:rsid w:val="00C06D2A"/>
    <w:rsid w:val="00C10FDE"/>
    <w:rsid w:val="00C15E71"/>
    <w:rsid w:val="00C16959"/>
    <w:rsid w:val="00C1715E"/>
    <w:rsid w:val="00C17FE5"/>
    <w:rsid w:val="00C215DB"/>
    <w:rsid w:val="00C21E1C"/>
    <w:rsid w:val="00C22424"/>
    <w:rsid w:val="00C23567"/>
    <w:rsid w:val="00C32B3B"/>
    <w:rsid w:val="00C347B7"/>
    <w:rsid w:val="00C36683"/>
    <w:rsid w:val="00C40EA7"/>
    <w:rsid w:val="00C422DC"/>
    <w:rsid w:val="00C4414F"/>
    <w:rsid w:val="00C50556"/>
    <w:rsid w:val="00C51C65"/>
    <w:rsid w:val="00C53601"/>
    <w:rsid w:val="00C537AB"/>
    <w:rsid w:val="00C55F8C"/>
    <w:rsid w:val="00C614F4"/>
    <w:rsid w:val="00C6153C"/>
    <w:rsid w:val="00C635ED"/>
    <w:rsid w:val="00C65443"/>
    <w:rsid w:val="00C65671"/>
    <w:rsid w:val="00C67DD1"/>
    <w:rsid w:val="00C7046D"/>
    <w:rsid w:val="00C708C9"/>
    <w:rsid w:val="00C71414"/>
    <w:rsid w:val="00C71CBC"/>
    <w:rsid w:val="00C76D81"/>
    <w:rsid w:val="00C92C7A"/>
    <w:rsid w:val="00C9584C"/>
    <w:rsid w:val="00CA0760"/>
    <w:rsid w:val="00CA26FF"/>
    <w:rsid w:val="00CA2BA7"/>
    <w:rsid w:val="00CA3C84"/>
    <w:rsid w:val="00CA3DB8"/>
    <w:rsid w:val="00CA3E4F"/>
    <w:rsid w:val="00CC31FF"/>
    <w:rsid w:val="00CC3EDA"/>
    <w:rsid w:val="00CC4C90"/>
    <w:rsid w:val="00CC6412"/>
    <w:rsid w:val="00CC7047"/>
    <w:rsid w:val="00CD1759"/>
    <w:rsid w:val="00CD20B9"/>
    <w:rsid w:val="00CD5A55"/>
    <w:rsid w:val="00CD6434"/>
    <w:rsid w:val="00CE0CA3"/>
    <w:rsid w:val="00CE1A95"/>
    <w:rsid w:val="00CE2DF3"/>
    <w:rsid w:val="00CE3518"/>
    <w:rsid w:val="00CE3BAF"/>
    <w:rsid w:val="00CE454A"/>
    <w:rsid w:val="00CF0107"/>
    <w:rsid w:val="00CF06AA"/>
    <w:rsid w:val="00CF1C8A"/>
    <w:rsid w:val="00CF7A45"/>
    <w:rsid w:val="00D05C76"/>
    <w:rsid w:val="00D06183"/>
    <w:rsid w:val="00D118B4"/>
    <w:rsid w:val="00D140DD"/>
    <w:rsid w:val="00D20A8C"/>
    <w:rsid w:val="00D239F0"/>
    <w:rsid w:val="00D25926"/>
    <w:rsid w:val="00D306D4"/>
    <w:rsid w:val="00D318AD"/>
    <w:rsid w:val="00D4021C"/>
    <w:rsid w:val="00D439D2"/>
    <w:rsid w:val="00D454D1"/>
    <w:rsid w:val="00D5076A"/>
    <w:rsid w:val="00D5481D"/>
    <w:rsid w:val="00D54A5A"/>
    <w:rsid w:val="00D61BA0"/>
    <w:rsid w:val="00D61BAF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B1F86"/>
    <w:rsid w:val="00DB6B01"/>
    <w:rsid w:val="00DB70B4"/>
    <w:rsid w:val="00DB734E"/>
    <w:rsid w:val="00DC2A99"/>
    <w:rsid w:val="00DC6997"/>
    <w:rsid w:val="00DC7525"/>
    <w:rsid w:val="00DD0DF3"/>
    <w:rsid w:val="00DD1776"/>
    <w:rsid w:val="00DD24D4"/>
    <w:rsid w:val="00DD3247"/>
    <w:rsid w:val="00DD353A"/>
    <w:rsid w:val="00DD6EEA"/>
    <w:rsid w:val="00DE2FFE"/>
    <w:rsid w:val="00DE3024"/>
    <w:rsid w:val="00DE39EA"/>
    <w:rsid w:val="00DE4125"/>
    <w:rsid w:val="00DF04AA"/>
    <w:rsid w:val="00E00689"/>
    <w:rsid w:val="00E00F20"/>
    <w:rsid w:val="00E03C70"/>
    <w:rsid w:val="00E10175"/>
    <w:rsid w:val="00E10BAE"/>
    <w:rsid w:val="00E12DB8"/>
    <w:rsid w:val="00E15A46"/>
    <w:rsid w:val="00E30CE4"/>
    <w:rsid w:val="00E32AF9"/>
    <w:rsid w:val="00E36CA6"/>
    <w:rsid w:val="00E4431C"/>
    <w:rsid w:val="00E447F0"/>
    <w:rsid w:val="00E452AA"/>
    <w:rsid w:val="00E466CD"/>
    <w:rsid w:val="00E471B7"/>
    <w:rsid w:val="00E47A7F"/>
    <w:rsid w:val="00E5337F"/>
    <w:rsid w:val="00E60748"/>
    <w:rsid w:val="00E6445C"/>
    <w:rsid w:val="00E64F4E"/>
    <w:rsid w:val="00E6591D"/>
    <w:rsid w:val="00E678E5"/>
    <w:rsid w:val="00E7094A"/>
    <w:rsid w:val="00E76789"/>
    <w:rsid w:val="00E824B2"/>
    <w:rsid w:val="00E84F48"/>
    <w:rsid w:val="00E90C6B"/>
    <w:rsid w:val="00E91F76"/>
    <w:rsid w:val="00E96A84"/>
    <w:rsid w:val="00EA20B6"/>
    <w:rsid w:val="00EB09B8"/>
    <w:rsid w:val="00EB0D7C"/>
    <w:rsid w:val="00EB29CF"/>
    <w:rsid w:val="00EB3C49"/>
    <w:rsid w:val="00EB6E53"/>
    <w:rsid w:val="00EC4465"/>
    <w:rsid w:val="00EC73DA"/>
    <w:rsid w:val="00ED19AD"/>
    <w:rsid w:val="00ED2022"/>
    <w:rsid w:val="00ED2CE0"/>
    <w:rsid w:val="00ED5C05"/>
    <w:rsid w:val="00EE151B"/>
    <w:rsid w:val="00EE1BF9"/>
    <w:rsid w:val="00EE4BFC"/>
    <w:rsid w:val="00EE5289"/>
    <w:rsid w:val="00EE590F"/>
    <w:rsid w:val="00EE730A"/>
    <w:rsid w:val="00EF5A70"/>
    <w:rsid w:val="00EF793E"/>
    <w:rsid w:val="00EF7FE2"/>
    <w:rsid w:val="00F05B95"/>
    <w:rsid w:val="00F06C4C"/>
    <w:rsid w:val="00F10F24"/>
    <w:rsid w:val="00F12D06"/>
    <w:rsid w:val="00F135CD"/>
    <w:rsid w:val="00F1492D"/>
    <w:rsid w:val="00F21022"/>
    <w:rsid w:val="00F21094"/>
    <w:rsid w:val="00F213C0"/>
    <w:rsid w:val="00F221E2"/>
    <w:rsid w:val="00F23ADA"/>
    <w:rsid w:val="00F26239"/>
    <w:rsid w:val="00F2774B"/>
    <w:rsid w:val="00F27BAA"/>
    <w:rsid w:val="00F30744"/>
    <w:rsid w:val="00F330E4"/>
    <w:rsid w:val="00F33FC2"/>
    <w:rsid w:val="00F34AD7"/>
    <w:rsid w:val="00F41CB1"/>
    <w:rsid w:val="00F427E7"/>
    <w:rsid w:val="00F45F89"/>
    <w:rsid w:val="00F50A58"/>
    <w:rsid w:val="00F50C43"/>
    <w:rsid w:val="00F51571"/>
    <w:rsid w:val="00F5210F"/>
    <w:rsid w:val="00F5317A"/>
    <w:rsid w:val="00F54854"/>
    <w:rsid w:val="00F60475"/>
    <w:rsid w:val="00F65D62"/>
    <w:rsid w:val="00F676CC"/>
    <w:rsid w:val="00F702AE"/>
    <w:rsid w:val="00F72901"/>
    <w:rsid w:val="00F73D54"/>
    <w:rsid w:val="00F742CB"/>
    <w:rsid w:val="00F77711"/>
    <w:rsid w:val="00F80805"/>
    <w:rsid w:val="00F87564"/>
    <w:rsid w:val="00F91742"/>
    <w:rsid w:val="00F92819"/>
    <w:rsid w:val="00F97BF4"/>
    <w:rsid w:val="00FA00C9"/>
    <w:rsid w:val="00FA09CF"/>
    <w:rsid w:val="00FA2433"/>
    <w:rsid w:val="00FC33B5"/>
    <w:rsid w:val="00FC3A8B"/>
    <w:rsid w:val="00FC4614"/>
    <w:rsid w:val="00FC526B"/>
    <w:rsid w:val="00FC62E3"/>
    <w:rsid w:val="00FC6B4E"/>
    <w:rsid w:val="00FC7161"/>
    <w:rsid w:val="00FD064B"/>
    <w:rsid w:val="00FD108D"/>
    <w:rsid w:val="00FD30E4"/>
    <w:rsid w:val="00FD3758"/>
    <w:rsid w:val="00FD3FD1"/>
    <w:rsid w:val="00FD51D1"/>
    <w:rsid w:val="00FD5DB6"/>
    <w:rsid w:val="00FE10DA"/>
    <w:rsid w:val="00FE2D3A"/>
    <w:rsid w:val="00FE374A"/>
    <w:rsid w:val="00FF0619"/>
    <w:rsid w:val="00FF3BEE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549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7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Standard">
    <w:name w:val="Standard"/>
    <w:rsid w:val="002347EB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2347EB"/>
    <w:rPr>
      <w:rFonts w:cs="Times New Roman"/>
      <w:sz w:val="22"/>
      <w:szCs w:val="22"/>
    </w:rPr>
  </w:style>
  <w:style w:type="paragraph" w:customStyle="1" w:styleId="Akapitzlist5">
    <w:name w:val="Akapit z listą5"/>
    <w:basedOn w:val="Normalny"/>
    <w:rsid w:val="002347EB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71F6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minik.wojcieszek\Documents\CPK_papier_firmowy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1FC96-EAD4-4B8B-B50B-203E530CB34D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2.xml><?xml version="1.0" encoding="utf-8"?>
<ds:datastoreItem xmlns:ds="http://schemas.openxmlformats.org/officeDocument/2006/customXml" ds:itemID="{295571CF-C60F-4B88-A46B-B189B9AF6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2B9F5A-EAE7-45AA-9DA6-0754EC21C2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CPK_papier_firmowy_pl</Template>
  <TotalTime>0</TotalTime>
  <Pages>3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2024-12-19T10:17:00Z</dcterms:created>
  <dcterms:modified xsi:type="dcterms:W3CDTF">2025-01-08T08:25:00Z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