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9D86F" w14:textId="77777777" w:rsidR="00C06F93" w:rsidRPr="00C06F93" w:rsidRDefault="00C06F93">
      <w:pPr>
        <w:rPr>
          <w:b/>
        </w:rPr>
      </w:pPr>
    </w:p>
    <w:tbl>
      <w:tblPr>
        <w:tblW w:w="1074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DF4F0E" w:rsidRPr="00877578" w14:paraId="4CC53180" w14:textId="77777777" w:rsidTr="008578B3">
        <w:trPr>
          <w:trHeight w:val="145"/>
          <w:jc w:val="center"/>
        </w:trPr>
        <w:tc>
          <w:tcPr>
            <w:tcW w:w="3404" w:type="dxa"/>
            <w:gridSpan w:val="2"/>
          </w:tcPr>
          <w:p w14:paraId="65A0F270" w14:textId="77777777" w:rsidR="00DF4F0E" w:rsidRPr="00877578" w:rsidRDefault="00DF4F0E" w:rsidP="00C34EC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220" w:type="dxa"/>
          </w:tcPr>
          <w:p w14:paraId="6A81A3E7" w14:textId="77777777" w:rsidR="00DF4F0E" w:rsidRPr="00877578" w:rsidRDefault="00DF4F0E" w:rsidP="00DF4F0E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</w:t>
            </w:r>
          </w:p>
        </w:tc>
        <w:tc>
          <w:tcPr>
            <w:tcW w:w="3071" w:type="dxa"/>
          </w:tcPr>
          <w:p w14:paraId="0A79C05E" w14:textId="77777777" w:rsidR="00DF4F0E" w:rsidRDefault="00DF4F0E" w:rsidP="00DF4F0E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051" w:type="dxa"/>
            <w:gridSpan w:val="2"/>
          </w:tcPr>
          <w:p w14:paraId="7BD59BC1" w14:textId="77777777" w:rsidR="00DF4F0E" w:rsidRDefault="00DF4F0E" w:rsidP="00DF4F0E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</w:t>
            </w:r>
          </w:p>
        </w:tc>
      </w:tr>
      <w:tr w:rsidR="00DF4F0E" w:rsidRPr="00877578" w14:paraId="4CBE4EFF" w14:textId="77777777" w:rsidTr="00C06F93">
        <w:trPr>
          <w:trHeight w:val="204"/>
          <w:jc w:val="center"/>
        </w:trPr>
        <w:tc>
          <w:tcPr>
            <w:tcW w:w="3404" w:type="dxa"/>
            <w:gridSpan w:val="2"/>
          </w:tcPr>
          <w:p w14:paraId="4408D50A" w14:textId="77777777" w:rsidR="00DF4F0E" w:rsidRPr="00877578" w:rsidRDefault="00026CE2" w:rsidP="00DF4F0E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Wykonawca</w:t>
            </w:r>
          </w:p>
        </w:tc>
        <w:tc>
          <w:tcPr>
            <w:tcW w:w="2220" w:type="dxa"/>
          </w:tcPr>
          <w:p w14:paraId="21E1BCCC" w14:textId="77777777" w:rsidR="00DF4F0E" w:rsidRDefault="00DF4F0E" w:rsidP="00877578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C14A19E" w14:textId="77777777" w:rsidR="00C06F93" w:rsidRPr="00877578" w:rsidRDefault="00C06F93" w:rsidP="00877578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6E891D7C" w14:textId="77777777" w:rsidR="00DF4F0E" w:rsidRPr="00877578" w:rsidRDefault="00DF4F0E" w:rsidP="00DF4F0E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Miejscowość,</w:t>
            </w:r>
          </w:p>
        </w:tc>
        <w:tc>
          <w:tcPr>
            <w:tcW w:w="2051" w:type="dxa"/>
            <w:gridSpan w:val="2"/>
          </w:tcPr>
          <w:p w14:paraId="1D3D1E40" w14:textId="77777777" w:rsidR="00DF4F0E" w:rsidRPr="00877578" w:rsidRDefault="00DF4F0E" w:rsidP="00DF4F0E">
            <w:pPr>
              <w:spacing w:after="0" w:line="360" w:lineRule="auto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dnia</w:t>
            </w:r>
          </w:p>
        </w:tc>
      </w:tr>
      <w:tr w:rsidR="00877578" w:rsidRPr="00227A24" w14:paraId="05073CBF" w14:textId="77777777" w:rsidTr="006D1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73" w:type="dxa"/>
          <w:trHeight w:val="989"/>
        </w:trPr>
        <w:tc>
          <w:tcPr>
            <w:tcW w:w="9286" w:type="dxa"/>
            <w:gridSpan w:val="4"/>
            <w:shd w:val="clear" w:color="auto" w:fill="F3F3F3"/>
          </w:tcPr>
          <w:p w14:paraId="3A419055" w14:textId="77777777" w:rsidR="006D1704" w:rsidRPr="006D1704" w:rsidRDefault="006D1704" w:rsidP="00DF4F0E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1706426D" w14:textId="2547457D" w:rsidR="00877578" w:rsidRDefault="007C74AE" w:rsidP="00DF4F0E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Inf</w:t>
            </w:r>
            <w:r w:rsidR="00E46CBF">
              <w:rPr>
                <w:rFonts w:cs="Arial"/>
                <w:b/>
                <w:sz w:val="28"/>
                <w:szCs w:val="28"/>
              </w:rPr>
              <w:t>ormacja o zaistniałym Zdarzeniu</w:t>
            </w:r>
          </w:p>
          <w:p w14:paraId="028D40EA" w14:textId="77777777" w:rsidR="006D1704" w:rsidRPr="006D1704" w:rsidRDefault="006D1704" w:rsidP="00DF4F0E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3BE96CFF" w14:textId="2D759D5A" w:rsidR="006D1704" w:rsidRPr="00227A24" w:rsidRDefault="006D1704" w:rsidP="006D1704">
            <w:pPr>
              <w:jc w:val="center"/>
              <w:rPr>
                <w:rFonts w:cs="Arial"/>
              </w:rPr>
            </w:pPr>
            <w:r w:rsidRPr="006D1704">
              <w:rPr>
                <w:b/>
                <w:bCs/>
                <w:sz w:val="28"/>
                <w:szCs w:val="28"/>
              </w:rPr>
              <w:t>Części I – Informacja wstępna</w:t>
            </w:r>
          </w:p>
        </w:tc>
      </w:tr>
    </w:tbl>
    <w:p w14:paraId="01B21128" w14:textId="77777777" w:rsidR="005749DB" w:rsidRPr="006D1704" w:rsidRDefault="005749DB" w:rsidP="005749DB">
      <w:pPr>
        <w:pStyle w:val="Nagwek"/>
        <w:tabs>
          <w:tab w:val="left" w:pos="708"/>
        </w:tabs>
        <w:rPr>
          <w:sz w:val="24"/>
          <w:szCs w:val="24"/>
        </w:rPr>
      </w:pPr>
    </w:p>
    <w:p w14:paraId="775E3FCF" w14:textId="304E3437" w:rsidR="00877578" w:rsidRDefault="00C34EC1" w:rsidP="00877578">
      <w:pPr>
        <w:rPr>
          <w:szCs w:val="20"/>
        </w:rPr>
      </w:pPr>
      <w:r>
        <w:rPr>
          <w:szCs w:val="20"/>
        </w:rPr>
        <w:t>Informuję,</w:t>
      </w:r>
      <w:r w:rsidR="00877578">
        <w:rPr>
          <w:szCs w:val="20"/>
        </w:rPr>
        <w:t xml:space="preserve"> że w dniu: </w:t>
      </w:r>
      <w:r w:rsidR="00DF4F0E">
        <w:rPr>
          <w:szCs w:val="20"/>
        </w:rPr>
        <w:t>……………………</w:t>
      </w:r>
      <w:r w:rsidR="00877578">
        <w:rPr>
          <w:szCs w:val="20"/>
        </w:rPr>
        <w:t xml:space="preserve">o godzinie: </w:t>
      </w:r>
      <w:r w:rsidR="00DF4F0E">
        <w:rPr>
          <w:szCs w:val="20"/>
        </w:rPr>
        <w:t>……………………</w:t>
      </w:r>
      <w:r w:rsidR="003B4D91">
        <w:rPr>
          <w:szCs w:val="20"/>
        </w:rPr>
        <w:t xml:space="preserve">  d</w:t>
      </w:r>
      <w:r w:rsidR="00E46CBF">
        <w:rPr>
          <w:szCs w:val="20"/>
        </w:rPr>
        <w:t>oszło do Zdarzenia</w:t>
      </w:r>
      <w:r w:rsidR="00E46CBF">
        <w:rPr>
          <w:szCs w:val="20"/>
          <w:vertAlign w:val="superscript"/>
        </w:rPr>
        <w:t>1)</w:t>
      </w:r>
      <w:r w:rsidR="00E46CBF">
        <w:rPr>
          <w:szCs w:val="20"/>
        </w:rPr>
        <w:t>:</w:t>
      </w:r>
    </w:p>
    <w:p w14:paraId="75C2EFE4" w14:textId="35BDE083" w:rsidR="00E46CBF" w:rsidRDefault="00246C13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W</w:t>
      </w:r>
      <w:r w:rsidR="00977C09">
        <w:rPr>
          <w:szCs w:val="20"/>
        </w:rPr>
        <w:t>ypadku</w:t>
      </w:r>
      <w:r w:rsidR="00E46CBF">
        <w:rPr>
          <w:szCs w:val="20"/>
        </w:rPr>
        <w:t>:</w:t>
      </w:r>
    </w:p>
    <w:p w14:paraId="5279FC3B" w14:textId="77777777" w:rsidR="00E46CBF" w:rsidRDefault="00E46CBF" w:rsidP="00E46CBF">
      <w:pPr>
        <w:pStyle w:val="Akapitzlist"/>
        <w:numPr>
          <w:ilvl w:val="0"/>
          <w:numId w:val="27"/>
        </w:numPr>
        <w:rPr>
          <w:szCs w:val="20"/>
        </w:rPr>
      </w:pPr>
      <w:r>
        <w:rPr>
          <w:szCs w:val="20"/>
        </w:rPr>
        <w:t>pojedynczy/zbiorowy/ciężki/śmiertelny*</w:t>
      </w:r>
    </w:p>
    <w:p w14:paraId="2CCE4DC2" w14:textId="77777777" w:rsid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Pożaru</w:t>
      </w:r>
    </w:p>
    <w:p w14:paraId="0189DBA7" w14:textId="77777777" w:rsidR="00E46CBF" w:rsidRPr="00E46CBF" w:rsidRDefault="00E46CBF" w:rsidP="00E46CBF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Wybuchu</w:t>
      </w:r>
    </w:p>
    <w:p w14:paraId="20BC56C8" w14:textId="77777777" w:rsidR="002F157C" w:rsidRDefault="00E46CBF" w:rsidP="002F157C">
      <w:pPr>
        <w:spacing w:after="0"/>
        <w:rPr>
          <w:szCs w:val="20"/>
        </w:rPr>
      </w:pPr>
      <w:r>
        <w:rPr>
          <w:szCs w:val="20"/>
        </w:rPr>
        <w:t xml:space="preserve">W czasie realizacji Zadania </w:t>
      </w:r>
      <w:r w:rsidR="00DF4F0E">
        <w:rPr>
          <w:szCs w:val="20"/>
        </w:rPr>
        <w:t>……………………………………….</w:t>
      </w:r>
      <w:r w:rsidR="002F157C">
        <w:rPr>
          <w:szCs w:val="20"/>
        </w:rPr>
        <w:t>,</w:t>
      </w:r>
      <w:r>
        <w:rPr>
          <w:szCs w:val="20"/>
        </w:rPr>
        <w:t>………………………………………</w:t>
      </w:r>
    </w:p>
    <w:p w14:paraId="745A0A93" w14:textId="77777777" w:rsidR="002F157C" w:rsidRPr="00877578" w:rsidRDefault="002F157C" w:rsidP="002F157C">
      <w:pPr>
        <w:spacing w:after="0"/>
        <w:rPr>
          <w:szCs w:val="20"/>
        </w:rPr>
      </w:pPr>
    </w:p>
    <w:p w14:paraId="3D549F87" w14:textId="77777777" w:rsidR="00877578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Miejsce Zdarzenia</w:t>
      </w:r>
      <w:r w:rsidR="00877578">
        <w:rPr>
          <w:szCs w:val="20"/>
        </w:rPr>
        <w:t xml:space="preserve"> </w:t>
      </w:r>
    </w:p>
    <w:p w14:paraId="7278D27C" w14:textId="0042C859" w:rsidR="00DF4F0E" w:rsidRDefault="00DF4F0E" w:rsidP="003B4D91">
      <w:pPr>
        <w:ind w:left="426"/>
        <w:rPr>
          <w:szCs w:val="20"/>
        </w:rPr>
      </w:pP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4D91">
        <w:rPr>
          <w:szCs w:val="20"/>
        </w:rPr>
        <w:t>.............</w:t>
      </w:r>
    </w:p>
    <w:p w14:paraId="202FD416" w14:textId="77777777" w:rsidR="00877578" w:rsidRDefault="00F30D6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Skrócony opis Z</w:t>
      </w:r>
      <w:r w:rsidR="00902753">
        <w:rPr>
          <w:szCs w:val="20"/>
        </w:rPr>
        <w:t>darzenia (</w:t>
      </w:r>
      <w:r>
        <w:rPr>
          <w:szCs w:val="20"/>
        </w:rPr>
        <w:t>przyczyna, okoliczności, przebieg, skutek</w:t>
      </w:r>
      <w:r w:rsidR="00877578">
        <w:rPr>
          <w:szCs w:val="20"/>
        </w:rPr>
        <w:t>):</w:t>
      </w:r>
    </w:p>
    <w:p w14:paraId="65E81F57" w14:textId="6D053FD1" w:rsidR="00DF4F0E" w:rsidRPr="00DF4F0E" w:rsidRDefault="00DF4F0E" w:rsidP="003B4D91">
      <w:pPr>
        <w:pStyle w:val="Akapitzlist"/>
        <w:ind w:left="426"/>
        <w:rPr>
          <w:szCs w:val="20"/>
        </w:rPr>
      </w:pPr>
      <w:r w:rsidRPr="00DF4F0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4D91">
        <w:rPr>
          <w:szCs w:val="20"/>
        </w:rPr>
        <w:t>....................</w:t>
      </w:r>
    </w:p>
    <w:p w14:paraId="15073429" w14:textId="77777777" w:rsidR="00877578" w:rsidRPr="00F30D6F" w:rsidRDefault="00E46CBF" w:rsidP="003B4D91">
      <w:pPr>
        <w:numPr>
          <w:ilvl w:val="0"/>
          <w:numId w:val="25"/>
        </w:numPr>
        <w:ind w:left="360"/>
        <w:rPr>
          <w:szCs w:val="20"/>
        </w:rPr>
      </w:pPr>
      <w:r>
        <w:rPr>
          <w:szCs w:val="20"/>
        </w:rPr>
        <w:t>W związku z zaistniałym</w:t>
      </w:r>
      <w:r w:rsidR="00F30D6F">
        <w:rPr>
          <w:szCs w:val="20"/>
        </w:rPr>
        <w:t xml:space="preserve"> Z</w:t>
      </w:r>
      <w:r>
        <w:rPr>
          <w:szCs w:val="20"/>
        </w:rPr>
        <w:t>darzeniem zostały podjęte działania przez zewnętrzne jednostki</w:t>
      </w:r>
      <w:r w:rsidR="00F30D6F">
        <w:rPr>
          <w:szCs w:val="20"/>
        </w:rPr>
        <w:t xml:space="preserve"> TAK/NIE *</w:t>
      </w:r>
      <w:r>
        <w:rPr>
          <w:szCs w:val="20"/>
        </w:rPr>
        <w:t xml:space="preserve">, </w:t>
      </w:r>
      <w:r w:rsidRPr="00F30D6F">
        <w:rPr>
          <w:szCs w:val="20"/>
        </w:rPr>
        <w:t>takie jak</w:t>
      </w:r>
      <w:r w:rsidR="00F30D6F" w:rsidRPr="00F30D6F">
        <w:rPr>
          <w:szCs w:val="20"/>
          <w:vertAlign w:val="superscript"/>
        </w:rPr>
        <w:t>1)</w:t>
      </w:r>
      <w:r w:rsidRPr="00F30D6F">
        <w:rPr>
          <w:szCs w:val="20"/>
        </w:rPr>
        <w:t>:</w:t>
      </w:r>
    </w:p>
    <w:p w14:paraId="5068BD6B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Policja</w:t>
      </w:r>
    </w:p>
    <w:p w14:paraId="5D37985F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Pogotowie ratunkowe</w:t>
      </w:r>
    </w:p>
    <w:p w14:paraId="38DD60EF" w14:textId="77777777" w:rsidR="00E46CBF" w:rsidRDefault="00D5776A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Państwowa Straż P</w:t>
      </w:r>
      <w:r w:rsidR="00E46CBF">
        <w:rPr>
          <w:szCs w:val="20"/>
        </w:rPr>
        <w:t>ożarna</w:t>
      </w:r>
    </w:p>
    <w:p w14:paraId="1FDC844C" w14:textId="77777777" w:rsidR="00E46CBF" w:rsidRDefault="00E46CBF" w:rsidP="00E46CBF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Państwowa Inspekcja Pracy</w:t>
      </w:r>
    </w:p>
    <w:p w14:paraId="55D1C5A5" w14:textId="7899FD6E" w:rsidR="00877578" w:rsidRPr="006D1704" w:rsidRDefault="00E46CBF" w:rsidP="00877578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Prokuratura</w:t>
      </w: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877578" w:rsidRPr="00877578" w14:paraId="4604671F" w14:textId="77777777" w:rsidTr="007B70A2">
        <w:tc>
          <w:tcPr>
            <w:tcW w:w="3755" w:type="dxa"/>
          </w:tcPr>
          <w:p w14:paraId="6B981FAF" w14:textId="77777777" w:rsidR="00877578" w:rsidRPr="00877578" w:rsidRDefault="00877578" w:rsidP="00DF4F0E">
            <w:pPr>
              <w:spacing w:after="0"/>
              <w:rPr>
                <w:szCs w:val="20"/>
              </w:rPr>
            </w:pPr>
            <w:r w:rsidRPr="00877578">
              <w:rPr>
                <w:szCs w:val="20"/>
              </w:rPr>
              <w:t>......................................................</w:t>
            </w:r>
          </w:p>
        </w:tc>
      </w:tr>
      <w:tr w:rsidR="00877578" w:rsidRPr="00877578" w14:paraId="1D7AA576" w14:textId="77777777" w:rsidTr="007B70A2">
        <w:tc>
          <w:tcPr>
            <w:tcW w:w="3755" w:type="dxa"/>
          </w:tcPr>
          <w:p w14:paraId="31F4F57E" w14:textId="6BC1E677" w:rsidR="00877578" w:rsidRPr="00877578" w:rsidRDefault="00877578" w:rsidP="00877578">
            <w:pPr>
              <w:rPr>
                <w:i/>
                <w:sz w:val="16"/>
                <w:szCs w:val="16"/>
              </w:rPr>
            </w:pPr>
            <w:r w:rsidRPr="00877578">
              <w:rPr>
                <w:i/>
                <w:sz w:val="16"/>
                <w:szCs w:val="16"/>
              </w:rPr>
              <w:t>po</w:t>
            </w:r>
            <w:r w:rsidR="008B4C29">
              <w:rPr>
                <w:i/>
                <w:sz w:val="16"/>
                <w:szCs w:val="16"/>
              </w:rPr>
              <w:t>dpis przedstawiciela Wykonawcy/</w:t>
            </w:r>
            <w:r w:rsidR="00FF13BA">
              <w:rPr>
                <w:i/>
                <w:sz w:val="16"/>
                <w:szCs w:val="16"/>
              </w:rPr>
              <w:t>Kierującego zespołem</w:t>
            </w:r>
          </w:p>
        </w:tc>
      </w:tr>
    </w:tbl>
    <w:p w14:paraId="052A6CAC" w14:textId="77777777" w:rsidR="005749DB" w:rsidRPr="00F30D6F" w:rsidRDefault="00877578" w:rsidP="00F30D6F">
      <w:pPr>
        <w:spacing w:after="0" w:line="240" w:lineRule="auto"/>
        <w:rPr>
          <w:sz w:val="16"/>
          <w:szCs w:val="16"/>
        </w:rPr>
      </w:pPr>
      <w:r w:rsidRPr="00F30D6F">
        <w:rPr>
          <w:sz w:val="16"/>
          <w:szCs w:val="16"/>
        </w:rPr>
        <w:t>* niepotrzebne skreślić</w:t>
      </w:r>
    </w:p>
    <w:p w14:paraId="4797BCEE" w14:textId="469C707A" w:rsidR="00F30D6F" w:rsidRDefault="00F30D6F" w:rsidP="00F30D6F">
      <w:pPr>
        <w:spacing w:after="0" w:line="240" w:lineRule="auto"/>
        <w:rPr>
          <w:sz w:val="16"/>
          <w:szCs w:val="16"/>
        </w:rPr>
      </w:pPr>
      <w:r w:rsidRPr="00F30D6F">
        <w:rPr>
          <w:sz w:val="16"/>
          <w:szCs w:val="16"/>
        </w:rPr>
        <w:t>1)zaznaczyć właściwe</w:t>
      </w:r>
    </w:p>
    <w:p w14:paraId="7A93DA8C" w14:textId="7DB05524" w:rsidR="006D1704" w:rsidRDefault="006D1704" w:rsidP="00F30D6F">
      <w:pPr>
        <w:spacing w:after="0" w:line="240" w:lineRule="auto"/>
        <w:rPr>
          <w:sz w:val="16"/>
          <w:szCs w:val="16"/>
        </w:rPr>
      </w:pPr>
    </w:p>
    <w:p w14:paraId="70BF3E09" w14:textId="73BBD820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085F4362" w14:textId="49A8AE8A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73CB6DA" w14:textId="1F3FB76B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6A6C3EC3" w14:textId="55B0B633" w:rsidR="003B4D91" w:rsidRDefault="003B4D91" w:rsidP="00F30D6F">
      <w:pPr>
        <w:spacing w:after="0" w:line="240" w:lineRule="auto"/>
        <w:rPr>
          <w:sz w:val="16"/>
          <w:szCs w:val="16"/>
        </w:rPr>
      </w:pPr>
    </w:p>
    <w:p w14:paraId="10AA1B15" w14:textId="68DDB36B" w:rsidR="00B04115" w:rsidRDefault="00B04115" w:rsidP="00F30D6F">
      <w:pPr>
        <w:spacing w:after="0" w:line="240" w:lineRule="auto"/>
        <w:rPr>
          <w:sz w:val="16"/>
          <w:szCs w:val="16"/>
        </w:rPr>
      </w:pPr>
    </w:p>
    <w:p w14:paraId="1C38F1F4" w14:textId="77777777" w:rsidR="00B04115" w:rsidRDefault="00B04115" w:rsidP="00F30D6F">
      <w:pPr>
        <w:spacing w:after="0" w:line="240" w:lineRule="auto"/>
        <w:rPr>
          <w:sz w:val="16"/>
          <w:szCs w:val="16"/>
        </w:rPr>
      </w:pPr>
    </w:p>
    <w:tbl>
      <w:tblPr>
        <w:tblW w:w="1074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2175"/>
        <w:gridCol w:w="3131"/>
        <w:gridCol w:w="1076"/>
        <w:gridCol w:w="961"/>
      </w:tblGrid>
      <w:tr w:rsidR="003B4D91" w:rsidRPr="00877578" w14:paraId="163C1723" w14:textId="77777777" w:rsidTr="008578B3">
        <w:trPr>
          <w:trHeight w:val="777"/>
          <w:jc w:val="center"/>
        </w:trPr>
        <w:tc>
          <w:tcPr>
            <w:tcW w:w="3404" w:type="dxa"/>
            <w:gridSpan w:val="2"/>
            <w:vAlign w:val="bottom"/>
          </w:tcPr>
          <w:p w14:paraId="5A9E5FAE" w14:textId="77777777" w:rsidR="003B4D91" w:rsidRPr="00877578" w:rsidRDefault="003B4D91" w:rsidP="00F14C25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..............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220" w:type="dxa"/>
            <w:vAlign w:val="bottom"/>
          </w:tcPr>
          <w:p w14:paraId="08C97D17" w14:textId="77777777" w:rsidR="003B4D91" w:rsidRPr="00877578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</w:t>
            </w:r>
          </w:p>
        </w:tc>
        <w:tc>
          <w:tcPr>
            <w:tcW w:w="3071" w:type="dxa"/>
            <w:vAlign w:val="bottom"/>
          </w:tcPr>
          <w:p w14:paraId="34D09DE5" w14:textId="77777777" w:rsidR="003B4D91" w:rsidRDefault="003B4D91" w:rsidP="00F14C25">
            <w:pPr>
              <w:spacing w:after="0" w:line="240" w:lineRule="auto"/>
              <w:ind w:right="-581"/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</w:t>
            </w: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.............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......................</w:t>
            </w:r>
          </w:p>
        </w:tc>
        <w:tc>
          <w:tcPr>
            <w:tcW w:w="2051" w:type="dxa"/>
            <w:gridSpan w:val="2"/>
            <w:vAlign w:val="bottom"/>
          </w:tcPr>
          <w:p w14:paraId="4246190E" w14:textId="77777777" w:rsidR="003B4D91" w:rsidRDefault="003B4D91" w:rsidP="00F14C25">
            <w:pPr>
              <w:spacing w:after="0" w:line="240" w:lineRule="auto"/>
              <w:ind w:right="-581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877578">
              <w:rPr>
                <w:rFonts w:eastAsia="Times New Roman" w:cs="Arial"/>
                <w:sz w:val="24"/>
                <w:szCs w:val="24"/>
                <w:lang w:eastAsia="pl-PL"/>
              </w:rPr>
              <w:t>....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.................</w:t>
            </w:r>
          </w:p>
        </w:tc>
      </w:tr>
      <w:tr w:rsidR="003B4D91" w:rsidRPr="00877578" w14:paraId="31BB7D7D" w14:textId="77777777" w:rsidTr="00F14C25">
        <w:trPr>
          <w:trHeight w:val="204"/>
          <w:jc w:val="center"/>
        </w:trPr>
        <w:tc>
          <w:tcPr>
            <w:tcW w:w="3404" w:type="dxa"/>
            <w:gridSpan w:val="2"/>
          </w:tcPr>
          <w:p w14:paraId="1A506685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Wykonawca</w:t>
            </w:r>
          </w:p>
        </w:tc>
        <w:tc>
          <w:tcPr>
            <w:tcW w:w="2220" w:type="dxa"/>
          </w:tcPr>
          <w:p w14:paraId="1979B6C3" w14:textId="77777777" w:rsidR="003B4D91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  <w:p w14:paraId="6D652463" w14:textId="77777777" w:rsidR="003B4D91" w:rsidRPr="00877578" w:rsidRDefault="003B4D91" w:rsidP="00F14C25">
            <w:pPr>
              <w:spacing w:after="0" w:line="360" w:lineRule="auto"/>
              <w:jc w:val="center"/>
              <w:rPr>
                <w:rFonts w:eastAsia="Times New Roman" w:cs="Arial"/>
                <w:sz w:val="16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5C31EA17" w14:textId="77777777" w:rsidR="003B4D91" w:rsidRPr="00877578" w:rsidRDefault="003B4D91" w:rsidP="00F14C25">
            <w:pPr>
              <w:spacing w:after="0" w:line="360" w:lineRule="auto"/>
              <w:jc w:val="right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Miejscowość,</w:t>
            </w:r>
          </w:p>
        </w:tc>
        <w:tc>
          <w:tcPr>
            <w:tcW w:w="2051" w:type="dxa"/>
            <w:gridSpan w:val="2"/>
          </w:tcPr>
          <w:p w14:paraId="01EE6594" w14:textId="77777777" w:rsidR="003B4D91" w:rsidRPr="00877578" w:rsidRDefault="003B4D91" w:rsidP="00F14C25">
            <w:pPr>
              <w:spacing w:after="0" w:line="360" w:lineRule="auto"/>
              <w:rPr>
                <w:rFonts w:eastAsia="Times New Roman" w:cs="Arial"/>
                <w:sz w:val="16"/>
                <w:szCs w:val="24"/>
                <w:lang w:eastAsia="pl-PL"/>
              </w:rPr>
            </w:pPr>
            <w:r>
              <w:rPr>
                <w:rFonts w:eastAsia="Times New Roman" w:cs="Arial"/>
                <w:sz w:val="16"/>
                <w:szCs w:val="24"/>
                <w:lang w:eastAsia="pl-PL"/>
              </w:rPr>
              <w:t>dnia</w:t>
            </w:r>
          </w:p>
        </w:tc>
      </w:tr>
      <w:tr w:rsidR="003B4D91" w:rsidRPr="00227A24" w14:paraId="6B2175C7" w14:textId="77777777" w:rsidTr="00F14C2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487" w:type="dxa"/>
          <w:wAfter w:w="973" w:type="dxa"/>
          <w:trHeight w:val="989"/>
        </w:trPr>
        <w:tc>
          <w:tcPr>
            <w:tcW w:w="9286" w:type="dxa"/>
            <w:gridSpan w:val="4"/>
            <w:shd w:val="clear" w:color="auto" w:fill="F3F3F3"/>
          </w:tcPr>
          <w:p w14:paraId="00C9EA06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5D23A8D7" w14:textId="77777777" w:rsidR="003B4D91" w:rsidRDefault="003B4D91" w:rsidP="00F14C25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Informacja o zaistniałym Zdarzeniu</w:t>
            </w:r>
          </w:p>
          <w:p w14:paraId="3C1136F2" w14:textId="77777777" w:rsidR="003B4D91" w:rsidRPr="006D1704" w:rsidRDefault="003B4D91" w:rsidP="00F14C25">
            <w:pPr>
              <w:spacing w:after="0"/>
              <w:jc w:val="center"/>
              <w:rPr>
                <w:rFonts w:cs="Arial"/>
                <w:b/>
                <w:sz w:val="8"/>
                <w:szCs w:val="8"/>
              </w:rPr>
            </w:pPr>
          </w:p>
          <w:p w14:paraId="7B75A3FF" w14:textId="397C2A7F" w:rsidR="003B4D91" w:rsidRPr="00227A24" w:rsidRDefault="003B4D91" w:rsidP="00F14C25">
            <w:pPr>
              <w:jc w:val="center"/>
              <w:rPr>
                <w:rFonts w:cs="Arial"/>
              </w:rPr>
            </w:pPr>
            <w:r w:rsidRPr="009C2C6F">
              <w:rPr>
                <w:rFonts w:cs="Arial"/>
                <w:b/>
                <w:sz w:val="28"/>
                <w:szCs w:val="28"/>
              </w:rPr>
              <w:t xml:space="preserve">Części II – Informacja </w:t>
            </w:r>
            <w:r w:rsidR="00B04115">
              <w:rPr>
                <w:rFonts w:cs="Arial"/>
                <w:b/>
                <w:sz w:val="28"/>
                <w:szCs w:val="28"/>
              </w:rPr>
              <w:t>uzupełniająca</w:t>
            </w:r>
          </w:p>
        </w:tc>
      </w:tr>
    </w:tbl>
    <w:p w14:paraId="2C35FDB8" w14:textId="77777777" w:rsidR="006D1704" w:rsidRDefault="006D1704" w:rsidP="006D1704">
      <w:pPr>
        <w:rPr>
          <w:b/>
          <w:bCs/>
          <w:szCs w:val="20"/>
        </w:rPr>
      </w:pPr>
    </w:p>
    <w:p w14:paraId="1BAD48E3" w14:textId="507D3D19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6D1704">
        <w:rPr>
          <w:szCs w:val="20"/>
        </w:rPr>
        <w:t>Kwalifikacja zdarzenia</w:t>
      </w:r>
      <w:r>
        <w:rPr>
          <w:szCs w:val="20"/>
        </w:rPr>
        <w:t xml:space="preserve"> …………………………………………………………………………….</w:t>
      </w:r>
    </w:p>
    <w:p w14:paraId="6F9DCFDB" w14:textId="5E81319C" w:rsidR="006D1704" w:rsidRPr="00263DFB" w:rsidRDefault="006D1704" w:rsidP="00263DFB">
      <w:pPr>
        <w:pStyle w:val="Akapitzlist"/>
        <w:spacing w:after="0"/>
        <w:ind w:left="426"/>
        <w:rPr>
          <w:sz w:val="16"/>
          <w:szCs w:val="16"/>
        </w:rPr>
      </w:pPr>
      <w:r w:rsidRPr="00263DFB">
        <w:rPr>
          <w:sz w:val="16"/>
          <w:szCs w:val="16"/>
        </w:rPr>
        <w:t>(wypadek przy pracy</w:t>
      </w:r>
      <w:r w:rsidR="00263DFB">
        <w:rPr>
          <w:sz w:val="16"/>
          <w:szCs w:val="16"/>
        </w:rPr>
        <w:t xml:space="preserve"> – zbiorowy/ ciężki/ śmiertelny/ lekki, </w:t>
      </w:r>
      <w:r w:rsidRPr="00263DFB">
        <w:rPr>
          <w:sz w:val="16"/>
          <w:szCs w:val="16"/>
        </w:rPr>
        <w:t xml:space="preserve"> zdarzenie niebezpieczne, zdarzenie pożarowo- niebezpieczne lub inne)</w:t>
      </w:r>
    </w:p>
    <w:p w14:paraId="73BFB0A5" w14:textId="77777777" w:rsidR="00263DFB" w:rsidRDefault="00263DFB" w:rsidP="00263DFB">
      <w:pPr>
        <w:pStyle w:val="Akapitzlist"/>
        <w:spacing w:after="0"/>
        <w:ind w:left="426"/>
        <w:rPr>
          <w:szCs w:val="20"/>
        </w:rPr>
      </w:pPr>
    </w:p>
    <w:p w14:paraId="62C8AE2C" w14:textId="4B2E26E2" w:rsidR="006D1704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rPr>
          <w:szCs w:val="20"/>
        </w:rPr>
        <w:t xml:space="preserve">Opis zdarzenia </w:t>
      </w:r>
    </w:p>
    <w:p w14:paraId="44969321" w14:textId="2C50352C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DB061C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1A4F02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3F9E7AC9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3DD950B4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54F9E181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</w:t>
      </w:r>
    </w:p>
    <w:p w14:paraId="7665EBCB" w14:textId="77777777" w:rsidR="00263DFB" w:rsidRPr="006D1704" w:rsidRDefault="00263DFB" w:rsidP="00263DFB">
      <w:pPr>
        <w:pStyle w:val="Akapitzlist"/>
        <w:spacing w:after="0"/>
        <w:ind w:left="426"/>
        <w:rPr>
          <w:szCs w:val="20"/>
        </w:rPr>
      </w:pPr>
    </w:p>
    <w:p w14:paraId="777CA3C6" w14:textId="6EDE9968" w:rsid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>
        <w:rPr>
          <w:szCs w:val="20"/>
        </w:rPr>
        <w:t>Przyczyny zdarzenia</w:t>
      </w:r>
    </w:p>
    <w:p w14:paraId="6CB01840" w14:textId="165E3F6F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>Przyczyna bezpośrednia…………………………………………………………………………………..</w:t>
      </w:r>
    </w:p>
    <w:p w14:paraId="38B4385A" w14:textId="50AF8616" w:rsidR="00263DFB" w:rsidRDefault="00263DFB" w:rsidP="00263DFB">
      <w:pPr>
        <w:pStyle w:val="Akapitzlist"/>
        <w:spacing w:after="0"/>
        <w:ind w:left="426"/>
        <w:rPr>
          <w:szCs w:val="20"/>
        </w:rPr>
      </w:pPr>
      <w:r>
        <w:rPr>
          <w:szCs w:val="20"/>
        </w:rPr>
        <w:t xml:space="preserve">Przyczyna pośrednia </w:t>
      </w:r>
    </w:p>
    <w:p w14:paraId="78B7E61C" w14:textId="3399AA38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techniczna:</w:t>
      </w:r>
    </w:p>
    <w:p w14:paraId="2923FFBC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0AF9134E" w14:textId="5FC361F0" w:rsidR="00263DFB" w:rsidRP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organizacyjna:</w:t>
      </w:r>
    </w:p>
    <w:p w14:paraId="2FA5E96F" w14:textId="77777777" w:rsidR="00263DFB" w:rsidRDefault="00263DFB" w:rsidP="00263DFB">
      <w:pPr>
        <w:pStyle w:val="Akapitzlist"/>
        <w:spacing w:after="0"/>
        <w:ind w:left="1145"/>
        <w:rPr>
          <w:szCs w:val="20"/>
        </w:rPr>
      </w:pPr>
    </w:p>
    <w:p w14:paraId="41A95CF6" w14:textId="0CB68779" w:rsidR="00263DFB" w:rsidRDefault="00263DFB" w:rsidP="009809A8">
      <w:pPr>
        <w:pStyle w:val="Akapitzlist"/>
        <w:numPr>
          <w:ilvl w:val="0"/>
          <w:numId w:val="31"/>
        </w:numPr>
        <w:spacing w:after="0"/>
        <w:rPr>
          <w:szCs w:val="20"/>
        </w:rPr>
      </w:pPr>
      <w:r>
        <w:rPr>
          <w:szCs w:val="20"/>
        </w:rPr>
        <w:t>Przyczyna ludzka:</w:t>
      </w:r>
    </w:p>
    <w:p w14:paraId="5177D98A" w14:textId="77777777" w:rsidR="00263DFB" w:rsidRPr="00263DFB" w:rsidRDefault="00263DFB" w:rsidP="00263DFB">
      <w:pPr>
        <w:spacing w:after="0"/>
        <w:rPr>
          <w:szCs w:val="20"/>
        </w:rPr>
      </w:pPr>
    </w:p>
    <w:p w14:paraId="183F9A33" w14:textId="6F0C943F" w:rsidR="006D1704" w:rsidRDefault="006D1704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263DFB">
        <w:rPr>
          <w:szCs w:val="20"/>
        </w:rPr>
        <w:t>Skutki zdarzenia</w:t>
      </w:r>
      <w:r w:rsidR="00263DFB">
        <w:rPr>
          <w:szCs w:val="20"/>
        </w:rPr>
        <w:t xml:space="preserve"> (materialne/ ludzkie) </w:t>
      </w:r>
    </w:p>
    <w:p w14:paraId="7369E807" w14:textId="01F4A453" w:rsidR="00263DFB" w:rsidRPr="00263DFB" w:rsidRDefault="00263DFB" w:rsidP="00263DFB">
      <w:pPr>
        <w:spacing w:after="0"/>
        <w:ind w:left="66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</w:t>
      </w:r>
    </w:p>
    <w:p w14:paraId="41FB6670" w14:textId="2251D02D" w:rsidR="00263DFB" w:rsidRDefault="00263DFB" w:rsidP="00263DFB">
      <w:pPr>
        <w:spacing w:after="0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……………………………………………………………………………………………………………………….</w:t>
      </w:r>
    </w:p>
    <w:p w14:paraId="37AC0E6A" w14:textId="77777777" w:rsidR="00263DFB" w:rsidRDefault="00263DFB" w:rsidP="00263DFB">
      <w:pPr>
        <w:spacing w:after="0"/>
        <w:rPr>
          <w:szCs w:val="20"/>
        </w:rPr>
      </w:pPr>
    </w:p>
    <w:p w14:paraId="7D62152D" w14:textId="5EB1B799" w:rsidR="00263DFB" w:rsidRPr="00263DFB" w:rsidRDefault="00263DFB" w:rsidP="00263DFB">
      <w:pPr>
        <w:pStyle w:val="Akapitzlist"/>
        <w:numPr>
          <w:ilvl w:val="0"/>
          <w:numId w:val="29"/>
        </w:numPr>
        <w:spacing w:after="0"/>
        <w:ind w:left="360"/>
        <w:rPr>
          <w:szCs w:val="20"/>
        </w:rPr>
      </w:pPr>
      <w:r w:rsidRPr="00263DFB">
        <w:rPr>
          <w:szCs w:val="20"/>
        </w:rPr>
        <w:t>Wnioski</w:t>
      </w:r>
      <w:r>
        <w:rPr>
          <w:szCs w:val="20"/>
        </w:rPr>
        <w:t xml:space="preserve"> i zalecenia wraz ze sposobem realizacji </w:t>
      </w:r>
    </w:p>
    <w:p w14:paraId="47D6126D" w14:textId="5DA8CCC2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</w:t>
      </w:r>
      <w:r>
        <w:rPr>
          <w:szCs w:val="20"/>
        </w:rPr>
        <w:t>….</w:t>
      </w:r>
    </w:p>
    <w:p w14:paraId="7A8DB756" w14:textId="77777777" w:rsidR="00263DFB" w:rsidRPr="00263DFB" w:rsidRDefault="00263DFB" w:rsidP="00263DFB">
      <w:pPr>
        <w:spacing w:after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……………………………………………………………………………………………………………………….</w:t>
      </w:r>
    </w:p>
    <w:p w14:paraId="0DEB06F4" w14:textId="77777777" w:rsidR="00263DFB" w:rsidRPr="00263DFB" w:rsidRDefault="00263DFB" w:rsidP="00263DFB">
      <w:pPr>
        <w:pStyle w:val="Akapitzlist"/>
        <w:spacing w:after="0"/>
        <w:ind w:left="0"/>
        <w:rPr>
          <w:szCs w:val="20"/>
        </w:rPr>
      </w:pPr>
      <w:r w:rsidRPr="00263DFB">
        <w:rPr>
          <w:szCs w:val="20"/>
        </w:rPr>
        <w:t>……………………………………………………………………………………………………………………</w:t>
      </w:r>
      <w:r>
        <w:rPr>
          <w:szCs w:val="20"/>
        </w:rPr>
        <w:t>….</w:t>
      </w:r>
    </w:p>
    <w:p w14:paraId="0C7681A1" w14:textId="57F5DDB5" w:rsidR="00263DFB" w:rsidRDefault="00263DFB" w:rsidP="00263DFB">
      <w:pPr>
        <w:spacing w:after="0"/>
        <w:rPr>
          <w:szCs w:val="20"/>
        </w:rPr>
      </w:pPr>
    </w:p>
    <w:p w14:paraId="0E4744FE" w14:textId="77777777" w:rsidR="009809A8" w:rsidRDefault="009809A8" w:rsidP="00263DFB">
      <w:pPr>
        <w:spacing w:after="0"/>
        <w:rPr>
          <w:szCs w:val="20"/>
        </w:rPr>
      </w:pPr>
    </w:p>
    <w:tbl>
      <w:tblPr>
        <w:tblW w:w="0" w:type="auto"/>
        <w:tblInd w:w="5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</w:tblGrid>
      <w:tr w:rsidR="009809A8" w:rsidRPr="00877578" w14:paraId="23697C6B" w14:textId="77777777" w:rsidTr="00F14C25">
        <w:tc>
          <w:tcPr>
            <w:tcW w:w="3755" w:type="dxa"/>
          </w:tcPr>
          <w:p w14:paraId="131EE5FB" w14:textId="77777777" w:rsidR="009809A8" w:rsidRPr="00877578" w:rsidRDefault="009809A8" w:rsidP="00F14C25">
            <w:pPr>
              <w:spacing w:after="0"/>
              <w:rPr>
                <w:szCs w:val="20"/>
              </w:rPr>
            </w:pPr>
            <w:r w:rsidRPr="00877578">
              <w:rPr>
                <w:szCs w:val="20"/>
              </w:rPr>
              <w:t>......................................................</w:t>
            </w:r>
          </w:p>
        </w:tc>
      </w:tr>
      <w:tr w:rsidR="009809A8" w:rsidRPr="00877578" w14:paraId="6B3B2B37" w14:textId="77777777" w:rsidTr="00F14C25">
        <w:tc>
          <w:tcPr>
            <w:tcW w:w="3755" w:type="dxa"/>
          </w:tcPr>
          <w:p w14:paraId="20D6CB1F" w14:textId="77777777" w:rsidR="009809A8" w:rsidRPr="00877578" w:rsidRDefault="009809A8" w:rsidP="00F14C25">
            <w:pPr>
              <w:rPr>
                <w:i/>
                <w:sz w:val="16"/>
                <w:szCs w:val="16"/>
              </w:rPr>
            </w:pPr>
            <w:r w:rsidRPr="00877578">
              <w:rPr>
                <w:i/>
                <w:sz w:val="16"/>
                <w:szCs w:val="16"/>
              </w:rPr>
              <w:t>po</w:t>
            </w:r>
            <w:r>
              <w:rPr>
                <w:i/>
                <w:sz w:val="16"/>
                <w:szCs w:val="16"/>
              </w:rPr>
              <w:t>dpis przedstawiciela Wykonawcy/Kierującego zespołem</w:t>
            </w:r>
          </w:p>
        </w:tc>
      </w:tr>
    </w:tbl>
    <w:p w14:paraId="5CE688E7" w14:textId="77777777" w:rsidR="009809A8" w:rsidRPr="00263DFB" w:rsidRDefault="009809A8" w:rsidP="00263DFB">
      <w:pPr>
        <w:spacing w:after="0"/>
        <w:rPr>
          <w:szCs w:val="20"/>
        </w:rPr>
      </w:pPr>
    </w:p>
    <w:p w14:paraId="7E0B2F75" w14:textId="77777777" w:rsidR="006D1704" w:rsidRPr="006D1704" w:rsidRDefault="006D1704" w:rsidP="006D1704">
      <w:pPr>
        <w:rPr>
          <w:b/>
          <w:bCs/>
          <w:szCs w:val="20"/>
        </w:rPr>
      </w:pPr>
    </w:p>
    <w:sectPr w:rsidR="006D1704" w:rsidRPr="006D1704" w:rsidSect="003B4D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276" w:left="1418" w:header="709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80F17" w14:textId="77777777" w:rsidR="00953EA6" w:rsidRDefault="00953EA6" w:rsidP="00790544">
      <w:pPr>
        <w:spacing w:after="0" w:line="240" w:lineRule="auto"/>
      </w:pPr>
      <w:r>
        <w:separator/>
      </w:r>
    </w:p>
  </w:endnote>
  <w:endnote w:type="continuationSeparator" w:id="0">
    <w:p w14:paraId="4DF008C4" w14:textId="77777777" w:rsidR="00953EA6" w:rsidRDefault="00953EA6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23BD23ED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524C97" w:rsidRPr="005B4C9F" w14:paraId="07E8A9F0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2A17F23F" w14:textId="77777777" w:rsidR="00524C97" w:rsidRPr="00941FE1" w:rsidRDefault="00FC4AC7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 wp14:anchorId="72BEFA49" wp14:editId="2394C100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7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8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62C96DD" id="Group 4" o:spid="_x0000_s1026" style="position:absolute;margin-left:-2.2pt;margin-top:3.05pt;width:531.65pt;height:.05pt;z-index:25165721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CP/itwiQIAAPwGAAAOAAAAAAAAAAAAAAAAAC4CAABkcnMvZTJvRG9jLnhtbFBLAQItABQABgAI&#10;AAAAIQDiovHS3QAAAAcBAAAPAAAAAAAAAAAAAAAAAOMEAABkcnMvZG93bnJldi54bWxQSwUGAAAA&#10;AAQABADzAAAA7QU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73B528BC" w14:textId="77777777" w:rsidR="00524C97" w:rsidRPr="009F0BC2" w:rsidRDefault="00524C97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524C97" w:rsidRPr="005B4C9F" w14:paraId="65F12C93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03CC1690" w14:textId="78C9D43B" w:rsidR="00524C97" w:rsidRPr="006A3F0A" w:rsidRDefault="00524C97" w:rsidP="00DF4F0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Wydanie </w:t>
                  </w:r>
                  <w:r w:rsidR="00901CC5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r w:rsidR="00195623">
                    <w:rPr>
                      <w:sz w:val="18"/>
                      <w:szCs w:val="18"/>
                    </w:rPr>
                    <w:t xml:space="preserve">Wersja </w:t>
                  </w:r>
                  <w:r w:rsidR="005E494F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3" w:type="dxa"/>
                  <w:vAlign w:val="center"/>
                </w:tcPr>
                <w:p w14:paraId="478A3288" w14:textId="19A6EFBB" w:rsidR="00524C97" w:rsidRPr="00322506" w:rsidRDefault="003D4398" w:rsidP="003D4398">
                  <w:pPr>
                    <w:pStyle w:val="Nagwek"/>
                    <w:jc w:val="center"/>
                    <w:rPr>
                      <w:iCs/>
                      <w:noProof/>
                      <w:sz w:val="18"/>
                      <w:szCs w:val="18"/>
                      <w:lang w:eastAsia="pl-PL"/>
                    </w:rPr>
                  </w:pPr>
                  <w:r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P</w:t>
                  </w:r>
                  <w:r w:rsidR="00C664EB"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E</w:t>
                  </w:r>
                  <w:r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-</w:t>
                  </w:r>
                  <w:r w:rsidR="00C664EB"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EK</w:t>
                  </w:r>
                  <w:r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-W0</w:t>
                  </w:r>
                  <w:r w:rsidR="00C664EB" w:rsidRPr="00322506">
                    <w:rPr>
                      <w:iCs/>
                      <w:noProof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1BC1694B" w14:textId="77777777" w:rsidR="00524C97" w:rsidRPr="006A3F0A" w:rsidRDefault="00524C97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</w:t>
                  </w:r>
                  <w:r w:rsidRPr="006A3F0A">
                    <w:rPr>
                      <w:sz w:val="18"/>
                      <w:szCs w:val="18"/>
                    </w:rPr>
                    <w:t xml:space="preserve">trona </w:t>
                  </w:r>
                  <w:r w:rsidR="00502035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PAGE</w:instrText>
                  </w:r>
                  <w:r w:rsidR="00502035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8B4C29">
                    <w:rPr>
                      <w:noProof/>
                      <w:sz w:val="18"/>
                      <w:szCs w:val="18"/>
                    </w:rPr>
                    <w:t>1</w:t>
                  </w:r>
                  <w:r w:rsidR="00502035" w:rsidRPr="006A3F0A">
                    <w:rPr>
                      <w:sz w:val="18"/>
                      <w:szCs w:val="18"/>
                    </w:rPr>
                    <w:fldChar w:fldCharType="end"/>
                  </w:r>
                  <w:r w:rsidRPr="006A3F0A">
                    <w:rPr>
                      <w:sz w:val="18"/>
                      <w:szCs w:val="18"/>
                    </w:rPr>
                    <w:t xml:space="preserve"> z </w:t>
                  </w:r>
                  <w:r w:rsidR="00502035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NUMPAGES</w:instrText>
                  </w:r>
                  <w:r w:rsidR="00502035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8B4C29">
                    <w:rPr>
                      <w:noProof/>
                      <w:sz w:val="18"/>
                      <w:szCs w:val="18"/>
                    </w:rPr>
                    <w:t>1</w:t>
                  </w:r>
                  <w:r w:rsidR="00502035" w:rsidRPr="006A3F0A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7047E46F" w14:textId="77777777" w:rsidR="00524C97" w:rsidRPr="005B4C9F" w:rsidRDefault="00953EA6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76E551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4F95AEF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348336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33EA1A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718DAF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CA4F8BC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C6532A3" w14:textId="77777777" w:rsidR="00524C97" w:rsidRPr="008A5466" w:rsidRDefault="00FC4AC7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60288" behindDoc="0" locked="0" layoutInCell="1" allowOverlap="1" wp14:anchorId="1ED55C8D" wp14:editId="7A4C5D3E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1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1479B19" id="Group 10" o:spid="_x0000_s1026" style="position:absolute;margin-left:-2.2pt;margin-top:3.0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DJSGCooCAAD/BgAADgAAAAAAAAAAAAAAAAAuAgAAZHJzL2Uyb0RvYy54bWxQSwECLQAUAAYA&#10;CAAAACEA4qLx0t0AAAAHAQAADwAAAAAAAAAAAAAAAADkBAAAZHJzL2Rvd25yZXYueG1sUEsFBgAA&#10;AAAEAAQA8wAAAO4F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jQvwAAANoAAAAPAAAAZHJzL2Rvd25yZXYueG1sRI9Bi8Iw&#10;FITvgv8hPMGbpi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AqzejQ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11545DF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0FC3159C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0FE72CC0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2AC7D5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1E5075C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502035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502035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502035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502035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502035" w:rsidRPr="006A3F0A">
                <w:rPr>
                  <w:sz w:val="18"/>
                  <w:szCs w:val="18"/>
                </w:rPr>
                <w:fldChar w:fldCharType="separate"/>
              </w:r>
              <w:r w:rsidR="00C57F21">
                <w:rPr>
                  <w:noProof/>
                  <w:sz w:val="18"/>
                  <w:szCs w:val="18"/>
                </w:rPr>
                <w:t>1</w:t>
              </w:r>
              <w:r w:rsidR="00502035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4A20ABA2" w14:textId="77777777" w:rsidR="00524C97" w:rsidRPr="00612DE7" w:rsidRDefault="00953EA6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F65A" w14:textId="77777777" w:rsidR="00953EA6" w:rsidRDefault="00953EA6" w:rsidP="00790544">
      <w:pPr>
        <w:spacing w:after="0" w:line="240" w:lineRule="auto"/>
      </w:pPr>
      <w:r>
        <w:separator/>
      </w:r>
    </w:p>
  </w:footnote>
  <w:footnote w:type="continuationSeparator" w:id="0">
    <w:p w14:paraId="1D0678FE" w14:textId="77777777" w:rsidR="00953EA6" w:rsidRDefault="00953EA6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3D4398" w:rsidRPr="003D4398" w14:paraId="63E564B6" w14:textId="77777777" w:rsidTr="003D4398">
      <w:trPr>
        <w:trHeight w:hRule="exact" w:val="1140"/>
      </w:trPr>
      <w:tc>
        <w:tcPr>
          <w:tcW w:w="10639" w:type="dxa"/>
          <w:vAlign w:val="bottom"/>
        </w:tcPr>
        <w:p w14:paraId="7BA346DF" w14:textId="35BB6579" w:rsidR="003D4398" w:rsidRPr="003D4398" w:rsidRDefault="003D4398" w:rsidP="0016594A">
          <w:pPr>
            <w:pStyle w:val="Nagwek"/>
            <w:jc w:val="center"/>
            <w:rPr>
              <w:noProof/>
              <w:szCs w:val="20"/>
              <w:lang w:eastAsia="pl-PL"/>
            </w:rPr>
          </w:pPr>
          <w:bookmarkStart w:id="0" w:name="_Hlk59566971"/>
          <w:r w:rsidRPr="003D4398">
            <w:rPr>
              <w:noProof/>
              <w:szCs w:val="20"/>
              <w:lang w:eastAsia="pl-PL"/>
            </w:rPr>
            <w:t>Załącznik nr 2 – Informacja o zaistniałym Zdarzeniu – do Wytyczne w zakresie wymagań bezpieczeństwa pracy i ochrony zdrowia dla Wykonawców oraz Gości w Spółce Operator Gazociągów Przesyłowych GAZ-SYSTEM S.A. P</w:t>
          </w:r>
          <w:r w:rsidR="00C664EB">
            <w:rPr>
              <w:noProof/>
              <w:szCs w:val="20"/>
              <w:lang w:eastAsia="pl-PL"/>
            </w:rPr>
            <w:t>E</w:t>
          </w:r>
          <w:r w:rsidRPr="003D4398">
            <w:rPr>
              <w:noProof/>
              <w:szCs w:val="20"/>
              <w:lang w:eastAsia="pl-PL"/>
            </w:rPr>
            <w:t>-</w:t>
          </w:r>
          <w:r w:rsidR="00C664EB">
            <w:rPr>
              <w:noProof/>
              <w:szCs w:val="20"/>
              <w:lang w:eastAsia="pl-PL"/>
            </w:rPr>
            <w:t>EK</w:t>
          </w:r>
          <w:r w:rsidRPr="003D4398">
            <w:rPr>
              <w:noProof/>
              <w:szCs w:val="20"/>
              <w:lang w:eastAsia="pl-PL"/>
            </w:rPr>
            <w:t>-W</w:t>
          </w:r>
          <w:r w:rsidR="00C664EB">
            <w:rPr>
              <w:noProof/>
              <w:szCs w:val="20"/>
              <w:lang w:eastAsia="pl-PL"/>
            </w:rPr>
            <w:t>01</w:t>
          </w:r>
        </w:p>
        <w:p w14:paraId="2AB459CA" w14:textId="41E2C655" w:rsidR="003D4398" w:rsidRPr="003D4398" w:rsidRDefault="003D4398" w:rsidP="003D4398">
          <w:pPr>
            <w:pStyle w:val="Nagwek"/>
            <w:jc w:val="center"/>
            <w:rPr>
              <w:szCs w:val="20"/>
            </w:rPr>
          </w:pPr>
        </w:p>
      </w:tc>
    </w:tr>
    <w:tr w:rsidR="003D4398" w:rsidRPr="003D4398" w14:paraId="54624342" w14:textId="77777777" w:rsidTr="003F768B">
      <w:tc>
        <w:tcPr>
          <w:tcW w:w="10639" w:type="dxa"/>
        </w:tcPr>
        <w:p w14:paraId="72557B26" w14:textId="77777777" w:rsidR="003D4398" w:rsidRPr="003D4398" w:rsidRDefault="003D4398" w:rsidP="003D4398">
          <w:pPr>
            <w:pStyle w:val="Nagwek"/>
            <w:jc w:val="center"/>
            <w:rPr>
              <w:b/>
              <w:noProof/>
              <w:szCs w:val="20"/>
              <w:lang w:eastAsia="pl-PL"/>
            </w:rPr>
          </w:pPr>
          <w:r w:rsidRPr="003D4398">
            <w:rPr>
              <w:b/>
              <w:noProof/>
              <w:szCs w:val="20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67456" behindDoc="0" locked="0" layoutInCell="1" allowOverlap="1" wp14:anchorId="5DC46011" wp14:editId="51A64557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0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1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6303B85" id="Group 3" o:spid="_x0000_s1026" style="position:absolute;margin-left:-6.65pt;margin-top:5.65pt;width:531.65pt;height:.05pt;z-index:2516674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" strokecolor="black [3213]" strokeweight="1pt"/>
                  </v:group>
                </w:pict>
              </mc:Fallback>
            </mc:AlternateContent>
          </w:r>
        </w:p>
      </w:tc>
    </w:tr>
    <w:bookmarkEnd w:id="0"/>
  </w:tbl>
  <w:p w14:paraId="58BB2EE4" w14:textId="77777777" w:rsidR="00524C97" w:rsidRPr="003D4398" w:rsidRDefault="00524C97" w:rsidP="005718C9">
    <w:pPr>
      <w:pStyle w:val="Nagwek"/>
      <w:jc w:val="center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2B2AD105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E41BE35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617306D3" w14:textId="77777777" w:rsidTr="00524C97">
      <w:tc>
        <w:tcPr>
          <w:tcW w:w="10639" w:type="dxa"/>
        </w:tcPr>
        <w:p w14:paraId="24A17786" w14:textId="77777777" w:rsidR="00524C97" w:rsidRDefault="00FC4AC7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1CBCE7DB" wp14:editId="161781A5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4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7101C1B" id="Group 22" o:spid="_x0000_s1026" style="position:absolute;margin-left:-5.15pt;margin-top:5.65pt;width:531.65pt;height:.05pt;z-index:2516633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</w:tbl>
  <w:p w14:paraId="14D9C0DE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B09"/>
    <w:multiLevelType w:val="hybridMultilevel"/>
    <w:tmpl w:val="6DA4C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0C856CCB"/>
    <w:multiLevelType w:val="hybridMultilevel"/>
    <w:tmpl w:val="F2CC3B76"/>
    <w:lvl w:ilvl="0" w:tplc="40740D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404F"/>
    <w:multiLevelType w:val="hybridMultilevel"/>
    <w:tmpl w:val="57664050"/>
    <w:lvl w:ilvl="0" w:tplc="A29257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8" w15:restartNumberingAfterBreak="0">
    <w:nsid w:val="1AA730D2"/>
    <w:multiLevelType w:val="hybridMultilevel"/>
    <w:tmpl w:val="2CF86C68"/>
    <w:lvl w:ilvl="0" w:tplc="A292578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1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2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3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5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2595"/>
    <w:multiLevelType w:val="hybridMultilevel"/>
    <w:tmpl w:val="11265F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0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1A45"/>
    <w:multiLevelType w:val="hybridMultilevel"/>
    <w:tmpl w:val="FA4E06B2"/>
    <w:lvl w:ilvl="0" w:tplc="A292578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0" w15:restartNumberingAfterBreak="0">
    <w:nsid w:val="7EEC7492"/>
    <w:multiLevelType w:val="hybridMultilevel"/>
    <w:tmpl w:val="6AE2D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8"/>
  </w:num>
  <w:num w:numId="4">
    <w:abstractNumId w:val="20"/>
  </w:num>
  <w:num w:numId="5">
    <w:abstractNumId w:val="11"/>
  </w:num>
  <w:num w:numId="6">
    <w:abstractNumId w:val="3"/>
  </w:num>
  <w:num w:numId="7">
    <w:abstractNumId w:val="15"/>
  </w:num>
  <w:num w:numId="8">
    <w:abstractNumId w:val="12"/>
  </w:num>
  <w:num w:numId="9">
    <w:abstractNumId w:val="27"/>
  </w:num>
  <w:num w:numId="10">
    <w:abstractNumId w:val="9"/>
  </w:num>
  <w:num w:numId="11">
    <w:abstractNumId w:val="26"/>
  </w:num>
  <w:num w:numId="12">
    <w:abstractNumId w:val="19"/>
  </w:num>
  <w:num w:numId="13">
    <w:abstractNumId w:val="17"/>
  </w:num>
  <w:num w:numId="14">
    <w:abstractNumId w:val="7"/>
  </w:num>
  <w:num w:numId="15">
    <w:abstractNumId w:val="23"/>
  </w:num>
  <w:num w:numId="16">
    <w:abstractNumId w:val="21"/>
  </w:num>
  <w:num w:numId="17">
    <w:abstractNumId w:val="18"/>
  </w:num>
  <w:num w:numId="18">
    <w:abstractNumId w:val="1"/>
  </w:num>
  <w:num w:numId="19">
    <w:abstractNumId w:val="10"/>
  </w:num>
  <w:num w:numId="20">
    <w:abstractNumId w:val="29"/>
  </w:num>
  <w:num w:numId="21">
    <w:abstractNumId w:val="5"/>
  </w:num>
  <w:num w:numId="22">
    <w:abstractNumId w:val="14"/>
  </w:num>
  <w:num w:numId="23">
    <w:abstractNumId w:val="2"/>
  </w:num>
  <w:num w:numId="24">
    <w:abstractNumId w:val="22"/>
  </w:num>
  <w:num w:numId="25">
    <w:abstractNumId w:val="30"/>
  </w:num>
  <w:num w:numId="26">
    <w:abstractNumId w:val="6"/>
  </w:num>
  <w:num w:numId="27">
    <w:abstractNumId w:val="4"/>
  </w:num>
  <w:num w:numId="28">
    <w:abstractNumId w:val="25"/>
  </w:num>
  <w:num w:numId="29">
    <w:abstractNumId w:val="0"/>
  </w:num>
  <w:num w:numId="30">
    <w:abstractNumId w:val="1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87"/>
    <w:rsid w:val="000026FD"/>
    <w:rsid w:val="00006473"/>
    <w:rsid w:val="00013B3F"/>
    <w:rsid w:val="00026CE2"/>
    <w:rsid w:val="0004254A"/>
    <w:rsid w:val="0004484B"/>
    <w:rsid w:val="00047501"/>
    <w:rsid w:val="00064AEF"/>
    <w:rsid w:val="00066829"/>
    <w:rsid w:val="00067171"/>
    <w:rsid w:val="00072A00"/>
    <w:rsid w:val="00074138"/>
    <w:rsid w:val="000749D6"/>
    <w:rsid w:val="00077834"/>
    <w:rsid w:val="000815FF"/>
    <w:rsid w:val="00082154"/>
    <w:rsid w:val="00091025"/>
    <w:rsid w:val="00092711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E265F"/>
    <w:rsid w:val="000E3369"/>
    <w:rsid w:val="000E5AB0"/>
    <w:rsid w:val="000F08D1"/>
    <w:rsid w:val="000F1530"/>
    <w:rsid w:val="00110244"/>
    <w:rsid w:val="001152EF"/>
    <w:rsid w:val="00122934"/>
    <w:rsid w:val="00127211"/>
    <w:rsid w:val="00127263"/>
    <w:rsid w:val="00132648"/>
    <w:rsid w:val="00134205"/>
    <w:rsid w:val="001448AA"/>
    <w:rsid w:val="00146B07"/>
    <w:rsid w:val="00152B85"/>
    <w:rsid w:val="001540D1"/>
    <w:rsid w:val="00156A44"/>
    <w:rsid w:val="0016512A"/>
    <w:rsid w:val="0016594A"/>
    <w:rsid w:val="001700E4"/>
    <w:rsid w:val="00176105"/>
    <w:rsid w:val="00176976"/>
    <w:rsid w:val="00177573"/>
    <w:rsid w:val="00184EC7"/>
    <w:rsid w:val="00185098"/>
    <w:rsid w:val="00195623"/>
    <w:rsid w:val="001962D4"/>
    <w:rsid w:val="001B0A9E"/>
    <w:rsid w:val="001B455C"/>
    <w:rsid w:val="001C20F2"/>
    <w:rsid w:val="001C3463"/>
    <w:rsid w:val="001D0619"/>
    <w:rsid w:val="00200F12"/>
    <w:rsid w:val="00203926"/>
    <w:rsid w:val="00217939"/>
    <w:rsid w:val="0024151E"/>
    <w:rsid w:val="00245EB4"/>
    <w:rsid w:val="00246C13"/>
    <w:rsid w:val="002501BC"/>
    <w:rsid w:val="00263DFB"/>
    <w:rsid w:val="0027647D"/>
    <w:rsid w:val="00287ED9"/>
    <w:rsid w:val="00291592"/>
    <w:rsid w:val="002A31B2"/>
    <w:rsid w:val="002C23C7"/>
    <w:rsid w:val="002D2267"/>
    <w:rsid w:val="002D4D73"/>
    <w:rsid w:val="002D627B"/>
    <w:rsid w:val="002F157C"/>
    <w:rsid w:val="002F7903"/>
    <w:rsid w:val="00305803"/>
    <w:rsid w:val="00322506"/>
    <w:rsid w:val="00325408"/>
    <w:rsid w:val="00326539"/>
    <w:rsid w:val="003307AD"/>
    <w:rsid w:val="00331662"/>
    <w:rsid w:val="0034717F"/>
    <w:rsid w:val="00353F83"/>
    <w:rsid w:val="00361FD2"/>
    <w:rsid w:val="003722BA"/>
    <w:rsid w:val="00373BC2"/>
    <w:rsid w:val="003B2752"/>
    <w:rsid w:val="003B4687"/>
    <w:rsid w:val="003B4D91"/>
    <w:rsid w:val="003C5288"/>
    <w:rsid w:val="003D4398"/>
    <w:rsid w:val="003E13C3"/>
    <w:rsid w:val="003E2EE1"/>
    <w:rsid w:val="003E6BF0"/>
    <w:rsid w:val="003F4039"/>
    <w:rsid w:val="003F5995"/>
    <w:rsid w:val="003F768B"/>
    <w:rsid w:val="00401985"/>
    <w:rsid w:val="00413E0A"/>
    <w:rsid w:val="004321C2"/>
    <w:rsid w:val="004518CF"/>
    <w:rsid w:val="00452B60"/>
    <w:rsid w:val="00454934"/>
    <w:rsid w:val="00460F2C"/>
    <w:rsid w:val="00461FA8"/>
    <w:rsid w:val="004779FF"/>
    <w:rsid w:val="004847E8"/>
    <w:rsid w:val="004A6025"/>
    <w:rsid w:val="004A69DE"/>
    <w:rsid w:val="004B2B1B"/>
    <w:rsid w:val="004C4BE9"/>
    <w:rsid w:val="004D1932"/>
    <w:rsid w:val="004D3EB7"/>
    <w:rsid w:val="004F18E9"/>
    <w:rsid w:val="00501FBB"/>
    <w:rsid w:val="00502035"/>
    <w:rsid w:val="00506829"/>
    <w:rsid w:val="00514A98"/>
    <w:rsid w:val="00524C97"/>
    <w:rsid w:val="0053570F"/>
    <w:rsid w:val="005450F6"/>
    <w:rsid w:val="00551678"/>
    <w:rsid w:val="0055584D"/>
    <w:rsid w:val="00557FE2"/>
    <w:rsid w:val="00562A22"/>
    <w:rsid w:val="00562D10"/>
    <w:rsid w:val="005718C9"/>
    <w:rsid w:val="00572B2B"/>
    <w:rsid w:val="00572B65"/>
    <w:rsid w:val="005749DB"/>
    <w:rsid w:val="00581E28"/>
    <w:rsid w:val="0058415A"/>
    <w:rsid w:val="005B4C9F"/>
    <w:rsid w:val="005D46FC"/>
    <w:rsid w:val="005D5327"/>
    <w:rsid w:val="005E494F"/>
    <w:rsid w:val="005F5244"/>
    <w:rsid w:val="006035D3"/>
    <w:rsid w:val="0060685C"/>
    <w:rsid w:val="00612DE7"/>
    <w:rsid w:val="00615800"/>
    <w:rsid w:val="00615D1A"/>
    <w:rsid w:val="006201E3"/>
    <w:rsid w:val="00624896"/>
    <w:rsid w:val="00625623"/>
    <w:rsid w:val="00630AA9"/>
    <w:rsid w:val="00637DED"/>
    <w:rsid w:val="00670764"/>
    <w:rsid w:val="006710C0"/>
    <w:rsid w:val="0069063B"/>
    <w:rsid w:val="00691A38"/>
    <w:rsid w:val="00692AD3"/>
    <w:rsid w:val="006A3F0A"/>
    <w:rsid w:val="006D1704"/>
    <w:rsid w:val="006E3B2B"/>
    <w:rsid w:val="006E60E7"/>
    <w:rsid w:val="006F560D"/>
    <w:rsid w:val="00713051"/>
    <w:rsid w:val="00725D75"/>
    <w:rsid w:val="00734265"/>
    <w:rsid w:val="00734B0A"/>
    <w:rsid w:val="00740168"/>
    <w:rsid w:val="007468F6"/>
    <w:rsid w:val="00746CCB"/>
    <w:rsid w:val="00752CF4"/>
    <w:rsid w:val="007572C8"/>
    <w:rsid w:val="007577CC"/>
    <w:rsid w:val="00773875"/>
    <w:rsid w:val="00774240"/>
    <w:rsid w:val="0078779B"/>
    <w:rsid w:val="00790544"/>
    <w:rsid w:val="00797E3D"/>
    <w:rsid w:val="007A4E8B"/>
    <w:rsid w:val="007A5D37"/>
    <w:rsid w:val="007B0F19"/>
    <w:rsid w:val="007B7C2F"/>
    <w:rsid w:val="007C33AD"/>
    <w:rsid w:val="007C74AE"/>
    <w:rsid w:val="007D1268"/>
    <w:rsid w:val="007E1AC0"/>
    <w:rsid w:val="007E53F4"/>
    <w:rsid w:val="007F650E"/>
    <w:rsid w:val="008037A7"/>
    <w:rsid w:val="008067DF"/>
    <w:rsid w:val="00813CC1"/>
    <w:rsid w:val="00816147"/>
    <w:rsid w:val="00816589"/>
    <w:rsid w:val="00817AB2"/>
    <w:rsid w:val="008400DC"/>
    <w:rsid w:val="0084275F"/>
    <w:rsid w:val="00846E2C"/>
    <w:rsid w:val="00850156"/>
    <w:rsid w:val="00851FC2"/>
    <w:rsid w:val="00852620"/>
    <w:rsid w:val="008578B3"/>
    <w:rsid w:val="00877578"/>
    <w:rsid w:val="0088228D"/>
    <w:rsid w:val="00884985"/>
    <w:rsid w:val="00890DFA"/>
    <w:rsid w:val="008A1F46"/>
    <w:rsid w:val="008A4251"/>
    <w:rsid w:val="008A5466"/>
    <w:rsid w:val="008B1E76"/>
    <w:rsid w:val="008B4C29"/>
    <w:rsid w:val="008C3C4F"/>
    <w:rsid w:val="008C45F5"/>
    <w:rsid w:val="008D0C6B"/>
    <w:rsid w:val="008D5529"/>
    <w:rsid w:val="008E2737"/>
    <w:rsid w:val="00901CC5"/>
    <w:rsid w:val="00902753"/>
    <w:rsid w:val="0090379E"/>
    <w:rsid w:val="0090497D"/>
    <w:rsid w:val="00906C42"/>
    <w:rsid w:val="009159DE"/>
    <w:rsid w:val="00916600"/>
    <w:rsid w:val="009303BE"/>
    <w:rsid w:val="00937CF9"/>
    <w:rsid w:val="00941FE1"/>
    <w:rsid w:val="00953EA6"/>
    <w:rsid w:val="009621C4"/>
    <w:rsid w:val="009656C1"/>
    <w:rsid w:val="00977C09"/>
    <w:rsid w:val="009809A8"/>
    <w:rsid w:val="00984DC7"/>
    <w:rsid w:val="00986557"/>
    <w:rsid w:val="00992930"/>
    <w:rsid w:val="009948B6"/>
    <w:rsid w:val="00996D87"/>
    <w:rsid w:val="009C090F"/>
    <w:rsid w:val="009C2C6F"/>
    <w:rsid w:val="009C5E1C"/>
    <w:rsid w:val="009D0882"/>
    <w:rsid w:val="009D0CE8"/>
    <w:rsid w:val="009D1820"/>
    <w:rsid w:val="009D388A"/>
    <w:rsid w:val="009D504B"/>
    <w:rsid w:val="009D5DF0"/>
    <w:rsid w:val="009D7A57"/>
    <w:rsid w:val="009E0BCA"/>
    <w:rsid w:val="009E1E90"/>
    <w:rsid w:val="009E1F33"/>
    <w:rsid w:val="009E2703"/>
    <w:rsid w:val="009E37BD"/>
    <w:rsid w:val="009E3D72"/>
    <w:rsid w:val="009F09FD"/>
    <w:rsid w:val="009F0BC2"/>
    <w:rsid w:val="00A04AA8"/>
    <w:rsid w:val="00A05198"/>
    <w:rsid w:val="00A11B8C"/>
    <w:rsid w:val="00A20650"/>
    <w:rsid w:val="00A22D3F"/>
    <w:rsid w:val="00A24B2E"/>
    <w:rsid w:val="00A262CD"/>
    <w:rsid w:val="00A3723A"/>
    <w:rsid w:val="00A459F1"/>
    <w:rsid w:val="00A50312"/>
    <w:rsid w:val="00A52C0B"/>
    <w:rsid w:val="00A5359B"/>
    <w:rsid w:val="00A55EE6"/>
    <w:rsid w:val="00A746AA"/>
    <w:rsid w:val="00A77688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CC0"/>
    <w:rsid w:val="00AC6798"/>
    <w:rsid w:val="00AC7843"/>
    <w:rsid w:val="00AE6CE9"/>
    <w:rsid w:val="00AF0DB2"/>
    <w:rsid w:val="00AF7BB3"/>
    <w:rsid w:val="00B04115"/>
    <w:rsid w:val="00B16E82"/>
    <w:rsid w:val="00B21665"/>
    <w:rsid w:val="00B477CD"/>
    <w:rsid w:val="00B50AB4"/>
    <w:rsid w:val="00B5160D"/>
    <w:rsid w:val="00B57594"/>
    <w:rsid w:val="00B608AF"/>
    <w:rsid w:val="00B76262"/>
    <w:rsid w:val="00B8634F"/>
    <w:rsid w:val="00B87623"/>
    <w:rsid w:val="00B87E91"/>
    <w:rsid w:val="00B91076"/>
    <w:rsid w:val="00B9529B"/>
    <w:rsid w:val="00BA7933"/>
    <w:rsid w:val="00BB0606"/>
    <w:rsid w:val="00BB367D"/>
    <w:rsid w:val="00BB79B8"/>
    <w:rsid w:val="00BC002B"/>
    <w:rsid w:val="00BC0DEA"/>
    <w:rsid w:val="00BC426E"/>
    <w:rsid w:val="00BE2B63"/>
    <w:rsid w:val="00BF2811"/>
    <w:rsid w:val="00BF4C92"/>
    <w:rsid w:val="00BF7DE5"/>
    <w:rsid w:val="00C0187A"/>
    <w:rsid w:val="00C06F93"/>
    <w:rsid w:val="00C11780"/>
    <w:rsid w:val="00C11EA2"/>
    <w:rsid w:val="00C23C6D"/>
    <w:rsid w:val="00C30332"/>
    <w:rsid w:val="00C30BB7"/>
    <w:rsid w:val="00C3404B"/>
    <w:rsid w:val="00C34EC1"/>
    <w:rsid w:val="00C57F21"/>
    <w:rsid w:val="00C664EB"/>
    <w:rsid w:val="00C72616"/>
    <w:rsid w:val="00C82165"/>
    <w:rsid w:val="00C843B2"/>
    <w:rsid w:val="00C93EE6"/>
    <w:rsid w:val="00C9672B"/>
    <w:rsid w:val="00C979DB"/>
    <w:rsid w:val="00CA56AC"/>
    <w:rsid w:val="00CC58FB"/>
    <w:rsid w:val="00CD0B80"/>
    <w:rsid w:val="00CD2710"/>
    <w:rsid w:val="00CD3209"/>
    <w:rsid w:val="00CF25B2"/>
    <w:rsid w:val="00CF3BA3"/>
    <w:rsid w:val="00D05EAF"/>
    <w:rsid w:val="00D10002"/>
    <w:rsid w:val="00D16467"/>
    <w:rsid w:val="00D209B9"/>
    <w:rsid w:val="00D21DE3"/>
    <w:rsid w:val="00D22881"/>
    <w:rsid w:val="00D5776A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DF4F0E"/>
    <w:rsid w:val="00DF728F"/>
    <w:rsid w:val="00E01600"/>
    <w:rsid w:val="00E04364"/>
    <w:rsid w:val="00E14E28"/>
    <w:rsid w:val="00E14E3B"/>
    <w:rsid w:val="00E14F52"/>
    <w:rsid w:val="00E22E60"/>
    <w:rsid w:val="00E42489"/>
    <w:rsid w:val="00E43DC4"/>
    <w:rsid w:val="00E46CBF"/>
    <w:rsid w:val="00E67477"/>
    <w:rsid w:val="00EA6DDF"/>
    <w:rsid w:val="00EB0F53"/>
    <w:rsid w:val="00EB3CBE"/>
    <w:rsid w:val="00EC3400"/>
    <w:rsid w:val="00EC70A7"/>
    <w:rsid w:val="00EE751C"/>
    <w:rsid w:val="00EF0FB8"/>
    <w:rsid w:val="00EF2339"/>
    <w:rsid w:val="00F010B8"/>
    <w:rsid w:val="00F0419D"/>
    <w:rsid w:val="00F10E5E"/>
    <w:rsid w:val="00F176CA"/>
    <w:rsid w:val="00F30D6F"/>
    <w:rsid w:val="00F356F9"/>
    <w:rsid w:val="00F42566"/>
    <w:rsid w:val="00F71032"/>
    <w:rsid w:val="00F8077E"/>
    <w:rsid w:val="00F970AB"/>
    <w:rsid w:val="00FA0ED7"/>
    <w:rsid w:val="00FB0960"/>
    <w:rsid w:val="00FB2361"/>
    <w:rsid w:val="00FB37E6"/>
    <w:rsid w:val="00FB41E2"/>
    <w:rsid w:val="00FC1393"/>
    <w:rsid w:val="00FC213E"/>
    <w:rsid w:val="00FC3DDB"/>
    <w:rsid w:val="00FC4AC7"/>
    <w:rsid w:val="00FD2AD1"/>
    <w:rsid w:val="00FD63B9"/>
    <w:rsid w:val="00FE59F2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018D7"/>
  <w15:docId w15:val="{27548ABA-C75D-4C36-B106-0C8EB972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D21D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1DE3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acznik">
    <w:name w:val="Załącznik"/>
    <w:basedOn w:val="Normalny"/>
    <w:next w:val="Normalny"/>
    <w:autoRedefine/>
    <w:rsid w:val="005749DB"/>
    <w:pPr>
      <w:shd w:val="pct5" w:color="auto" w:fill="auto"/>
      <w:spacing w:after="0" w:line="240" w:lineRule="auto"/>
      <w:jc w:val="center"/>
    </w:pPr>
    <w:rPr>
      <w:rFonts w:eastAsia="Times New Roman" w:cs="Times New Roman"/>
      <w:b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YTA~1.MAR\AppData\Local\Temp\Rar$DIa0.356\PH-HB-P01-F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44E182F1D3D143BC064EA8F56A23EE" ma:contentTypeVersion="2" ma:contentTypeDescription="Utwórz nowy dokument." ma:contentTypeScope="" ma:versionID="57cab0dd1e88d09924330dba77fd33e7">
  <xsd:schema xmlns:xsd="http://www.w3.org/2001/XMLSchema" xmlns:xs="http://www.w3.org/2001/XMLSchema" xmlns:p="http://schemas.microsoft.com/office/2006/metadata/properties" xmlns:ns2="45940eb2-ba2e-436a-9078-4d61257eceef" targetNamespace="http://schemas.microsoft.com/office/2006/metadata/properties" ma:root="true" ma:fieldsID="fda894aa11a0f43594976204def66814" ns2:_="">
    <xsd:import namespace="45940eb2-ba2e-436a-9078-4d61257ec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40eb2-ba2e-436a-9078-4d61257ece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73510F-D380-45F8-AB3D-5FE468546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45614-7D68-4649-8C76-CB5AB28C95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B1EF8A-DF9E-49F5-A510-C3C129CC8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1210CA-5210-49E3-9155-83B09066B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40eb2-ba2e-436a-9078-4d61257ec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PH-HB-P01-F01.dotx</Template>
  <TotalTime>82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</vt:lpstr>
    </vt:vector>
  </TitlesOfParts>
  <Company>Nr procedury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</dc:title>
  <dc:subject>do Procedury rekrutacji pracowników w Operatorze Gazociągów Przesyłowych 
GAZ-SYSTEM S.A.</dc:subject>
  <dc:creator>Marek Edyta</dc:creator>
  <cp:keywords>Wydanie 1</cp:keywords>
  <cp:lastModifiedBy>Konieczna Katarzyna</cp:lastModifiedBy>
  <cp:revision>17</cp:revision>
  <cp:lastPrinted>2021-07-01T09:26:00Z</cp:lastPrinted>
  <dcterms:created xsi:type="dcterms:W3CDTF">2021-03-29T07:35:00Z</dcterms:created>
  <dcterms:modified xsi:type="dcterms:W3CDTF">2021-07-01T09:26:00Z</dcterms:modified>
  <cp:category>Wersja 1</cp:category>
  <cp:contentStatus>PL-DK-P01-F01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0x0101002644E182F1D3D143BC064EA8F56A23EE</vt:lpwstr>
  </property>
</Properties>
</file>