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6.xml" ContentType="application/vnd.openxmlformats-officedocument.customXmlProperties+xml"/>
  <Override PartName="/docProps/core.xml" ContentType="application/vnd.openxmlformats-package.core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DAF31D" w14:textId="77777777" w:rsidR="002253C9" w:rsidRPr="000508E2" w:rsidRDefault="002253C9" w:rsidP="002253C9">
      <w:pPr>
        <w:shd w:val="clear" w:color="auto" w:fill="C6D9F1"/>
        <w:tabs>
          <w:tab w:val="left" w:pos="426"/>
        </w:tabs>
        <w:spacing w:line="300" w:lineRule="auto"/>
        <w:ind w:left="425" w:hanging="425"/>
        <w:outlineLvl w:val="0"/>
        <w:rPr>
          <w:rFonts w:ascii="Calibri" w:hAnsi="Calibri" w:cs="Calibri"/>
          <w:b/>
          <w:bCs/>
          <w:kern w:val="32"/>
          <w:sz w:val="20"/>
          <w:szCs w:val="32"/>
        </w:rPr>
      </w:pPr>
      <w:bookmarkStart w:id="0" w:name="_Toc515896302"/>
      <w:bookmarkStart w:id="1" w:name="_Toc61562558"/>
      <w:bookmarkStart w:id="2" w:name="_Toc61562844"/>
      <w:bookmarkStart w:id="3" w:name="_Toc64132062"/>
      <w:bookmarkStart w:id="4" w:name="_Toc72413473"/>
      <w:r>
        <w:rPr>
          <w:rFonts w:ascii="Calibri" w:hAnsi="Calibri" w:cs="Calibri"/>
          <w:b/>
          <w:bCs/>
          <w:kern w:val="32"/>
          <w:sz w:val="20"/>
          <w:szCs w:val="32"/>
        </w:rPr>
        <w:t>ZAŁĄCZNIK NR 1 DO SWZ</w:t>
      </w:r>
      <w:r w:rsidRPr="006576C8">
        <w:rPr>
          <w:rFonts w:ascii="Calibri" w:hAnsi="Calibri" w:cs="Calibri"/>
          <w:b/>
          <w:bCs/>
          <w:kern w:val="32"/>
          <w:sz w:val="20"/>
          <w:szCs w:val="32"/>
        </w:rPr>
        <w:t xml:space="preserve"> – OPIS PRZEDMIOTU ZAMÓWIENIA (OPZ)</w:t>
      </w:r>
      <w:bookmarkEnd w:id="0"/>
      <w:bookmarkEnd w:id="1"/>
      <w:bookmarkEnd w:id="2"/>
      <w:bookmarkEnd w:id="3"/>
      <w:bookmarkEnd w:id="4"/>
    </w:p>
    <w:p w14:paraId="424CD59E" w14:textId="77777777" w:rsidR="00F93FBE" w:rsidRPr="008C6738" w:rsidRDefault="00F93FBE" w:rsidP="00F93FBE"/>
    <w:p w14:paraId="3DC09FB5" w14:textId="11EBB423" w:rsidR="00BC54C7" w:rsidRDefault="00BC54C7" w:rsidP="00BC54C7">
      <w:pPr>
        <w:spacing w:after="200"/>
        <w:rPr>
          <w:rFonts w:cs="Arial"/>
          <w:b/>
        </w:rPr>
      </w:pPr>
    </w:p>
    <w:sdt>
      <w:sdtPr>
        <w:rPr>
          <w:rFonts w:ascii="Arial" w:eastAsia="Times New Roman" w:hAnsi="Arial" w:cs="Times New Roman"/>
          <w:b/>
          <w:bCs/>
          <w:color w:val="auto"/>
          <w:sz w:val="18"/>
          <w:szCs w:val="24"/>
        </w:rPr>
        <w:id w:val="-1778719435"/>
        <w:docPartObj>
          <w:docPartGallery w:val="Table of Contents"/>
          <w:docPartUnique/>
        </w:docPartObj>
      </w:sdtPr>
      <w:sdtEndPr>
        <w:rPr>
          <w:b w:val="0"/>
          <w:bCs w:val="0"/>
        </w:rPr>
      </w:sdtEndPr>
      <w:sdtContent>
        <w:p w14:paraId="741C3495" w14:textId="0E636D2E" w:rsidR="00502667" w:rsidRPr="00CA3980" w:rsidRDefault="00502667" w:rsidP="00502667">
          <w:pPr>
            <w:pStyle w:val="Nagwekspisutreci"/>
            <w:rPr>
              <w:rFonts w:ascii="Arial" w:hAnsi="Arial" w:cs="Arial"/>
              <w:b/>
              <w:color w:val="092D74"/>
              <w:sz w:val="22"/>
              <w:szCs w:val="22"/>
            </w:rPr>
          </w:pPr>
          <w:r w:rsidRPr="00CA3980">
            <w:rPr>
              <w:rFonts w:ascii="Arial" w:hAnsi="Arial" w:cs="Arial"/>
              <w:b/>
              <w:color w:val="092D74"/>
              <w:sz w:val="22"/>
              <w:szCs w:val="22"/>
            </w:rPr>
            <w:t>SPIS TREŚCI</w:t>
          </w:r>
        </w:p>
        <w:p w14:paraId="1CCF4324" w14:textId="6BECB27C" w:rsidR="008C4312" w:rsidRDefault="00502667">
          <w:pPr>
            <w:pStyle w:val="Spistreci1"/>
            <w:tabs>
              <w:tab w:val="left" w:pos="660"/>
              <w:tab w:val="right" w:leader="dot" w:pos="991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rPr>
              <w:smallCaps/>
              <w:szCs w:val="20"/>
            </w:rPr>
            <w:fldChar w:fldCharType="begin"/>
          </w:r>
          <w:r>
            <w:instrText xml:space="preserve"> TOC \o "1-3" \h \z \u </w:instrText>
          </w:r>
          <w:r>
            <w:rPr>
              <w:smallCaps/>
              <w:szCs w:val="20"/>
            </w:rPr>
            <w:fldChar w:fldCharType="separate"/>
          </w:r>
          <w:hyperlink w:anchor="_Toc179544147" w:history="1">
            <w:r w:rsidR="008C4312" w:rsidRPr="009E2514">
              <w:rPr>
                <w:rStyle w:val="Hipercze"/>
                <w:noProof/>
              </w:rPr>
              <w:t>1.</w:t>
            </w:r>
            <w:r w:rsidR="008C4312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8C4312" w:rsidRPr="009E2514">
              <w:rPr>
                <w:rStyle w:val="Hipercze"/>
                <w:noProof/>
              </w:rPr>
              <w:t>PRZEDMIOT USŁUGI</w:t>
            </w:r>
            <w:r w:rsidR="008C4312">
              <w:rPr>
                <w:noProof/>
                <w:webHidden/>
              </w:rPr>
              <w:tab/>
            </w:r>
            <w:r w:rsidR="008C4312">
              <w:rPr>
                <w:noProof/>
                <w:webHidden/>
              </w:rPr>
              <w:fldChar w:fldCharType="begin"/>
            </w:r>
            <w:r w:rsidR="008C4312">
              <w:rPr>
                <w:noProof/>
                <w:webHidden/>
              </w:rPr>
              <w:instrText xml:space="preserve"> PAGEREF _Toc179544147 \h </w:instrText>
            </w:r>
            <w:r w:rsidR="008C4312">
              <w:rPr>
                <w:noProof/>
                <w:webHidden/>
              </w:rPr>
            </w:r>
            <w:r w:rsidR="008C4312">
              <w:rPr>
                <w:noProof/>
                <w:webHidden/>
              </w:rPr>
              <w:fldChar w:fldCharType="separate"/>
            </w:r>
            <w:r w:rsidR="008C4312">
              <w:rPr>
                <w:noProof/>
                <w:webHidden/>
              </w:rPr>
              <w:t>3</w:t>
            </w:r>
            <w:r w:rsidR="008C4312">
              <w:rPr>
                <w:noProof/>
                <w:webHidden/>
              </w:rPr>
              <w:fldChar w:fldCharType="end"/>
            </w:r>
          </w:hyperlink>
        </w:p>
        <w:p w14:paraId="564F6ECE" w14:textId="33B08056" w:rsidR="008C4312" w:rsidRDefault="001A19FA">
          <w:pPr>
            <w:pStyle w:val="Spistreci1"/>
            <w:tabs>
              <w:tab w:val="left" w:pos="660"/>
              <w:tab w:val="right" w:leader="dot" w:pos="991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9544148" w:history="1">
            <w:r w:rsidR="008C4312" w:rsidRPr="009E2514">
              <w:rPr>
                <w:rStyle w:val="Hipercze"/>
                <w:noProof/>
              </w:rPr>
              <w:t>2.</w:t>
            </w:r>
            <w:r w:rsidR="008C4312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8C4312" w:rsidRPr="009E2514">
              <w:rPr>
                <w:rStyle w:val="Hipercze"/>
                <w:noProof/>
              </w:rPr>
              <w:t>MIEJSCE USŁUGI</w:t>
            </w:r>
            <w:r w:rsidR="008C4312">
              <w:rPr>
                <w:noProof/>
                <w:webHidden/>
              </w:rPr>
              <w:tab/>
            </w:r>
            <w:r w:rsidR="008C4312">
              <w:rPr>
                <w:noProof/>
                <w:webHidden/>
              </w:rPr>
              <w:fldChar w:fldCharType="begin"/>
            </w:r>
            <w:r w:rsidR="008C4312">
              <w:rPr>
                <w:noProof/>
                <w:webHidden/>
              </w:rPr>
              <w:instrText xml:space="preserve"> PAGEREF _Toc179544148 \h </w:instrText>
            </w:r>
            <w:r w:rsidR="008C4312">
              <w:rPr>
                <w:noProof/>
                <w:webHidden/>
              </w:rPr>
            </w:r>
            <w:r w:rsidR="008C4312">
              <w:rPr>
                <w:noProof/>
                <w:webHidden/>
              </w:rPr>
              <w:fldChar w:fldCharType="separate"/>
            </w:r>
            <w:r w:rsidR="008C4312">
              <w:rPr>
                <w:noProof/>
                <w:webHidden/>
              </w:rPr>
              <w:t>3</w:t>
            </w:r>
            <w:r w:rsidR="008C4312">
              <w:rPr>
                <w:noProof/>
                <w:webHidden/>
              </w:rPr>
              <w:fldChar w:fldCharType="end"/>
            </w:r>
          </w:hyperlink>
        </w:p>
        <w:p w14:paraId="405AAD8D" w14:textId="271F1DBA" w:rsidR="008C4312" w:rsidRDefault="001A19FA">
          <w:pPr>
            <w:pStyle w:val="Spistreci1"/>
            <w:tabs>
              <w:tab w:val="left" w:pos="660"/>
              <w:tab w:val="right" w:leader="dot" w:pos="991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9544149" w:history="1">
            <w:r w:rsidR="008C4312" w:rsidRPr="009E2514">
              <w:rPr>
                <w:rStyle w:val="Hipercze"/>
                <w:noProof/>
              </w:rPr>
              <w:t>3.</w:t>
            </w:r>
            <w:r w:rsidR="008C4312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8C4312" w:rsidRPr="009E2514">
              <w:rPr>
                <w:rStyle w:val="Hipercze"/>
                <w:noProof/>
              </w:rPr>
              <w:t>WARUNKI SZCZEGÓŁOWE USŁUGI</w:t>
            </w:r>
            <w:r w:rsidR="008C4312">
              <w:rPr>
                <w:noProof/>
                <w:webHidden/>
              </w:rPr>
              <w:tab/>
            </w:r>
            <w:r w:rsidR="008C4312">
              <w:rPr>
                <w:noProof/>
                <w:webHidden/>
              </w:rPr>
              <w:fldChar w:fldCharType="begin"/>
            </w:r>
            <w:r w:rsidR="008C4312">
              <w:rPr>
                <w:noProof/>
                <w:webHidden/>
              </w:rPr>
              <w:instrText xml:space="preserve"> PAGEREF _Toc179544149 \h </w:instrText>
            </w:r>
            <w:r w:rsidR="008C4312">
              <w:rPr>
                <w:noProof/>
                <w:webHidden/>
              </w:rPr>
            </w:r>
            <w:r w:rsidR="008C4312">
              <w:rPr>
                <w:noProof/>
                <w:webHidden/>
              </w:rPr>
              <w:fldChar w:fldCharType="separate"/>
            </w:r>
            <w:r w:rsidR="008C4312">
              <w:rPr>
                <w:noProof/>
                <w:webHidden/>
              </w:rPr>
              <w:t>3</w:t>
            </w:r>
            <w:r w:rsidR="008C4312">
              <w:rPr>
                <w:noProof/>
                <w:webHidden/>
              </w:rPr>
              <w:fldChar w:fldCharType="end"/>
            </w:r>
          </w:hyperlink>
        </w:p>
        <w:p w14:paraId="71C0D675" w14:textId="64E2775C" w:rsidR="008C4312" w:rsidRDefault="001A19FA">
          <w:pPr>
            <w:pStyle w:val="Spistreci1"/>
            <w:tabs>
              <w:tab w:val="left" w:pos="660"/>
              <w:tab w:val="right" w:leader="dot" w:pos="991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9544150" w:history="1">
            <w:r w:rsidR="008C4312" w:rsidRPr="009E2514">
              <w:rPr>
                <w:rStyle w:val="Hipercze"/>
                <w:noProof/>
              </w:rPr>
              <w:t>4.</w:t>
            </w:r>
            <w:r w:rsidR="008C4312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8C4312" w:rsidRPr="009E2514">
              <w:rPr>
                <w:rStyle w:val="Hipercze"/>
                <w:noProof/>
              </w:rPr>
              <w:t>PRZEDSTAWICIEL/E ZAMAWIAJĄCEGO</w:t>
            </w:r>
            <w:r w:rsidR="008C4312">
              <w:rPr>
                <w:noProof/>
                <w:webHidden/>
              </w:rPr>
              <w:tab/>
            </w:r>
            <w:r w:rsidR="008C4312">
              <w:rPr>
                <w:noProof/>
                <w:webHidden/>
              </w:rPr>
              <w:fldChar w:fldCharType="begin"/>
            </w:r>
            <w:r w:rsidR="008C4312">
              <w:rPr>
                <w:noProof/>
                <w:webHidden/>
              </w:rPr>
              <w:instrText xml:space="preserve"> PAGEREF _Toc179544150 \h </w:instrText>
            </w:r>
            <w:r w:rsidR="008C4312">
              <w:rPr>
                <w:noProof/>
                <w:webHidden/>
              </w:rPr>
            </w:r>
            <w:r w:rsidR="008C4312">
              <w:rPr>
                <w:noProof/>
                <w:webHidden/>
              </w:rPr>
              <w:fldChar w:fldCharType="separate"/>
            </w:r>
            <w:r w:rsidR="008C4312">
              <w:rPr>
                <w:noProof/>
                <w:webHidden/>
              </w:rPr>
              <w:t>4</w:t>
            </w:r>
            <w:r w:rsidR="008C4312">
              <w:rPr>
                <w:noProof/>
                <w:webHidden/>
              </w:rPr>
              <w:fldChar w:fldCharType="end"/>
            </w:r>
          </w:hyperlink>
        </w:p>
        <w:p w14:paraId="0DF03759" w14:textId="0927EE3C" w:rsidR="008C4312" w:rsidRDefault="001A19FA">
          <w:pPr>
            <w:pStyle w:val="Spistreci1"/>
            <w:tabs>
              <w:tab w:val="left" w:pos="660"/>
              <w:tab w:val="right" w:leader="dot" w:pos="991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9544151" w:history="1">
            <w:r w:rsidR="008C4312" w:rsidRPr="009E2514">
              <w:rPr>
                <w:rStyle w:val="Hipercze"/>
                <w:noProof/>
              </w:rPr>
              <w:t>5.</w:t>
            </w:r>
            <w:r w:rsidR="008C4312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8C4312" w:rsidRPr="009E2514">
              <w:rPr>
                <w:rStyle w:val="Hipercze"/>
                <w:noProof/>
              </w:rPr>
              <w:t>ZAŁĄCZNIKI</w:t>
            </w:r>
            <w:r w:rsidR="008C4312">
              <w:rPr>
                <w:noProof/>
                <w:webHidden/>
              </w:rPr>
              <w:tab/>
            </w:r>
            <w:r w:rsidR="008C4312">
              <w:rPr>
                <w:noProof/>
                <w:webHidden/>
              </w:rPr>
              <w:fldChar w:fldCharType="begin"/>
            </w:r>
            <w:r w:rsidR="008C4312">
              <w:rPr>
                <w:noProof/>
                <w:webHidden/>
              </w:rPr>
              <w:instrText xml:space="preserve"> PAGEREF _Toc179544151 \h </w:instrText>
            </w:r>
            <w:r w:rsidR="008C4312">
              <w:rPr>
                <w:noProof/>
                <w:webHidden/>
              </w:rPr>
            </w:r>
            <w:r w:rsidR="008C4312">
              <w:rPr>
                <w:noProof/>
                <w:webHidden/>
              </w:rPr>
              <w:fldChar w:fldCharType="separate"/>
            </w:r>
            <w:r w:rsidR="008C4312">
              <w:rPr>
                <w:noProof/>
                <w:webHidden/>
              </w:rPr>
              <w:t>4</w:t>
            </w:r>
            <w:r w:rsidR="008C4312">
              <w:rPr>
                <w:noProof/>
                <w:webHidden/>
              </w:rPr>
              <w:fldChar w:fldCharType="end"/>
            </w:r>
          </w:hyperlink>
        </w:p>
        <w:p w14:paraId="018823F8" w14:textId="7083007A" w:rsidR="00502667" w:rsidRDefault="00502667" w:rsidP="00502667">
          <w:r>
            <w:rPr>
              <w:b/>
              <w:bCs/>
            </w:rPr>
            <w:fldChar w:fldCharType="end"/>
          </w:r>
        </w:p>
      </w:sdtContent>
    </w:sdt>
    <w:p w14:paraId="08E637B2" w14:textId="63F3A57B" w:rsidR="000C3B1B" w:rsidRDefault="000C3B1B" w:rsidP="00F93FBE">
      <w:pPr>
        <w:spacing w:after="200"/>
        <w:rPr>
          <w:rFonts w:cs="Arial"/>
          <w:b/>
        </w:rPr>
      </w:pPr>
    </w:p>
    <w:p w14:paraId="15204690" w14:textId="7EE84169" w:rsidR="00A751D3" w:rsidRDefault="00A751D3" w:rsidP="00F93FBE">
      <w:pPr>
        <w:spacing w:after="200"/>
        <w:rPr>
          <w:rFonts w:cs="Arial"/>
          <w:b/>
        </w:rPr>
      </w:pPr>
    </w:p>
    <w:p w14:paraId="047412C7" w14:textId="4BA7D11E" w:rsidR="00A751D3" w:rsidRDefault="00A751D3" w:rsidP="00F93FBE">
      <w:pPr>
        <w:spacing w:after="200"/>
        <w:rPr>
          <w:rFonts w:cs="Arial"/>
          <w:b/>
        </w:rPr>
      </w:pPr>
    </w:p>
    <w:p w14:paraId="000E53D4" w14:textId="3F59AF2C" w:rsidR="00A751D3" w:rsidRDefault="00A751D3" w:rsidP="00F93FBE">
      <w:pPr>
        <w:spacing w:after="200"/>
        <w:rPr>
          <w:rFonts w:cs="Arial"/>
          <w:b/>
        </w:rPr>
      </w:pPr>
    </w:p>
    <w:p w14:paraId="6EA203FF" w14:textId="15FDB613" w:rsidR="00A751D3" w:rsidRDefault="00A751D3" w:rsidP="00F93FBE">
      <w:pPr>
        <w:spacing w:after="200"/>
        <w:rPr>
          <w:rFonts w:cs="Arial"/>
          <w:b/>
        </w:rPr>
      </w:pPr>
    </w:p>
    <w:p w14:paraId="413EC1FB" w14:textId="33098C43" w:rsidR="00A751D3" w:rsidRDefault="00A751D3" w:rsidP="00F93FBE">
      <w:pPr>
        <w:spacing w:after="200"/>
        <w:rPr>
          <w:rFonts w:cs="Arial"/>
          <w:b/>
        </w:rPr>
      </w:pPr>
    </w:p>
    <w:p w14:paraId="1056BB89" w14:textId="2DC1843A" w:rsidR="00A751D3" w:rsidRDefault="00A751D3" w:rsidP="00F93FBE">
      <w:pPr>
        <w:spacing w:after="200"/>
        <w:rPr>
          <w:rFonts w:cs="Arial"/>
          <w:b/>
        </w:rPr>
      </w:pPr>
    </w:p>
    <w:p w14:paraId="73FA7338" w14:textId="0FED8925" w:rsidR="00A751D3" w:rsidRDefault="00A751D3" w:rsidP="00F93FBE">
      <w:pPr>
        <w:spacing w:after="200"/>
        <w:rPr>
          <w:rFonts w:cs="Arial"/>
          <w:b/>
        </w:rPr>
      </w:pPr>
    </w:p>
    <w:p w14:paraId="26B30917" w14:textId="6441BE6A" w:rsidR="00A751D3" w:rsidRDefault="00A751D3" w:rsidP="00F93FBE">
      <w:pPr>
        <w:spacing w:after="200"/>
        <w:rPr>
          <w:rFonts w:cs="Arial"/>
          <w:b/>
        </w:rPr>
      </w:pPr>
    </w:p>
    <w:p w14:paraId="4932CE8F" w14:textId="073419E6" w:rsidR="00A751D3" w:rsidRDefault="00A751D3" w:rsidP="00F93FBE">
      <w:pPr>
        <w:spacing w:after="200"/>
        <w:rPr>
          <w:rFonts w:cs="Arial"/>
          <w:b/>
        </w:rPr>
      </w:pPr>
    </w:p>
    <w:p w14:paraId="74D233F7" w14:textId="2D8558E9" w:rsidR="00A751D3" w:rsidRDefault="00A751D3" w:rsidP="00F93FBE">
      <w:pPr>
        <w:spacing w:after="200"/>
        <w:rPr>
          <w:rFonts w:cs="Arial"/>
          <w:b/>
        </w:rPr>
      </w:pPr>
    </w:p>
    <w:p w14:paraId="6FB0B417" w14:textId="761AE07C" w:rsidR="00A751D3" w:rsidRDefault="00A751D3" w:rsidP="00F93FBE">
      <w:pPr>
        <w:spacing w:after="200"/>
        <w:rPr>
          <w:rFonts w:cs="Arial"/>
          <w:b/>
        </w:rPr>
      </w:pPr>
    </w:p>
    <w:p w14:paraId="0022DBA1" w14:textId="08FABD1D" w:rsidR="00A751D3" w:rsidRDefault="00A751D3" w:rsidP="00F93FBE">
      <w:pPr>
        <w:spacing w:after="200"/>
        <w:rPr>
          <w:rFonts w:cs="Arial"/>
          <w:b/>
        </w:rPr>
      </w:pPr>
    </w:p>
    <w:p w14:paraId="1635C63F" w14:textId="1A52B981" w:rsidR="00A751D3" w:rsidRDefault="00A751D3" w:rsidP="00F93FBE">
      <w:pPr>
        <w:spacing w:after="200"/>
        <w:rPr>
          <w:rFonts w:cs="Arial"/>
          <w:b/>
        </w:rPr>
      </w:pPr>
    </w:p>
    <w:p w14:paraId="72A355D6" w14:textId="4AC6376F" w:rsidR="00A751D3" w:rsidRDefault="00A751D3" w:rsidP="00F93FBE">
      <w:pPr>
        <w:spacing w:after="200"/>
        <w:rPr>
          <w:rFonts w:cs="Arial"/>
          <w:b/>
        </w:rPr>
      </w:pPr>
    </w:p>
    <w:p w14:paraId="31497FC8" w14:textId="64F65657" w:rsidR="00A751D3" w:rsidRDefault="00A751D3" w:rsidP="00F93FBE">
      <w:pPr>
        <w:spacing w:after="200"/>
        <w:rPr>
          <w:rFonts w:cs="Arial"/>
          <w:b/>
        </w:rPr>
      </w:pPr>
    </w:p>
    <w:p w14:paraId="595B4569" w14:textId="16C892EC" w:rsidR="00A751D3" w:rsidRDefault="00A751D3" w:rsidP="00F93FBE">
      <w:pPr>
        <w:spacing w:after="200"/>
        <w:rPr>
          <w:rFonts w:cs="Arial"/>
          <w:b/>
        </w:rPr>
      </w:pPr>
    </w:p>
    <w:p w14:paraId="27B91D3C" w14:textId="0BAA9CA3" w:rsidR="00A751D3" w:rsidRDefault="00A751D3" w:rsidP="00F93FBE">
      <w:pPr>
        <w:spacing w:after="200"/>
        <w:rPr>
          <w:rFonts w:cs="Arial"/>
          <w:b/>
        </w:rPr>
      </w:pPr>
    </w:p>
    <w:p w14:paraId="2B47DE3A" w14:textId="6A844CD2" w:rsidR="00A751D3" w:rsidRDefault="00A751D3" w:rsidP="00F93FBE">
      <w:pPr>
        <w:spacing w:after="200"/>
        <w:rPr>
          <w:rFonts w:cs="Arial"/>
          <w:b/>
        </w:rPr>
      </w:pPr>
    </w:p>
    <w:p w14:paraId="7083FF5C" w14:textId="468886C0" w:rsidR="00A751D3" w:rsidRDefault="00A751D3" w:rsidP="00F93FBE">
      <w:pPr>
        <w:spacing w:after="200"/>
        <w:rPr>
          <w:rFonts w:cs="Arial"/>
          <w:b/>
        </w:rPr>
      </w:pPr>
    </w:p>
    <w:p w14:paraId="7EA63F6D" w14:textId="2F016A4A" w:rsidR="00A751D3" w:rsidRDefault="00A751D3" w:rsidP="00F93FBE">
      <w:pPr>
        <w:spacing w:after="200"/>
        <w:rPr>
          <w:rFonts w:cs="Arial"/>
          <w:b/>
        </w:rPr>
      </w:pPr>
    </w:p>
    <w:p w14:paraId="6457689B" w14:textId="6CCB4C2B" w:rsidR="00A751D3" w:rsidRDefault="00A751D3" w:rsidP="00F93FBE">
      <w:pPr>
        <w:spacing w:after="200"/>
        <w:rPr>
          <w:rFonts w:cs="Arial"/>
          <w:b/>
        </w:rPr>
      </w:pPr>
    </w:p>
    <w:p w14:paraId="4E35F253" w14:textId="08DAD3C2" w:rsidR="00A751D3" w:rsidRDefault="00A751D3" w:rsidP="00F93FBE">
      <w:pPr>
        <w:spacing w:after="200"/>
        <w:rPr>
          <w:rFonts w:cs="Arial"/>
          <w:b/>
        </w:rPr>
      </w:pPr>
    </w:p>
    <w:p w14:paraId="665FA0B6" w14:textId="211164B8" w:rsidR="00A751D3" w:rsidRDefault="00A751D3" w:rsidP="00F93FBE">
      <w:pPr>
        <w:spacing w:after="200"/>
        <w:rPr>
          <w:rFonts w:cs="Arial"/>
          <w:b/>
        </w:rPr>
      </w:pPr>
    </w:p>
    <w:p w14:paraId="3351AAF4" w14:textId="1B9DAC6D" w:rsidR="00A751D3" w:rsidRDefault="00A751D3" w:rsidP="00F93FBE">
      <w:pPr>
        <w:spacing w:after="200"/>
        <w:rPr>
          <w:rFonts w:cs="Arial"/>
          <w:b/>
        </w:rPr>
      </w:pPr>
    </w:p>
    <w:p w14:paraId="0AEC9629" w14:textId="3B022B59" w:rsidR="00A751D3" w:rsidRDefault="00A751D3" w:rsidP="00F93FBE">
      <w:pPr>
        <w:spacing w:after="200"/>
        <w:rPr>
          <w:rFonts w:cs="Arial"/>
          <w:b/>
        </w:rPr>
      </w:pPr>
    </w:p>
    <w:p w14:paraId="6EF0376A" w14:textId="17BF7085" w:rsidR="00A751D3" w:rsidRPr="006307AF" w:rsidRDefault="00A751D3" w:rsidP="00F93FBE">
      <w:pPr>
        <w:spacing w:after="200"/>
        <w:rPr>
          <w:rFonts w:cs="Arial"/>
          <w:b/>
        </w:rPr>
      </w:pPr>
    </w:p>
    <w:p w14:paraId="32B1FE7A" w14:textId="73764B28" w:rsidR="00F93FBE" w:rsidRPr="006307AF" w:rsidRDefault="000C3B1B" w:rsidP="00AA4D59">
      <w:pPr>
        <w:spacing w:line="360" w:lineRule="auto"/>
        <w:rPr>
          <w:rFonts w:cs="Arial"/>
        </w:rPr>
      </w:pPr>
      <w:r>
        <w:rPr>
          <w:rFonts w:cs="Arial"/>
          <w:smallCaps/>
        </w:rPr>
        <w:br w:type="column"/>
      </w:r>
      <w:bookmarkStart w:id="5" w:name="_Toc348596463"/>
      <w:bookmarkStart w:id="6" w:name="_GoBack"/>
      <w:bookmarkEnd w:id="6"/>
    </w:p>
    <w:p w14:paraId="3551C12E" w14:textId="1FA13850" w:rsidR="00A10432" w:rsidRPr="002D0913" w:rsidRDefault="00A10432" w:rsidP="002D0913">
      <w:pPr>
        <w:pStyle w:val="Ipoziom"/>
      </w:pPr>
      <w:bookmarkStart w:id="7" w:name="_Toc77934354"/>
      <w:bookmarkStart w:id="8" w:name="_Toc77934240"/>
      <w:bookmarkStart w:id="9" w:name="_Toc179544147"/>
      <w:bookmarkStart w:id="10" w:name="_Toc489433907"/>
      <w:r w:rsidRPr="002D0913">
        <w:t>P</w:t>
      </w:r>
      <w:r w:rsidR="00413459" w:rsidRPr="002D0913">
        <w:t xml:space="preserve">RZEDMIOT </w:t>
      </w:r>
      <w:bookmarkEnd w:id="7"/>
      <w:bookmarkEnd w:id="8"/>
      <w:r w:rsidR="00091E72" w:rsidRPr="008C4312">
        <w:t>USŁUGI</w:t>
      </w:r>
      <w:bookmarkEnd w:id="9"/>
    </w:p>
    <w:bookmarkEnd w:id="5"/>
    <w:bookmarkEnd w:id="10"/>
    <w:p w14:paraId="14B36C5F" w14:textId="28E16B81" w:rsidR="00043C35" w:rsidRPr="00000AA8" w:rsidRDefault="00C2039C" w:rsidP="00000AA8">
      <w:pPr>
        <w:spacing w:line="360" w:lineRule="auto"/>
        <w:ind w:left="426"/>
        <w:rPr>
          <w:rFonts w:cs="Arial"/>
        </w:rPr>
      </w:pPr>
      <w:r w:rsidRPr="00C2039C">
        <w:rPr>
          <w:rFonts w:cs="Arial"/>
        </w:rPr>
        <w:t>Obsługa geodezyjna zadań inwestycyjnych, remon</w:t>
      </w:r>
      <w:r>
        <w:rPr>
          <w:rFonts w:cs="Arial"/>
        </w:rPr>
        <w:t>towych i eksploatacyjnych w 202</w:t>
      </w:r>
      <w:r w:rsidR="008E4F56">
        <w:rPr>
          <w:rFonts w:cs="Arial"/>
        </w:rPr>
        <w:t>5</w:t>
      </w:r>
      <w:r w:rsidRPr="00C2039C">
        <w:rPr>
          <w:rFonts w:cs="Arial"/>
        </w:rPr>
        <w:t xml:space="preserve">r. dla PGE EC S.A. Oddział Elektrociepłownia w Bydgoszczy </w:t>
      </w:r>
      <w:r>
        <w:rPr>
          <w:rFonts w:cs="Arial"/>
        </w:rPr>
        <w:t xml:space="preserve"> </w:t>
      </w:r>
    </w:p>
    <w:p w14:paraId="40244B7E" w14:textId="021856DC" w:rsidR="00DB5B9A" w:rsidRPr="00091E72" w:rsidRDefault="00DB5B9A" w:rsidP="002D0913">
      <w:pPr>
        <w:pStyle w:val="Ipoziom"/>
      </w:pPr>
      <w:bookmarkStart w:id="11" w:name="_Toc77934355"/>
      <w:bookmarkStart w:id="12" w:name="_Toc77934241"/>
      <w:bookmarkStart w:id="13" w:name="_Toc179544148"/>
      <w:bookmarkStart w:id="14" w:name="_Toc348596464"/>
      <w:bookmarkStart w:id="15" w:name="_Toc489433908"/>
      <w:r w:rsidRPr="00502667">
        <w:t>M</w:t>
      </w:r>
      <w:r w:rsidR="00413459">
        <w:t xml:space="preserve">IEJSCE </w:t>
      </w:r>
      <w:bookmarkEnd w:id="11"/>
      <w:bookmarkEnd w:id="12"/>
      <w:r w:rsidR="00091E72" w:rsidRPr="008C4312">
        <w:t>USŁUGI</w:t>
      </w:r>
      <w:bookmarkEnd w:id="13"/>
    </w:p>
    <w:bookmarkEnd w:id="14"/>
    <w:bookmarkEnd w:id="15"/>
    <w:p w14:paraId="3BE9761A" w14:textId="0F440395" w:rsidR="00C2039C" w:rsidRPr="00C2039C" w:rsidRDefault="00C2039C" w:rsidP="00C2039C">
      <w:pPr>
        <w:spacing w:line="360" w:lineRule="auto"/>
        <w:ind w:left="426"/>
        <w:rPr>
          <w:rFonts w:cs="Arial"/>
        </w:rPr>
      </w:pPr>
      <w:r w:rsidRPr="00C2039C">
        <w:rPr>
          <w:rFonts w:cs="Arial"/>
        </w:rPr>
        <w:t>PGE Energia Ciepła S.A. Oddział Elektrociepłownia w Bydgoszczy,</w:t>
      </w:r>
    </w:p>
    <w:p w14:paraId="1515D104" w14:textId="051B17F2" w:rsidR="00BD52B1" w:rsidRPr="00000AA8" w:rsidRDefault="00C2039C" w:rsidP="00C2039C">
      <w:pPr>
        <w:spacing w:line="360" w:lineRule="auto"/>
        <w:ind w:left="426"/>
        <w:rPr>
          <w:rFonts w:cs="Arial"/>
        </w:rPr>
      </w:pPr>
      <w:r w:rsidRPr="00C2039C">
        <w:rPr>
          <w:rFonts w:cs="Arial"/>
        </w:rPr>
        <w:t>ul. Energetyczna 1, 85-950 Bydgoszcz</w:t>
      </w:r>
    </w:p>
    <w:p w14:paraId="627B4380" w14:textId="01D2A2DB" w:rsidR="008F4AD9" w:rsidRPr="00091E72" w:rsidRDefault="00DB5B9A" w:rsidP="002D0913">
      <w:pPr>
        <w:pStyle w:val="Ipoziom"/>
      </w:pPr>
      <w:bookmarkStart w:id="16" w:name="_Toc77934357"/>
      <w:bookmarkStart w:id="17" w:name="_Toc77934243"/>
      <w:bookmarkStart w:id="18" w:name="_Toc179544149"/>
      <w:bookmarkStart w:id="19" w:name="_Toc348596466"/>
      <w:bookmarkStart w:id="20" w:name="_Toc489433910"/>
      <w:r w:rsidRPr="00502667">
        <w:t>W</w:t>
      </w:r>
      <w:r w:rsidR="00413459">
        <w:t xml:space="preserve">ARUNKI SZCZEGÓŁOWE </w:t>
      </w:r>
      <w:bookmarkEnd w:id="16"/>
      <w:bookmarkEnd w:id="17"/>
      <w:r w:rsidR="00091E72" w:rsidRPr="008C4312">
        <w:t>USŁUGI</w:t>
      </w:r>
      <w:bookmarkEnd w:id="18"/>
    </w:p>
    <w:p w14:paraId="74D08E9A" w14:textId="43B8CD2E" w:rsidR="001B48DC" w:rsidRPr="001B48DC" w:rsidRDefault="001B48DC" w:rsidP="001B48DC">
      <w:pPr>
        <w:pStyle w:val="komentarz"/>
        <w:ind w:left="426"/>
        <w:rPr>
          <w:i w:val="0"/>
          <w:color w:val="000000" w:themeColor="text1"/>
          <w:sz w:val="18"/>
          <w:szCs w:val="18"/>
        </w:rPr>
      </w:pPr>
      <w:r w:rsidRPr="001B48DC">
        <w:rPr>
          <w:i w:val="0"/>
          <w:color w:val="000000" w:themeColor="text1"/>
          <w:sz w:val="18"/>
          <w:szCs w:val="18"/>
        </w:rPr>
        <w:t>Obsługa geodezyjna zadań inwestycyjnych, remon</w:t>
      </w:r>
      <w:r w:rsidR="000D2F4C">
        <w:rPr>
          <w:i w:val="0"/>
          <w:color w:val="000000" w:themeColor="text1"/>
          <w:sz w:val="18"/>
          <w:szCs w:val="18"/>
        </w:rPr>
        <w:t>towych i eksploatacyjnych w 202</w:t>
      </w:r>
      <w:r w:rsidR="008E4F56">
        <w:rPr>
          <w:i w:val="0"/>
          <w:color w:val="000000" w:themeColor="text1"/>
          <w:sz w:val="18"/>
          <w:szCs w:val="18"/>
        </w:rPr>
        <w:t>5</w:t>
      </w:r>
      <w:r w:rsidRPr="001B48DC">
        <w:rPr>
          <w:i w:val="0"/>
          <w:color w:val="000000" w:themeColor="text1"/>
          <w:sz w:val="18"/>
          <w:szCs w:val="18"/>
        </w:rPr>
        <w:t>r. dla PGE EC S.A. Oddział Elektrociepłownia w Bydgoszczy</w:t>
      </w:r>
    </w:p>
    <w:p w14:paraId="7FFB8F65" w14:textId="04C10DCD" w:rsidR="001B48DC" w:rsidRPr="001B48DC" w:rsidRDefault="001B48DC" w:rsidP="001B48DC">
      <w:pPr>
        <w:pStyle w:val="komentarz"/>
        <w:ind w:left="426"/>
        <w:rPr>
          <w:i w:val="0"/>
          <w:color w:val="000000" w:themeColor="text1"/>
          <w:sz w:val="18"/>
          <w:szCs w:val="18"/>
        </w:rPr>
      </w:pPr>
      <w:r w:rsidRPr="001B48DC">
        <w:rPr>
          <w:i w:val="0"/>
          <w:color w:val="000000" w:themeColor="text1"/>
          <w:sz w:val="18"/>
          <w:szCs w:val="18"/>
        </w:rPr>
        <w:t>Opis ogólny przedmiotu zamówienia</w:t>
      </w:r>
      <w:r w:rsidR="00E31F3A">
        <w:rPr>
          <w:i w:val="0"/>
          <w:color w:val="000000" w:themeColor="text1"/>
          <w:sz w:val="18"/>
          <w:szCs w:val="18"/>
        </w:rPr>
        <w:t>:</w:t>
      </w:r>
    </w:p>
    <w:p w14:paraId="508A9316" w14:textId="7E8FD5A0" w:rsidR="00B67663" w:rsidRDefault="001B48DC" w:rsidP="00B67663">
      <w:pPr>
        <w:pStyle w:val="komentarz"/>
        <w:numPr>
          <w:ilvl w:val="0"/>
          <w:numId w:val="40"/>
        </w:numPr>
        <w:rPr>
          <w:i w:val="0"/>
          <w:color w:val="000000" w:themeColor="text1"/>
          <w:sz w:val="18"/>
          <w:szCs w:val="18"/>
        </w:rPr>
      </w:pPr>
      <w:r w:rsidRPr="001B48DC">
        <w:rPr>
          <w:i w:val="0"/>
          <w:color w:val="000000" w:themeColor="text1"/>
          <w:sz w:val="18"/>
          <w:szCs w:val="18"/>
        </w:rPr>
        <w:t xml:space="preserve">Przedmiotem zamówienia jest: wykonanie obsługi geodezyjnej zadań inwestycyjnych, remontowych i eksploatacyjnych dla PGE EC S.A. Oddział Elektrociepłownia w Bydgoszczy. </w:t>
      </w:r>
    </w:p>
    <w:p w14:paraId="70B913CB" w14:textId="56FA047A" w:rsidR="001B48DC" w:rsidRPr="002D0913" w:rsidRDefault="001B48DC" w:rsidP="00B67663">
      <w:pPr>
        <w:pStyle w:val="komentarz"/>
        <w:ind w:left="426"/>
        <w:rPr>
          <w:i w:val="0"/>
          <w:color w:val="000000" w:themeColor="text1"/>
          <w:sz w:val="18"/>
          <w:szCs w:val="18"/>
        </w:rPr>
      </w:pPr>
      <w:r w:rsidRPr="002D0913">
        <w:rPr>
          <w:i w:val="0"/>
          <w:color w:val="000000" w:themeColor="text1"/>
          <w:sz w:val="18"/>
          <w:szCs w:val="18"/>
        </w:rPr>
        <w:t xml:space="preserve">Obsługa geodezyjna obejmuje: </w:t>
      </w:r>
    </w:p>
    <w:p w14:paraId="07394790" w14:textId="65A9A785" w:rsidR="001B48DC" w:rsidRPr="002D0913" w:rsidRDefault="001B48DC" w:rsidP="001B48DC">
      <w:pPr>
        <w:pStyle w:val="komentarz"/>
        <w:ind w:left="426"/>
        <w:rPr>
          <w:i w:val="0"/>
          <w:color w:val="000000" w:themeColor="text1"/>
          <w:sz w:val="18"/>
          <w:szCs w:val="18"/>
        </w:rPr>
      </w:pPr>
      <w:r w:rsidRPr="002D0913">
        <w:rPr>
          <w:i w:val="0"/>
          <w:color w:val="000000" w:themeColor="text1"/>
          <w:sz w:val="18"/>
          <w:szCs w:val="18"/>
        </w:rPr>
        <w:t>•</w:t>
      </w:r>
      <w:r w:rsidRPr="002D0913">
        <w:rPr>
          <w:i w:val="0"/>
          <w:color w:val="000000" w:themeColor="text1"/>
          <w:sz w:val="18"/>
          <w:szCs w:val="18"/>
        </w:rPr>
        <w:tab/>
        <w:t>prace polowe</w:t>
      </w:r>
      <w:r w:rsidR="002E4849" w:rsidRPr="002D0913">
        <w:rPr>
          <w:i w:val="0"/>
          <w:color w:val="000000" w:themeColor="text1"/>
          <w:sz w:val="18"/>
          <w:szCs w:val="18"/>
        </w:rPr>
        <w:t xml:space="preserve"> – prace pomiarowe zespołu geodezyjnego (</w:t>
      </w:r>
      <w:r w:rsidR="005D767A" w:rsidRPr="002D0913">
        <w:rPr>
          <w:i w:val="0"/>
          <w:color w:val="000000" w:themeColor="text1"/>
          <w:sz w:val="18"/>
          <w:szCs w:val="18"/>
        </w:rPr>
        <w:t xml:space="preserve">wymagany </w:t>
      </w:r>
      <w:r w:rsidR="002E4849" w:rsidRPr="002D0913">
        <w:rPr>
          <w:i w:val="0"/>
          <w:color w:val="000000" w:themeColor="text1"/>
          <w:sz w:val="18"/>
          <w:szCs w:val="18"/>
        </w:rPr>
        <w:t xml:space="preserve">skład: </w:t>
      </w:r>
      <w:r w:rsidR="00A60EB5" w:rsidRPr="002D0913">
        <w:rPr>
          <w:i w:val="0"/>
          <w:color w:val="000000" w:themeColor="text1"/>
          <w:sz w:val="18"/>
          <w:szCs w:val="18"/>
        </w:rPr>
        <w:t xml:space="preserve">co najmniej </w:t>
      </w:r>
      <w:r w:rsidR="002E4849" w:rsidRPr="002D0913">
        <w:rPr>
          <w:i w:val="0"/>
          <w:color w:val="000000" w:themeColor="text1"/>
          <w:sz w:val="18"/>
          <w:szCs w:val="18"/>
        </w:rPr>
        <w:t xml:space="preserve">2 osoby w zespole) wykonywane bezpośrednio na obiekcie będącym przedmiotem pomiaru </w:t>
      </w:r>
      <w:r w:rsidRPr="002D0913">
        <w:rPr>
          <w:i w:val="0"/>
          <w:color w:val="000000" w:themeColor="text1"/>
          <w:sz w:val="18"/>
          <w:szCs w:val="18"/>
        </w:rPr>
        <w:t xml:space="preserve"> (maksymalna liczba roboczogodzin</w:t>
      </w:r>
      <w:r w:rsidR="005D767A" w:rsidRPr="002D0913">
        <w:rPr>
          <w:i w:val="0"/>
          <w:color w:val="000000" w:themeColor="text1"/>
          <w:sz w:val="18"/>
          <w:szCs w:val="18"/>
        </w:rPr>
        <w:t xml:space="preserve"> 410)</w:t>
      </w:r>
      <w:r w:rsidRPr="002D0913">
        <w:rPr>
          <w:i w:val="0"/>
          <w:color w:val="000000" w:themeColor="text1"/>
          <w:sz w:val="18"/>
          <w:szCs w:val="18"/>
        </w:rPr>
        <w:t xml:space="preserve"> </w:t>
      </w:r>
      <w:r w:rsidR="005D767A" w:rsidRPr="002D0913">
        <w:rPr>
          <w:i w:val="0"/>
          <w:color w:val="000000" w:themeColor="text1"/>
          <w:sz w:val="18"/>
          <w:szCs w:val="18"/>
        </w:rPr>
        <w:t>,</w:t>
      </w:r>
    </w:p>
    <w:p w14:paraId="3B7B19AF" w14:textId="027EF7EE" w:rsidR="001B48DC" w:rsidRPr="002D0913" w:rsidRDefault="001B48DC" w:rsidP="001B48DC">
      <w:pPr>
        <w:pStyle w:val="komentarz"/>
        <w:ind w:left="426"/>
        <w:rPr>
          <w:i w:val="0"/>
          <w:color w:val="000000" w:themeColor="text1"/>
          <w:sz w:val="18"/>
          <w:szCs w:val="18"/>
        </w:rPr>
      </w:pPr>
      <w:r w:rsidRPr="002D0913">
        <w:rPr>
          <w:i w:val="0"/>
          <w:color w:val="000000" w:themeColor="text1"/>
          <w:sz w:val="18"/>
          <w:szCs w:val="18"/>
        </w:rPr>
        <w:t>•</w:t>
      </w:r>
      <w:r w:rsidRPr="002D0913">
        <w:rPr>
          <w:i w:val="0"/>
          <w:color w:val="000000" w:themeColor="text1"/>
          <w:sz w:val="18"/>
          <w:szCs w:val="18"/>
        </w:rPr>
        <w:tab/>
        <w:t>prace kameralne</w:t>
      </w:r>
      <w:r w:rsidR="002E4849" w:rsidRPr="002D0913">
        <w:rPr>
          <w:i w:val="0"/>
          <w:color w:val="000000" w:themeColor="text1"/>
          <w:sz w:val="18"/>
          <w:szCs w:val="18"/>
        </w:rPr>
        <w:t xml:space="preserve"> – prace geodety związane z opracowywaniem </w:t>
      </w:r>
      <w:r w:rsidR="00E94165" w:rsidRPr="002D0913">
        <w:rPr>
          <w:i w:val="0"/>
          <w:color w:val="000000" w:themeColor="text1"/>
          <w:sz w:val="18"/>
          <w:szCs w:val="18"/>
        </w:rPr>
        <w:t>pomiarów, obliczeniami geodezyjnymi, sporządzaniem szkiców, prezentacją graficzną wyników i innych opracowań, przygotowaniem</w:t>
      </w:r>
      <w:r w:rsidR="00611210" w:rsidRPr="002D0913">
        <w:rPr>
          <w:i w:val="0"/>
          <w:color w:val="000000" w:themeColor="text1"/>
          <w:sz w:val="18"/>
          <w:szCs w:val="18"/>
        </w:rPr>
        <w:t xml:space="preserve"> </w:t>
      </w:r>
      <w:r w:rsidR="00E94165" w:rsidRPr="002D0913">
        <w:rPr>
          <w:i w:val="0"/>
          <w:color w:val="000000" w:themeColor="text1"/>
          <w:sz w:val="18"/>
          <w:szCs w:val="18"/>
        </w:rPr>
        <w:t xml:space="preserve">danych geodezyjnych do wytyczeń obiektów, przygotowywaniem wniosków w celu uzyskania wypisów i wyrysów z Ewidencji Gruntów </w:t>
      </w:r>
      <w:r w:rsidRPr="002D0913">
        <w:rPr>
          <w:i w:val="0"/>
          <w:color w:val="000000" w:themeColor="text1"/>
          <w:sz w:val="18"/>
          <w:szCs w:val="18"/>
        </w:rPr>
        <w:t xml:space="preserve"> (maksymalna liczba roboczogodzin </w:t>
      </w:r>
      <w:r w:rsidR="007035D5" w:rsidRPr="002D0913">
        <w:rPr>
          <w:i w:val="0"/>
          <w:color w:val="000000" w:themeColor="text1"/>
          <w:sz w:val="18"/>
          <w:szCs w:val="18"/>
        </w:rPr>
        <w:t>508</w:t>
      </w:r>
      <w:r w:rsidRPr="002D0913">
        <w:rPr>
          <w:i w:val="0"/>
          <w:color w:val="000000" w:themeColor="text1"/>
          <w:sz w:val="18"/>
          <w:szCs w:val="18"/>
        </w:rPr>
        <w:t xml:space="preserve">), </w:t>
      </w:r>
    </w:p>
    <w:p w14:paraId="46D0A7A3" w14:textId="2B272E67" w:rsidR="00E617FE" w:rsidRDefault="001B48DC" w:rsidP="001B48DC">
      <w:pPr>
        <w:pStyle w:val="komentarz"/>
        <w:ind w:left="426"/>
        <w:rPr>
          <w:i w:val="0"/>
          <w:color w:val="000000" w:themeColor="text1"/>
          <w:sz w:val="18"/>
          <w:szCs w:val="18"/>
        </w:rPr>
      </w:pPr>
      <w:r w:rsidRPr="002D0913">
        <w:rPr>
          <w:i w:val="0"/>
          <w:color w:val="000000" w:themeColor="text1"/>
          <w:sz w:val="18"/>
          <w:szCs w:val="18"/>
        </w:rPr>
        <w:t>•</w:t>
      </w:r>
      <w:r w:rsidRPr="002D0913">
        <w:rPr>
          <w:i w:val="0"/>
          <w:color w:val="000000" w:themeColor="text1"/>
          <w:sz w:val="18"/>
          <w:szCs w:val="18"/>
        </w:rPr>
        <w:tab/>
        <w:t>opracowanie numeryczne map</w:t>
      </w:r>
      <w:r w:rsidR="00E94165" w:rsidRPr="002D0913">
        <w:rPr>
          <w:i w:val="0"/>
          <w:color w:val="000000" w:themeColor="text1"/>
          <w:sz w:val="18"/>
          <w:szCs w:val="18"/>
        </w:rPr>
        <w:t xml:space="preserve"> – prace geodety związane z tworzeniem map cyfrowych, wymagające użycia specjalistycznego oprogramowania zgodnego z wymogami Ośrodka Dokumentacji Geodezyjnej i Kartograficznej</w:t>
      </w:r>
      <w:r w:rsidRPr="002D0913">
        <w:rPr>
          <w:i w:val="0"/>
          <w:color w:val="000000" w:themeColor="text1"/>
          <w:sz w:val="18"/>
          <w:szCs w:val="18"/>
        </w:rPr>
        <w:t xml:space="preserve"> (maksymalna liczba roboczogodzin </w:t>
      </w:r>
      <w:r w:rsidR="007035D5" w:rsidRPr="002D0913">
        <w:rPr>
          <w:i w:val="0"/>
          <w:color w:val="000000" w:themeColor="text1"/>
          <w:sz w:val="18"/>
          <w:szCs w:val="18"/>
        </w:rPr>
        <w:t>112</w:t>
      </w:r>
      <w:r w:rsidRPr="002D0913">
        <w:rPr>
          <w:i w:val="0"/>
          <w:color w:val="000000" w:themeColor="text1"/>
          <w:sz w:val="18"/>
          <w:szCs w:val="18"/>
        </w:rPr>
        <w:t xml:space="preserve">) </w:t>
      </w:r>
    </w:p>
    <w:p w14:paraId="7E597D6A" w14:textId="3B18F08A" w:rsidR="001B48DC" w:rsidRPr="001B48DC" w:rsidRDefault="001B48DC" w:rsidP="001B48DC">
      <w:pPr>
        <w:pStyle w:val="komentarz"/>
        <w:ind w:left="426"/>
        <w:rPr>
          <w:i w:val="0"/>
          <w:color w:val="000000" w:themeColor="text1"/>
          <w:sz w:val="18"/>
          <w:szCs w:val="18"/>
        </w:rPr>
      </w:pPr>
      <w:r w:rsidRPr="001B48DC">
        <w:rPr>
          <w:i w:val="0"/>
          <w:color w:val="000000" w:themeColor="text1"/>
          <w:sz w:val="18"/>
          <w:szCs w:val="18"/>
        </w:rPr>
        <w:t>oraz pozostałe czynności związane z obsługą geodezyjną wraz z pozyskaniem niezbędnej dokumentacji (</w:t>
      </w:r>
      <w:proofErr w:type="spellStart"/>
      <w:r w:rsidRPr="001B48DC">
        <w:rPr>
          <w:i w:val="0"/>
          <w:color w:val="000000" w:themeColor="text1"/>
          <w:sz w:val="18"/>
          <w:szCs w:val="18"/>
        </w:rPr>
        <w:t>wyrysy,opisy</w:t>
      </w:r>
      <w:proofErr w:type="spellEnd"/>
      <w:r w:rsidRPr="001B48DC">
        <w:rPr>
          <w:i w:val="0"/>
          <w:color w:val="000000" w:themeColor="text1"/>
          <w:sz w:val="18"/>
          <w:szCs w:val="18"/>
        </w:rPr>
        <w:t xml:space="preserve">) z odpowiednich Urzędów do należytego wykonania przedmiotu zamówienia (jeżeli będzie to wymagane). </w:t>
      </w:r>
    </w:p>
    <w:p w14:paraId="4A2D3C46" w14:textId="77777777" w:rsidR="001B48DC" w:rsidRPr="001B48DC" w:rsidRDefault="001B48DC" w:rsidP="001B48DC">
      <w:pPr>
        <w:pStyle w:val="komentarz"/>
        <w:ind w:left="426"/>
        <w:rPr>
          <w:i w:val="0"/>
          <w:color w:val="000000" w:themeColor="text1"/>
          <w:sz w:val="18"/>
          <w:szCs w:val="18"/>
        </w:rPr>
      </w:pPr>
      <w:r w:rsidRPr="001B48DC">
        <w:rPr>
          <w:i w:val="0"/>
          <w:color w:val="000000" w:themeColor="text1"/>
          <w:sz w:val="18"/>
          <w:szCs w:val="18"/>
        </w:rPr>
        <w:t>2.</w:t>
      </w:r>
      <w:r w:rsidRPr="001B48DC">
        <w:rPr>
          <w:i w:val="0"/>
          <w:color w:val="000000" w:themeColor="text1"/>
          <w:sz w:val="18"/>
          <w:szCs w:val="18"/>
        </w:rPr>
        <w:tab/>
        <w:t>Działalność firmy wymaga obsługi geodezyjnej polegającej na inwentaryzacjach, pomiarach objętości hałd węgla, sporządzeniu map, aktualizacji map, opracowań, bieżącej kontroli stanu obiektów i urządzeń. Do inwentaryzacji, pomiarów objętości hałd węgla, należy wykonać rachunek niepewności pomiarów.</w:t>
      </w:r>
    </w:p>
    <w:p w14:paraId="446E3181" w14:textId="360090F3" w:rsidR="001B48DC" w:rsidRPr="001B48DC" w:rsidRDefault="001B48DC" w:rsidP="001B48DC">
      <w:pPr>
        <w:pStyle w:val="komentarz"/>
        <w:ind w:left="426"/>
        <w:rPr>
          <w:i w:val="0"/>
          <w:color w:val="000000" w:themeColor="text1"/>
          <w:sz w:val="18"/>
          <w:szCs w:val="18"/>
        </w:rPr>
      </w:pPr>
      <w:r w:rsidRPr="001B48DC">
        <w:rPr>
          <w:i w:val="0"/>
          <w:color w:val="000000" w:themeColor="text1"/>
          <w:sz w:val="18"/>
          <w:szCs w:val="18"/>
        </w:rPr>
        <w:t>3.</w:t>
      </w:r>
      <w:r w:rsidRPr="001B48DC">
        <w:rPr>
          <w:i w:val="0"/>
          <w:color w:val="000000" w:themeColor="text1"/>
          <w:sz w:val="18"/>
          <w:szCs w:val="18"/>
        </w:rPr>
        <w:tab/>
        <w:t>Dodatkowo wymagania dla urządzeń mierniczych</w:t>
      </w:r>
      <w:r w:rsidR="0085126C">
        <w:rPr>
          <w:i w:val="0"/>
          <w:color w:val="000000" w:themeColor="text1"/>
          <w:sz w:val="18"/>
          <w:szCs w:val="18"/>
        </w:rPr>
        <w:t xml:space="preserve"> </w:t>
      </w:r>
      <w:r w:rsidRPr="001B48DC">
        <w:rPr>
          <w:i w:val="0"/>
          <w:color w:val="000000" w:themeColor="text1"/>
          <w:sz w:val="18"/>
          <w:szCs w:val="18"/>
        </w:rPr>
        <w:t>-</w:t>
      </w:r>
      <w:r w:rsidR="0085126C">
        <w:rPr>
          <w:i w:val="0"/>
          <w:color w:val="000000" w:themeColor="text1"/>
          <w:sz w:val="18"/>
          <w:szCs w:val="18"/>
        </w:rPr>
        <w:t xml:space="preserve"> </w:t>
      </w:r>
      <w:r w:rsidRPr="001B48DC">
        <w:rPr>
          <w:i w:val="0"/>
          <w:color w:val="000000" w:themeColor="text1"/>
          <w:sz w:val="18"/>
          <w:szCs w:val="18"/>
        </w:rPr>
        <w:t xml:space="preserve">aktualne świadectwo poprawności działania </w:t>
      </w:r>
      <w:proofErr w:type="spellStart"/>
      <w:r w:rsidRPr="001B48DC">
        <w:rPr>
          <w:i w:val="0"/>
          <w:color w:val="000000" w:themeColor="text1"/>
          <w:sz w:val="18"/>
          <w:szCs w:val="18"/>
        </w:rPr>
        <w:t>urzadzeń</w:t>
      </w:r>
      <w:proofErr w:type="spellEnd"/>
      <w:r w:rsidRPr="001B48DC">
        <w:rPr>
          <w:i w:val="0"/>
          <w:color w:val="000000" w:themeColor="text1"/>
          <w:sz w:val="18"/>
          <w:szCs w:val="18"/>
        </w:rPr>
        <w:t xml:space="preserve"> mierniczych ( np. niwelator i tachimetr itp.).</w:t>
      </w:r>
    </w:p>
    <w:p w14:paraId="526E072A" w14:textId="77777777" w:rsidR="001B48DC" w:rsidRPr="001B48DC" w:rsidRDefault="001B48DC" w:rsidP="001B48DC">
      <w:pPr>
        <w:pStyle w:val="komentarz"/>
        <w:ind w:left="426"/>
        <w:rPr>
          <w:i w:val="0"/>
          <w:color w:val="000000" w:themeColor="text1"/>
          <w:sz w:val="18"/>
          <w:szCs w:val="18"/>
        </w:rPr>
      </w:pPr>
      <w:r w:rsidRPr="001B48DC">
        <w:rPr>
          <w:i w:val="0"/>
          <w:color w:val="000000" w:themeColor="text1"/>
          <w:sz w:val="18"/>
          <w:szCs w:val="18"/>
        </w:rPr>
        <w:t>4.</w:t>
      </w:r>
      <w:r w:rsidRPr="001B48DC">
        <w:rPr>
          <w:i w:val="0"/>
          <w:color w:val="000000" w:themeColor="text1"/>
          <w:sz w:val="18"/>
          <w:szCs w:val="18"/>
        </w:rPr>
        <w:tab/>
        <w:t>Pomiary geodezyjne polowe, kameralne oraz numeryczne map w zakresie:</w:t>
      </w:r>
    </w:p>
    <w:p w14:paraId="6215C646" w14:textId="77777777" w:rsidR="001B48DC" w:rsidRPr="001B48DC" w:rsidRDefault="001B48DC" w:rsidP="001B48DC">
      <w:pPr>
        <w:pStyle w:val="komentarz"/>
        <w:ind w:left="426"/>
        <w:rPr>
          <w:i w:val="0"/>
          <w:color w:val="000000" w:themeColor="text1"/>
          <w:sz w:val="18"/>
          <w:szCs w:val="18"/>
        </w:rPr>
      </w:pPr>
      <w:r w:rsidRPr="001B48DC">
        <w:rPr>
          <w:i w:val="0"/>
          <w:color w:val="000000" w:themeColor="text1"/>
          <w:sz w:val="18"/>
          <w:szCs w:val="18"/>
        </w:rPr>
        <w:t>•</w:t>
      </w:r>
      <w:r w:rsidRPr="001B48DC">
        <w:rPr>
          <w:i w:val="0"/>
          <w:color w:val="000000" w:themeColor="text1"/>
          <w:sz w:val="18"/>
          <w:szCs w:val="18"/>
        </w:rPr>
        <w:tab/>
        <w:t>pozostałych napraw  urządzeń i maszyn,</w:t>
      </w:r>
    </w:p>
    <w:p w14:paraId="78645A78" w14:textId="77777777" w:rsidR="001B48DC" w:rsidRPr="001B48DC" w:rsidRDefault="001B48DC" w:rsidP="001B48DC">
      <w:pPr>
        <w:pStyle w:val="komentarz"/>
        <w:ind w:left="426"/>
        <w:rPr>
          <w:i w:val="0"/>
          <w:color w:val="000000" w:themeColor="text1"/>
          <w:sz w:val="18"/>
          <w:szCs w:val="18"/>
        </w:rPr>
      </w:pPr>
      <w:r w:rsidRPr="001B48DC">
        <w:rPr>
          <w:i w:val="0"/>
          <w:color w:val="000000" w:themeColor="text1"/>
          <w:sz w:val="18"/>
          <w:szCs w:val="18"/>
        </w:rPr>
        <w:t>•</w:t>
      </w:r>
      <w:r w:rsidRPr="001B48DC">
        <w:rPr>
          <w:i w:val="0"/>
          <w:color w:val="000000" w:themeColor="text1"/>
          <w:sz w:val="18"/>
          <w:szCs w:val="18"/>
        </w:rPr>
        <w:tab/>
        <w:t>branży budowlanej i instalacyjnej (prace remontowe),</w:t>
      </w:r>
    </w:p>
    <w:p w14:paraId="3CEFB524" w14:textId="77777777" w:rsidR="001B48DC" w:rsidRPr="001B48DC" w:rsidRDefault="001B48DC" w:rsidP="001B48DC">
      <w:pPr>
        <w:pStyle w:val="komentarz"/>
        <w:ind w:left="426"/>
        <w:rPr>
          <w:i w:val="0"/>
          <w:color w:val="000000" w:themeColor="text1"/>
          <w:sz w:val="18"/>
          <w:szCs w:val="18"/>
        </w:rPr>
      </w:pPr>
      <w:r w:rsidRPr="001B48DC">
        <w:rPr>
          <w:i w:val="0"/>
          <w:color w:val="000000" w:themeColor="text1"/>
          <w:sz w:val="18"/>
          <w:szCs w:val="18"/>
        </w:rPr>
        <w:t>•</w:t>
      </w:r>
      <w:r w:rsidRPr="001B48DC">
        <w:rPr>
          <w:i w:val="0"/>
          <w:color w:val="000000" w:themeColor="text1"/>
          <w:sz w:val="18"/>
          <w:szCs w:val="18"/>
        </w:rPr>
        <w:tab/>
        <w:t>kotłowni EC II,EC I,</w:t>
      </w:r>
    </w:p>
    <w:p w14:paraId="5304F02E" w14:textId="77777777" w:rsidR="001B48DC" w:rsidRPr="001B48DC" w:rsidRDefault="001B48DC" w:rsidP="001B48DC">
      <w:pPr>
        <w:pStyle w:val="komentarz"/>
        <w:ind w:left="426"/>
        <w:rPr>
          <w:i w:val="0"/>
          <w:color w:val="000000" w:themeColor="text1"/>
          <w:sz w:val="18"/>
          <w:szCs w:val="18"/>
        </w:rPr>
      </w:pPr>
      <w:r w:rsidRPr="001B48DC">
        <w:rPr>
          <w:i w:val="0"/>
          <w:color w:val="000000" w:themeColor="text1"/>
          <w:sz w:val="18"/>
          <w:szCs w:val="18"/>
        </w:rPr>
        <w:t>•</w:t>
      </w:r>
      <w:r w:rsidRPr="001B48DC">
        <w:rPr>
          <w:i w:val="0"/>
          <w:color w:val="000000" w:themeColor="text1"/>
          <w:sz w:val="18"/>
          <w:szCs w:val="18"/>
        </w:rPr>
        <w:tab/>
        <w:t>BUR ( bieżące utrzymanie ruchu)- związane z miejscem magazynowania odpadów,</w:t>
      </w:r>
    </w:p>
    <w:p w14:paraId="7F7F0733" w14:textId="50924414" w:rsidR="001B48DC" w:rsidRPr="001B48DC" w:rsidRDefault="001B48DC" w:rsidP="001B48DC">
      <w:pPr>
        <w:pStyle w:val="komentarz"/>
        <w:ind w:left="426"/>
        <w:rPr>
          <w:i w:val="0"/>
          <w:color w:val="000000" w:themeColor="text1"/>
          <w:sz w:val="18"/>
          <w:szCs w:val="18"/>
        </w:rPr>
      </w:pPr>
      <w:r w:rsidRPr="001B48DC">
        <w:rPr>
          <w:i w:val="0"/>
          <w:color w:val="000000" w:themeColor="text1"/>
          <w:sz w:val="18"/>
          <w:szCs w:val="18"/>
        </w:rPr>
        <w:t>•</w:t>
      </w:r>
      <w:r w:rsidRPr="001B48DC">
        <w:rPr>
          <w:i w:val="0"/>
          <w:color w:val="000000" w:themeColor="text1"/>
          <w:sz w:val="18"/>
          <w:szCs w:val="18"/>
        </w:rPr>
        <w:tab/>
        <w:t>BUR ( bieżące utrzymanie ruchu)</w:t>
      </w:r>
      <w:r w:rsidR="00674B1D">
        <w:rPr>
          <w:i w:val="0"/>
          <w:color w:val="000000" w:themeColor="text1"/>
          <w:sz w:val="18"/>
          <w:szCs w:val="18"/>
        </w:rPr>
        <w:t xml:space="preserve"> </w:t>
      </w:r>
      <w:r w:rsidRPr="001B48DC">
        <w:rPr>
          <w:i w:val="0"/>
          <w:color w:val="000000" w:themeColor="text1"/>
          <w:sz w:val="18"/>
          <w:szCs w:val="18"/>
        </w:rPr>
        <w:t>- min. pomiary rurociągów pary świeżej itp.,</w:t>
      </w:r>
    </w:p>
    <w:p w14:paraId="47441E59" w14:textId="53F6700A" w:rsidR="001B48DC" w:rsidRPr="001B48DC" w:rsidRDefault="001B48DC" w:rsidP="001B48DC">
      <w:pPr>
        <w:pStyle w:val="komentarz"/>
        <w:ind w:left="426"/>
        <w:rPr>
          <w:i w:val="0"/>
          <w:color w:val="000000" w:themeColor="text1"/>
          <w:sz w:val="18"/>
          <w:szCs w:val="18"/>
        </w:rPr>
      </w:pPr>
      <w:r w:rsidRPr="001B48DC">
        <w:rPr>
          <w:i w:val="0"/>
          <w:color w:val="000000" w:themeColor="text1"/>
          <w:sz w:val="18"/>
          <w:szCs w:val="18"/>
        </w:rPr>
        <w:t>•</w:t>
      </w:r>
      <w:r w:rsidRPr="001B48DC">
        <w:rPr>
          <w:i w:val="0"/>
          <w:color w:val="000000" w:themeColor="text1"/>
          <w:sz w:val="18"/>
          <w:szCs w:val="18"/>
        </w:rPr>
        <w:tab/>
        <w:t>prawidłowego prze</w:t>
      </w:r>
      <w:r w:rsidR="00871BA3">
        <w:rPr>
          <w:i w:val="0"/>
          <w:color w:val="000000" w:themeColor="text1"/>
          <w:sz w:val="18"/>
          <w:szCs w:val="18"/>
        </w:rPr>
        <w:t>prowadzania kontrolnych pomiarów</w:t>
      </w:r>
      <w:r w:rsidRPr="001B48DC">
        <w:rPr>
          <w:i w:val="0"/>
          <w:color w:val="000000" w:themeColor="text1"/>
          <w:sz w:val="18"/>
          <w:szCs w:val="18"/>
        </w:rPr>
        <w:t xml:space="preserve"> magazynowych paliw produkcyjnych - Zespół ds. kontrolnych pomiarów magazynowych paliw produkcyjnych,</w:t>
      </w:r>
    </w:p>
    <w:p w14:paraId="1B4D08B0" w14:textId="77777777" w:rsidR="001B48DC" w:rsidRPr="001B48DC" w:rsidRDefault="001B48DC" w:rsidP="001B48DC">
      <w:pPr>
        <w:pStyle w:val="komentarz"/>
        <w:ind w:left="426"/>
        <w:rPr>
          <w:i w:val="0"/>
          <w:color w:val="000000" w:themeColor="text1"/>
          <w:sz w:val="18"/>
          <w:szCs w:val="18"/>
        </w:rPr>
      </w:pPr>
      <w:r w:rsidRPr="001B48DC">
        <w:rPr>
          <w:i w:val="0"/>
          <w:color w:val="000000" w:themeColor="text1"/>
          <w:sz w:val="18"/>
          <w:szCs w:val="18"/>
        </w:rPr>
        <w:t>•</w:t>
      </w:r>
      <w:r w:rsidRPr="001B48DC">
        <w:rPr>
          <w:i w:val="0"/>
          <w:color w:val="000000" w:themeColor="text1"/>
          <w:sz w:val="18"/>
          <w:szCs w:val="18"/>
        </w:rPr>
        <w:tab/>
        <w:t>prawidłowego przeprowadzania inwentaryzacji paliwa produkcyjnego - Zespół ds. inwentaryzacji paliw produkcyjnych,</w:t>
      </w:r>
    </w:p>
    <w:p w14:paraId="7552FEEF" w14:textId="77777777" w:rsidR="001B48DC" w:rsidRPr="001B48DC" w:rsidRDefault="001B48DC" w:rsidP="001B48DC">
      <w:pPr>
        <w:pStyle w:val="komentarz"/>
        <w:ind w:left="426"/>
        <w:rPr>
          <w:i w:val="0"/>
          <w:color w:val="000000" w:themeColor="text1"/>
          <w:sz w:val="18"/>
          <w:szCs w:val="18"/>
        </w:rPr>
      </w:pPr>
      <w:r w:rsidRPr="001B48DC">
        <w:rPr>
          <w:i w:val="0"/>
          <w:color w:val="000000" w:themeColor="text1"/>
          <w:sz w:val="18"/>
          <w:szCs w:val="18"/>
        </w:rPr>
        <w:t>•</w:t>
      </w:r>
      <w:r w:rsidRPr="001B48DC">
        <w:rPr>
          <w:i w:val="0"/>
          <w:color w:val="000000" w:themeColor="text1"/>
          <w:sz w:val="18"/>
          <w:szCs w:val="18"/>
        </w:rPr>
        <w:tab/>
        <w:t>związane z pomiarami ilości odpadów,</w:t>
      </w:r>
    </w:p>
    <w:p w14:paraId="0C0AFD1B" w14:textId="77777777" w:rsidR="001B48DC" w:rsidRPr="001B48DC" w:rsidRDefault="001B48DC" w:rsidP="001B48DC">
      <w:pPr>
        <w:pStyle w:val="komentarz"/>
        <w:ind w:left="426"/>
        <w:rPr>
          <w:i w:val="0"/>
          <w:color w:val="000000" w:themeColor="text1"/>
          <w:sz w:val="18"/>
          <w:szCs w:val="18"/>
        </w:rPr>
      </w:pPr>
      <w:r w:rsidRPr="001B48DC">
        <w:rPr>
          <w:i w:val="0"/>
          <w:color w:val="000000" w:themeColor="text1"/>
          <w:sz w:val="18"/>
          <w:szCs w:val="18"/>
        </w:rPr>
        <w:t>•</w:t>
      </w:r>
      <w:r w:rsidRPr="001B48DC">
        <w:rPr>
          <w:i w:val="0"/>
          <w:color w:val="000000" w:themeColor="text1"/>
          <w:sz w:val="18"/>
          <w:szCs w:val="18"/>
        </w:rPr>
        <w:tab/>
        <w:t>związane z zarządzaniem nieruchomościami Oddziału,</w:t>
      </w:r>
    </w:p>
    <w:p w14:paraId="1C9CA60A" w14:textId="77777777" w:rsidR="001B48DC" w:rsidRPr="001B48DC" w:rsidRDefault="001B48DC" w:rsidP="001B48DC">
      <w:pPr>
        <w:pStyle w:val="komentarz"/>
        <w:ind w:left="426"/>
        <w:rPr>
          <w:i w:val="0"/>
          <w:color w:val="000000" w:themeColor="text1"/>
          <w:sz w:val="18"/>
          <w:szCs w:val="18"/>
        </w:rPr>
      </w:pPr>
      <w:r w:rsidRPr="001B48DC">
        <w:rPr>
          <w:i w:val="0"/>
          <w:color w:val="000000" w:themeColor="text1"/>
          <w:sz w:val="18"/>
          <w:szCs w:val="18"/>
        </w:rPr>
        <w:t>•</w:t>
      </w:r>
      <w:r w:rsidRPr="001B48DC">
        <w:rPr>
          <w:i w:val="0"/>
          <w:color w:val="000000" w:themeColor="text1"/>
          <w:sz w:val="18"/>
          <w:szCs w:val="18"/>
        </w:rPr>
        <w:tab/>
        <w:t>na potrzeby inwestycyjne,</w:t>
      </w:r>
    </w:p>
    <w:p w14:paraId="51D29339" w14:textId="409A8E12" w:rsidR="00216425" w:rsidRPr="001B48DC" w:rsidRDefault="001B48DC" w:rsidP="001B48DC">
      <w:pPr>
        <w:pStyle w:val="komentarz"/>
        <w:ind w:left="426"/>
        <w:rPr>
          <w:i w:val="0"/>
          <w:color w:val="000000" w:themeColor="text1"/>
          <w:sz w:val="18"/>
          <w:szCs w:val="18"/>
        </w:rPr>
      </w:pPr>
      <w:r w:rsidRPr="001B48DC">
        <w:rPr>
          <w:i w:val="0"/>
          <w:color w:val="000000" w:themeColor="text1"/>
          <w:sz w:val="18"/>
          <w:szCs w:val="18"/>
        </w:rPr>
        <w:t>•</w:t>
      </w:r>
      <w:r w:rsidRPr="001B48DC">
        <w:rPr>
          <w:i w:val="0"/>
          <w:color w:val="000000" w:themeColor="text1"/>
          <w:sz w:val="18"/>
          <w:szCs w:val="18"/>
        </w:rPr>
        <w:tab/>
        <w:t xml:space="preserve">przygotowanie danych geodezyjnych do wyceny prawa służebności </w:t>
      </w:r>
      <w:proofErr w:type="spellStart"/>
      <w:r w:rsidRPr="001B48DC">
        <w:rPr>
          <w:i w:val="0"/>
          <w:color w:val="000000" w:themeColor="text1"/>
          <w:sz w:val="18"/>
          <w:szCs w:val="18"/>
        </w:rPr>
        <w:t>przesyłu</w:t>
      </w:r>
      <w:proofErr w:type="spellEnd"/>
      <w:r w:rsidRPr="001B48DC">
        <w:rPr>
          <w:i w:val="0"/>
          <w:color w:val="000000" w:themeColor="text1"/>
          <w:sz w:val="18"/>
          <w:szCs w:val="18"/>
        </w:rPr>
        <w:t xml:space="preserve"> na terenie  BPP-T</w:t>
      </w:r>
    </w:p>
    <w:p w14:paraId="6AAC4A46" w14:textId="4AAFB3F4" w:rsidR="00AC31E1" w:rsidRPr="000D2F4C" w:rsidRDefault="00AC31E1" w:rsidP="000D2F4C">
      <w:pPr>
        <w:pStyle w:val="IIpoziom"/>
      </w:pPr>
      <w:bookmarkStart w:id="21" w:name="_Toc14965105"/>
      <w:bookmarkStart w:id="22" w:name="_Toc14965384"/>
      <w:bookmarkStart w:id="23" w:name="_Toc348596467"/>
      <w:bookmarkStart w:id="24" w:name="_Toc14965106"/>
      <w:bookmarkStart w:id="25" w:name="_Toc14965385"/>
      <w:bookmarkEnd w:id="19"/>
      <w:bookmarkEnd w:id="20"/>
      <w:r w:rsidRPr="000D2F4C">
        <w:t xml:space="preserve">Szczegółowe wymagania dotyczące przedmiotu </w:t>
      </w:r>
      <w:bookmarkEnd w:id="21"/>
      <w:bookmarkEnd w:id="22"/>
      <w:r w:rsidR="00091E72">
        <w:t>usługi</w:t>
      </w:r>
    </w:p>
    <w:p w14:paraId="2E71A714" w14:textId="51977334" w:rsidR="00F93FBE" w:rsidRPr="00091E72" w:rsidRDefault="00F93FBE" w:rsidP="000D2F4C">
      <w:pPr>
        <w:pStyle w:val="IIIpoziom0"/>
      </w:pPr>
      <w:bookmarkStart w:id="26" w:name="_Toc14965107"/>
      <w:bookmarkStart w:id="27" w:name="_Toc14965386"/>
      <w:bookmarkEnd w:id="23"/>
      <w:bookmarkEnd w:id="24"/>
      <w:bookmarkEnd w:id="25"/>
      <w:r w:rsidRPr="000D2F4C">
        <w:t xml:space="preserve">Szczegółowe wymagania </w:t>
      </w:r>
      <w:r w:rsidR="00DC5960" w:rsidRPr="000D2F4C">
        <w:t xml:space="preserve">techniczne </w:t>
      </w:r>
      <w:r w:rsidRPr="000D2F4C">
        <w:t xml:space="preserve">przedmiotu </w:t>
      </w:r>
      <w:bookmarkEnd w:id="26"/>
      <w:bookmarkEnd w:id="27"/>
      <w:r w:rsidR="00091E72" w:rsidRPr="008C4312">
        <w:t>usługi</w:t>
      </w:r>
    </w:p>
    <w:p w14:paraId="3C8F69AD" w14:textId="77777777" w:rsidR="00871BA3" w:rsidRDefault="00871BA3" w:rsidP="00871BA3">
      <w:pPr>
        <w:pStyle w:val="IIIpoziom0"/>
        <w:numPr>
          <w:ilvl w:val="0"/>
          <w:numId w:val="0"/>
        </w:numPr>
        <w:ind w:left="1080"/>
        <w:jc w:val="left"/>
      </w:pPr>
    </w:p>
    <w:p w14:paraId="4956914E" w14:textId="77777777" w:rsidR="00871BA3" w:rsidRDefault="00871BA3" w:rsidP="00871BA3">
      <w:pPr>
        <w:spacing w:line="276" w:lineRule="auto"/>
        <w:ind w:left="1134" w:hanging="708"/>
        <w:rPr>
          <w:rFonts w:cs="Arial"/>
          <w:szCs w:val="18"/>
        </w:rPr>
      </w:pPr>
      <w:bookmarkStart w:id="28" w:name="_Toc347146806"/>
      <w:bookmarkStart w:id="29" w:name="_Toc77933555"/>
      <w:r w:rsidRPr="00871BA3">
        <w:rPr>
          <w:rFonts w:cs="Arial"/>
          <w:szCs w:val="18"/>
        </w:rPr>
        <w:t>Po podpisaniu Umowy, ale przed rozpoczęciem prac, Wykonawca dostarczy do Przedstawiciela Zamawiającego listę</w:t>
      </w:r>
    </w:p>
    <w:p w14:paraId="79AF4E2C" w14:textId="6247A584" w:rsidR="00871BA3" w:rsidRPr="00871BA3" w:rsidRDefault="00871BA3" w:rsidP="00871BA3">
      <w:pPr>
        <w:spacing w:line="276" w:lineRule="auto"/>
        <w:ind w:left="1134" w:hanging="708"/>
      </w:pPr>
      <w:r w:rsidRPr="00871BA3">
        <w:rPr>
          <w:rFonts w:cs="Arial"/>
          <w:szCs w:val="18"/>
        </w:rPr>
        <w:lastRenderedPageBreak/>
        <w:t>osób realizujących zadanie na terenie PGE EC S.A. Oddział Elektrociepłownia w Bydgoszczy.</w:t>
      </w:r>
    </w:p>
    <w:p w14:paraId="6695AD92" w14:textId="77777777" w:rsidR="00871BA3" w:rsidRDefault="00871BA3" w:rsidP="00871BA3">
      <w:pPr>
        <w:spacing w:line="276" w:lineRule="auto"/>
        <w:ind w:left="1134" w:hanging="708"/>
        <w:rPr>
          <w:rFonts w:cs="Arial"/>
          <w:szCs w:val="18"/>
        </w:rPr>
      </w:pPr>
      <w:r w:rsidRPr="00871BA3">
        <w:rPr>
          <w:rFonts w:cs="Arial"/>
          <w:szCs w:val="18"/>
        </w:rPr>
        <w:t>Wykonawca zapewni  udział przy realizacji zadania co najmniej jednego  geodety legitymującego się uprawnieniami</w:t>
      </w:r>
    </w:p>
    <w:p w14:paraId="5556F527" w14:textId="775A7E3F" w:rsidR="00871BA3" w:rsidRPr="00871BA3" w:rsidRDefault="00871BA3" w:rsidP="00871BA3">
      <w:pPr>
        <w:spacing w:line="276" w:lineRule="auto"/>
        <w:ind w:left="1134" w:hanging="708"/>
        <w:rPr>
          <w:rFonts w:cs="Arial"/>
          <w:szCs w:val="18"/>
        </w:rPr>
      </w:pPr>
      <w:r w:rsidRPr="00871BA3">
        <w:rPr>
          <w:rFonts w:cs="Arial"/>
          <w:szCs w:val="18"/>
        </w:rPr>
        <w:t>geodezyjnymi  oraz doświadczeniem obsługi geodezyjnej w branży energetycznej.</w:t>
      </w:r>
    </w:p>
    <w:p w14:paraId="0407CD16" w14:textId="0D32BFF3" w:rsidR="00871BA3" w:rsidRPr="00871BA3" w:rsidRDefault="00871BA3" w:rsidP="00871BA3">
      <w:pPr>
        <w:spacing w:line="276" w:lineRule="auto"/>
        <w:ind w:left="1134" w:hanging="708"/>
        <w:rPr>
          <w:rFonts w:cs="Arial"/>
          <w:szCs w:val="18"/>
        </w:rPr>
      </w:pPr>
      <w:r w:rsidRPr="00871BA3">
        <w:rPr>
          <w:rFonts w:cs="Arial"/>
          <w:szCs w:val="18"/>
        </w:rPr>
        <w:t>Do listy należy załączyć kopie dokumentów potwierdzających:</w:t>
      </w:r>
    </w:p>
    <w:p w14:paraId="3A537865" w14:textId="77777777" w:rsidR="00871BA3" w:rsidRPr="00871BA3" w:rsidRDefault="00871BA3" w:rsidP="00871BA3">
      <w:pPr>
        <w:spacing w:line="276" w:lineRule="auto"/>
        <w:rPr>
          <w:rFonts w:cs="Arial"/>
          <w:szCs w:val="18"/>
        </w:rPr>
      </w:pPr>
    </w:p>
    <w:p w14:paraId="2F3E8565" w14:textId="77777777" w:rsidR="00871BA3" w:rsidRPr="00871BA3" w:rsidRDefault="00871BA3" w:rsidP="00871BA3">
      <w:pPr>
        <w:pStyle w:val="Akapitzlist"/>
        <w:numPr>
          <w:ilvl w:val="0"/>
          <w:numId w:val="39"/>
        </w:numPr>
        <w:spacing w:line="276" w:lineRule="auto"/>
        <w:ind w:firstLine="207"/>
        <w:rPr>
          <w:rFonts w:cs="Arial"/>
          <w:szCs w:val="18"/>
        </w:rPr>
      </w:pPr>
      <w:r w:rsidRPr="00871BA3">
        <w:rPr>
          <w:rFonts w:cs="Arial"/>
          <w:szCs w:val="18"/>
        </w:rPr>
        <w:t>ukończone szkolenia BHP z terminem ważności szkoleń</w:t>
      </w:r>
    </w:p>
    <w:p w14:paraId="0C905135" w14:textId="77777777" w:rsidR="00871BA3" w:rsidRPr="00871BA3" w:rsidRDefault="00871BA3" w:rsidP="00871BA3">
      <w:pPr>
        <w:pStyle w:val="Akapitzlist"/>
        <w:numPr>
          <w:ilvl w:val="0"/>
          <w:numId w:val="39"/>
        </w:numPr>
        <w:spacing w:line="276" w:lineRule="auto"/>
        <w:ind w:firstLine="207"/>
        <w:rPr>
          <w:rFonts w:cs="Arial"/>
          <w:szCs w:val="18"/>
        </w:rPr>
      </w:pPr>
      <w:r w:rsidRPr="00871BA3">
        <w:rPr>
          <w:rFonts w:cs="Arial"/>
          <w:szCs w:val="18"/>
        </w:rPr>
        <w:t>listę pracowników z zaznaczonymi uprawnieniami geodezyjnymi</w:t>
      </w:r>
    </w:p>
    <w:bookmarkEnd w:id="28"/>
    <w:bookmarkEnd w:id="29"/>
    <w:p w14:paraId="6FEDA5F8" w14:textId="77777777" w:rsidR="00A47749" w:rsidRPr="000D2F4C" w:rsidRDefault="00A47749" w:rsidP="00A47749">
      <w:pPr>
        <w:pStyle w:val="IIIpoziom0"/>
        <w:numPr>
          <w:ilvl w:val="0"/>
          <w:numId w:val="0"/>
        </w:numPr>
        <w:ind w:left="1080"/>
      </w:pPr>
    </w:p>
    <w:p w14:paraId="3676CD84" w14:textId="1FBAF90A" w:rsidR="00BC54C7" w:rsidRPr="00091E72" w:rsidRDefault="00BC54C7" w:rsidP="000D2F4C">
      <w:pPr>
        <w:pStyle w:val="IIIpoziom0"/>
      </w:pPr>
      <w:bookmarkStart w:id="30" w:name="_Toc320178538"/>
      <w:bookmarkStart w:id="31" w:name="_Toc348596468"/>
      <w:bookmarkStart w:id="32" w:name="_Toc489433911"/>
      <w:r w:rsidRPr="006307AF">
        <w:t xml:space="preserve">Szczegółowe wymagania </w:t>
      </w:r>
      <w:r>
        <w:t xml:space="preserve">dokumentacji </w:t>
      </w:r>
      <w:r w:rsidR="002E1193">
        <w:t xml:space="preserve">towarzyszącej </w:t>
      </w:r>
      <w:r w:rsidR="00091E72" w:rsidRPr="008C4312">
        <w:t>usłudze</w:t>
      </w:r>
    </w:p>
    <w:p w14:paraId="34A087CC" w14:textId="77777777" w:rsidR="00C2039C" w:rsidRDefault="00C2039C" w:rsidP="000D2F4C">
      <w:pPr>
        <w:pStyle w:val="IIIpoziom0"/>
        <w:numPr>
          <w:ilvl w:val="0"/>
          <w:numId w:val="0"/>
        </w:numPr>
        <w:ind w:left="1080"/>
      </w:pPr>
    </w:p>
    <w:p w14:paraId="72375083" w14:textId="6A884876" w:rsidR="0085126C" w:rsidRPr="0085126C" w:rsidRDefault="0085126C" w:rsidP="0085126C">
      <w:pPr>
        <w:pStyle w:val="komentarz"/>
        <w:ind w:left="426"/>
        <w:rPr>
          <w:i w:val="0"/>
          <w:color w:val="000000" w:themeColor="text1"/>
          <w:sz w:val="18"/>
          <w:szCs w:val="18"/>
        </w:rPr>
      </w:pPr>
      <w:r w:rsidRPr="0085126C">
        <w:rPr>
          <w:i w:val="0"/>
          <w:color w:val="000000" w:themeColor="text1"/>
          <w:sz w:val="18"/>
          <w:szCs w:val="18"/>
        </w:rPr>
        <w:t xml:space="preserve">Dokumentem zakończenia Prac będących przedmiotem Umowy jest obopólnie podpisany Protokół odbioru prac </w:t>
      </w:r>
    </w:p>
    <w:p w14:paraId="4F18A6ED" w14:textId="7649FAB9" w:rsidR="0085126C" w:rsidRPr="00091E72" w:rsidRDefault="0085126C" w:rsidP="0085126C">
      <w:pPr>
        <w:pStyle w:val="komentarz"/>
        <w:ind w:left="426"/>
        <w:rPr>
          <w:i w:val="0"/>
          <w:color w:val="000000" w:themeColor="text1"/>
          <w:sz w:val="18"/>
          <w:szCs w:val="18"/>
        </w:rPr>
      </w:pPr>
      <w:r w:rsidRPr="0085126C">
        <w:rPr>
          <w:i w:val="0"/>
          <w:color w:val="000000" w:themeColor="text1"/>
          <w:sz w:val="18"/>
          <w:szCs w:val="18"/>
        </w:rPr>
        <w:t xml:space="preserve">Obowiązkiem Wykonawcy jest uzyskanie wszelkich wymaganych w OPZ dokumentów, które będą potrzebne do odbioru </w:t>
      </w:r>
      <w:r w:rsidR="00091E72">
        <w:rPr>
          <w:i w:val="0"/>
          <w:strike/>
          <w:color w:val="000000" w:themeColor="text1"/>
          <w:sz w:val="18"/>
          <w:szCs w:val="18"/>
        </w:rPr>
        <w:t xml:space="preserve"> </w:t>
      </w:r>
      <w:r w:rsidR="00091E72" w:rsidRPr="008C4312">
        <w:rPr>
          <w:i w:val="0"/>
          <w:color w:val="000000" w:themeColor="text1"/>
          <w:sz w:val="18"/>
          <w:szCs w:val="18"/>
        </w:rPr>
        <w:t>zrealizowanych prac</w:t>
      </w:r>
    </w:p>
    <w:p w14:paraId="7FC8BD51" w14:textId="3888A8B5" w:rsidR="0085126C" w:rsidRPr="0085126C" w:rsidRDefault="0085126C" w:rsidP="0085126C">
      <w:pPr>
        <w:pStyle w:val="komentarz"/>
        <w:ind w:left="426"/>
        <w:rPr>
          <w:i w:val="0"/>
          <w:color w:val="000000" w:themeColor="text1"/>
          <w:sz w:val="18"/>
          <w:szCs w:val="18"/>
        </w:rPr>
      </w:pPr>
      <w:r w:rsidRPr="0085126C">
        <w:rPr>
          <w:i w:val="0"/>
          <w:color w:val="000000" w:themeColor="text1"/>
          <w:sz w:val="18"/>
          <w:szCs w:val="18"/>
        </w:rPr>
        <w:t>Wykonawca będzie przystępował do realizacji danej części</w:t>
      </w:r>
      <w:r w:rsidR="00A60EB5">
        <w:rPr>
          <w:i w:val="0"/>
          <w:color w:val="000000" w:themeColor="text1"/>
          <w:sz w:val="18"/>
          <w:szCs w:val="18"/>
        </w:rPr>
        <w:t xml:space="preserve"> Prac,</w:t>
      </w:r>
      <w:r w:rsidR="007F48CD">
        <w:rPr>
          <w:i w:val="0"/>
          <w:color w:val="000000" w:themeColor="text1"/>
          <w:sz w:val="18"/>
          <w:szCs w:val="18"/>
        </w:rPr>
        <w:t xml:space="preserve"> </w:t>
      </w:r>
      <w:r w:rsidR="00A60EB5">
        <w:rPr>
          <w:i w:val="0"/>
          <w:color w:val="000000" w:themeColor="text1"/>
          <w:sz w:val="18"/>
          <w:szCs w:val="18"/>
        </w:rPr>
        <w:t xml:space="preserve">na podstawie wystawionego przez Zamawiającego Zlecenia  Wykonania Usługi w terminie do 1 (jednego) dnia od dnia przyjęcia pisemnego Zlecenia Wykonania Usługi. Zlecenie </w:t>
      </w:r>
      <w:proofErr w:type="spellStart"/>
      <w:r w:rsidR="00A60EB5">
        <w:rPr>
          <w:i w:val="0"/>
          <w:color w:val="000000" w:themeColor="text1"/>
          <w:sz w:val="18"/>
          <w:szCs w:val="18"/>
        </w:rPr>
        <w:t>Wykonanai</w:t>
      </w:r>
      <w:proofErr w:type="spellEnd"/>
      <w:r w:rsidR="00A60EB5">
        <w:rPr>
          <w:i w:val="0"/>
          <w:color w:val="000000" w:themeColor="text1"/>
          <w:sz w:val="18"/>
          <w:szCs w:val="18"/>
        </w:rPr>
        <w:t xml:space="preserve"> Usługi jest wystawiane w formie papierowej lub elektronicznej. Termin zakończenia realizacji prac ustalają indywidualnie d</w:t>
      </w:r>
      <w:r w:rsidR="00A638AE">
        <w:rPr>
          <w:i w:val="0"/>
          <w:color w:val="000000" w:themeColor="text1"/>
          <w:sz w:val="18"/>
          <w:szCs w:val="18"/>
        </w:rPr>
        <w:t>la</w:t>
      </w:r>
      <w:r w:rsidR="00A60EB5">
        <w:rPr>
          <w:i w:val="0"/>
          <w:color w:val="000000" w:themeColor="text1"/>
          <w:sz w:val="18"/>
          <w:szCs w:val="18"/>
        </w:rPr>
        <w:t xml:space="preserve"> każdej </w:t>
      </w:r>
      <w:r w:rsidR="00A638AE">
        <w:rPr>
          <w:i w:val="0"/>
          <w:color w:val="000000" w:themeColor="text1"/>
          <w:sz w:val="18"/>
          <w:szCs w:val="18"/>
        </w:rPr>
        <w:t>częśc</w:t>
      </w:r>
      <w:r w:rsidR="00A60EB5">
        <w:rPr>
          <w:i w:val="0"/>
          <w:color w:val="000000" w:themeColor="text1"/>
          <w:sz w:val="18"/>
          <w:szCs w:val="18"/>
        </w:rPr>
        <w:t>i</w:t>
      </w:r>
      <w:r w:rsidR="00A638AE">
        <w:rPr>
          <w:i w:val="0"/>
          <w:color w:val="000000" w:themeColor="text1"/>
          <w:sz w:val="18"/>
          <w:szCs w:val="18"/>
        </w:rPr>
        <w:t xml:space="preserve"> prac </w:t>
      </w:r>
      <w:r w:rsidR="00A60EB5">
        <w:rPr>
          <w:i w:val="0"/>
          <w:color w:val="000000" w:themeColor="text1"/>
          <w:sz w:val="18"/>
          <w:szCs w:val="18"/>
        </w:rPr>
        <w:t xml:space="preserve"> przedstawiciele Zamawiającego zlecający </w:t>
      </w:r>
      <w:r w:rsidR="00A638AE">
        <w:rPr>
          <w:i w:val="0"/>
          <w:color w:val="000000" w:themeColor="text1"/>
          <w:sz w:val="18"/>
          <w:szCs w:val="18"/>
        </w:rPr>
        <w:t xml:space="preserve"> przedmiotowe prace.</w:t>
      </w:r>
    </w:p>
    <w:p w14:paraId="5313C9DB" w14:textId="3821A453" w:rsidR="0085126C" w:rsidRPr="0085126C" w:rsidRDefault="0085126C" w:rsidP="0085126C">
      <w:pPr>
        <w:pStyle w:val="komentarz"/>
        <w:ind w:left="426"/>
        <w:rPr>
          <w:i w:val="0"/>
          <w:color w:val="000000" w:themeColor="text1"/>
          <w:sz w:val="18"/>
          <w:szCs w:val="18"/>
        </w:rPr>
      </w:pPr>
      <w:r w:rsidRPr="0085126C">
        <w:rPr>
          <w:i w:val="0"/>
          <w:color w:val="000000" w:themeColor="text1"/>
          <w:sz w:val="18"/>
          <w:szCs w:val="18"/>
        </w:rPr>
        <w:t>Do obowiązków Wykonawcy należy skompletowanie i przedstawienie Przedstawicielowi Zamawiającego dokumentów pozwalających na ocenę prawidłowego Wykonania przedmiotu odbioru tj. protokołów Odbioru Prac</w:t>
      </w:r>
      <w:r w:rsidR="00E617FE">
        <w:rPr>
          <w:i w:val="0"/>
          <w:color w:val="000000" w:themeColor="text1"/>
          <w:sz w:val="18"/>
          <w:szCs w:val="18"/>
        </w:rPr>
        <w:t>.</w:t>
      </w:r>
      <w:r w:rsidRPr="0085126C">
        <w:rPr>
          <w:i w:val="0"/>
          <w:color w:val="000000" w:themeColor="text1"/>
          <w:sz w:val="18"/>
          <w:szCs w:val="18"/>
        </w:rPr>
        <w:t xml:space="preserve"> </w:t>
      </w:r>
      <w:r>
        <w:rPr>
          <w:i w:val="0"/>
          <w:color w:val="000000" w:themeColor="text1"/>
          <w:sz w:val="18"/>
          <w:szCs w:val="18"/>
        </w:rPr>
        <w:t xml:space="preserve"> </w:t>
      </w:r>
      <w:r w:rsidRPr="0085126C">
        <w:rPr>
          <w:i w:val="0"/>
          <w:color w:val="000000" w:themeColor="text1"/>
          <w:sz w:val="18"/>
          <w:szCs w:val="18"/>
        </w:rPr>
        <w:t xml:space="preserve"> </w:t>
      </w:r>
    </w:p>
    <w:p w14:paraId="3933B319" w14:textId="70A6765D" w:rsidR="0085126C" w:rsidRPr="0085126C" w:rsidRDefault="0085126C" w:rsidP="0085126C">
      <w:pPr>
        <w:pStyle w:val="komentarz"/>
        <w:ind w:left="426"/>
        <w:rPr>
          <w:i w:val="0"/>
          <w:color w:val="000000" w:themeColor="text1"/>
          <w:sz w:val="18"/>
          <w:szCs w:val="18"/>
        </w:rPr>
      </w:pPr>
      <w:r w:rsidRPr="0085126C">
        <w:rPr>
          <w:i w:val="0"/>
          <w:color w:val="000000" w:themeColor="text1"/>
          <w:sz w:val="18"/>
          <w:szCs w:val="18"/>
        </w:rPr>
        <w:t>Datą odbioru Prac jest dzień podpisania przez strony Protokołu Odbioru Prac</w:t>
      </w:r>
      <w:r w:rsidR="00E617FE">
        <w:rPr>
          <w:i w:val="0"/>
          <w:color w:val="000000" w:themeColor="text1"/>
          <w:sz w:val="18"/>
          <w:szCs w:val="18"/>
        </w:rPr>
        <w:t>.</w:t>
      </w:r>
      <w:r w:rsidRPr="0085126C">
        <w:rPr>
          <w:i w:val="0"/>
          <w:color w:val="000000" w:themeColor="text1"/>
          <w:sz w:val="18"/>
          <w:szCs w:val="18"/>
        </w:rPr>
        <w:t xml:space="preserve">  </w:t>
      </w:r>
    </w:p>
    <w:p w14:paraId="3958DA58" w14:textId="77777777" w:rsidR="00B57049" w:rsidRPr="00B57049" w:rsidRDefault="00B57049" w:rsidP="00B57049">
      <w:pPr>
        <w:pStyle w:val="komentarz"/>
        <w:ind w:left="426"/>
        <w:rPr>
          <w:i w:val="0"/>
          <w:color w:val="000000" w:themeColor="text1"/>
          <w:sz w:val="18"/>
          <w:szCs w:val="18"/>
        </w:rPr>
      </w:pPr>
      <w:r w:rsidRPr="00B57049">
        <w:rPr>
          <w:i w:val="0"/>
          <w:color w:val="000000" w:themeColor="text1"/>
          <w:sz w:val="18"/>
          <w:szCs w:val="18"/>
        </w:rPr>
        <w:t xml:space="preserve">Wykonawca dostarczy Zamawiającemu dokumentację powykonawczą w wersji papierowej i elektronicznej. </w:t>
      </w:r>
    </w:p>
    <w:p w14:paraId="0D6F6054" w14:textId="1C14356F" w:rsidR="00B57049" w:rsidRPr="0085126C" w:rsidRDefault="00B57049" w:rsidP="008C4312">
      <w:pPr>
        <w:pStyle w:val="komentarz"/>
        <w:spacing w:before="0" w:after="0"/>
        <w:ind w:left="426"/>
        <w:rPr>
          <w:i w:val="0"/>
          <w:color w:val="000000" w:themeColor="text1"/>
          <w:sz w:val="18"/>
          <w:szCs w:val="18"/>
        </w:rPr>
      </w:pPr>
      <w:r w:rsidRPr="00B57049">
        <w:rPr>
          <w:i w:val="0"/>
          <w:color w:val="000000" w:themeColor="text1"/>
          <w:sz w:val="18"/>
          <w:szCs w:val="18"/>
        </w:rPr>
        <w:t>Dokumentacja powykonawcza zawierać będzie pełny, spójny i zarchiwizowany papierowo i elektronicznie komplet wszystkich istotnych dokumentów z realizacji Prac, tj.  protokołów Odbioru Prac</w:t>
      </w:r>
      <w:r w:rsidR="001E7252">
        <w:rPr>
          <w:i w:val="0"/>
          <w:color w:val="000000" w:themeColor="text1"/>
          <w:sz w:val="18"/>
          <w:szCs w:val="18"/>
        </w:rPr>
        <w:t>, kalkulację prac</w:t>
      </w:r>
      <w:r w:rsidRPr="00B57049">
        <w:rPr>
          <w:i w:val="0"/>
          <w:color w:val="000000" w:themeColor="text1"/>
          <w:sz w:val="18"/>
          <w:szCs w:val="18"/>
        </w:rPr>
        <w:t xml:space="preserve"> </w:t>
      </w:r>
      <w:r>
        <w:rPr>
          <w:i w:val="0"/>
          <w:color w:val="000000" w:themeColor="text1"/>
          <w:sz w:val="18"/>
          <w:szCs w:val="18"/>
        </w:rPr>
        <w:t xml:space="preserve">oraz </w:t>
      </w:r>
      <w:proofErr w:type="spellStart"/>
      <w:r>
        <w:rPr>
          <w:i w:val="0"/>
          <w:color w:val="000000" w:themeColor="text1"/>
          <w:sz w:val="18"/>
          <w:szCs w:val="18"/>
        </w:rPr>
        <w:t>dokumetację</w:t>
      </w:r>
      <w:proofErr w:type="spellEnd"/>
      <w:r>
        <w:rPr>
          <w:i w:val="0"/>
          <w:color w:val="000000" w:themeColor="text1"/>
          <w:sz w:val="18"/>
          <w:szCs w:val="18"/>
        </w:rPr>
        <w:t xml:space="preserve"> wynikającą</w:t>
      </w:r>
      <w:r w:rsidR="001E7252">
        <w:rPr>
          <w:i w:val="0"/>
          <w:color w:val="000000" w:themeColor="text1"/>
          <w:sz w:val="18"/>
          <w:szCs w:val="18"/>
        </w:rPr>
        <w:t xml:space="preserve"> i odpowiadającą treści</w:t>
      </w:r>
      <w:r>
        <w:rPr>
          <w:i w:val="0"/>
          <w:color w:val="000000" w:themeColor="text1"/>
          <w:sz w:val="18"/>
          <w:szCs w:val="18"/>
        </w:rPr>
        <w:t xml:space="preserve"> zlecenia</w:t>
      </w:r>
      <w:r w:rsidR="001E7252">
        <w:rPr>
          <w:i w:val="0"/>
          <w:color w:val="000000" w:themeColor="text1"/>
          <w:sz w:val="18"/>
          <w:szCs w:val="18"/>
        </w:rPr>
        <w:t xml:space="preserve"> np. mapy sytuacyjno-</w:t>
      </w:r>
      <w:proofErr w:type="spellStart"/>
      <w:r w:rsidR="001E7252">
        <w:rPr>
          <w:i w:val="0"/>
          <w:color w:val="000000" w:themeColor="text1"/>
          <w:sz w:val="18"/>
          <w:szCs w:val="18"/>
        </w:rPr>
        <w:t>wysokosciowe</w:t>
      </w:r>
      <w:proofErr w:type="spellEnd"/>
      <w:r w:rsidR="001E7252">
        <w:rPr>
          <w:i w:val="0"/>
          <w:color w:val="000000" w:themeColor="text1"/>
          <w:sz w:val="18"/>
          <w:szCs w:val="18"/>
        </w:rPr>
        <w:t>, wypisy i</w:t>
      </w:r>
      <w:r w:rsidR="00611210">
        <w:rPr>
          <w:i w:val="0"/>
          <w:color w:val="000000" w:themeColor="text1"/>
          <w:sz w:val="18"/>
          <w:szCs w:val="18"/>
        </w:rPr>
        <w:t xml:space="preserve"> </w:t>
      </w:r>
      <w:r w:rsidR="001E7252">
        <w:rPr>
          <w:i w:val="0"/>
          <w:color w:val="000000" w:themeColor="text1"/>
          <w:sz w:val="18"/>
          <w:szCs w:val="18"/>
        </w:rPr>
        <w:t>wyrysy z Ewidencji Gruntów</w:t>
      </w:r>
      <w:r w:rsidR="00611210">
        <w:rPr>
          <w:i w:val="0"/>
          <w:color w:val="000000" w:themeColor="text1"/>
          <w:sz w:val="18"/>
          <w:szCs w:val="18"/>
        </w:rPr>
        <w:t xml:space="preserve"> wraz z całą z tym związana dokumentacją (np. wnioskami)</w:t>
      </w:r>
      <w:r w:rsidR="001E7252">
        <w:rPr>
          <w:i w:val="0"/>
          <w:color w:val="000000" w:themeColor="text1"/>
          <w:sz w:val="18"/>
          <w:szCs w:val="18"/>
        </w:rPr>
        <w:t>, mapy cyfrowe</w:t>
      </w:r>
      <w:r w:rsidR="00611210">
        <w:rPr>
          <w:i w:val="0"/>
          <w:color w:val="000000" w:themeColor="text1"/>
          <w:sz w:val="18"/>
          <w:szCs w:val="18"/>
        </w:rPr>
        <w:t>, obliczenia geodezyjne</w:t>
      </w:r>
      <w:r w:rsidR="001E7252">
        <w:rPr>
          <w:i w:val="0"/>
          <w:color w:val="000000" w:themeColor="text1"/>
          <w:sz w:val="18"/>
          <w:szCs w:val="18"/>
        </w:rPr>
        <w:t xml:space="preserve"> </w:t>
      </w:r>
      <w:r w:rsidR="00611210">
        <w:rPr>
          <w:i w:val="0"/>
          <w:color w:val="000000" w:themeColor="text1"/>
          <w:sz w:val="18"/>
          <w:szCs w:val="18"/>
        </w:rPr>
        <w:t>związane z określeniem objętości hałd węgla i odpadów itp.</w:t>
      </w:r>
    </w:p>
    <w:p w14:paraId="535C1D9A" w14:textId="514A5E90" w:rsidR="00B3469A" w:rsidRPr="00B3469A" w:rsidRDefault="00B3469A" w:rsidP="002D0913">
      <w:pPr>
        <w:pStyle w:val="komentarz"/>
        <w:ind w:left="0"/>
        <w:rPr>
          <w:rFonts w:cs="Arial"/>
        </w:rPr>
      </w:pPr>
    </w:p>
    <w:p w14:paraId="715A3327" w14:textId="4E52B54C" w:rsidR="008943AC" w:rsidRPr="007F48CD" w:rsidRDefault="008943AC" w:rsidP="000D2F4C">
      <w:pPr>
        <w:pStyle w:val="IIIpoziom0"/>
      </w:pPr>
      <w:r w:rsidRPr="007F48CD">
        <w:t xml:space="preserve">Szczegółowe wymagania dotyczące logistyki przedmiotu </w:t>
      </w:r>
      <w:r w:rsidR="00AD01EE" w:rsidRPr="008C4312">
        <w:t>usługi</w:t>
      </w:r>
    </w:p>
    <w:p w14:paraId="620BD7D2" w14:textId="3915478A" w:rsidR="008943AC" w:rsidRPr="00AB314F" w:rsidRDefault="001B6CB8" w:rsidP="008943AC">
      <w:pPr>
        <w:spacing w:line="360" w:lineRule="auto"/>
        <w:ind w:left="426"/>
        <w:rPr>
          <w:rFonts w:cs="Arial"/>
        </w:rPr>
      </w:pPr>
      <w:r w:rsidRPr="00AB314F">
        <w:rPr>
          <w:rFonts w:cs="Arial"/>
        </w:rPr>
        <w:t xml:space="preserve"> </w:t>
      </w:r>
    </w:p>
    <w:p w14:paraId="3F639284" w14:textId="77777777" w:rsidR="001B6CB8" w:rsidRPr="001B6CB8" w:rsidRDefault="001B6CB8" w:rsidP="001B6CB8">
      <w:pPr>
        <w:spacing w:before="120" w:after="120"/>
        <w:ind w:left="426"/>
        <w:jc w:val="both"/>
        <w:rPr>
          <w:color w:val="000000" w:themeColor="text1"/>
          <w:szCs w:val="18"/>
        </w:rPr>
      </w:pPr>
      <w:r w:rsidRPr="001B6CB8">
        <w:rPr>
          <w:color w:val="000000" w:themeColor="text1"/>
          <w:szCs w:val="18"/>
        </w:rPr>
        <w:t xml:space="preserve">Wykonaną dokumentację należy przekazać do Przedstawiciela Zamawiającego </w:t>
      </w:r>
    </w:p>
    <w:p w14:paraId="69F8B169" w14:textId="1AA60CFE" w:rsidR="001B6CB8" w:rsidRPr="008E4F56" w:rsidRDefault="001B6CB8" w:rsidP="001B6CB8">
      <w:pPr>
        <w:spacing w:before="120" w:after="120"/>
        <w:ind w:left="426"/>
        <w:jc w:val="both"/>
        <w:rPr>
          <w:b/>
          <w:color w:val="000000" w:themeColor="text1"/>
          <w:szCs w:val="18"/>
        </w:rPr>
      </w:pPr>
      <w:r w:rsidRPr="001B6CB8">
        <w:rPr>
          <w:color w:val="000000" w:themeColor="text1"/>
          <w:szCs w:val="18"/>
        </w:rPr>
        <w:t>właściwego dla danej lok</w:t>
      </w:r>
      <w:r w:rsidR="00871BA3">
        <w:rPr>
          <w:color w:val="000000" w:themeColor="text1"/>
          <w:szCs w:val="18"/>
        </w:rPr>
        <w:t xml:space="preserve">alizacji tj. </w:t>
      </w:r>
      <w:r w:rsidR="008E4F56" w:rsidRPr="008E4F56">
        <w:rPr>
          <w:b/>
          <w:color w:val="000000" w:themeColor="text1"/>
          <w:szCs w:val="18"/>
        </w:rPr>
        <w:t xml:space="preserve">Marek </w:t>
      </w:r>
      <w:proofErr w:type="spellStart"/>
      <w:r w:rsidR="008E4F56" w:rsidRPr="008E4F56">
        <w:rPr>
          <w:b/>
          <w:color w:val="000000" w:themeColor="text1"/>
          <w:szCs w:val="18"/>
        </w:rPr>
        <w:t>Droż</w:t>
      </w:r>
      <w:proofErr w:type="spellEnd"/>
      <w:r w:rsidR="00871BA3" w:rsidRPr="008E4F56">
        <w:rPr>
          <w:b/>
          <w:color w:val="000000" w:themeColor="text1"/>
          <w:szCs w:val="18"/>
        </w:rPr>
        <w:t xml:space="preserve"> - </w:t>
      </w:r>
      <w:r w:rsidRPr="008E4F56">
        <w:rPr>
          <w:b/>
          <w:color w:val="000000" w:themeColor="text1"/>
          <w:szCs w:val="18"/>
        </w:rPr>
        <w:t>PGE EC S.A. Oddział Elektrociepłownia w Bydgoszczy</w:t>
      </w:r>
    </w:p>
    <w:p w14:paraId="32BBC140" w14:textId="270FEACF" w:rsidR="00B3469A" w:rsidRPr="008E4F56" w:rsidRDefault="00B3469A" w:rsidP="001B6CB8">
      <w:pPr>
        <w:spacing w:line="360" w:lineRule="auto"/>
        <w:rPr>
          <w:rFonts w:cs="Arial"/>
          <w:b/>
          <w:color w:val="000000" w:themeColor="text1"/>
        </w:rPr>
      </w:pPr>
    </w:p>
    <w:p w14:paraId="16938095" w14:textId="3BE151C7" w:rsidR="00CA726F" w:rsidRPr="00502667" w:rsidRDefault="00CA726F" w:rsidP="002D0913">
      <w:pPr>
        <w:pStyle w:val="Ipoziom"/>
      </w:pPr>
      <w:bookmarkStart w:id="33" w:name="_Toc77934244"/>
      <w:bookmarkStart w:id="34" w:name="_Toc77934358"/>
      <w:bookmarkStart w:id="35" w:name="_Toc179544150"/>
      <w:bookmarkStart w:id="36" w:name="_Toc348596469"/>
      <w:bookmarkStart w:id="37" w:name="_Toc489433912"/>
      <w:bookmarkEnd w:id="30"/>
      <w:bookmarkEnd w:id="31"/>
      <w:bookmarkEnd w:id="32"/>
      <w:r w:rsidRPr="00502667">
        <w:t>P</w:t>
      </w:r>
      <w:r w:rsidR="00413459">
        <w:t>RZEDSTAWICIEL/E ZAMAWIAJĄCEGO</w:t>
      </w:r>
      <w:bookmarkEnd w:id="33"/>
      <w:bookmarkEnd w:id="34"/>
      <w:bookmarkEnd w:id="35"/>
    </w:p>
    <w:p w14:paraId="33B8A01B" w14:textId="50682F78" w:rsidR="00CA726F" w:rsidRPr="00C2039C" w:rsidRDefault="00CA726F" w:rsidP="00CA726F">
      <w:pPr>
        <w:pStyle w:val="komentarz"/>
        <w:ind w:left="426"/>
        <w:rPr>
          <w:i w:val="0"/>
          <w:sz w:val="18"/>
          <w:szCs w:val="18"/>
        </w:rPr>
      </w:pPr>
      <w:r w:rsidRPr="00AD334C">
        <w:rPr>
          <w:i w:val="0"/>
        </w:rPr>
        <w:t>- Imię i Nazwisko</w:t>
      </w:r>
      <w:r w:rsidRPr="008E4F56">
        <w:rPr>
          <w:b/>
          <w:i w:val="0"/>
        </w:rPr>
        <w:t xml:space="preserve">: </w:t>
      </w:r>
      <w:r w:rsidR="008E4F56" w:rsidRPr="008E4F56">
        <w:rPr>
          <w:b/>
          <w:i w:val="0"/>
          <w:color w:val="000000" w:themeColor="text1"/>
        </w:rPr>
        <w:t xml:space="preserve">Marek </w:t>
      </w:r>
      <w:proofErr w:type="spellStart"/>
      <w:r w:rsidR="008E4F56" w:rsidRPr="008E4F56">
        <w:rPr>
          <w:b/>
          <w:i w:val="0"/>
          <w:color w:val="000000" w:themeColor="text1"/>
        </w:rPr>
        <w:t>Droż</w:t>
      </w:r>
      <w:proofErr w:type="spellEnd"/>
    </w:p>
    <w:p w14:paraId="4CE30CB1" w14:textId="7D933FBA" w:rsidR="00CA726F" w:rsidRPr="008E4F56" w:rsidRDefault="00C2039C" w:rsidP="00CA726F">
      <w:pPr>
        <w:pStyle w:val="komentarz"/>
        <w:ind w:left="426"/>
        <w:rPr>
          <w:b/>
          <w:i w:val="0"/>
          <w:color w:val="000000" w:themeColor="text1"/>
          <w:sz w:val="18"/>
          <w:szCs w:val="18"/>
        </w:rPr>
      </w:pPr>
      <w:r>
        <w:rPr>
          <w:i w:val="0"/>
        </w:rPr>
        <w:t xml:space="preserve">- Telefon: </w:t>
      </w:r>
      <w:r w:rsidR="008E4F56" w:rsidRPr="008E4F56">
        <w:rPr>
          <w:b/>
          <w:i w:val="0"/>
          <w:color w:val="000000" w:themeColor="text1"/>
          <w:sz w:val="18"/>
          <w:szCs w:val="18"/>
        </w:rPr>
        <w:t>609 333 716</w:t>
      </w:r>
    </w:p>
    <w:p w14:paraId="3D6AB6D2" w14:textId="6E536BFD" w:rsidR="00CA726F" w:rsidRDefault="00CA726F" w:rsidP="00CA726F">
      <w:pPr>
        <w:pStyle w:val="komentarz"/>
        <w:ind w:left="426"/>
        <w:rPr>
          <w:i w:val="0"/>
          <w:highlight w:val="yellow"/>
        </w:rPr>
      </w:pPr>
      <w:r w:rsidRPr="00C2039C">
        <w:rPr>
          <w:i w:val="0"/>
          <w:sz w:val="18"/>
          <w:szCs w:val="18"/>
        </w:rPr>
        <w:t xml:space="preserve">- Mail: </w:t>
      </w:r>
      <w:r w:rsidR="00C2039C" w:rsidRPr="00C2039C">
        <w:rPr>
          <w:i w:val="0"/>
          <w:sz w:val="18"/>
          <w:szCs w:val="18"/>
        </w:rPr>
        <w:t xml:space="preserve"> </w:t>
      </w:r>
      <w:hyperlink r:id="rId13" w:history="1">
        <w:r w:rsidR="008E4F56" w:rsidRPr="00DE45B9">
          <w:rPr>
            <w:rStyle w:val="Hipercze"/>
            <w:i w:val="0"/>
            <w:sz w:val="18"/>
            <w:szCs w:val="18"/>
          </w:rPr>
          <w:t>marek.droz@gkpge.pl</w:t>
        </w:r>
      </w:hyperlink>
      <w:r w:rsidR="00C2039C">
        <w:rPr>
          <w:i w:val="0"/>
        </w:rPr>
        <w:t xml:space="preserve"> </w:t>
      </w:r>
    </w:p>
    <w:p w14:paraId="0ED60CCB" w14:textId="77777777" w:rsidR="00CA726F" w:rsidRPr="008C6738" w:rsidRDefault="00CA726F" w:rsidP="000D2F4C">
      <w:pPr>
        <w:pStyle w:val="IIpoziom"/>
      </w:pPr>
    </w:p>
    <w:p w14:paraId="279BC7A7" w14:textId="35A3F439" w:rsidR="00F93FBE" w:rsidRPr="00502667" w:rsidRDefault="00502667" w:rsidP="002D0913">
      <w:pPr>
        <w:pStyle w:val="Ipoziom"/>
      </w:pPr>
      <w:bookmarkStart w:id="38" w:name="_Toc179544151"/>
      <w:bookmarkEnd w:id="36"/>
      <w:bookmarkEnd w:id="37"/>
      <w:r>
        <w:t>Z</w:t>
      </w:r>
      <w:r w:rsidR="00413459">
        <w:t>AŁĄCZNIKI</w:t>
      </w:r>
      <w:bookmarkEnd w:id="38"/>
    </w:p>
    <w:p w14:paraId="0AED2E93" w14:textId="54ABBAED" w:rsidR="00502667" w:rsidRPr="006E60BE" w:rsidRDefault="00502667" w:rsidP="00502667">
      <w:pPr>
        <w:pStyle w:val="IIpoziom0"/>
        <w:numPr>
          <w:ilvl w:val="0"/>
          <w:numId w:val="0"/>
        </w:numPr>
        <w:ind w:left="1077" w:hanging="720"/>
      </w:pPr>
      <w:r w:rsidRPr="002E1988">
        <w:rPr>
          <w:i/>
          <w:color w:val="092D74"/>
          <w:u w:val="single"/>
        </w:rPr>
        <w:t>Zał.</w:t>
      </w:r>
      <w:r w:rsidR="00A751D3">
        <w:rPr>
          <w:i/>
          <w:color w:val="092D74"/>
          <w:u w:val="single"/>
        </w:rPr>
        <w:t>1</w:t>
      </w:r>
      <w:r w:rsidRPr="00A47749">
        <w:tab/>
        <w:t xml:space="preserve">Protokół stwierdzenia wystąpienia wady w przedmiocie </w:t>
      </w:r>
      <w:r w:rsidR="006E60BE" w:rsidRPr="008C4312">
        <w:t>usługi</w:t>
      </w:r>
    </w:p>
    <w:p w14:paraId="3F8F19A6" w14:textId="5B2EEB11" w:rsidR="00502667" w:rsidRPr="006E60BE" w:rsidRDefault="00502667" w:rsidP="00502667">
      <w:pPr>
        <w:pStyle w:val="IIpoziom0"/>
        <w:numPr>
          <w:ilvl w:val="0"/>
          <w:numId w:val="0"/>
        </w:numPr>
        <w:ind w:left="1077" w:hanging="720"/>
      </w:pPr>
      <w:r w:rsidRPr="00A47749">
        <w:rPr>
          <w:i/>
          <w:color w:val="092D74"/>
          <w:u w:val="single"/>
        </w:rPr>
        <w:t>Zał.2</w:t>
      </w:r>
      <w:r w:rsidRPr="00A47749">
        <w:tab/>
        <w:t xml:space="preserve">Protokół potwierdzający usunięcie wady w przedmiocie </w:t>
      </w:r>
      <w:r w:rsidR="006E60BE" w:rsidRPr="008C4312">
        <w:t>usługi</w:t>
      </w:r>
    </w:p>
    <w:p w14:paraId="77D67E97" w14:textId="1C8181A1" w:rsidR="00F93FBE" w:rsidRDefault="00F93FBE" w:rsidP="00F93FBE">
      <w:pPr>
        <w:spacing w:line="360" w:lineRule="auto"/>
        <w:rPr>
          <w:rFonts w:cs="Arial"/>
        </w:rPr>
      </w:pPr>
      <w:r w:rsidRPr="006307AF">
        <w:rPr>
          <w:rFonts w:cs="Arial"/>
        </w:rPr>
        <w:br w:type="page"/>
      </w:r>
    </w:p>
    <w:p w14:paraId="70B78CC5" w14:textId="77777777" w:rsidR="00A751D3" w:rsidRDefault="00A751D3" w:rsidP="00F93FBE">
      <w:pPr>
        <w:spacing w:line="360" w:lineRule="auto"/>
        <w:rPr>
          <w:rFonts w:cs="Arial"/>
        </w:rPr>
      </w:pPr>
    </w:p>
    <w:p w14:paraId="03D1F3A8" w14:textId="49023D6B" w:rsidR="00502667" w:rsidRPr="008C4312" w:rsidRDefault="00502667" w:rsidP="00F93FBE">
      <w:pPr>
        <w:spacing w:line="360" w:lineRule="auto"/>
        <w:rPr>
          <w:rFonts w:cs="Arial"/>
          <w:b/>
          <w:strike/>
          <w:color w:val="092D74"/>
          <w:sz w:val="20"/>
          <w:szCs w:val="20"/>
        </w:rPr>
      </w:pPr>
      <w:r>
        <w:rPr>
          <w:rFonts w:cs="Arial"/>
          <w:b/>
          <w:color w:val="092D74"/>
          <w:sz w:val="20"/>
          <w:szCs w:val="20"/>
        </w:rPr>
        <w:t>Załącznik nr 1 - P</w:t>
      </w:r>
      <w:r w:rsidRPr="00502667">
        <w:rPr>
          <w:rFonts w:cs="Arial"/>
          <w:b/>
          <w:color w:val="092D74"/>
          <w:sz w:val="20"/>
          <w:szCs w:val="20"/>
        </w:rPr>
        <w:t xml:space="preserve">rotokół stwierdzenia wystąpienia wady w przedmiocie </w:t>
      </w:r>
      <w:r w:rsidR="005D767A" w:rsidRPr="008C4312">
        <w:rPr>
          <w:rFonts w:cs="Arial"/>
          <w:b/>
          <w:color w:val="092D74"/>
          <w:sz w:val="20"/>
          <w:szCs w:val="20"/>
        </w:rPr>
        <w:t>usługi</w:t>
      </w:r>
    </w:p>
    <w:p w14:paraId="19EAFA11" w14:textId="77777777" w:rsidR="00A751D3" w:rsidRPr="006307AF" w:rsidRDefault="00A751D3" w:rsidP="00F93FBE">
      <w:pPr>
        <w:spacing w:line="360" w:lineRule="auto"/>
        <w:rPr>
          <w:rFonts w:cs="Arial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3118"/>
        <w:gridCol w:w="1092"/>
        <w:gridCol w:w="369"/>
        <w:gridCol w:w="2225"/>
      </w:tblGrid>
      <w:tr w:rsidR="006307AF" w:rsidRPr="006307AF" w14:paraId="0102E01C" w14:textId="77777777" w:rsidTr="00AE7E25">
        <w:trPr>
          <w:trHeight w:val="510"/>
        </w:trPr>
        <w:tc>
          <w:tcPr>
            <w:tcW w:w="7806" w:type="dxa"/>
            <w:gridSpan w:val="4"/>
            <w:vMerge w:val="restart"/>
            <w:shd w:val="clear" w:color="auto" w:fill="auto"/>
            <w:vAlign w:val="center"/>
          </w:tcPr>
          <w:p w14:paraId="7A0C5349" w14:textId="3B5912A7" w:rsidR="006307AF" w:rsidRPr="006307AF" w:rsidRDefault="006307AF" w:rsidP="002D0913">
            <w:pPr>
              <w:jc w:val="center"/>
              <w:rPr>
                <w:rFonts w:cs="Arial"/>
                <w:b/>
              </w:rPr>
            </w:pPr>
            <w:r w:rsidRPr="006307AF">
              <w:rPr>
                <w:rFonts w:cs="Arial"/>
                <w:b/>
                <w:sz w:val="24"/>
              </w:rPr>
              <w:t xml:space="preserve">Protokół stwierdzenia wystąpienia wady w przedmiocie </w:t>
            </w:r>
            <w:r w:rsidR="005D767A" w:rsidRPr="008C4312">
              <w:rPr>
                <w:rFonts w:cs="Arial"/>
                <w:b/>
                <w:sz w:val="24"/>
              </w:rPr>
              <w:t>usługi</w:t>
            </w:r>
          </w:p>
        </w:tc>
        <w:tc>
          <w:tcPr>
            <w:tcW w:w="2225" w:type="dxa"/>
            <w:shd w:val="clear" w:color="auto" w:fill="auto"/>
            <w:vAlign w:val="center"/>
          </w:tcPr>
          <w:p w14:paraId="45E41D0B" w14:textId="77777777" w:rsidR="006307AF" w:rsidRPr="006307AF" w:rsidRDefault="006307AF" w:rsidP="00650C86">
            <w:pPr>
              <w:rPr>
                <w:rFonts w:cs="Arial"/>
                <w:b/>
              </w:rPr>
            </w:pPr>
            <w:r w:rsidRPr="006307AF">
              <w:rPr>
                <w:rFonts w:cs="Arial"/>
                <w:b/>
                <w:sz w:val="24"/>
              </w:rPr>
              <w:t>Nr protokołu:</w:t>
            </w:r>
          </w:p>
          <w:p w14:paraId="5B3AFCD8" w14:textId="04B97C8A" w:rsidR="006307AF" w:rsidRPr="006307AF" w:rsidRDefault="006307AF" w:rsidP="00B74865">
            <w:pPr>
              <w:rPr>
                <w:rFonts w:cs="Arial"/>
                <w:b/>
              </w:rPr>
            </w:pPr>
            <w:r w:rsidRPr="006307AF">
              <w:rPr>
                <w:rFonts w:cs="Arial"/>
                <w:b/>
              </w:rPr>
              <w:t>PSWW</w:t>
            </w:r>
            <w:r w:rsidRPr="006307AF">
              <w:rPr>
                <w:rFonts w:cs="Arial"/>
                <w:vertAlign w:val="superscript"/>
              </w:rPr>
              <w:t xml:space="preserve"> </w:t>
            </w:r>
            <w:r w:rsidRPr="006307AF">
              <w:rPr>
                <w:rFonts w:cs="Arial"/>
              </w:rPr>
              <w:t xml:space="preserve">nr </w:t>
            </w:r>
            <w:r w:rsidRPr="006307AF">
              <w:rPr>
                <w:rFonts w:cs="Arial"/>
                <w:b/>
              </w:rPr>
              <w:t>xxx</w:t>
            </w:r>
            <w:r w:rsidRPr="006307AF">
              <w:rPr>
                <w:rFonts w:cs="Arial"/>
              </w:rPr>
              <w:t xml:space="preserve">/nr </w:t>
            </w:r>
            <w:r w:rsidR="00B74865">
              <w:rPr>
                <w:rFonts w:cs="Arial"/>
              </w:rPr>
              <w:t>U</w:t>
            </w:r>
            <w:r w:rsidRPr="006307AF">
              <w:rPr>
                <w:rFonts w:cs="Arial"/>
              </w:rPr>
              <w:t>mowy/zamówienia</w:t>
            </w:r>
          </w:p>
        </w:tc>
      </w:tr>
      <w:tr w:rsidR="006307AF" w:rsidRPr="006307AF" w14:paraId="46C2464E" w14:textId="77777777" w:rsidTr="00AE7E25">
        <w:trPr>
          <w:trHeight w:val="510"/>
        </w:trPr>
        <w:tc>
          <w:tcPr>
            <w:tcW w:w="7806" w:type="dxa"/>
            <w:gridSpan w:val="4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EB7756" w14:textId="77777777" w:rsidR="006307AF" w:rsidRPr="006307AF" w:rsidRDefault="006307AF" w:rsidP="00650C86">
            <w:pPr>
              <w:rPr>
                <w:rFonts w:cs="Arial"/>
                <w:b/>
              </w:rPr>
            </w:pPr>
          </w:p>
        </w:tc>
        <w:tc>
          <w:tcPr>
            <w:tcW w:w="22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4E0FD5" w14:textId="77777777" w:rsidR="006307AF" w:rsidRPr="006307AF" w:rsidRDefault="006307AF" w:rsidP="00650C86">
            <w:pPr>
              <w:rPr>
                <w:rFonts w:cs="Arial"/>
                <w:b/>
              </w:rPr>
            </w:pPr>
            <w:r w:rsidRPr="006307AF">
              <w:rPr>
                <w:rFonts w:cs="Arial"/>
                <w:b/>
                <w:sz w:val="24"/>
              </w:rPr>
              <w:t xml:space="preserve">Data: </w:t>
            </w:r>
          </w:p>
        </w:tc>
      </w:tr>
      <w:tr w:rsidR="00F93FBE" w:rsidRPr="006307AF" w14:paraId="5616FAD0" w14:textId="77777777" w:rsidTr="00650C86"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60FF5B4" w14:textId="77777777" w:rsidR="00F93FBE" w:rsidRPr="006307AF" w:rsidRDefault="00F93FBE" w:rsidP="00650C86">
            <w:pPr>
              <w:rPr>
                <w:rFonts w:cs="Arial"/>
                <w:b/>
              </w:rPr>
            </w:pPr>
            <w:r w:rsidRPr="006307AF">
              <w:rPr>
                <w:rFonts w:cs="Arial"/>
                <w:b/>
              </w:rPr>
              <w:t>Nr Umowy/zamówienia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51CC49" w14:textId="77777777" w:rsidR="00F93FBE" w:rsidRPr="006307AF" w:rsidRDefault="00F93FBE" w:rsidP="00650C86">
            <w:pPr>
              <w:rPr>
                <w:rFonts w:cs="Arial"/>
                <w:b/>
              </w:rPr>
            </w:pPr>
          </w:p>
        </w:tc>
      </w:tr>
      <w:tr w:rsidR="00F93FBE" w:rsidRPr="006307AF" w14:paraId="1ACD22C1" w14:textId="77777777" w:rsidTr="00650C86">
        <w:tc>
          <w:tcPr>
            <w:tcW w:w="3227" w:type="dxa"/>
            <w:shd w:val="clear" w:color="auto" w:fill="auto"/>
            <w:vAlign w:val="center"/>
          </w:tcPr>
          <w:p w14:paraId="4AA0E5CA" w14:textId="77777777" w:rsidR="00F93FBE" w:rsidRPr="006307AF" w:rsidRDefault="00F93FBE" w:rsidP="00650C86">
            <w:pPr>
              <w:rPr>
                <w:rFonts w:cs="Arial"/>
                <w:b/>
              </w:rPr>
            </w:pPr>
            <w:r w:rsidRPr="006307AF">
              <w:rPr>
                <w:rFonts w:cs="Arial"/>
                <w:b/>
              </w:rPr>
              <w:t>Tytuł Umowy</w:t>
            </w:r>
          </w:p>
        </w:tc>
        <w:tc>
          <w:tcPr>
            <w:tcW w:w="6804" w:type="dxa"/>
            <w:gridSpan w:val="4"/>
            <w:shd w:val="clear" w:color="auto" w:fill="auto"/>
            <w:vAlign w:val="center"/>
          </w:tcPr>
          <w:p w14:paraId="199C4343" w14:textId="77777777" w:rsidR="00F93FBE" w:rsidRPr="006307AF" w:rsidRDefault="00F93FBE" w:rsidP="00650C86">
            <w:pPr>
              <w:rPr>
                <w:rFonts w:cs="Arial"/>
                <w:b/>
              </w:rPr>
            </w:pPr>
          </w:p>
        </w:tc>
      </w:tr>
      <w:tr w:rsidR="00F93FBE" w:rsidRPr="006307AF" w14:paraId="6E273165" w14:textId="77777777" w:rsidTr="00650C86">
        <w:tc>
          <w:tcPr>
            <w:tcW w:w="3227" w:type="dxa"/>
            <w:shd w:val="clear" w:color="auto" w:fill="auto"/>
            <w:vAlign w:val="center"/>
          </w:tcPr>
          <w:p w14:paraId="4ABB0F8B" w14:textId="632D596C" w:rsidR="00F93FBE" w:rsidRPr="008C4312" w:rsidRDefault="005D767A" w:rsidP="00650C86">
            <w:pPr>
              <w:rPr>
                <w:rFonts w:cs="Arial"/>
                <w:b/>
                <w:strike/>
              </w:rPr>
            </w:pPr>
            <w:r w:rsidRPr="008C4312">
              <w:rPr>
                <w:rFonts w:cs="Arial"/>
                <w:b/>
              </w:rPr>
              <w:t>Usługodawca</w:t>
            </w:r>
          </w:p>
        </w:tc>
        <w:tc>
          <w:tcPr>
            <w:tcW w:w="6804" w:type="dxa"/>
            <w:gridSpan w:val="4"/>
            <w:shd w:val="clear" w:color="auto" w:fill="auto"/>
            <w:vAlign w:val="center"/>
          </w:tcPr>
          <w:p w14:paraId="055021A4" w14:textId="77777777" w:rsidR="00F93FBE" w:rsidRPr="006307AF" w:rsidRDefault="00F93FBE" w:rsidP="00650C86">
            <w:pPr>
              <w:rPr>
                <w:rFonts w:cs="Arial"/>
                <w:b/>
              </w:rPr>
            </w:pPr>
          </w:p>
        </w:tc>
      </w:tr>
      <w:tr w:rsidR="00F93FBE" w:rsidRPr="006307AF" w14:paraId="346F5D55" w14:textId="77777777" w:rsidTr="00650C86">
        <w:tc>
          <w:tcPr>
            <w:tcW w:w="3227" w:type="dxa"/>
            <w:shd w:val="clear" w:color="auto" w:fill="auto"/>
            <w:vAlign w:val="center"/>
          </w:tcPr>
          <w:p w14:paraId="709EDEF5" w14:textId="30FCA289" w:rsidR="00F93FBE" w:rsidRPr="006307AF" w:rsidRDefault="00F93FBE" w:rsidP="001C22E8">
            <w:pPr>
              <w:rPr>
                <w:rFonts w:cs="Arial"/>
                <w:b/>
              </w:rPr>
            </w:pPr>
            <w:r w:rsidRPr="006307AF">
              <w:rPr>
                <w:rFonts w:cs="Arial"/>
                <w:b/>
              </w:rPr>
              <w:t xml:space="preserve">Zakład </w:t>
            </w:r>
            <w:r w:rsidR="001C22E8">
              <w:rPr>
                <w:rFonts w:cs="Arial"/>
                <w:b/>
              </w:rPr>
              <w:t>Zamawiającego</w:t>
            </w:r>
          </w:p>
        </w:tc>
        <w:tc>
          <w:tcPr>
            <w:tcW w:w="6804" w:type="dxa"/>
            <w:gridSpan w:val="4"/>
            <w:shd w:val="clear" w:color="auto" w:fill="auto"/>
            <w:vAlign w:val="center"/>
          </w:tcPr>
          <w:p w14:paraId="19DC532B" w14:textId="77777777" w:rsidR="00F93FBE" w:rsidRPr="006307AF" w:rsidRDefault="00F93FBE" w:rsidP="00650C86">
            <w:pPr>
              <w:rPr>
                <w:rFonts w:cs="Arial"/>
                <w:b/>
              </w:rPr>
            </w:pPr>
          </w:p>
        </w:tc>
      </w:tr>
      <w:tr w:rsidR="00F93FBE" w:rsidRPr="006307AF" w14:paraId="2AF84EBA" w14:textId="77777777" w:rsidTr="00650C86">
        <w:tc>
          <w:tcPr>
            <w:tcW w:w="3227" w:type="dxa"/>
            <w:shd w:val="clear" w:color="auto" w:fill="auto"/>
            <w:vAlign w:val="center"/>
          </w:tcPr>
          <w:p w14:paraId="2F5C4F03" w14:textId="21187EC5" w:rsidR="00F93FBE" w:rsidRPr="006307AF" w:rsidRDefault="00F93FBE" w:rsidP="001C22E8">
            <w:pPr>
              <w:rPr>
                <w:rFonts w:cs="Arial"/>
                <w:b/>
              </w:rPr>
            </w:pPr>
            <w:r w:rsidRPr="006307AF">
              <w:rPr>
                <w:rFonts w:cs="Arial"/>
                <w:b/>
              </w:rPr>
              <w:t xml:space="preserve">Kierownik projektu </w:t>
            </w:r>
            <w:r w:rsidR="001C22E8">
              <w:rPr>
                <w:rFonts w:cs="Arial"/>
                <w:b/>
              </w:rPr>
              <w:t>Zamawiającego</w:t>
            </w:r>
          </w:p>
        </w:tc>
        <w:tc>
          <w:tcPr>
            <w:tcW w:w="6804" w:type="dxa"/>
            <w:gridSpan w:val="4"/>
            <w:shd w:val="clear" w:color="auto" w:fill="auto"/>
            <w:vAlign w:val="center"/>
          </w:tcPr>
          <w:p w14:paraId="034FE45C" w14:textId="77777777" w:rsidR="00F93FBE" w:rsidRPr="006307AF" w:rsidRDefault="00F93FBE" w:rsidP="00650C86">
            <w:pPr>
              <w:rPr>
                <w:rFonts w:cs="Arial"/>
                <w:b/>
              </w:rPr>
            </w:pPr>
          </w:p>
        </w:tc>
      </w:tr>
      <w:tr w:rsidR="00F93FBE" w:rsidRPr="006307AF" w14:paraId="23EA5BE6" w14:textId="77777777" w:rsidTr="00650C86">
        <w:tc>
          <w:tcPr>
            <w:tcW w:w="3227" w:type="dxa"/>
            <w:shd w:val="clear" w:color="auto" w:fill="auto"/>
            <w:vAlign w:val="center"/>
          </w:tcPr>
          <w:p w14:paraId="12F0FCFB" w14:textId="77777777" w:rsidR="00F93FBE" w:rsidRPr="006307AF" w:rsidRDefault="00F93FBE" w:rsidP="00650C86">
            <w:pPr>
              <w:rPr>
                <w:rFonts w:cs="Arial"/>
                <w:b/>
              </w:rPr>
            </w:pPr>
            <w:r w:rsidRPr="006307AF">
              <w:rPr>
                <w:rFonts w:cs="Arial"/>
                <w:b/>
              </w:rPr>
              <w:t>Obiekt/instalacja/urządzenie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225F7A2" w14:textId="77777777" w:rsidR="00F93FBE" w:rsidRPr="006307AF" w:rsidRDefault="00F93FBE" w:rsidP="00650C86">
            <w:pPr>
              <w:rPr>
                <w:rFonts w:cs="Arial"/>
                <w:b/>
              </w:rPr>
            </w:pPr>
          </w:p>
        </w:tc>
        <w:tc>
          <w:tcPr>
            <w:tcW w:w="1092" w:type="dxa"/>
            <w:shd w:val="clear" w:color="auto" w:fill="auto"/>
            <w:vAlign w:val="center"/>
          </w:tcPr>
          <w:p w14:paraId="4599E282" w14:textId="77777777" w:rsidR="00F93FBE" w:rsidRPr="006307AF" w:rsidRDefault="00F93FBE" w:rsidP="00650C86">
            <w:pPr>
              <w:rPr>
                <w:rFonts w:cs="Arial"/>
                <w:b/>
              </w:rPr>
            </w:pPr>
            <w:r w:rsidRPr="006307AF">
              <w:rPr>
                <w:rFonts w:cs="Arial"/>
                <w:b/>
              </w:rPr>
              <w:t>KKS</w:t>
            </w:r>
          </w:p>
        </w:tc>
        <w:tc>
          <w:tcPr>
            <w:tcW w:w="2594" w:type="dxa"/>
            <w:gridSpan w:val="2"/>
            <w:shd w:val="clear" w:color="auto" w:fill="auto"/>
            <w:vAlign w:val="center"/>
          </w:tcPr>
          <w:p w14:paraId="3B937B34" w14:textId="77777777" w:rsidR="00F93FBE" w:rsidRPr="006307AF" w:rsidRDefault="00F93FBE" w:rsidP="00650C86">
            <w:pPr>
              <w:rPr>
                <w:rFonts w:cs="Arial"/>
                <w:b/>
              </w:rPr>
            </w:pPr>
          </w:p>
        </w:tc>
      </w:tr>
    </w:tbl>
    <w:p w14:paraId="70D45082" w14:textId="77777777" w:rsidR="00F93FBE" w:rsidRPr="006307AF" w:rsidRDefault="00F93FBE" w:rsidP="00F93FBE">
      <w:pPr>
        <w:rPr>
          <w:rFonts w:cs="Arial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567"/>
        <w:gridCol w:w="2268"/>
        <w:gridCol w:w="2693"/>
        <w:gridCol w:w="2410"/>
      </w:tblGrid>
      <w:tr w:rsidR="00F93FBE" w:rsidRPr="006307AF" w14:paraId="6F6E1019" w14:textId="77777777" w:rsidTr="00650C86">
        <w:tc>
          <w:tcPr>
            <w:tcW w:w="2127" w:type="dxa"/>
            <w:shd w:val="clear" w:color="auto" w:fill="auto"/>
            <w:vAlign w:val="center"/>
          </w:tcPr>
          <w:p w14:paraId="1C216FC8" w14:textId="77777777" w:rsidR="00F93FBE" w:rsidRPr="006307AF" w:rsidRDefault="00F93FBE" w:rsidP="00650C86">
            <w:pPr>
              <w:rPr>
                <w:rFonts w:cs="Aria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9CA1C81" w14:textId="77777777" w:rsidR="00F93FBE" w:rsidRPr="006307AF" w:rsidRDefault="00F93FBE" w:rsidP="00650C86">
            <w:pPr>
              <w:rPr>
                <w:rFonts w:cs="Arial"/>
              </w:rPr>
            </w:pPr>
            <w:r w:rsidRPr="006307AF">
              <w:rPr>
                <w:rFonts w:cs="Arial"/>
              </w:rPr>
              <w:t>Lp.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9B45A53" w14:textId="3F636F67" w:rsidR="00F93FBE" w:rsidRPr="006307AF" w:rsidRDefault="00F93FBE" w:rsidP="00650C86">
            <w:pPr>
              <w:rPr>
                <w:rFonts w:cs="Arial"/>
              </w:rPr>
            </w:pPr>
            <w:r w:rsidRPr="006307AF">
              <w:rPr>
                <w:rFonts w:cs="Arial"/>
              </w:rPr>
              <w:t>Imię</w:t>
            </w:r>
            <w:r w:rsidR="00C43D9F">
              <w:rPr>
                <w:rFonts w:cs="Arial"/>
              </w:rPr>
              <w:t xml:space="preserve"> i</w:t>
            </w:r>
            <w:r w:rsidRPr="006307AF">
              <w:rPr>
                <w:rFonts w:cs="Arial"/>
              </w:rPr>
              <w:t xml:space="preserve"> Nazwisko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6FA1DB6" w14:textId="77777777" w:rsidR="00F93FBE" w:rsidRPr="006307AF" w:rsidRDefault="00F93FBE" w:rsidP="00650C86">
            <w:pPr>
              <w:rPr>
                <w:rFonts w:cs="Arial"/>
              </w:rPr>
            </w:pPr>
            <w:r w:rsidRPr="006307AF">
              <w:rPr>
                <w:rFonts w:cs="Arial"/>
              </w:rPr>
              <w:t>Firma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45296C1" w14:textId="77777777" w:rsidR="00F93FBE" w:rsidRPr="006307AF" w:rsidRDefault="00F93FBE" w:rsidP="00650C86">
            <w:pPr>
              <w:rPr>
                <w:rFonts w:cs="Arial"/>
              </w:rPr>
            </w:pPr>
            <w:r w:rsidRPr="006307AF">
              <w:rPr>
                <w:rFonts w:cs="Arial"/>
              </w:rPr>
              <w:t>Stanowisko</w:t>
            </w:r>
          </w:p>
        </w:tc>
      </w:tr>
      <w:tr w:rsidR="00F93FBE" w:rsidRPr="006307AF" w14:paraId="3F087F21" w14:textId="77777777" w:rsidTr="00650C86">
        <w:tc>
          <w:tcPr>
            <w:tcW w:w="2127" w:type="dxa"/>
            <w:shd w:val="clear" w:color="auto" w:fill="auto"/>
            <w:vAlign w:val="center"/>
          </w:tcPr>
          <w:p w14:paraId="6C6C92CE" w14:textId="5DCC6C62" w:rsidR="00F93FBE" w:rsidRPr="008C4312" w:rsidRDefault="005D767A" w:rsidP="00650C86">
            <w:pPr>
              <w:spacing w:line="360" w:lineRule="auto"/>
              <w:rPr>
                <w:rFonts w:cs="Arial"/>
                <w:b/>
                <w:strike/>
              </w:rPr>
            </w:pPr>
            <w:r w:rsidRPr="008C4312">
              <w:rPr>
                <w:rFonts w:cs="Arial"/>
                <w:b/>
              </w:rPr>
              <w:t>Usługodawca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C48CF44" w14:textId="77777777" w:rsidR="00F93FBE" w:rsidRPr="006307AF" w:rsidRDefault="00F93FBE" w:rsidP="00650C86">
            <w:pPr>
              <w:rPr>
                <w:rFonts w:cs="Arial"/>
              </w:rPr>
            </w:pPr>
            <w:r w:rsidRPr="006307AF">
              <w:rPr>
                <w:rFonts w:cs="Arial"/>
              </w:rPr>
              <w:t>1.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04422DE" w14:textId="77777777" w:rsidR="00F93FBE" w:rsidRPr="006307AF" w:rsidRDefault="00F93FBE" w:rsidP="00650C86">
            <w:pPr>
              <w:rPr>
                <w:rFonts w:cs="Arial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0FA7D35" w14:textId="77777777" w:rsidR="00F93FBE" w:rsidRPr="006307AF" w:rsidRDefault="00F93FBE" w:rsidP="00650C86">
            <w:pPr>
              <w:rPr>
                <w:rFonts w:cs="Arial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4A23CEF" w14:textId="77777777" w:rsidR="00F93FBE" w:rsidRPr="006307AF" w:rsidRDefault="00F93FBE" w:rsidP="00650C86">
            <w:pPr>
              <w:rPr>
                <w:rFonts w:cs="Arial"/>
              </w:rPr>
            </w:pPr>
          </w:p>
        </w:tc>
      </w:tr>
      <w:tr w:rsidR="00F93FBE" w:rsidRPr="006307AF" w14:paraId="268B904D" w14:textId="77777777" w:rsidTr="00650C86">
        <w:tc>
          <w:tcPr>
            <w:tcW w:w="2127" w:type="dxa"/>
            <w:shd w:val="clear" w:color="auto" w:fill="auto"/>
            <w:vAlign w:val="center"/>
          </w:tcPr>
          <w:p w14:paraId="4401FAD1" w14:textId="77777777" w:rsidR="00F93FBE" w:rsidRPr="006307AF" w:rsidRDefault="00F93FBE" w:rsidP="00650C86">
            <w:pPr>
              <w:spacing w:line="360" w:lineRule="auto"/>
              <w:rPr>
                <w:rFonts w:cs="Arial"/>
                <w:b/>
              </w:rPr>
            </w:pPr>
            <w:r w:rsidRPr="006307AF">
              <w:rPr>
                <w:rFonts w:cs="Arial"/>
                <w:b/>
              </w:rPr>
              <w:t>Zamawiający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AFFF7FF" w14:textId="77777777" w:rsidR="00F93FBE" w:rsidRPr="006307AF" w:rsidRDefault="00F93FBE" w:rsidP="00650C86">
            <w:pPr>
              <w:rPr>
                <w:rFonts w:cs="Arial"/>
              </w:rPr>
            </w:pPr>
            <w:r w:rsidRPr="006307AF">
              <w:rPr>
                <w:rFonts w:cs="Arial"/>
              </w:rPr>
              <w:t>2.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8D9C3D5" w14:textId="77777777" w:rsidR="00F93FBE" w:rsidRPr="006307AF" w:rsidRDefault="00F93FBE" w:rsidP="00650C86">
            <w:pPr>
              <w:rPr>
                <w:rFonts w:cs="Arial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53AA630" w14:textId="77777777" w:rsidR="00F93FBE" w:rsidRPr="006307AF" w:rsidRDefault="00F93FBE" w:rsidP="00650C86">
            <w:pPr>
              <w:rPr>
                <w:rFonts w:cs="Arial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60630D1" w14:textId="77777777" w:rsidR="00F93FBE" w:rsidRPr="006307AF" w:rsidRDefault="00F93FBE" w:rsidP="00650C86">
            <w:pPr>
              <w:spacing w:line="360" w:lineRule="auto"/>
              <w:rPr>
                <w:rFonts w:cs="Arial"/>
                <w:i/>
              </w:rPr>
            </w:pPr>
            <w:r w:rsidRPr="006307AF">
              <w:rPr>
                <w:rFonts w:cs="Arial"/>
                <w:i/>
              </w:rPr>
              <w:t>Przedstawiciel Spółki/Oddziału</w:t>
            </w:r>
          </w:p>
        </w:tc>
      </w:tr>
      <w:tr w:rsidR="00F93FBE" w:rsidRPr="006307AF" w14:paraId="6B71A6C0" w14:textId="77777777" w:rsidTr="00650C86">
        <w:tc>
          <w:tcPr>
            <w:tcW w:w="2127" w:type="dxa"/>
            <w:shd w:val="clear" w:color="auto" w:fill="auto"/>
            <w:vAlign w:val="center"/>
          </w:tcPr>
          <w:p w14:paraId="532BB3A9" w14:textId="77777777" w:rsidR="00F93FBE" w:rsidRPr="006307AF" w:rsidRDefault="00F93FBE" w:rsidP="00650C86">
            <w:pPr>
              <w:spacing w:line="360" w:lineRule="auto"/>
              <w:rPr>
                <w:rFonts w:cs="Arial"/>
              </w:rPr>
            </w:pPr>
            <w:r w:rsidRPr="006307AF">
              <w:rPr>
                <w:rFonts w:cs="Arial"/>
                <w:b/>
              </w:rPr>
              <w:t>Zamawiający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E98447E" w14:textId="77777777" w:rsidR="00F93FBE" w:rsidRPr="006307AF" w:rsidRDefault="00F93FBE" w:rsidP="00650C86">
            <w:pPr>
              <w:rPr>
                <w:rFonts w:cs="Arial"/>
              </w:rPr>
            </w:pPr>
            <w:r w:rsidRPr="006307AF">
              <w:rPr>
                <w:rFonts w:cs="Arial"/>
              </w:rPr>
              <w:t>3.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2887768" w14:textId="77777777" w:rsidR="00F93FBE" w:rsidRPr="006307AF" w:rsidRDefault="00F93FBE" w:rsidP="00650C86">
            <w:pPr>
              <w:rPr>
                <w:rFonts w:cs="Arial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8599E43" w14:textId="77777777" w:rsidR="00F93FBE" w:rsidRPr="006307AF" w:rsidRDefault="00F93FBE" w:rsidP="00650C86">
            <w:pPr>
              <w:rPr>
                <w:rFonts w:cs="Arial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1191CC5" w14:textId="25E30792" w:rsidR="00F93FBE" w:rsidRPr="006307AF" w:rsidRDefault="00B33C69" w:rsidP="00650C86">
            <w:pPr>
              <w:spacing w:line="360" w:lineRule="auto"/>
              <w:rPr>
                <w:rFonts w:cs="Arial"/>
                <w:i/>
              </w:rPr>
            </w:pPr>
            <w:r w:rsidRPr="006307AF">
              <w:rPr>
                <w:rFonts w:cs="Arial"/>
                <w:i/>
              </w:rPr>
              <w:t>Przedstawiciel Spółki/Oddziału</w:t>
            </w:r>
          </w:p>
        </w:tc>
      </w:tr>
    </w:tbl>
    <w:p w14:paraId="02171741" w14:textId="77777777" w:rsidR="00F93FBE" w:rsidRPr="006307AF" w:rsidRDefault="00F93FBE" w:rsidP="00F93FBE">
      <w:pPr>
        <w:rPr>
          <w:rFonts w:cs="Arial"/>
        </w:rPr>
      </w:pPr>
    </w:p>
    <w:p w14:paraId="4AE3C3B2" w14:textId="0666D7E0" w:rsidR="00F93FBE" w:rsidRPr="006307AF" w:rsidRDefault="00F93FBE" w:rsidP="00F93FBE">
      <w:pPr>
        <w:rPr>
          <w:rFonts w:cs="Arial"/>
        </w:rPr>
      </w:pPr>
      <w:r w:rsidRPr="006307AF">
        <w:rPr>
          <w:rFonts w:cs="Arial"/>
        </w:rPr>
        <w:t xml:space="preserve">Na podstawie niniejszego protokołu stwierdzono wystąpienie wad w przedmiocie </w:t>
      </w:r>
      <w:r w:rsidR="00765FA7">
        <w:rPr>
          <w:rFonts w:cs="Arial"/>
        </w:rPr>
        <w:t>usługi</w:t>
      </w:r>
      <w:r w:rsidRPr="006307AF">
        <w:rPr>
          <w:rFonts w:cs="Arial"/>
        </w:rPr>
        <w:t>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7247"/>
        <w:gridCol w:w="2268"/>
      </w:tblGrid>
      <w:tr w:rsidR="00F93FBE" w:rsidRPr="006307AF" w14:paraId="79DDF194" w14:textId="77777777" w:rsidTr="00650C86">
        <w:tc>
          <w:tcPr>
            <w:tcW w:w="516" w:type="dxa"/>
            <w:shd w:val="clear" w:color="auto" w:fill="auto"/>
            <w:vAlign w:val="center"/>
          </w:tcPr>
          <w:p w14:paraId="1ED76E84" w14:textId="77777777" w:rsidR="00F93FBE" w:rsidRPr="006307AF" w:rsidRDefault="00F93FBE" w:rsidP="00650C86">
            <w:pPr>
              <w:rPr>
                <w:rFonts w:cs="Arial"/>
              </w:rPr>
            </w:pPr>
            <w:r w:rsidRPr="006307AF">
              <w:rPr>
                <w:rFonts w:cs="Arial"/>
              </w:rPr>
              <w:t>Lp.</w:t>
            </w:r>
          </w:p>
        </w:tc>
        <w:tc>
          <w:tcPr>
            <w:tcW w:w="7247" w:type="dxa"/>
            <w:shd w:val="clear" w:color="auto" w:fill="auto"/>
            <w:vAlign w:val="center"/>
          </w:tcPr>
          <w:p w14:paraId="49B7892E" w14:textId="77777777" w:rsidR="00F93FBE" w:rsidRPr="006307AF" w:rsidRDefault="00F93FBE" w:rsidP="00650C86">
            <w:pPr>
              <w:rPr>
                <w:rFonts w:cs="Arial"/>
              </w:rPr>
            </w:pPr>
            <w:r w:rsidRPr="006307AF">
              <w:rPr>
                <w:rFonts w:cs="Arial"/>
              </w:rPr>
              <w:t>Opis wady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11691A4" w14:textId="77777777" w:rsidR="00F93FBE" w:rsidRPr="006307AF" w:rsidRDefault="00F93FBE" w:rsidP="00650C86">
            <w:pPr>
              <w:rPr>
                <w:rFonts w:cs="Arial"/>
              </w:rPr>
            </w:pPr>
            <w:r w:rsidRPr="006307AF">
              <w:rPr>
                <w:rFonts w:cs="Arial"/>
              </w:rPr>
              <w:t>Uzgodniony termin usunięcia wady</w:t>
            </w:r>
          </w:p>
        </w:tc>
      </w:tr>
      <w:tr w:rsidR="00F93FBE" w:rsidRPr="006307AF" w14:paraId="5804D6D7" w14:textId="77777777" w:rsidTr="00650C86">
        <w:tc>
          <w:tcPr>
            <w:tcW w:w="516" w:type="dxa"/>
            <w:shd w:val="clear" w:color="auto" w:fill="auto"/>
            <w:vAlign w:val="center"/>
          </w:tcPr>
          <w:p w14:paraId="5289B306" w14:textId="77777777" w:rsidR="00F93FBE" w:rsidRPr="006307AF" w:rsidRDefault="00F93FBE" w:rsidP="00650C86">
            <w:pPr>
              <w:rPr>
                <w:rFonts w:cs="Arial"/>
              </w:rPr>
            </w:pPr>
          </w:p>
        </w:tc>
        <w:tc>
          <w:tcPr>
            <w:tcW w:w="7247" w:type="dxa"/>
            <w:shd w:val="clear" w:color="auto" w:fill="auto"/>
            <w:vAlign w:val="center"/>
          </w:tcPr>
          <w:p w14:paraId="07A5DB8E" w14:textId="77777777" w:rsidR="00F93FBE" w:rsidRPr="006307AF" w:rsidRDefault="00F93FBE" w:rsidP="00650C86">
            <w:pPr>
              <w:rPr>
                <w:rFonts w:cs="Arial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0E4790F" w14:textId="77777777" w:rsidR="00F93FBE" w:rsidRPr="006307AF" w:rsidRDefault="00F93FBE" w:rsidP="00650C86">
            <w:pPr>
              <w:rPr>
                <w:rFonts w:cs="Arial"/>
              </w:rPr>
            </w:pPr>
          </w:p>
        </w:tc>
      </w:tr>
      <w:tr w:rsidR="00F93FBE" w:rsidRPr="006307AF" w14:paraId="229B7B54" w14:textId="77777777" w:rsidTr="00650C86">
        <w:tc>
          <w:tcPr>
            <w:tcW w:w="516" w:type="dxa"/>
            <w:shd w:val="clear" w:color="auto" w:fill="auto"/>
            <w:vAlign w:val="center"/>
          </w:tcPr>
          <w:p w14:paraId="4CB2DE42" w14:textId="77777777" w:rsidR="00F93FBE" w:rsidRPr="006307AF" w:rsidRDefault="00F93FBE" w:rsidP="00650C86">
            <w:pPr>
              <w:rPr>
                <w:rFonts w:cs="Arial"/>
              </w:rPr>
            </w:pPr>
          </w:p>
        </w:tc>
        <w:tc>
          <w:tcPr>
            <w:tcW w:w="7247" w:type="dxa"/>
            <w:shd w:val="clear" w:color="auto" w:fill="auto"/>
            <w:vAlign w:val="center"/>
          </w:tcPr>
          <w:p w14:paraId="05055B5A" w14:textId="77777777" w:rsidR="00F93FBE" w:rsidRPr="006307AF" w:rsidRDefault="00F93FBE" w:rsidP="00650C86">
            <w:pPr>
              <w:rPr>
                <w:rFonts w:cs="Arial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98E4936" w14:textId="77777777" w:rsidR="00F93FBE" w:rsidRPr="006307AF" w:rsidRDefault="00F93FBE" w:rsidP="00650C86">
            <w:pPr>
              <w:rPr>
                <w:rFonts w:cs="Arial"/>
              </w:rPr>
            </w:pPr>
          </w:p>
        </w:tc>
      </w:tr>
    </w:tbl>
    <w:p w14:paraId="41D70FC5" w14:textId="1836FF7E" w:rsidR="00F93FBE" w:rsidRPr="006307AF" w:rsidRDefault="00F93FBE" w:rsidP="008C6738">
      <w:pPr>
        <w:ind w:left="284"/>
        <w:rPr>
          <w:rFonts w:cs="Arial"/>
        </w:rPr>
      </w:pPr>
      <w:r w:rsidRPr="006307AF">
        <w:rPr>
          <w:rFonts w:cs="Arial"/>
        </w:rPr>
        <w:br/>
        <w:t>Uwagi: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307AF" w:rsidRPr="006307AF">
        <w:rPr>
          <w:rFonts w:cs="Arial"/>
        </w:rPr>
        <w:t>……………………………………………………………………………………………………………………………………………</w:t>
      </w:r>
    </w:p>
    <w:p w14:paraId="7284D2A1" w14:textId="327471E9" w:rsidR="00F93FBE" w:rsidRPr="006307AF" w:rsidRDefault="00F93FBE" w:rsidP="008C6738">
      <w:pPr>
        <w:ind w:left="284"/>
        <w:rPr>
          <w:rFonts w:cs="Arial"/>
          <w:b/>
        </w:rPr>
      </w:pPr>
      <w:r w:rsidRPr="006307AF">
        <w:rPr>
          <w:rFonts w:cs="Arial"/>
        </w:rPr>
        <w:br/>
      </w:r>
      <w:r w:rsidR="0053161C">
        <w:rPr>
          <w:rFonts w:cs="Arial"/>
          <w:b/>
          <w:highlight w:val="yellow"/>
        </w:rPr>
        <w:t>Usługodawca</w:t>
      </w:r>
      <w:r w:rsidRPr="008C4312">
        <w:rPr>
          <w:rFonts w:cs="Arial"/>
          <w:b/>
          <w:highlight w:val="yellow"/>
        </w:rPr>
        <w:t>:</w:t>
      </w:r>
      <w:r w:rsidRPr="006307AF">
        <w:rPr>
          <w:rFonts w:cs="Arial"/>
          <w:b/>
        </w:rPr>
        <w:tab/>
      </w:r>
      <w:r w:rsidRPr="006307AF">
        <w:rPr>
          <w:rFonts w:cs="Arial"/>
          <w:b/>
        </w:rPr>
        <w:tab/>
      </w:r>
      <w:r w:rsidRPr="006307AF">
        <w:rPr>
          <w:rFonts w:cs="Arial"/>
          <w:b/>
        </w:rPr>
        <w:tab/>
      </w:r>
      <w:r w:rsidRPr="006307AF">
        <w:rPr>
          <w:rFonts w:cs="Arial"/>
          <w:b/>
        </w:rPr>
        <w:tab/>
      </w:r>
      <w:r w:rsidRPr="006307AF">
        <w:rPr>
          <w:rFonts w:cs="Arial"/>
          <w:b/>
        </w:rPr>
        <w:tab/>
      </w:r>
      <w:r w:rsidRPr="006307AF">
        <w:rPr>
          <w:rFonts w:cs="Arial"/>
          <w:b/>
        </w:rPr>
        <w:tab/>
      </w:r>
      <w:r w:rsidRPr="006307AF">
        <w:rPr>
          <w:rFonts w:cs="Arial"/>
          <w:b/>
        </w:rPr>
        <w:tab/>
        <w:t>Zamawiający:</w:t>
      </w:r>
    </w:p>
    <w:p w14:paraId="6C915110" w14:textId="77777777" w:rsidR="00F93FBE" w:rsidRPr="006307AF" w:rsidRDefault="00F93FBE" w:rsidP="008C6738">
      <w:pPr>
        <w:spacing w:after="120"/>
        <w:ind w:left="284"/>
        <w:rPr>
          <w:rFonts w:cs="Arial"/>
          <w:b/>
        </w:rPr>
      </w:pPr>
    </w:p>
    <w:p w14:paraId="1DDFC648" w14:textId="77777777" w:rsidR="00F93FBE" w:rsidRPr="006307AF" w:rsidRDefault="00F93FBE" w:rsidP="008C6738">
      <w:pPr>
        <w:numPr>
          <w:ilvl w:val="0"/>
          <w:numId w:val="3"/>
        </w:numPr>
        <w:spacing w:after="200" w:line="276" w:lineRule="auto"/>
        <w:contextualSpacing/>
        <w:rPr>
          <w:rFonts w:cs="Arial"/>
        </w:rPr>
      </w:pPr>
      <w:r w:rsidRPr="006307AF">
        <w:rPr>
          <w:rFonts w:cs="Arial"/>
        </w:rPr>
        <w:t xml:space="preserve">……………………. </w:t>
      </w:r>
      <w:r w:rsidRPr="006307AF">
        <w:rPr>
          <w:rFonts w:cs="Arial"/>
        </w:rPr>
        <w:tab/>
      </w:r>
      <w:r w:rsidRPr="006307AF">
        <w:rPr>
          <w:rFonts w:cs="Arial"/>
        </w:rPr>
        <w:tab/>
      </w:r>
      <w:r w:rsidRPr="006307AF">
        <w:rPr>
          <w:rFonts w:cs="Arial"/>
        </w:rPr>
        <w:tab/>
      </w:r>
      <w:r w:rsidRPr="006307AF">
        <w:rPr>
          <w:rFonts w:cs="Arial"/>
        </w:rPr>
        <w:tab/>
      </w:r>
      <w:r w:rsidRPr="006307AF">
        <w:rPr>
          <w:rFonts w:cs="Arial"/>
        </w:rPr>
        <w:tab/>
        <w:t>2. ………………….</w:t>
      </w:r>
    </w:p>
    <w:p w14:paraId="2CC66830" w14:textId="77777777" w:rsidR="00F93FBE" w:rsidRPr="006307AF" w:rsidRDefault="00F93FBE" w:rsidP="008C6738">
      <w:pPr>
        <w:ind w:left="284"/>
        <w:rPr>
          <w:rFonts w:cs="Arial"/>
        </w:rPr>
      </w:pPr>
    </w:p>
    <w:p w14:paraId="5297BD79" w14:textId="77777777" w:rsidR="00F93FBE" w:rsidRPr="006307AF" w:rsidRDefault="00F93FBE" w:rsidP="008C6738">
      <w:pPr>
        <w:rPr>
          <w:rFonts w:cs="Arial"/>
        </w:rPr>
      </w:pPr>
      <w:r w:rsidRPr="006307AF">
        <w:rPr>
          <w:rFonts w:cs="Arial"/>
        </w:rPr>
        <w:tab/>
      </w:r>
      <w:r w:rsidRPr="006307AF">
        <w:rPr>
          <w:rFonts w:cs="Arial"/>
        </w:rPr>
        <w:tab/>
      </w:r>
      <w:r w:rsidRPr="006307AF">
        <w:rPr>
          <w:rFonts w:cs="Arial"/>
        </w:rPr>
        <w:tab/>
      </w:r>
      <w:r w:rsidRPr="006307AF">
        <w:rPr>
          <w:rFonts w:cs="Arial"/>
        </w:rPr>
        <w:tab/>
      </w:r>
      <w:r w:rsidRPr="006307AF">
        <w:rPr>
          <w:rFonts w:cs="Arial"/>
        </w:rPr>
        <w:tab/>
      </w:r>
      <w:r w:rsidRPr="006307AF">
        <w:rPr>
          <w:rFonts w:cs="Arial"/>
        </w:rPr>
        <w:tab/>
      </w:r>
      <w:r w:rsidRPr="006307AF">
        <w:rPr>
          <w:rFonts w:cs="Arial"/>
        </w:rPr>
        <w:tab/>
      </w:r>
      <w:r w:rsidRPr="006307AF">
        <w:rPr>
          <w:rFonts w:cs="Arial"/>
        </w:rPr>
        <w:tab/>
        <w:t>3. …………………</w:t>
      </w:r>
    </w:p>
    <w:p w14:paraId="224CA21A" w14:textId="77777777" w:rsidR="00F93FBE" w:rsidRPr="006307AF" w:rsidRDefault="00F93FBE" w:rsidP="00F93FBE">
      <w:pPr>
        <w:spacing w:line="360" w:lineRule="auto"/>
        <w:rPr>
          <w:rFonts w:cs="Arial"/>
        </w:rPr>
      </w:pPr>
    </w:p>
    <w:p w14:paraId="770EE867" w14:textId="77777777" w:rsidR="00A751D3" w:rsidRDefault="00F93FBE" w:rsidP="00A751D3">
      <w:pPr>
        <w:spacing w:line="360" w:lineRule="auto"/>
        <w:rPr>
          <w:rFonts w:cs="Arial"/>
        </w:rPr>
      </w:pPr>
      <w:r w:rsidRPr="006307AF">
        <w:rPr>
          <w:rFonts w:cs="Arial"/>
        </w:rPr>
        <w:br w:type="page"/>
      </w:r>
    </w:p>
    <w:p w14:paraId="51155E14" w14:textId="77777777" w:rsidR="00A751D3" w:rsidRDefault="00A751D3" w:rsidP="00A751D3">
      <w:pPr>
        <w:spacing w:line="360" w:lineRule="auto"/>
        <w:rPr>
          <w:rFonts w:cs="Arial"/>
        </w:rPr>
      </w:pPr>
    </w:p>
    <w:p w14:paraId="2C7FBB74" w14:textId="3842C0B3" w:rsidR="00A751D3" w:rsidRPr="006307AF" w:rsidRDefault="00A751D3" w:rsidP="00A751D3">
      <w:pPr>
        <w:spacing w:line="360" w:lineRule="auto"/>
        <w:rPr>
          <w:rFonts w:cs="Arial"/>
        </w:rPr>
      </w:pPr>
      <w:r>
        <w:rPr>
          <w:rFonts w:cs="Arial"/>
          <w:b/>
          <w:color w:val="092D74"/>
          <w:sz w:val="20"/>
          <w:szCs w:val="20"/>
        </w:rPr>
        <w:t xml:space="preserve">Załącznik nr 2 - </w:t>
      </w:r>
      <w:r w:rsidRPr="00A751D3">
        <w:rPr>
          <w:rFonts w:cs="Arial"/>
          <w:b/>
          <w:color w:val="092D74"/>
          <w:sz w:val="20"/>
          <w:szCs w:val="20"/>
        </w:rPr>
        <w:t xml:space="preserve">Protokół potwierdzający usunięcie wady w przedmiocie </w:t>
      </w:r>
      <w:r w:rsidR="0053161C" w:rsidRPr="008C4312">
        <w:rPr>
          <w:rFonts w:cs="Arial"/>
          <w:b/>
          <w:color w:val="092D74"/>
          <w:sz w:val="20"/>
          <w:szCs w:val="20"/>
        </w:rPr>
        <w:t>usługi</w:t>
      </w:r>
    </w:p>
    <w:p w14:paraId="70F37C6F" w14:textId="4A0492C7" w:rsidR="00F93FBE" w:rsidRPr="006307AF" w:rsidRDefault="00F93FBE" w:rsidP="00F93FBE">
      <w:pPr>
        <w:spacing w:line="360" w:lineRule="auto"/>
        <w:rPr>
          <w:rFonts w:cs="Arial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3118"/>
        <w:gridCol w:w="1092"/>
        <w:gridCol w:w="369"/>
        <w:gridCol w:w="2225"/>
      </w:tblGrid>
      <w:tr w:rsidR="006307AF" w:rsidRPr="006307AF" w14:paraId="5B812C6D" w14:textId="77777777" w:rsidTr="006307AF">
        <w:trPr>
          <w:trHeight w:val="510"/>
        </w:trPr>
        <w:tc>
          <w:tcPr>
            <w:tcW w:w="7806" w:type="dxa"/>
            <w:gridSpan w:val="4"/>
            <w:vMerge w:val="restart"/>
            <w:shd w:val="clear" w:color="auto" w:fill="auto"/>
            <w:vAlign w:val="center"/>
          </w:tcPr>
          <w:p w14:paraId="4FD48C5C" w14:textId="77777777" w:rsidR="006307AF" w:rsidRPr="006307AF" w:rsidRDefault="006307AF" w:rsidP="006307AF">
            <w:pPr>
              <w:jc w:val="center"/>
              <w:rPr>
                <w:rFonts w:cs="Arial"/>
                <w:b/>
              </w:rPr>
            </w:pPr>
          </w:p>
          <w:p w14:paraId="281983D5" w14:textId="73E770AF" w:rsidR="006307AF" w:rsidRPr="006307AF" w:rsidRDefault="006307AF" w:rsidP="002D0913">
            <w:pPr>
              <w:jc w:val="center"/>
              <w:rPr>
                <w:rFonts w:cs="Arial"/>
                <w:b/>
              </w:rPr>
            </w:pPr>
            <w:r w:rsidRPr="006307AF">
              <w:rPr>
                <w:rFonts w:cs="Arial"/>
                <w:b/>
                <w:sz w:val="24"/>
              </w:rPr>
              <w:t xml:space="preserve">Protokół potwierdzający usunięcie wady w przedmiocie </w:t>
            </w:r>
            <w:r w:rsidR="0053161C" w:rsidRPr="008C4312">
              <w:rPr>
                <w:rFonts w:cs="Arial"/>
                <w:b/>
                <w:sz w:val="24"/>
              </w:rPr>
              <w:t>usługi</w:t>
            </w:r>
          </w:p>
        </w:tc>
        <w:tc>
          <w:tcPr>
            <w:tcW w:w="2225" w:type="dxa"/>
            <w:shd w:val="clear" w:color="auto" w:fill="auto"/>
            <w:vAlign w:val="center"/>
          </w:tcPr>
          <w:p w14:paraId="75E3571F" w14:textId="77777777" w:rsidR="006307AF" w:rsidRPr="006307AF" w:rsidRDefault="006307AF" w:rsidP="00650C86">
            <w:pPr>
              <w:rPr>
                <w:rFonts w:cs="Arial"/>
                <w:b/>
                <w:sz w:val="24"/>
              </w:rPr>
            </w:pPr>
            <w:r w:rsidRPr="006307AF">
              <w:rPr>
                <w:rFonts w:cs="Arial"/>
                <w:b/>
                <w:sz w:val="24"/>
              </w:rPr>
              <w:t>Nr protokołu:</w:t>
            </w:r>
          </w:p>
          <w:p w14:paraId="2D922AD0" w14:textId="1E2D2A4A" w:rsidR="006307AF" w:rsidRPr="006307AF" w:rsidRDefault="006307AF" w:rsidP="00B74865">
            <w:pPr>
              <w:rPr>
                <w:rFonts w:cs="Arial"/>
                <w:b/>
              </w:rPr>
            </w:pPr>
            <w:r w:rsidRPr="006307AF">
              <w:rPr>
                <w:rFonts w:cs="Arial"/>
                <w:b/>
              </w:rPr>
              <w:t>PPUW</w:t>
            </w:r>
            <w:r w:rsidRPr="006307AF">
              <w:rPr>
                <w:rFonts w:cs="Arial"/>
                <w:vertAlign w:val="superscript"/>
              </w:rPr>
              <w:t xml:space="preserve"> </w:t>
            </w:r>
            <w:r w:rsidRPr="006307AF">
              <w:rPr>
                <w:rFonts w:cs="Arial"/>
              </w:rPr>
              <w:t xml:space="preserve">nr </w:t>
            </w:r>
            <w:r w:rsidRPr="006307AF">
              <w:rPr>
                <w:rFonts w:cs="Arial"/>
                <w:b/>
              </w:rPr>
              <w:t>xxx</w:t>
            </w:r>
            <w:r w:rsidRPr="006307AF">
              <w:rPr>
                <w:rFonts w:cs="Arial"/>
              </w:rPr>
              <w:t xml:space="preserve">/nr </w:t>
            </w:r>
            <w:r w:rsidR="00B74865">
              <w:rPr>
                <w:rFonts w:cs="Arial"/>
              </w:rPr>
              <w:t>U</w:t>
            </w:r>
            <w:r w:rsidRPr="006307AF">
              <w:rPr>
                <w:rFonts w:cs="Arial"/>
              </w:rPr>
              <w:t>mowy, zamówienia</w:t>
            </w:r>
          </w:p>
        </w:tc>
      </w:tr>
      <w:tr w:rsidR="006307AF" w:rsidRPr="006307AF" w14:paraId="4ECB2DF3" w14:textId="77777777" w:rsidTr="00E840A9">
        <w:trPr>
          <w:trHeight w:val="510"/>
        </w:trPr>
        <w:tc>
          <w:tcPr>
            <w:tcW w:w="7806" w:type="dxa"/>
            <w:gridSpan w:val="4"/>
            <w:vMerge/>
            <w:tcBorders>
              <w:bottom w:val="single" w:sz="4" w:space="0" w:color="auto"/>
            </w:tcBorders>
            <w:shd w:val="clear" w:color="auto" w:fill="auto"/>
          </w:tcPr>
          <w:p w14:paraId="55E0BF1B" w14:textId="77777777" w:rsidR="006307AF" w:rsidRPr="006307AF" w:rsidRDefault="006307AF" w:rsidP="00650C86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2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104F9E" w14:textId="77777777" w:rsidR="006307AF" w:rsidRPr="006307AF" w:rsidRDefault="006307AF" w:rsidP="00650C86">
            <w:pPr>
              <w:rPr>
                <w:rFonts w:cs="Arial"/>
                <w:b/>
              </w:rPr>
            </w:pPr>
            <w:r w:rsidRPr="006307AF">
              <w:rPr>
                <w:rFonts w:cs="Arial"/>
                <w:b/>
                <w:sz w:val="24"/>
              </w:rPr>
              <w:t xml:space="preserve">Data: </w:t>
            </w:r>
          </w:p>
        </w:tc>
      </w:tr>
      <w:tr w:rsidR="00F93FBE" w:rsidRPr="006307AF" w14:paraId="6508A589" w14:textId="77777777" w:rsidTr="00650C86"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3AE9D0A" w14:textId="77777777" w:rsidR="00F93FBE" w:rsidRPr="006307AF" w:rsidRDefault="00F93FBE" w:rsidP="00650C86">
            <w:pPr>
              <w:rPr>
                <w:rFonts w:cs="Arial"/>
                <w:b/>
              </w:rPr>
            </w:pPr>
            <w:r w:rsidRPr="006307AF">
              <w:rPr>
                <w:rFonts w:cs="Arial"/>
                <w:b/>
              </w:rPr>
              <w:t>Nr Umowy/zamówienia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CCB79B3" w14:textId="77777777" w:rsidR="00F93FBE" w:rsidRPr="006307AF" w:rsidRDefault="00F93FBE" w:rsidP="00650C86">
            <w:pPr>
              <w:rPr>
                <w:rFonts w:cs="Arial"/>
                <w:b/>
              </w:rPr>
            </w:pPr>
          </w:p>
        </w:tc>
      </w:tr>
      <w:tr w:rsidR="00F93FBE" w:rsidRPr="006307AF" w14:paraId="01632EE0" w14:textId="77777777" w:rsidTr="00650C86">
        <w:tc>
          <w:tcPr>
            <w:tcW w:w="3227" w:type="dxa"/>
            <w:shd w:val="clear" w:color="auto" w:fill="auto"/>
            <w:vAlign w:val="center"/>
          </w:tcPr>
          <w:p w14:paraId="17C36CFC" w14:textId="77777777" w:rsidR="00F93FBE" w:rsidRPr="006307AF" w:rsidRDefault="00F93FBE" w:rsidP="00650C86">
            <w:pPr>
              <w:rPr>
                <w:rFonts w:cs="Arial"/>
                <w:b/>
              </w:rPr>
            </w:pPr>
            <w:r w:rsidRPr="006307AF">
              <w:rPr>
                <w:rFonts w:cs="Arial"/>
                <w:b/>
              </w:rPr>
              <w:t>Tytuł Umowy</w:t>
            </w:r>
          </w:p>
        </w:tc>
        <w:tc>
          <w:tcPr>
            <w:tcW w:w="6804" w:type="dxa"/>
            <w:gridSpan w:val="4"/>
            <w:shd w:val="clear" w:color="auto" w:fill="auto"/>
            <w:vAlign w:val="center"/>
          </w:tcPr>
          <w:p w14:paraId="3F38CED2" w14:textId="77777777" w:rsidR="00F93FBE" w:rsidRPr="006307AF" w:rsidRDefault="00F93FBE" w:rsidP="00650C86">
            <w:pPr>
              <w:rPr>
                <w:rFonts w:cs="Arial"/>
                <w:b/>
              </w:rPr>
            </w:pPr>
          </w:p>
        </w:tc>
      </w:tr>
      <w:tr w:rsidR="00F93FBE" w:rsidRPr="006307AF" w14:paraId="1C7E09F6" w14:textId="77777777" w:rsidTr="00650C86">
        <w:tc>
          <w:tcPr>
            <w:tcW w:w="3227" w:type="dxa"/>
            <w:shd w:val="clear" w:color="auto" w:fill="auto"/>
            <w:vAlign w:val="center"/>
          </w:tcPr>
          <w:p w14:paraId="550A0005" w14:textId="10DAEBBA" w:rsidR="00F93FBE" w:rsidRPr="008C4312" w:rsidRDefault="0053161C" w:rsidP="002D0913">
            <w:pPr>
              <w:rPr>
                <w:rFonts w:cs="Arial"/>
                <w:b/>
                <w:strike/>
                <w:highlight w:val="yellow"/>
              </w:rPr>
            </w:pPr>
            <w:r w:rsidRPr="008C4312">
              <w:rPr>
                <w:rFonts w:cs="Arial"/>
                <w:b/>
              </w:rPr>
              <w:t>Usługodawca</w:t>
            </w:r>
          </w:p>
        </w:tc>
        <w:tc>
          <w:tcPr>
            <w:tcW w:w="6804" w:type="dxa"/>
            <w:gridSpan w:val="4"/>
            <w:shd w:val="clear" w:color="auto" w:fill="auto"/>
            <w:vAlign w:val="center"/>
          </w:tcPr>
          <w:p w14:paraId="7BAFA5F1" w14:textId="77777777" w:rsidR="00F93FBE" w:rsidRPr="006307AF" w:rsidRDefault="00F93FBE" w:rsidP="00650C86">
            <w:pPr>
              <w:rPr>
                <w:rFonts w:cs="Arial"/>
                <w:b/>
              </w:rPr>
            </w:pPr>
          </w:p>
        </w:tc>
      </w:tr>
      <w:tr w:rsidR="00F93FBE" w:rsidRPr="006307AF" w14:paraId="306FAA49" w14:textId="77777777" w:rsidTr="00650C86">
        <w:tc>
          <w:tcPr>
            <w:tcW w:w="3227" w:type="dxa"/>
            <w:shd w:val="clear" w:color="auto" w:fill="auto"/>
            <w:vAlign w:val="center"/>
          </w:tcPr>
          <w:p w14:paraId="2A50DC23" w14:textId="1B8FC1C9" w:rsidR="00F93FBE" w:rsidRPr="006307AF" w:rsidRDefault="00F93FBE" w:rsidP="001C22E8">
            <w:pPr>
              <w:rPr>
                <w:rFonts w:cs="Arial"/>
                <w:b/>
              </w:rPr>
            </w:pPr>
            <w:r w:rsidRPr="006307AF">
              <w:rPr>
                <w:rFonts w:cs="Arial"/>
                <w:b/>
              </w:rPr>
              <w:t xml:space="preserve">Zakład </w:t>
            </w:r>
            <w:r w:rsidR="001C22E8">
              <w:rPr>
                <w:rFonts w:cs="Arial"/>
                <w:b/>
              </w:rPr>
              <w:t>Zama</w:t>
            </w:r>
            <w:r w:rsidR="00EA598F">
              <w:rPr>
                <w:rFonts w:cs="Arial"/>
                <w:b/>
              </w:rPr>
              <w:t>w</w:t>
            </w:r>
            <w:r w:rsidR="001C22E8">
              <w:rPr>
                <w:rFonts w:cs="Arial"/>
                <w:b/>
              </w:rPr>
              <w:t>iającego</w:t>
            </w:r>
          </w:p>
        </w:tc>
        <w:tc>
          <w:tcPr>
            <w:tcW w:w="6804" w:type="dxa"/>
            <w:gridSpan w:val="4"/>
            <w:shd w:val="clear" w:color="auto" w:fill="auto"/>
            <w:vAlign w:val="center"/>
          </w:tcPr>
          <w:p w14:paraId="7B1A0646" w14:textId="77777777" w:rsidR="00F93FBE" w:rsidRPr="006307AF" w:rsidRDefault="00F93FBE" w:rsidP="00650C86">
            <w:pPr>
              <w:rPr>
                <w:rFonts w:cs="Arial"/>
                <w:b/>
              </w:rPr>
            </w:pPr>
          </w:p>
        </w:tc>
      </w:tr>
      <w:tr w:rsidR="00F93FBE" w:rsidRPr="006307AF" w14:paraId="47E0EC01" w14:textId="77777777" w:rsidTr="00650C86">
        <w:tc>
          <w:tcPr>
            <w:tcW w:w="3227" w:type="dxa"/>
            <w:shd w:val="clear" w:color="auto" w:fill="auto"/>
            <w:vAlign w:val="center"/>
          </w:tcPr>
          <w:p w14:paraId="46E479ED" w14:textId="34BD073D" w:rsidR="00F93FBE" w:rsidRPr="006307AF" w:rsidRDefault="00F93FBE" w:rsidP="001C22E8">
            <w:pPr>
              <w:rPr>
                <w:rFonts w:cs="Arial"/>
                <w:b/>
              </w:rPr>
            </w:pPr>
            <w:r w:rsidRPr="006307AF">
              <w:rPr>
                <w:rFonts w:cs="Arial"/>
                <w:b/>
              </w:rPr>
              <w:t xml:space="preserve">Kierownik projektu </w:t>
            </w:r>
            <w:r w:rsidR="001C22E8">
              <w:rPr>
                <w:rFonts w:cs="Arial"/>
                <w:b/>
              </w:rPr>
              <w:t>Zamawiającego</w:t>
            </w:r>
          </w:p>
        </w:tc>
        <w:tc>
          <w:tcPr>
            <w:tcW w:w="6804" w:type="dxa"/>
            <w:gridSpan w:val="4"/>
            <w:shd w:val="clear" w:color="auto" w:fill="auto"/>
            <w:vAlign w:val="center"/>
          </w:tcPr>
          <w:p w14:paraId="462656E8" w14:textId="77777777" w:rsidR="00F93FBE" w:rsidRPr="006307AF" w:rsidRDefault="00F93FBE" w:rsidP="00650C86">
            <w:pPr>
              <w:rPr>
                <w:rFonts w:cs="Arial"/>
                <w:b/>
              </w:rPr>
            </w:pPr>
          </w:p>
        </w:tc>
      </w:tr>
      <w:tr w:rsidR="00F93FBE" w:rsidRPr="006307AF" w14:paraId="7AEFE9DE" w14:textId="77777777" w:rsidTr="00650C86">
        <w:tc>
          <w:tcPr>
            <w:tcW w:w="3227" w:type="dxa"/>
            <w:shd w:val="clear" w:color="auto" w:fill="auto"/>
            <w:vAlign w:val="center"/>
          </w:tcPr>
          <w:p w14:paraId="1ACAC785" w14:textId="77777777" w:rsidR="00F93FBE" w:rsidRPr="006307AF" w:rsidRDefault="00F93FBE" w:rsidP="00650C86">
            <w:pPr>
              <w:rPr>
                <w:rFonts w:cs="Arial"/>
                <w:b/>
              </w:rPr>
            </w:pPr>
            <w:r w:rsidRPr="006307AF">
              <w:rPr>
                <w:rFonts w:cs="Arial"/>
                <w:b/>
              </w:rPr>
              <w:t>Obiekt/instalacja/urządzenie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054F508" w14:textId="77777777" w:rsidR="00F93FBE" w:rsidRPr="006307AF" w:rsidRDefault="00F93FBE" w:rsidP="00650C86">
            <w:pPr>
              <w:rPr>
                <w:rFonts w:cs="Arial"/>
                <w:b/>
              </w:rPr>
            </w:pPr>
          </w:p>
        </w:tc>
        <w:tc>
          <w:tcPr>
            <w:tcW w:w="1092" w:type="dxa"/>
            <w:shd w:val="clear" w:color="auto" w:fill="auto"/>
            <w:vAlign w:val="center"/>
          </w:tcPr>
          <w:p w14:paraId="06492B32" w14:textId="77777777" w:rsidR="00F93FBE" w:rsidRPr="006307AF" w:rsidRDefault="00F93FBE" w:rsidP="00650C86">
            <w:pPr>
              <w:rPr>
                <w:rFonts w:cs="Arial"/>
                <w:b/>
              </w:rPr>
            </w:pPr>
            <w:r w:rsidRPr="006307AF">
              <w:rPr>
                <w:rFonts w:cs="Arial"/>
                <w:b/>
              </w:rPr>
              <w:t>KKS</w:t>
            </w:r>
          </w:p>
        </w:tc>
        <w:tc>
          <w:tcPr>
            <w:tcW w:w="2594" w:type="dxa"/>
            <w:gridSpan w:val="2"/>
            <w:shd w:val="clear" w:color="auto" w:fill="auto"/>
            <w:vAlign w:val="center"/>
          </w:tcPr>
          <w:p w14:paraId="400AD73C" w14:textId="77777777" w:rsidR="00F93FBE" w:rsidRPr="006307AF" w:rsidRDefault="00F93FBE" w:rsidP="00650C86">
            <w:pPr>
              <w:rPr>
                <w:rFonts w:cs="Arial"/>
                <w:b/>
              </w:rPr>
            </w:pPr>
          </w:p>
        </w:tc>
      </w:tr>
    </w:tbl>
    <w:p w14:paraId="60EBD804" w14:textId="77777777" w:rsidR="00F93FBE" w:rsidRPr="006307AF" w:rsidRDefault="00F93FBE" w:rsidP="00F93FBE">
      <w:pPr>
        <w:spacing w:after="60"/>
        <w:rPr>
          <w:rFonts w:cs="Arial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567"/>
        <w:gridCol w:w="2268"/>
        <w:gridCol w:w="2693"/>
        <w:gridCol w:w="2410"/>
      </w:tblGrid>
      <w:tr w:rsidR="00F93FBE" w:rsidRPr="006307AF" w14:paraId="623B9CAE" w14:textId="77777777" w:rsidTr="00650C86">
        <w:tc>
          <w:tcPr>
            <w:tcW w:w="2127" w:type="dxa"/>
            <w:shd w:val="clear" w:color="auto" w:fill="auto"/>
            <w:vAlign w:val="center"/>
          </w:tcPr>
          <w:p w14:paraId="52CB00B9" w14:textId="77777777" w:rsidR="00F93FBE" w:rsidRPr="006307AF" w:rsidRDefault="00F93FBE" w:rsidP="00650C86">
            <w:pPr>
              <w:rPr>
                <w:rFonts w:cs="Aria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0E788EE" w14:textId="77777777" w:rsidR="00F93FBE" w:rsidRPr="006307AF" w:rsidRDefault="00F93FBE" w:rsidP="00650C86">
            <w:pPr>
              <w:rPr>
                <w:rFonts w:cs="Arial"/>
              </w:rPr>
            </w:pPr>
            <w:r w:rsidRPr="006307AF">
              <w:rPr>
                <w:rFonts w:cs="Arial"/>
              </w:rPr>
              <w:t>Lp.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D7CF67D" w14:textId="4C3BD800" w:rsidR="00F93FBE" w:rsidRPr="006307AF" w:rsidRDefault="00F93FBE" w:rsidP="00650C86">
            <w:pPr>
              <w:rPr>
                <w:rFonts w:cs="Arial"/>
              </w:rPr>
            </w:pPr>
            <w:r w:rsidRPr="006307AF">
              <w:rPr>
                <w:rFonts w:cs="Arial"/>
              </w:rPr>
              <w:t xml:space="preserve">Imię </w:t>
            </w:r>
            <w:r w:rsidR="00C43D9F">
              <w:rPr>
                <w:rFonts w:cs="Arial"/>
              </w:rPr>
              <w:t xml:space="preserve">i </w:t>
            </w:r>
            <w:r w:rsidRPr="006307AF">
              <w:rPr>
                <w:rFonts w:cs="Arial"/>
              </w:rPr>
              <w:t>Nazwisko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E09060F" w14:textId="77777777" w:rsidR="00F93FBE" w:rsidRPr="006307AF" w:rsidRDefault="00F93FBE" w:rsidP="00650C86">
            <w:pPr>
              <w:rPr>
                <w:rFonts w:cs="Arial"/>
              </w:rPr>
            </w:pPr>
            <w:r w:rsidRPr="006307AF">
              <w:rPr>
                <w:rFonts w:cs="Arial"/>
              </w:rPr>
              <w:t>Firma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B3A2F76" w14:textId="77777777" w:rsidR="00F93FBE" w:rsidRPr="006307AF" w:rsidRDefault="00F93FBE" w:rsidP="00650C86">
            <w:pPr>
              <w:rPr>
                <w:rFonts w:cs="Arial"/>
              </w:rPr>
            </w:pPr>
            <w:r w:rsidRPr="006307AF">
              <w:rPr>
                <w:rFonts w:cs="Arial"/>
              </w:rPr>
              <w:t>Stanowisko</w:t>
            </w:r>
          </w:p>
        </w:tc>
      </w:tr>
      <w:tr w:rsidR="00F93FBE" w:rsidRPr="006307AF" w14:paraId="133F0F02" w14:textId="77777777" w:rsidTr="00650C86">
        <w:tc>
          <w:tcPr>
            <w:tcW w:w="2127" w:type="dxa"/>
            <w:shd w:val="clear" w:color="auto" w:fill="auto"/>
            <w:vAlign w:val="center"/>
          </w:tcPr>
          <w:p w14:paraId="23F69EBF" w14:textId="399205AE" w:rsidR="00F93FBE" w:rsidRPr="008C4312" w:rsidRDefault="0053161C" w:rsidP="002D0913">
            <w:pPr>
              <w:spacing w:line="360" w:lineRule="auto"/>
              <w:rPr>
                <w:rFonts w:cs="Arial"/>
                <w:b/>
                <w:strike/>
              </w:rPr>
            </w:pPr>
            <w:r w:rsidRPr="008C4312">
              <w:rPr>
                <w:rFonts w:cs="Arial"/>
                <w:b/>
              </w:rPr>
              <w:t>Usługodawca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734CF91" w14:textId="77777777" w:rsidR="00F93FBE" w:rsidRPr="006307AF" w:rsidRDefault="00F93FBE" w:rsidP="00650C86">
            <w:pPr>
              <w:rPr>
                <w:rFonts w:cs="Arial"/>
              </w:rPr>
            </w:pPr>
            <w:r w:rsidRPr="006307AF">
              <w:rPr>
                <w:rFonts w:cs="Arial"/>
              </w:rPr>
              <w:t>1.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00BC0C5" w14:textId="77777777" w:rsidR="00F93FBE" w:rsidRPr="006307AF" w:rsidRDefault="00F93FBE" w:rsidP="00650C86">
            <w:pPr>
              <w:rPr>
                <w:rFonts w:cs="Arial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6DEF3043" w14:textId="77777777" w:rsidR="00F93FBE" w:rsidRPr="006307AF" w:rsidRDefault="00F93FBE" w:rsidP="00650C86">
            <w:pPr>
              <w:rPr>
                <w:rFonts w:cs="Arial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C1B6D5C" w14:textId="77777777" w:rsidR="00F93FBE" w:rsidRPr="006307AF" w:rsidRDefault="00F93FBE" w:rsidP="00650C86">
            <w:pPr>
              <w:rPr>
                <w:rFonts w:cs="Arial"/>
              </w:rPr>
            </w:pPr>
          </w:p>
        </w:tc>
      </w:tr>
      <w:tr w:rsidR="00F93FBE" w:rsidRPr="006307AF" w14:paraId="3F1C4DB3" w14:textId="77777777" w:rsidTr="00650C86">
        <w:tc>
          <w:tcPr>
            <w:tcW w:w="2127" w:type="dxa"/>
            <w:shd w:val="clear" w:color="auto" w:fill="auto"/>
            <w:vAlign w:val="center"/>
          </w:tcPr>
          <w:p w14:paraId="752F761F" w14:textId="77777777" w:rsidR="00F93FBE" w:rsidRPr="006307AF" w:rsidRDefault="00F93FBE" w:rsidP="00650C86">
            <w:pPr>
              <w:spacing w:line="360" w:lineRule="auto"/>
              <w:rPr>
                <w:rFonts w:cs="Arial"/>
                <w:b/>
              </w:rPr>
            </w:pPr>
            <w:r w:rsidRPr="006307AF">
              <w:rPr>
                <w:rFonts w:cs="Arial"/>
                <w:b/>
              </w:rPr>
              <w:t>Zamawiający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8D37E85" w14:textId="77777777" w:rsidR="00F93FBE" w:rsidRPr="006307AF" w:rsidRDefault="00F93FBE" w:rsidP="00650C86">
            <w:pPr>
              <w:rPr>
                <w:rFonts w:cs="Arial"/>
              </w:rPr>
            </w:pPr>
            <w:r w:rsidRPr="006307AF">
              <w:rPr>
                <w:rFonts w:cs="Arial"/>
              </w:rPr>
              <w:t>2.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4A98684" w14:textId="77777777" w:rsidR="00F93FBE" w:rsidRPr="006307AF" w:rsidRDefault="00F93FBE" w:rsidP="00650C86">
            <w:pPr>
              <w:rPr>
                <w:rFonts w:cs="Arial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69A3366" w14:textId="77777777" w:rsidR="00F93FBE" w:rsidRPr="006307AF" w:rsidRDefault="00F93FBE" w:rsidP="00650C86">
            <w:pPr>
              <w:rPr>
                <w:rFonts w:cs="Arial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4B2816F" w14:textId="77777777" w:rsidR="00F93FBE" w:rsidRPr="006307AF" w:rsidRDefault="00F93FBE" w:rsidP="00650C86">
            <w:pPr>
              <w:spacing w:line="360" w:lineRule="auto"/>
              <w:rPr>
                <w:rFonts w:cs="Arial"/>
                <w:i/>
              </w:rPr>
            </w:pPr>
            <w:r w:rsidRPr="006307AF">
              <w:rPr>
                <w:rFonts w:cs="Arial"/>
                <w:i/>
              </w:rPr>
              <w:t>Przedstawiciel Spółki/ Oddziału</w:t>
            </w:r>
          </w:p>
        </w:tc>
      </w:tr>
      <w:tr w:rsidR="00F93FBE" w:rsidRPr="006307AF" w14:paraId="197505B8" w14:textId="77777777" w:rsidTr="00650C86">
        <w:tc>
          <w:tcPr>
            <w:tcW w:w="2127" w:type="dxa"/>
            <w:shd w:val="clear" w:color="auto" w:fill="auto"/>
            <w:vAlign w:val="center"/>
          </w:tcPr>
          <w:p w14:paraId="3BDDA5B8" w14:textId="77777777" w:rsidR="00F93FBE" w:rsidRPr="006307AF" w:rsidRDefault="00F93FBE" w:rsidP="00650C86">
            <w:pPr>
              <w:spacing w:line="360" w:lineRule="auto"/>
              <w:rPr>
                <w:rFonts w:cs="Arial"/>
              </w:rPr>
            </w:pPr>
            <w:r w:rsidRPr="006307AF">
              <w:rPr>
                <w:rFonts w:cs="Arial"/>
                <w:b/>
              </w:rPr>
              <w:t>Zamawiający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12B4794" w14:textId="77777777" w:rsidR="00F93FBE" w:rsidRPr="006307AF" w:rsidRDefault="00F93FBE" w:rsidP="00650C86">
            <w:pPr>
              <w:rPr>
                <w:rFonts w:cs="Arial"/>
              </w:rPr>
            </w:pPr>
            <w:r w:rsidRPr="006307AF">
              <w:rPr>
                <w:rFonts w:cs="Arial"/>
              </w:rPr>
              <w:t>3.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465DA66" w14:textId="77777777" w:rsidR="00F93FBE" w:rsidRPr="006307AF" w:rsidRDefault="00F93FBE" w:rsidP="00650C86">
            <w:pPr>
              <w:rPr>
                <w:rFonts w:cs="Arial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2784888" w14:textId="77777777" w:rsidR="00F93FBE" w:rsidRPr="006307AF" w:rsidRDefault="00F93FBE" w:rsidP="00650C86">
            <w:pPr>
              <w:rPr>
                <w:rFonts w:cs="Arial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B835C34" w14:textId="1E067F02" w:rsidR="00F93FBE" w:rsidRPr="006307AF" w:rsidRDefault="0038117B" w:rsidP="00650C86">
            <w:pPr>
              <w:spacing w:line="360" w:lineRule="auto"/>
              <w:rPr>
                <w:rFonts w:cs="Arial"/>
                <w:i/>
              </w:rPr>
            </w:pPr>
            <w:r w:rsidRPr="006307AF">
              <w:rPr>
                <w:rFonts w:cs="Arial"/>
                <w:i/>
              </w:rPr>
              <w:t>Przedstawiciel Spółki/ Oddziału</w:t>
            </w:r>
          </w:p>
        </w:tc>
      </w:tr>
    </w:tbl>
    <w:p w14:paraId="39691A9E" w14:textId="77777777" w:rsidR="00F93FBE" w:rsidRPr="006307AF" w:rsidRDefault="00F93FBE" w:rsidP="00F93FBE">
      <w:pPr>
        <w:spacing w:after="60"/>
        <w:rPr>
          <w:rFonts w:cs="Arial"/>
        </w:rPr>
      </w:pPr>
    </w:p>
    <w:p w14:paraId="102EF0C6" w14:textId="31F0A626" w:rsidR="00F93FBE" w:rsidRPr="006307AF" w:rsidRDefault="00F93FBE" w:rsidP="00F93FBE">
      <w:pPr>
        <w:rPr>
          <w:rFonts w:cs="Arial"/>
        </w:rPr>
      </w:pPr>
      <w:r w:rsidRPr="006307AF">
        <w:rPr>
          <w:rFonts w:cs="Arial"/>
        </w:rPr>
        <w:t>Na podstawie niniejszego protokołu stwierdzono, że niżej wymienione wady w przedmiocie</w:t>
      </w:r>
      <w:r w:rsidR="00554B12">
        <w:rPr>
          <w:rFonts w:cs="Arial"/>
        </w:rPr>
        <w:t xml:space="preserve"> usługi </w:t>
      </w:r>
      <w:r w:rsidRPr="006307AF">
        <w:rPr>
          <w:rFonts w:cs="Arial"/>
        </w:rPr>
        <w:t xml:space="preserve"> zostały usunięte: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7105"/>
        <w:gridCol w:w="2410"/>
      </w:tblGrid>
      <w:tr w:rsidR="00F93FBE" w:rsidRPr="006307AF" w14:paraId="4E1643CD" w14:textId="77777777" w:rsidTr="00650C86">
        <w:tc>
          <w:tcPr>
            <w:tcW w:w="516" w:type="dxa"/>
            <w:shd w:val="clear" w:color="auto" w:fill="auto"/>
            <w:vAlign w:val="center"/>
          </w:tcPr>
          <w:p w14:paraId="73D79971" w14:textId="77777777" w:rsidR="00F93FBE" w:rsidRPr="006307AF" w:rsidRDefault="00F93FBE" w:rsidP="00650C86">
            <w:pPr>
              <w:rPr>
                <w:rFonts w:cs="Arial"/>
              </w:rPr>
            </w:pPr>
            <w:r w:rsidRPr="006307AF">
              <w:rPr>
                <w:rFonts w:cs="Arial"/>
              </w:rPr>
              <w:t>Lp.</w:t>
            </w:r>
          </w:p>
        </w:tc>
        <w:tc>
          <w:tcPr>
            <w:tcW w:w="7105" w:type="dxa"/>
            <w:shd w:val="clear" w:color="auto" w:fill="auto"/>
            <w:vAlign w:val="center"/>
          </w:tcPr>
          <w:p w14:paraId="31268920" w14:textId="77777777" w:rsidR="00F93FBE" w:rsidRPr="006307AF" w:rsidRDefault="00F93FBE" w:rsidP="00650C86">
            <w:pPr>
              <w:rPr>
                <w:rFonts w:cs="Arial"/>
              </w:rPr>
            </w:pPr>
            <w:r w:rsidRPr="006307AF">
              <w:rPr>
                <w:rFonts w:cs="Arial"/>
              </w:rPr>
              <w:t>Opis wady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E675AE1" w14:textId="77777777" w:rsidR="00F93FBE" w:rsidRPr="006307AF" w:rsidRDefault="00F93FBE" w:rsidP="00650C86">
            <w:pPr>
              <w:rPr>
                <w:rFonts w:cs="Arial"/>
              </w:rPr>
            </w:pPr>
            <w:r w:rsidRPr="006307AF">
              <w:rPr>
                <w:rFonts w:cs="Arial"/>
              </w:rPr>
              <w:t>Rzeczywisty termin usunięcia wady</w:t>
            </w:r>
          </w:p>
        </w:tc>
      </w:tr>
      <w:tr w:rsidR="00F93FBE" w:rsidRPr="006307AF" w14:paraId="06148CA3" w14:textId="77777777" w:rsidTr="00650C86">
        <w:tc>
          <w:tcPr>
            <w:tcW w:w="516" w:type="dxa"/>
            <w:shd w:val="clear" w:color="auto" w:fill="auto"/>
            <w:vAlign w:val="center"/>
          </w:tcPr>
          <w:p w14:paraId="4733F60D" w14:textId="77777777" w:rsidR="00F93FBE" w:rsidRPr="006307AF" w:rsidRDefault="00F93FBE" w:rsidP="00650C86">
            <w:pPr>
              <w:rPr>
                <w:rFonts w:cs="Arial"/>
              </w:rPr>
            </w:pPr>
          </w:p>
        </w:tc>
        <w:tc>
          <w:tcPr>
            <w:tcW w:w="7105" w:type="dxa"/>
            <w:shd w:val="clear" w:color="auto" w:fill="auto"/>
            <w:vAlign w:val="center"/>
          </w:tcPr>
          <w:p w14:paraId="2F731DC0" w14:textId="77777777" w:rsidR="00F93FBE" w:rsidRPr="006307AF" w:rsidRDefault="00F93FBE" w:rsidP="00650C86">
            <w:pPr>
              <w:rPr>
                <w:rFonts w:cs="Arial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E491E19" w14:textId="77777777" w:rsidR="00F93FBE" w:rsidRPr="006307AF" w:rsidRDefault="00F93FBE" w:rsidP="00650C86">
            <w:pPr>
              <w:rPr>
                <w:rFonts w:cs="Arial"/>
              </w:rPr>
            </w:pPr>
          </w:p>
        </w:tc>
      </w:tr>
      <w:tr w:rsidR="00F93FBE" w:rsidRPr="006307AF" w14:paraId="0D33764E" w14:textId="77777777" w:rsidTr="00650C86">
        <w:tc>
          <w:tcPr>
            <w:tcW w:w="516" w:type="dxa"/>
            <w:shd w:val="clear" w:color="auto" w:fill="auto"/>
            <w:vAlign w:val="center"/>
          </w:tcPr>
          <w:p w14:paraId="5D63FDE3" w14:textId="77777777" w:rsidR="00F93FBE" w:rsidRPr="006307AF" w:rsidRDefault="00F93FBE" w:rsidP="00650C86">
            <w:pPr>
              <w:rPr>
                <w:rFonts w:cs="Arial"/>
              </w:rPr>
            </w:pPr>
          </w:p>
        </w:tc>
        <w:tc>
          <w:tcPr>
            <w:tcW w:w="7105" w:type="dxa"/>
            <w:shd w:val="clear" w:color="auto" w:fill="auto"/>
            <w:vAlign w:val="center"/>
          </w:tcPr>
          <w:p w14:paraId="600FE1E7" w14:textId="77777777" w:rsidR="00F93FBE" w:rsidRPr="006307AF" w:rsidRDefault="00F93FBE" w:rsidP="00650C86">
            <w:pPr>
              <w:rPr>
                <w:rFonts w:cs="Arial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C5A3F18" w14:textId="77777777" w:rsidR="00F93FBE" w:rsidRPr="006307AF" w:rsidRDefault="00F93FBE" w:rsidP="00650C86">
            <w:pPr>
              <w:rPr>
                <w:rFonts w:cs="Arial"/>
              </w:rPr>
            </w:pPr>
          </w:p>
        </w:tc>
      </w:tr>
    </w:tbl>
    <w:p w14:paraId="0A4E481C" w14:textId="5E01B1F5" w:rsidR="00F93FBE" w:rsidRPr="006307AF" w:rsidRDefault="00F93FBE" w:rsidP="008C6738">
      <w:pPr>
        <w:ind w:left="284"/>
        <w:rPr>
          <w:rFonts w:cs="Arial"/>
        </w:rPr>
      </w:pPr>
      <w:r w:rsidRPr="006307AF">
        <w:rPr>
          <w:rFonts w:cs="Arial"/>
        </w:rPr>
        <w:br/>
        <w:t>Uwagi: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307AF" w:rsidRPr="006307AF">
        <w:rPr>
          <w:rFonts w:cs="Arial"/>
        </w:rPr>
        <w:t>……………………………………………………………………………………………………………………………………………</w:t>
      </w:r>
    </w:p>
    <w:p w14:paraId="78310F5E" w14:textId="77777777" w:rsidR="00F93FBE" w:rsidRPr="006307AF" w:rsidRDefault="00F93FBE" w:rsidP="008C6738">
      <w:pPr>
        <w:ind w:left="284"/>
        <w:rPr>
          <w:rFonts w:cs="Arial"/>
          <w:b/>
        </w:rPr>
      </w:pPr>
    </w:p>
    <w:p w14:paraId="0D278801" w14:textId="7822D3A5" w:rsidR="00F93FBE" w:rsidRPr="006307AF" w:rsidRDefault="0053161C" w:rsidP="008C6738">
      <w:pPr>
        <w:ind w:left="284"/>
        <w:rPr>
          <w:rFonts w:cs="Arial"/>
          <w:b/>
        </w:rPr>
      </w:pPr>
      <w:r>
        <w:rPr>
          <w:rFonts w:cs="Arial"/>
          <w:b/>
          <w:highlight w:val="yellow"/>
        </w:rPr>
        <w:t>Usługodawca</w:t>
      </w:r>
      <w:r w:rsidR="00F93FBE" w:rsidRPr="008C4312">
        <w:rPr>
          <w:rFonts w:cs="Arial"/>
          <w:b/>
          <w:highlight w:val="yellow"/>
        </w:rPr>
        <w:t>:</w:t>
      </w:r>
      <w:r w:rsidR="00F93FBE" w:rsidRPr="006307AF">
        <w:rPr>
          <w:rFonts w:cs="Arial"/>
          <w:b/>
        </w:rPr>
        <w:tab/>
      </w:r>
      <w:r w:rsidR="00F93FBE" w:rsidRPr="006307AF">
        <w:rPr>
          <w:rFonts w:cs="Arial"/>
          <w:b/>
        </w:rPr>
        <w:tab/>
      </w:r>
      <w:r w:rsidR="00F93FBE" w:rsidRPr="006307AF">
        <w:rPr>
          <w:rFonts w:cs="Arial"/>
          <w:b/>
        </w:rPr>
        <w:tab/>
      </w:r>
      <w:r w:rsidR="00F93FBE" w:rsidRPr="006307AF">
        <w:rPr>
          <w:rFonts w:cs="Arial"/>
          <w:b/>
        </w:rPr>
        <w:tab/>
      </w:r>
      <w:r w:rsidR="00F93FBE" w:rsidRPr="006307AF">
        <w:rPr>
          <w:rFonts w:cs="Arial"/>
          <w:b/>
        </w:rPr>
        <w:tab/>
      </w:r>
      <w:r w:rsidR="00F93FBE" w:rsidRPr="006307AF">
        <w:rPr>
          <w:rFonts w:cs="Arial"/>
          <w:b/>
        </w:rPr>
        <w:tab/>
      </w:r>
      <w:r w:rsidR="00F93FBE" w:rsidRPr="006307AF">
        <w:rPr>
          <w:rFonts w:cs="Arial"/>
          <w:b/>
        </w:rPr>
        <w:tab/>
        <w:t>Zamawiający:</w:t>
      </w:r>
    </w:p>
    <w:p w14:paraId="409955C5" w14:textId="77777777" w:rsidR="00F93FBE" w:rsidRPr="006307AF" w:rsidRDefault="00F93FBE" w:rsidP="008C6738">
      <w:pPr>
        <w:ind w:left="284"/>
        <w:rPr>
          <w:rFonts w:cs="Arial"/>
          <w:b/>
        </w:rPr>
      </w:pPr>
    </w:p>
    <w:p w14:paraId="557C4460" w14:textId="4AB6B6A5" w:rsidR="00F93FBE" w:rsidRPr="006307AF" w:rsidRDefault="00F93FBE" w:rsidP="008C6738">
      <w:pPr>
        <w:numPr>
          <w:ilvl w:val="0"/>
          <w:numId w:val="4"/>
        </w:numPr>
        <w:spacing w:after="200" w:line="276" w:lineRule="auto"/>
        <w:contextualSpacing/>
        <w:rPr>
          <w:rFonts w:cs="Arial"/>
        </w:rPr>
      </w:pPr>
      <w:r w:rsidRPr="006307AF">
        <w:rPr>
          <w:rFonts w:cs="Arial"/>
        </w:rPr>
        <w:t xml:space="preserve">……………………. </w:t>
      </w:r>
      <w:r w:rsidRPr="006307AF">
        <w:rPr>
          <w:rFonts w:cs="Arial"/>
        </w:rPr>
        <w:tab/>
      </w:r>
      <w:r w:rsidRPr="006307AF">
        <w:rPr>
          <w:rFonts w:cs="Arial"/>
        </w:rPr>
        <w:tab/>
      </w:r>
      <w:r w:rsidRPr="006307AF">
        <w:rPr>
          <w:rFonts w:cs="Arial"/>
        </w:rPr>
        <w:tab/>
      </w:r>
      <w:r w:rsidRPr="006307AF">
        <w:rPr>
          <w:rFonts w:cs="Arial"/>
        </w:rPr>
        <w:tab/>
      </w:r>
      <w:r w:rsidRPr="006307AF">
        <w:rPr>
          <w:rFonts w:cs="Arial"/>
        </w:rPr>
        <w:tab/>
        <w:t>2. ………………….</w:t>
      </w:r>
    </w:p>
    <w:p w14:paraId="1B58009A" w14:textId="77777777" w:rsidR="00F93FBE" w:rsidRPr="006307AF" w:rsidRDefault="00F93FBE" w:rsidP="008C6738">
      <w:pPr>
        <w:ind w:left="284"/>
        <w:rPr>
          <w:rFonts w:cs="Arial"/>
        </w:rPr>
      </w:pPr>
    </w:p>
    <w:p w14:paraId="1A1BD2BD" w14:textId="77777777" w:rsidR="00F93FBE" w:rsidRPr="006307AF" w:rsidRDefault="00F93FBE" w:rsidP="008C6738">
      <w:pPr>
        <w:rPr>
          <w:rFonts w:cs="Arial"/>
        </w:rPr>
      </w:pPr>
      <w:r w:rsidRPr="006307AF">
        <w:rPr>
          <w:rFonts w:cs="Arial"/>
        </w:rPr>
        <w:tab/>
      </w:r>
      <w:r w:rsidRPr="006307AF">
        <w:rPr>
          <w:rFonts w:cs="Arial"/>
        </w:rPr>
        <w:tab/>
      </w:r>
      <w:r w:rsidRPr="006307AF">
        <w:rPr>
          <w:rFonts w:cs="Arial"/>
        </w:rPr>
        <w:tab/>
      </w:r>
      <w:r w:rsidRPr="006307AF">
        <w:rPr>
          <w:rFonts w:cs="Arial"/>
        </w:rPr>
        <w:tab/>
      </w:r>
      <w:r w:rsidRPr="006307AF">
        <w:rPr>
          <w:rFonts w:cs="Arial"/>
        </w:rPr>
        <w:tab/>
      </w:r>
      <w:r w:rsidRPr="006307AF">
        <w:rPr>
          <w:rFonts w:cs="Arial"/>
        </w:rPr>
        <w:tab/>
      </w:r>
      <w:r w:rsidRPr="006307AF">
        <w:rPr>
          <w:rFonts w:cs="Arial"/>
        </w:rPr>
        <w:tab/>
      </w:r>
      <w:r w:rsidRPr="006307AF">
        <w:rPr>
          <w:rFonts w:cs="Arial"/>
        </w:rPr>
        <w:tab/>
        <w:t>3. …………………</w:t>
      </w:r>
    </w:p>
    <w:p w14:paraId="38705861" w14:textId="77777777" w:rsidR="00F93FBE" w:rsidRPr="006307AF" w:rsidRDefault="00F93FBE" w:rsidP="00F93FBE">
      <w:pPr>
        <w:spacing w:after="200"/>
        <w:rPr>
          <w:rFonts w:cs="Arial"/>
        </w:rPr>
      </w:pPr>
    </w:p>
    <w:p w14:paraId="240A6B46" w14:textId="77777777" w:rsidR="00BD0716" w:rsidRPr="008C6738" w:rsidRDefault="00BD0716" w:rsidP="00F93FBE"/>
    <w:sectPr w:rsidR="00BD0716" w:rsidRPr="008C6738" w:rsidSect="00852762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567" w:right="991" w:bottom="993" w:left="993" w:header="567" w:footer="2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8EF74E" w14:textId="77777777" w:rsidR="001A19FA" w:rsidRDefault="001A19FA" w:rsidP="00BD627E">
      <w:r>
        <w:separator/>
      </w:r>
    </w:p>
    <w:p w14:paraId="2FB24BB2" w14:textId="77777777" w:rsidR="001A19FA" w:rsidRDefault="001A19FA"/>
  </w:endnote>
  <w:endnote w:type="continuationSeparator" w:id="0">
    <w:p w14:paraId="5D6012B1" w14:textId="77777777" w:rsidR="001A19FA" w:rsidRDefault="001A19FA" w:rsidP="00BD627E">
      <w:r>
        <w:continuationSeparator/>
      </w:r>
    </w:p>
    <w:p w14:paraId="49B9FF1F" w14:textId="77777777" w:rsidR="001A19FA" w:rsidRDefault="001A19FA"/>
  </w:endnote>
  <w:endnote w:type="continuationNotice" w:id="1">
    <w:p w14:paraId="7C89C886" w14:textId="77777777" w:rsidR="001A19FA" w:rsidRDefault="001A19FA"/>
    <w:p w14:paraId="4CDEA727" w14:textId="77777777" w:rsidR="001A19FA" w:rsidRDefault="001A19F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82843437"/>
      <w:docPartObj>
        <w:docPartGallery w:val="Page Numbers (Bottom of Page)"/>
        <w:docPartUnique/>
      </w:docPartObj>
    </w:sdtPr>
    <w:sdtEndPr/>
    <w:sdtContent>
      <w:sdt>
        <w:sdtPr>
          <w:id w:val="60453679"/>
          <w:docPartObj>
            <w:docPartGallery w:val="Page Numbers (Top of Page)"/>
            <w:docPartUnique/>
          </w:docPartObj>
        </w:sdtPr>
        <w:sdtEndPr/>
        <w:sdtContent>
          <w:p w14:paraId="23905B6C" w14:textId="43D6321C" w:rsidR="00C22A29" w:rsidRPr="00487409" w:rsidRDefault="00C22A29" w:rsidP="008C6738">
            <w:pPr>
              <w:jc w:val="center"/>
              <w:rPr>
                <w:i/>
                <w:sz w:val="12"/>
              </w:rPr>
            </w:pPr>
          </w:p>
          <w:p w14:paraId="321DFD39" w14:textId="29CFB9B6" w:rsidR="00D03D9C" w:rsidRDefault="00D03D9C" w:rsidP="008C6738">
            <w:pPr>
              <w:jc w:val="center"/>
            </w:pPr>
            <w:r w:rsidRPr="00762228">
              <w:rPr>
                <w:rFonts w:cs="Arial"/>
                <w:sz w:val="16"/>
              </w:rPr>
              <w:t xml:space="preserve">Strona </w:t>
            </w:r>
            <w:r w:rsidRPr="00762228">
              <w:rPr>
                <w:rFonts w:cs="Arial"/>
                <w:b/>
                <w:bCs/>
                <w:sz w:val="16"/>
              </w:rPr>
              <w:fldChar w:fldCharType="begin"/>
            </w:r>
            <w:r w:rsidRPr="00762228">
              <w:rPr>
                <w:rFonts w:cs="Arial"/>
                <w:b/>
                <w:bCs/>
                <w:sz w:val="16"/>
              </w:rPr>
              <w:instrText>PAGE</w:instrText>
            </w:r>
            <w:r w:rsidRPr="00762228">
              <w:rPr>
                <w:rFonts w:cs="Arial"/>
                <w:b/>
                <w:bCs/>
                <w:sz w:val="16"/>
              </w:rPr>
              <w:fldChar w:fldCharType="separate"/>
            </w:r>
            <w:r w:rsidR="00AA4D59">
              <w:rPr>
                <w:rFonts w:cs="Arial"/>
                <w:b/>
                <w:bCs/>
                <w:noProof/>
                <w:sz w:val="16"/>
              </w:rPr>
              <w:t>5</w:t>
            </w:r>
            <w:r w:rsidRPr="00762228">
              <w:rPr>
                <w:rFonts w:cs="Arial"/>
                <w:b/>
                <w:bCs/>
                <w:sz w:val="16"/>
              </w:rPr>
              <w:fldChar w:fldCharType="end"/>
            </w:r>
            <w:r w:rsidRPr="00762228">
              <w:rPr>
                <w:rFonts w:cs="Arial"/>
                <w:sz w:val="16"/>
              </w:rPr>
              <w:t xml:space="preserve"> z </w:t>
            </w:r>
            <w:r w:rsidRPr="00762228">
              <w:rPr>
                <w:rFonts w:cs="Arial"/>
                <w:b/>
                <w:bCs/>
                <w:sz w:val="16"/>
              </w:rPr>
              <w:fldChar w:fldCharType="begin"/>
            </w:r>
            <w:r w:rsidRPr="00762228">
              <w:rPr>
                <w:rFonts w:cs="Arial"/>
                <w:b/>
                <w:bCs/>
                <w:sz w:val="16"/>
              </w:rPr>
              <w:instrText>NUMPAGES</w:instrText>
            </w:r>
            <w:r w:rsidRPr="00762228">
              <w:rPr>
                <w:rFonts w:cs="Arial"/>
                <w:b/>
                <w:bCs/>
                <w:sz w:val="16"/>
              </w:rPr>
              <w:fldChar w:fldCharType="separate"/>
            </w:r>
            <w:r w:rsidR="00AA4D59">
              <w:rPr>
                <w:rFonts w:cs="Arial"/>
                <w:b/>
                <w:bCs/>
                <w:noProof/>
                <w:sz w:val="16"/>
              </w:rPr>
              <w:t>5</w:t>
            </w:r>
            <w:r w:rsidRPr="00762228">
              <w:rPr>
                <w:rFonts w:cs="Arial"/>
                <w:b/>
                <w:bCs/>
                <w:sz w:val="16"/>
              </w:rPr>
              <w:fldChar w:fldCharType="end"/>
            </w:r>
          </w:p>
        </w:sdtContent>
      </w:sdt>
    </w:sdtContent>
  </w:sdt>
  <w:p w14:paraId="321DFD3A" w14:textId="77777777" w:rsidR="00243D7F" w:rsidRDefault="00243D7F" w:rsidP="008C6738"/>
  <w:p w14:paraId="321DFD3B" w14:textId="77777777" w:rsidR="00B039CC" w:rsidRDefault="00B039C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3463948"/>
      <w:docPartObj>
        <w:docPartGallery w:val="Page Numbers (Bottom of Page)"/>
        <w:docPartUnique/>
      </w:docPartObj>
    </w:sdtPr>
    <w:sdtEndPr/>
    <w:sdtContent>
      <w:sdt>
        <w:sdtPr>
          <w:id w:val="1734359150"/>
          <w:docPartObj>
            <w:docPartGallery w:val="Page Numbers (Top of Page)"/>
            <w:docPartUnique/>
          </w:docPartObj>
        </w:sdtPr>
        <w:sdtEndPr/>
        <w:sdtContent>
          <w:p w14:paraId="4CE21E07" w14:textId="72003D50" w:rsidR="00DE14C9" w:rsidRDefault="00DE14C9" w:rsidP="008C6738">
            <w:pPr>
              <w:jc w:val="center"/>
            </w:pPr>
            <w:r w:rsidRPr="00DE14C9">
              <w:rPr>
                <w:sz w:val="16"/>
                <w:szCs w:val="16"/>
              </w:rPr>
              <w:t xml:space="preserve">Strona </w:t>
            </w:r>
            <w:r w:rsidRPr="00DE14C9">
              <w:rPr>
                <w:b/>
                <w:bCs/>
                <w:sz w:val="16"/>
                <w:szCs w:val="16"/>
              </w:rPr>
              <w:fldChar w:fldCharType="begin"/>
            </w:r>
            <w:r w:rsidRPr="00DE14C9">
              <w:rPr>
                <w:b/>
                <w:bCs/>
                <w:sz w:val="16"/>
                <w:szCs w:val="16"/>
              </w:rPr>
              <w:instrText>PAGE</w:instrText>
            </w:r>
            <w:r w:rsidRPr="00DE14C9">
              <w:rPr>
                <w:b/>
                <w:bCs/>
                <w:sz w:val="16"/>
                <w:szCs w:val="16"/>
              </w:rPr>
              <w:fldChar w:fldCharType="separate"/>
            </w:r>
            <w:r w:rsidR="00686425">
              <w:rPr>
                <w:b/>
                <w:bCs/>
                <w:noProof/>
                <w:sz w:val="16"/>
                <w:szCs w:val="16"/>
              </w:rPr>
              <w:t>1</w:t>
            </w:r>
            <w:r w:rsidRPr="00DE14C9">
              <w:rPr>
                <w:b/>
                <w:bCs/>
                <w:sz w:val="16"/>
                <w:szCs w:val="16"/>
              </w:rPr>
              <w:fldChar w:fldCharType="end"/>
            </w:r>
            <w:r w:rsidRPr="00DE14C9">
              <w:rPr>
                <w:sz w:val="16"/>
                <w:szCs w:val="16"/>
              </w:rPr>
              <w:t xml:space="preserve"> z </w:t>
            </w:r>
            <w:r w:rsidRPr="00DE14C9">
              <w:rPr>
                <w:b/>
                <w:bCs/>
                <w:sz w:val="16"/>
                <w:szCs w:val="16"/>
              </w:rPr>
              <w:fldChar w:fldCharType="begin"/>
            </w:r>
            <w:r w:rsidRPr="00DE14C9">
              <w:rPr>
                <w:b/>
                <w:bCs/>
                <w:sz w:val="16"/>
                <w:szCs w:val="16"/>
              </w:rPr>
              <w:instrText>NUMPAGES</w:instrText>
            </w:r>
            <w:r w:rsidRPr="00DE14C9">
              <w:rPr>
                <w:b/>
                <w:bCs/>
                <w:sz w:val="16"/>
                <w:szCs w:val="16"/>
              </w:rPr>
              <w:fldChar w:fldCharType="separate"/>
            </w:r>
            <w:r w:rsidR="009973F7">
              <w:rPr>
                <w:b/>
                <w:bCs/>
                <w:noProof/>
                <w:sz w:val="16"/>
                <w:szCs w:val="16"/>
              </w:rPr>
              <w:t>6</w:t>
            </w:r>
            <w:r w:rsidRPr="00DE14C9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91D19A6" w14:textId="77777777" w:rsidR="0031709F" w:rsidRDefault="0031709F" w:rsidP="008C673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B88C9D" w14:textId="77777777" w:rsidR="001A19FA" w:rsidRDefault="001A19FA" w:rsidP="00BD627E">
      <w:r>
        <w:separator/>
      </w:r>
    </w:p>
    <w:p w14:paraId="31F74724" w14:textId="77777777" w:rsidR="001A19FA" w:rsidRDefault="001A19FA"/>
  </w:footnote>
  <w:footnote w:type="continuationSeparator" w:id="0">
    <w:p w14:paraId="67B363C5" w14:textId="77777777" w:rsidR="001A19FA" w:rsidRDefault="001A19FA" w:rsidP="00BD627E">
      <w:r>
        <w:continuationSeparator/>
      </w:r>
    </w:p>
    <w:p w14:paraId="680757E7" w14:textId="77777777" w:rsidR="001A19FA" w:rsidRDefault="001A19FA"/>
  </w:footnote>
  <w:footnote w:type="continuationNotice" w:id="1">
    <w:p w14:paraId="0B7A7259" w14:textId="77777777" w:rsidR="001A19FA" w:rsidRDefault="001A19FA"/>
    <w:p w14:paraId="73816FC2" w14:textId="77777777" w:rsidR="001A19FA" w:rsidRDefault="001A19F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-176" w:type="dxa"/>
      <w:tblLook w:val="04A0" w:firstRow="1" w:lastRow="0" w:firstColumn="1" w:lastColumn="0" w:noHBand="0" w:noVBand="1"/>
    </w:tblPr>
    <w:tblGrid>
      <w:gridCol w:w="1937"/>
      <w:gridCol w:w="6101"/>
      <w:gridCol w:w="2060"/>
    </w:tblGrid>
    <w:tr w:rsidR="00184EAD" w:rsidRPr="00184EAD" w14:paraId="4447EE34" w14:textId="77777777" w:rsidTr="00502667">
      <w:trPr>
        <w:trHeight w:val="841"/>
      </w:trPr>
      <w:tc>
        <w:tcPr>
          <w:tcW w:w="1937" w:type="dxa"/>
        </w:tcPr>
        <w:p w14:paraId="56B5161C" w14:textId="77777777" w:rsidR="00686425" w:rsidRPr="00E3049C" w:rsidRDefault="00686425" w:rsidP="00686425">
          <w:pPr>
            <w:tabs>
              <w:tab w:val="left" w:pos="3840"/>
            </w:tabs>
            <w:rPr>
              <w:sz w:val="16"/>
              <w:szCs w:val="16"/>
            </w:rPr>
          </w:pPr>
          <w:r w:rsidRPr="00E3049C">
            <w:rPr>
              <w:rFonts w:cs="Arial"/>
              <w:b/>
              <w:noProof/>
              <w:sz w:val="16"/>
              <w:szCs w:val="16"/>
            </w:rPr>
            <w:drawing>
              <wp:anchor distT="0" distB="0" distL="114300" distR="114300" simplePos="0" relativeHeight="251658752" behindDoc="0" locked="0" layoutInCell="1" allowOverlap="1" wp14:anchorId="4A951097" wp14:editId="53AA429A">
                <wp:simplePos x="0" y="0"/>
                <wp:positionH relativeFrom="column">
                  <wp:posOffset>-61950</wp:posOffset>
                </wp:positionH>
                <wp:positionV relativeFrom="paragraph">
                  <wp:posOffset>15265</wp:posOffset>
                </wp:positionV>
                <wp:extent cx="1035050" cy="506095"/>
                <wp:effectExtent l="19050" t="19050" r="12700" b="27305"/>
                <wp:wrapNone/>
                <wp:docPr id="28" name="Obraz 0" descr="znak_PGE-godlo_RG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0" descr="znak_PGE-godlo_RGB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5050" cy="50609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101" w:type="dxa"/>
        </w:tcPr>
        <w:p w14:paraId="7C1E25A8" w14:textId="77777777" w:rsidR="00686425" w:rsidRPr="002253C9" w:rsidRDefault="00686425" w:rsidP="00686425">
          <w:pPr>
            <w:jc w:val="right"/>
            <w:rPr>
              <w:rFonts w:cs="Arial"/>
              <w:b/>
              <w:szCs w:val="18"/>
            </w:rPr>
          </w:pPr>
        </w:p>
        <w:p w14:paraId="718A41F5" w14:textId="6F109266" w:rsidR="00A751D3" w:rsidRPr="00CA3980" w:rsidRDefault="002253C9" w:rsidP="00CA3980">
          <w:pPr>
            <w:pStyle w:val="Default"/>
            <w:jc w:val="right"/>
            <w:rPr>
              <w:sz w:val="28"/>
            </w:rPr>
          </w:pPr>
          <w:r w:rsidRPr="002253C9">
            <w:rPr>
              <w:sz w:val="18"/>
              <w:szCs w:val="18"/>
            </w:rPr>
            <w:t>Obsługa geodezyjna zadań inwestycyjnych, remontowych i eksploatacyjnych w 2025r. dla PGE EC S.A. Oddział Elektrociepłownia w Bydgoszczy</w:t>
          </w:r>
        </w:p>
      </w:tc>
      <w:tc>
        <w:tcPr>
          <w:tcW w:w="2060" w:type="dxa"/>
        </w:tcPr>
        <w:p w14:paraId="60114059" w14:textId="057C9D62" w:rsidR="00686425" w:rsidRPr="00184EAD" w:rsidRDefault="00EA598F" w:rsidP="00686425">
          <w:pPr>
            <w:tabs>
              <w:tab w:val="left" w:pos="3840"/>
            </w:tabs>
            <w:rPr>
              <w:sz w:val="16"/>
              <w:szCs w:val="16"/>
            </w:rPr>
          </w:pPr>
          <w:r w:rsidRPr="00184EAD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45C9EE4E" wp14:editId="1A2C2A19">
                    <wp:simplePos x="0" y="0"/>
                    <wp:positionH relativeFrom="margin">
                      <wp:posOffset>10795</wp:posOffset>
                    </wp:positionH>
                    <wp:positionV relativeFrom="paragraph">
                      <wp:posOffset>60325</wp:posOffset>
                    </wp:positionV>
                    <wp:extent cx="1695450" cy="325120"/>
                    <wp:effectExtent l="0" t="0" r="19050" b="17780"/>
                    <wp:wrapNone/>
                    <wp:docPr id="9" name="Text Box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95450" cy="3251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3FE1D41" w14:textId="69210803" w:rsidR="00686425" w:rsidRPr="00502667" w:rsidRDefault="00686425" w:rsidP="002A6BCE">
                                <w:pPr>
                                  <w:rPr>
                                    <w:sz w:val="14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45C9EE4E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" o:spid="_x0000_s1026" type="#_x0000_t202" style="position:absolute;margin-left:.85pt;margin-top:4.75pt;width:133.5pt;height:25.6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" strokecolor="white" strokeweight="0">
                    <v:textbox>
                      <w:txbxContent>
                        <w:p w14:paraId="53FE1D41" w14:textId="69210803" w:rsidR="00686425" w:rsidRPr="00502667" w:rsidRDefault="00686425" w:rsidP="002A6BCE">
                          <w:pPr>
                            <w:rPr>
                              <w:sz w:val="14"/>
                              <w:szCs w:val="16"/>
                            </w:rPr>
                          </w:pPr>
                        </w:p>
                      </w:txbxContent>
                    </v:textbox>
                    <w10:wrap anchorx="margin"/>
                  </v:shape>
                </w:pict>
              </mc:Fallback>
            </mc:AlternateContent>
          </w:r>
        </w:p>
        <w:p w14:paraId="10DE895A" w14:textId="21F0F182" w:rsidR="00686425" w:rsidRPr="00184EAD" w:rsidRDefault="00686425" w:rsidP="00686425">
          <w:pPr>
            <w:ind w:firstLine="708"/>
          </w:pPr>
        </w:p>
      </w:tc>
    </w:tr>
  </w:tbl>
  <w:p w14:paraId="26749D4F" w14:textId="0CDE9798" w:rsidR="00A919F0" w:rsidRPr="00686425" w:rsidRDefault="00502667" w:rsidP="00686425">
    <w:pPr>
      <w:tabs>
        <w:tab w:val="center" w:pos="4536"/>
        <w:tab w:val="right" w:pos="9072"/>
      </w:tabs>
      <w:rPr>
        <w:sz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920" behindDoc="0" locked="0" layoutInCell="1" allowOverlap="1" wp14:anchorId="51D0D146" wp14:editId="52F94877">
              <wp:simplePos x="0" y="0"/>
              <wp:positionH relativeFrom="margin">
                <wp:posOffset>0</wp:posOffset>
              </wp:positionH>
              <wp:positionV relativeFrom="paragraph">
                <wp:posOffset>-635</wp:posOffset>
              </wp:positionV>
              <wp:extent cx="6572250" cy="0"/>
              <wp:effectExtent l="0" t="0" r="19050" b="19050"/>
              <wp:wrapNone/>
              <wp:docPr id="3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225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7297CE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E9C9A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0;margin-top:-.05pt;width:517.5pt;height:0;z-index:251665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" strokecolor="#7297ce">
              <w10:wrap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ACEF5F" w14:textId="30828E45" w:rsidR="0031709F" w:rsidRDefault="00DE14C9" w:rsidP="008C6738">
    <w:r>
      <w:rPr>
        <w:noProof/>
      </w:rPr>
      <w:drawing>
        <wp:inline distT="0" distB="0" distL="0" distR="0" wp14:anchorId="30B9D650" wp14:editId="2178C0A0">
          <wp:extent cx="1176655" cy="579120"/>
          <wp:effectExtent l="0" t="0" r="4445" b="0"/>
          <wp:docPr id="29" name="Obraz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86A79"/>
    <w:multiLevelType w:val="multilevel"/>
    <w:tmpl w:val="9F96D590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  <w:sz w:val="22"/>
        <w:szCs w:val="22"/>
      </w:rPr>
    </w:lvl>
    <w:lvl w:ilvl="1">
      <w:start w:val="1"/>
      <w:numFmt w:val="decimal"/>
      <w:suff w:val="space"/>
      <w:lvlText w:val="%1.%2."/>
      <w:lvlJc w:val="left"/>
      <w:pPr>
        <w:ind w:left="737" w:hanging="453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474" w:hanging="623"/>
      </w:pPr>
      <w:rPr>
        <w:rFonts w:hint="default"/>
        <w:b/>
        <w:i w:val="0"/>
      </w:rPr>
    </w:lvl>
    <w:lvl w:ilvl="3">
      <w:start w:val="1"/>
      <w:numFmt w:val="lowerLetter"/>
      <w:lvlText w:val="%4)"/>
      <w:lvlJc w:val="left"/>
      <w:pPr>
        <w:ind w:left="907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06BD1F4E"/>
    <w:multiLevelType w:val="hybridMultilevel"/>
    <w:tmpl w:val="38C083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D7367C"/>
    <w:multiLevelType w:val="multilevel"/>
    <w:tmpl w:val="187C907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pStyle w:val="IIIpoziom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pStyle w:val="IVPoziom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pStyle w:val="VPoziom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pStyle w:val="VIPoziom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3" w15:restartNumberingAfterBreak="0">
    <w:nsid w:val="153B246A"/>
    <w:multiLevelType w:val="hybridMultilevel"/>
    <w:tmpl w:val="3A82E9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280E06"/>
    <w:multiLevelType w:val="hybridMultilevel"/>
    <w:tmpl w:val="AEAA1B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997A34"/>
    <w:multiLevelType w:val="hybridMultilevel"/>
    <w:tmpl w:val="E926FEF4"/>
    <w:lvl w:ilvl="0" w:tplc="05003264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54D34F8"/>
    <w:multiLevelType w:val="multilevel"/>
    <w:tmpl w:val="F1A6F146"/>
    <w:lvl w:ilvl="0">
      <w:start w:val="1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7" w15:restartNumberingAfterBreak="0">
    <w:nsid w:val="2EF36D8B"/>
    <w:multiLevelType w:val="multilevel"/>
    <w:tmpl w:val="F97A6398"/>
    <w:styleLink w:val="Styl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323A14B6"/>
    <w:multiLevelType w:val="hybridMultilevel"/>
    <w:tmpl w:val="214A8B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711632"/>
    <w:multiLevelType w:val="multilevel"/>
    <w:tmpl w:val="4920A8DC"/>
    <w:lvl w:ilvl="0">
      <w:start w:val="1"/>
      <w:numFmt w:val="decimal"/>
      <w:pStyle w:val="Ipoziom"/>
      <w:lvlText w:val="%1."/>
      <w:lvlJc w:val="left"/>
      <w:pPr>
        <w:ind w:left="720" w:hanging="360"/>
      </w:pPr>
    </w:lvl>
    <w:lvl w:ilvl="1">
      <w:start w:val="1"/>
      <w:numFmt w:val="decimal"/>
      <w:pStyle w:val="IIpoziom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IIIpoziom0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pStyle w:val="IVpoziom0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0" w15:restartNumberingAfterBreak="0">
    <w:nsid w:val="3C641148"/>
    <w:multiLevelType w:val="hybridMultilevel"/>
    <w:tmpl w:val="DCA8AA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B72A7A"/>
    <w:multiLevelType w:val="hybridMultilevel"/>
    <w:tmpl w:val="920AF9EE"/>
    <w:lvl w:ilvl="0" w:tplc="E3D2A976">
      <w:start w:val="4"/>
      <w:numFmt w:val="decimal"/>
      <w:lvlText w:val="%1.1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F1648C"/>
    <w:multiLevelType w:val="multilevel"/>
    <w:tmpl w:val="9842B190"/>
    <w:lvl w:ilvl="0">
      <w:start w:val="1"/>
      <w:numFmt w:val="decimal"/>
      <w:lvlRestart w:val="0"/>
      <w:lvlText w:val="%1."/>
      <w:lvlJc w:val="left"/>
      <w:pPr>
        <w:ind w:left="357" w:hanging="357"/>
      </w:pPr>
      <w:rPr>
        <w:rFonts w:ascii="Arial" w:eastAsia="Times New Roman" w:hAnsi="Arial" w:cs="Arial" w:hint="default"/>
        <w:b/>
        <w:i w:val="0"/>
        <w:color w:val="1F497D"/>
        <w:sz w:val="18"/>
      </w:rPr>
    </w:lvl>
    <w:lvl w:ilvl="1">
      <w:start w:val="1"/>
      <w:numFmt w:val="decimal"/>
      <w:pStyle w:val="IIpoziom0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lvlText w:val="%1.%2.%3.%4"/>
      <w:lvlJc w:val="left"/>
      <w:pPr>
        <w:ind w:left="1570" w:hanging="72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3" w15:restartNumberingAfterBreak="0">
    <w:nsid w:val="438A4A60"/>
    <w:multiLevelType w:val="hybridMultilevel"/>
    <w:tmpl w:val="EFBA4D34"/>
    <w:lvl w:ilvl="0" w:tplc="CF5A57B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9A1E00"/>
    <w:multiLevelType w:val="hybridMultilevel"/>
    <w:tmpl w:val="20C8E5AE"/>
    <w:lvl w:ilvl="0" w:tplc="FCA25BA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E32329"/>
    <w:multiLevelType w:val="hybridMultilevel"/>
    <w:tmpl w:val="4CD626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7F7DCD"/>
    <w:multiLevelType w:val="multilevel"/>
    <w:tmpl w:val="E71CA778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"/>
      <w:lvlJc w:val="left"/>
      <w:pPr>
        <w:ind w:left="1134" w:hanging="7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17" w15:restartNumberingAfterBreak="0">
    <w:nsid w:val="5E7C12CD"/>
    <w:multiLevelType w:val="hybridMultilevel"/>
    <w:tmpl w:val="6A9447FE"/>
    <w:lvl w:ilvl="0" w:tplc="F5FC5564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824BD4"/>
    <w:multiLevelType w:val="hybridMultilevel"/>
    <w:tmpl w:val="11BA6A16"/>
    <w:lvl w:ilvl="0" w:tplc="6BF2B94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61635B72"/>
    <w:multiLevelType w:val="hybridMultilevel"/>
    <w:tmpl w:val="D6A4EB6E"/>
    <w:lvl w:ilvl="0" w:tplc="F814E3C6">
      <w:start w:val="1"/>
      <w:numFmt w:val="lowerLetter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66D37417"/>
    <w:multiLevelType w:val="hybridMultilevel"/>
    <w:tmpl w:val="7F741C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0270B2"/>
    <w:multiLevelType w:val="hybridMultilevel"/>
    <w:tmpl w:val="0A84B19E"/>
    <w:lvl w:ilvl="0" w:tplc="B03C765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89006E1"/>
    <w:multiLevelType w:val="multilevel"/>
    <w:tmpl w:val="4D60F56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23" w15:restartNumberingAfterBreak="0">
    <w:nsid w:val="7E8A3A6C"/>
    <w:multiLevelType w:val="hybridMultilevel"/>
    <w:tmpl w:val="296A15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5"/>
  </w:num>
  <w:num w:numId="3">
    <w:abstractNumId w:val="13"/>
  </w:num>
  <w:num w:numId="4">
    <w:abstractNumId w:val="14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18"/>
  </w:num>
  <w:num w:numId="8">
    <w:abstractNumId w:val="12"/>
  </w:num>
  <w:num w:numId="9">
    <w:abstractNumId w:val="12"/>
  </w:num>
  <w:num w:numId="10">
    <w:abstractNumId w:val="7"/>
  </w:num>
  <w:num w:numId="11">
    <w:abstractNumId w:val="12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pStyle w:val="IIpoziom0"/>
        <w:isLgl/>
        <w:lvlText w:val="%1.%2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12">
    <w:abstractNumId w:val="6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13">
    <w:abstractNumId w:val="2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IIIpoziom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pStyle w:val="IVPoziom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VPoziom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VIPoziom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14">
    <w:abstractNumId w:val="2"/>
    <w:lvlOverride w:ilvl="0">
      <w:lvl w:ilvl="0">
        <w:start w:val="6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794" w:hanging="437"/>
        </w:pPr>
        <w:rPr>
          <w:rFonts w:ascii="Arial" w:hAnsi="Arial" w:cs="Arial" w:hint="default"/>
          <w:b/>
          <w:i w:val="0"/>
          <w:caps w:val="0"/>
          <w:smallCaps/>
          <w:strike w:val="0"/>
          <w:dstrike w:val="0"/>
          <w:outline w:val="0"/>
          <w:shadow w:val="0"/>
          <w:emboss w:val="0"/>
          <w:imprint w:val="0"/>
          <w:vanish w:val="0"/>
          <w:color w:val="1F497D" w:themeColor="text2"/>
          <w:spacing w:val="0"/>
          <w:w w:val="100"/>
          <w:kern w:val="0"/>
          <w:position w:val="0"/>
          <w:sz w:val="20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IIIpoziom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IVPoziom"/>
        <w:isLgl/>
        <w:lvlText w:val="%1.%2.%3.%4"/>
        <w:lvlJc w:val="left"/>
        <w:pPr>
          <w:ind w:left="1077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pStyle w:val="VPoziom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VIPoziom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15">
    <w:abstractNumId w:val="0"/>
  </w:num>
  <w:num w:numId="16">
    <w:abstractNumId w:val="22"/>
  </w:num>
  <w:num w:numId="17">
    <w:abstractNumId w:val="12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pStyle w:val="IIpoziom0"/>
        <w:isLgl/>
        <w:lvlText w:val="%1.%2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hint="default"/>
          <w:b w:val="0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18">
    <w:abstractNumId w:val="12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pStyle w:val="IIpoziom0"/>
        <w:isLgl/>
        <w:lvlText w:val="%1.%2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hint="default"/>
          <w:b w:val="0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19">
    <w:abstractNumId w:val="2"/>
    <w:lvlOverride w:ilvl="0">
      <w:startOverride w:val="6"/>
      <w:lvl w:ilvl="0">
        <w:start w:val="6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1F497D" w:themeColor="text2"/>
          <w:sz w:val="20"/>
        </w:rPr>
      </w:lvl>
    </w:lvlOverride>
    <w:lvlOverride w:ilvl="1">
      <w:startOverride w:val="1"/>
      <w:lvl w:ilvl="1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startOverride w:val="1"/>
      <w:lvl w:ilvl="2">
        <w:start w:val="1"/>
        <w:numFmt w:val="decimal"/>
        <w:pStyle w:val="IIIpoziom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startOverride w:val="1"/>
      <w:lvl w:ilvl="3">
        <w:start w:val="1"/>
        <w:numFmt w:val="decimal"/>
        <w:pStyle w:val="IVPoziom"/>
        <w:isLgl/>
        <w:lvlText w:val="%1.%2.%3.%4"/>
        <w:lvlJc w:val="left"/>
        <w:pPr>
          <w:ind w:left="1077" w:hanging="720"/>
        </w:pPr>
      </w:lvl>
    </w:lvlOverride>
    <w:lvlOverride w:ilvl="4">
      <w:startOverride w:val="1"/>
      <w:lvl w:ilvl="4">
        <w:start w:val="1"/>
        <w:numFmt w:val="lowerLetter"/>
        <w:pStyle w:val="VPoziom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startOverride w:val="1"/>
      <w:lvl w:ilvl="5">
        <w:start w:val="1"/>
        <w:numFmt w:val="bullet"/>
        <w:lvlRestart w:val="0"/>
        <w:pStyle w:val="VIPoziom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20">
    <w:abstractNumId w:val="23"/>
  </w:num>
  <w:num w:numId="21">
    <w:abstractNumId w:val="17"/>
  </w:num>
  <w:num w:numId="22">
    <w:abstractNumId w:val="16"/>
  </w:num>
  <w:num w:numId="23">
    <w:abstractNumId w:val="11"/>
  </w:num>
  <w:num w:numId="24">
    <w:abstractNumId w:val="8"/>
  </w:num>
  <w:num w:numId="25">
    <w:abstractNumId w:val="4"/>
  </w:num>
  <w:num w:numId="26">
    <w:abstractNumId w:val="10"/>
  </w:num>
  <w:num w:numId="27">
    <w:abstractNumId w:val="20"/>
  </w:num>
  <w:num w:numId="28">
    <w:abstractNumId w:val="1"/>
  </w:num>
  <w:num w:numId="29">
    <w:abstractNumId w:val="15"/>
  </w:num>
  <w:num w:numId="30">
    <w:abstractNumId w:val="3"/>
  </w:num>
  <w:num w:numId="31">
    <w:abstractNumId w:val="9"/>
  </w:num>
  <w:num w:numId="32">
    <w:abstractNumId w:val="9"/>
  </w:num>
  <w:num w:numId="33">
    <w:abstractNumId w:val="9"/>
  </w:num>
  <w:num w:numId="34">
    <w:abstractNumId w:val="9"/>
  </w:num>
  <w:num w:numId="35">
    <w:abstractNumId w:val="9"/>
  </w:num>
  <w:num w:numId="36">
    <w:abstractNumId w:val="9"/>
  </w:num>
  <w:num w:numId="37">
    <w:abstractNumId w:val="9"/>
  </w:num>
  <w:num w:numId="38">
    <w:abstractNumId w:val="9"/>
  </w:num>
  <w:num w:numId="39">
    <w:abstractNumId w:val="19"/>
  </w:num>
  <w:num w:numId="40">
    <w:abstractNumId w:val="2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hideSpellingErrors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A59"/>
    <w:rsid w:val="0000055F"/>
    <w:rsid w:val="00000AA8"/>
    <w:rsid w:val="00005B5D"/>
    <w:rsid w:val="000079EA"/>
    <w:rsid w:val="00012410"/>
    <w:rsid w:val="00021392"/>
    <w:rsid w:val="000243C0"/>
    <w:rsid w:val="00026810"/>
    <w:rsid w:val="00026D9A"/>
    <w:rsid w:val="0003141C"/>
    <w:rsid w:val="00032451"/>
    <w:rsid w:val="00032FF7"/>
    <w:rsid w:val="00036063"/>
    <w:rsid w:val="000375E7"/>
    <w:rsid w:val="00040E4D"/>
    <w:rsid w:val="0004209F"/>
    <w:rsid w:val="0004317B"/>
    <w:rsid w:val="00043C35"/>
    <w:rsid w:val="000478CC"/>
    <w:rsid w:val="00050EBC"/>
    <w:rsid w:val="00050ED7"/>
    <w:rsid w:val="00051290"/>
    <w:rsid w:val="000540C8"/>
    <w:rsid w:val="00056157"/>
    <w:rsid w:val="00057683"/>
    <w:rsid w:val="00060AA3"/>
    <w:rsid w:val="00063803"/>
    <w:rsid w:val="00065919"/>
    <w:rsid w:val="00066716"/>
    <w:rsid w:val="00066808"/>
    <w:rsid w:val="0006776B"/>
    <w:rsid w:val="000707A5"/>
    <w:rsid w:val="0007336D"/>
    <w:rsid w:val="0007434D"/>
    <w:rsid w:val="000745DA"/>
    <w:rsid w:val="00074E94"/>
    <w:rsid w:val="00075214"/>
    <w:rsid w:val="000753C9"/>
    <w:rsid w:val="00075414"/>
    <w:rsid w:val="000760BB"/>
    <w:rsid w:val="00077168"/>
    <w:rsid w:val="00077637"/>
    <w:rsid w:val="0007776F"/>
    <w:rsid w:val="00080C91"/>
    <w:rsid w:val="000824D6"/>
    <w:rsid w:val="00084B97"/>
    <w:rsid w:val="000855F8"/>
    <w:rsid w:val="00086115"/>
    <w:rsid w:val="00087DC0"/>
    <w:rsid w:val="00090208"/>
    <w:rsid w:val="00090921"/>
    <w:rsid w:val="00090F4D"/>
    <w:rsid w:val="000914FD"/>
    <w:rsid w:val="00091E72"/>
    <w:rsid w:val="00092CD3"/>
    <w:rsid w:val="00093D83"/>
    <w:rsid w:val="000965A3"/>
    <w:rsid w:val="000971AB"/>
    <w:rsid w:val="000A1A02"/>
    <w:rsid w:val="000A52CD"/>
    <w:rsid w:val="000A6ECF"/>
    <w:rsid w:val="000B7759"/>
    <w:rsid w:val="000C0656"/>
    <w:rsid w:val="000C1970"/>
    <w:rsid w:val="000C3838"/>
    <w:rsid w:val="000C3B1B"/>
    <w:rsid w:val="000C626D"/>
    <w:rsid w:val="000D1615"/>
    <w:rsid w:val="000D2F4C"/>
    <w:rsid w:val="000D368C"/>
    <w:rsid w:val="000D4112"/>
    <w:rsid w:val="000E1849"/>
    <w:rsid w:val="000E27B4"/>
    <w:rsid w:val="000E6284"/>
    <w:rsid w:val="000F0671"/>
    <w:rsid w:val="000F1B02"/>
    <w:rsid w:val="000F4D8A"/>
    <w:rsid w:val="000F4E18"/>
    <w:rsid w:val="000F5F4D"/>
    <w:rsid w:val="000F779B"/>
    <w:rsid w:val="000F7922"/>
    <w:rsid w:val="001002F8"/>
    <w:rsid w:val="00100563"/>
    <w:rsid w:val="00101EA8"/>
    <w:rsid w:val="001033CD"/>
    <w:rsid w:val="00106D2D"/>
    <w:rsid w:val="00107DD3"/>
    <w:rsid w:val="00107E65"/>
    <w:rsid w:val="00110828"/>
    <w:rsid w:val="0011126F"/>
    <w:rsid w:val="0011164C"/>
    <w:rsid w:val="00112F3C"/>
    <w:rsid w:val="0011352E"/>
    <w:rsid w:val="00113833"/>
    <w:rsid w:val="001146E9"/>
    <w:rsid w:val="00115A82"/>
    <w:rsid w:val="00115EC8"/>
    <w:rsid w:val="00116054"/>
    <w:rsid w:val="0011630C"/>
    <w:rsid w:val="001222FB"/>
    <w:rsid w:val="00123136"/>
    <w:rsid w:val="001237E4"/>
    <w:rsid w:val="001254AB"/>
    <w:rsid w:val="00125B02"/>
    <w:rsid w:val="00132DAF"/>
    <w:rsid w:val="001331C0"/>
    <w:rsid w:val="001332E2"/>
    <w:rsid w:val="001342F0"/>
    <w:rsid w:val="001410C8"/>
    <w:rsid w:val="00141B79"/>
    <w:rsid w:val="001449C9"/>
    <w:rsid w:val="00153E1B"/>
    <w:rsid w:val="001575DB"/>
    <w:rsid w:val="00157918"/>
    <w:rsid w:val="00164BF8"/>
    <w:rsid w:val="00165078"/>
    <w:rsid w:val="00165DAA"/>
    <w:rsid w:val="00165E35"/>
    <w:rsid w:val="00170AF7"/>
    <w:rsid w:val="0017135A"/>
    <w:rsid w:val="0017602A"/>
    <w:rsid w:val="00180173"/>
    <w:rsid w:val="00184EAD"/>
    <w:rsid w:val="0018569D"/>
    <w:rsid w:val="00186CF4"/>
    <w:rsid w:val="0018743E"/>
    <w:rsid w:val="001922B3"/>
    <w:rsid w:val="001942FC"/>
    <w:rsid w:val="00195D03"/>
    <w:rsid w:val="00196EBD"/>
    <w:rsid w:val="001A14FA"/>
    <w:rsid w:val="001A19FA"/>
    <w:rsid w:val="001A1D55"/>
    <w:rsid w:val="001A6400"/>
    <w:rsid w:val="001A66E6"/>
    <w:rsid w:val="001A72D3"/>
    <w:rsid w:val="001A772C"/>
    <w:rsid w:val="001A79D3"/>
    <w:rsid w:val="001B2188"/>
    <w:rsid w:val="001B2252"/>
    <w:rsid w:val="001B48DC"/>
    <w:rsid w:val="001B6CB8"/>
    <w:rsid w:val="001C18F8"/>
    <w:rsid w:val="001C22E8"/>
    <w:rsid w:val="001C4434"/>
    <w:rsid w:val="001C54FB"/>
    <w:rsid w:val="001C5CF8"/>
    <w:rsid w:val="001D15D8"/>
    <w:rsid w:val="001D1ED8"/>
    <w:rsid w:val="001D3BC6"/>
    <w:rsid w:val="001D6EA3"/>
    <w:rsid w:val="001E156B"/>
    <w:rsid w:val="001E1DB5"/>
    <w:rsid w:val="001E3808"/>
    <w:rsid w:val="001E5E1F"/>
    <w:rsid w:val="001E6728"/>
    <w:rsid w:val="001E7252"/>
    <w:rsid w:val="001E730D"/>
    <w:rsid w:val="001E7580"/>
    <w:rsid w:val="001F29B5"/>
    <w:rsid w:val="001F29FE"/>
    <w:rsid w:val="001F30F4"/>
    <w:rsid w:val="001F357F"/>
    <w:rsid w:val="001F397F"/>
    <w:rsid w:val="001F3A8B"/>
    <w:rsid w:val="001F4B1F"/>
    <w:rsid w:val="001F53A7"/>
    <w:rsid w:val="001F6303"/>
    <w:rsid w:val="00200AE5"/>
    <w:rsid w:val="002043C3"/>
    <w:rsid w:val="0021019C"/>
    <w:rsid w:val="002101F3"/>
    <w:rsid w:val="00211ED6"/>
    <w:rsid w:val="00212085"/>
    <w:rsid w:val="00212BC5"/>
    <w:rsid w:val="0021566E"/>
    <w:rsid w:val="00216425"/>
    <w:rsid w:val="00216E82"/>
    <w:rsid w:val="002173FA"/>
    <w:rsid w:val="002221FE"/>
    <w:rsid w:val="00223204"/>
    <w:rsid w:val="00223A70"/>
    <w:rsid w:val="002253C9"/>
    <w:rsid w:val="00227ADB"/>
    <w:rsid w:val="002325C0"/>
    <w:rsid w:val="00233139"/>
    <w:rsid w:val="0023414F"/>
    <w:rsid w:val="002374C0"/>
    <w:rsid w:val="00241B6E"/>
    <w:rsid w:val="00241C3E"/>
    <w:rsid w:val="00243566"/>
    <w:rsid w:val="00243D7F"/>
    <w:rsid w:val="00245068"/>
    <w:rsid w:val="00245084"/>
    <w:rsid w:val="00251D3D"/>
    <w:rsid w:val="002532C1"/>
    <w:rsid w:val="00254166"/>
    <w:rsid w:val="0025666F"/>
    <w:rsid w:val="0025779B"/>
    <w:rsid w:val="00257C4A"/>
    <w:rsid w:val="00260096"/>
    <w:rsid w:val="0026118B"/>
    <w:rsid w:val="00261D19"/>
    <w:rsid w:val="00264E97"/>
    <w:rsid w:val="00264F09"/>
    <w:rsid w:val="002669DC"/>
    <w:rsid w:val="002707A5"/>
    <w:rsid w:val="0027102F"/>
    <w:rsid w:val="002714B4"/>
    <w:rsid w:val="0027288F"/>
    <w:rsid w:val="002748DC"/>
    <w:rsid w:val="0028019E"/>
    <w:rsid w:val="002830DC"/>
    <w:rsid w:val="002868F7"/>
    <w:rsid w:val="00290726"/>
    <w:rsid w:val="0029227A"/>
    <w:rsid w:val="0029249C"/>
    <w:rsid w:val="0029303A"/>
    <w:rsid w:val="00293DD5"/>
    <w:rsid w:val="00296D06"/>
    <w:rsid w:val="002A015E"/>
    <w:rsid w:val="002A14B2"/>
    <w:rsid w:val="002A1B69"/>
    <w:rsid w:val="002A206D"/>
    <w:rsid w:val="002A2ED8"/>
    <w:rsid w:val="002A602F"/>
    <w:rsid w:val="002A66B2"/>
    <w:rsid w:val="002A6BCE"/>
    <w:rsid w:val="002A6DD4"/>
    <w:rsid w:val="002B05D3"/>
    <w:rsid w:val="002B0B62"/>
    <w:rsid w:val="002B14DF"/>
    <w:rsid w:val="002B303D"/>
    <w:rsid w:val="002B50B8"/>
    <w:rsid w:val="002B5CD2"/>
    <w:rsid w:val="002B77D0"/>
    <w:rsid w:val="002B7D66"/>
    <w:rsid w:val="002C0C6A"/>
    <w:rsid w:val="002C17B0"/>
    <w:rsid w:val="002C1A2B"/>
    <w:rsid w:val="002C2FDB"/>
    <w:rsid w:val="002C3FB1"/>
    <w:rsid w:val="002C5984"/>
    <w:rsid w:val="002C6224"/>
    <w:rsid w:val="002C77A0"/>
    <w:rsid w:val="002D057D"/>
    <w:rsid w:val="002D0913"/>
    <w:rsid w:val="002D15E8"/>
    <w:rsid w:val="002D2315"/>
    <w:rsid w:val="002D525B"/>
    <w:rsid w:val="002E0E9A"/>
    <w:rsid w:val="002E1193"/>
    <w:rsid w:val="002E45B9"/>
    <w:rsid w:val="002E4849"/>
    <w:rsid w:val="002E52CA"/>
    <w:rsid w:val="002E6294"/>
    <w:rsid w:val="002F0DA4"/>
    <w:rsid w:val="002F1343"/>
    <w:rsid w:val="002F13C5"/>
    <w:rsid w:val="002F1CEF"/>
    <w:rsid w:val="002F1F42"/>
    <w:rsid w:val="002F481A"/>
    <w:rsid w:val="002F61E8"/>
    <w:rsid w:val="002F6EE1"/>
    <w:rsid w:val="00300A83"/>
    <w:rsid w:val="00304EDA"/>
    <w:rsid w:val="00304F1E"/>
    <w:rsid w:val="003060A4"/>
    <w:rsid w:val="003125AB"/>
    <w:rsid w:val="00313FAE"/>
    <w:rsid w:val="0031504B"/>
    <w:rsid w:val="0031585E"/>
    <w:rsid w:val="0031709F"/>
    <w:rsid w:val="00317C62"/>
    <w:rsid w:val="00322492"/>
    <w:rsid w:val="003236F0"/>
    <w:rsid w:val="003243ED"/>
    <w:rsid w:val="00325D50"/>
    <w:rsid w:val="00330196"/>
    <w:rsid w:val="00330B20"/>
    <w:rsid w:val="00332E0A"/>
    <w:rsid w:val="0033341A"/>
    <w:rsid w:val="0033583A"/>
    <w:rsid w:val="00335A0A"/>
    <w:rsid w:val="00335B4D"/>
    <w:rsid w:val="00342AE6"/>
    <w:rsid w:val="00343F39"/>
    <w:rsid w:val="003442A4"/>
    <w:rsid w:val="00344C20"/>
    <w:rsid w:val="00344CF9"/>
    <w:rsid w:val="0035195A"/>
    <w:rsid w:val="00351AD8"/>
    <w:rsid w:val="003536AF"/>
    <w:rsid w:val="00354D5C"/>
    <w:rsid w:val="00355391"/>
    <w:rsid w:val="0035667E"/>
    <w:rsid w:val="0036460C"/>
    <w:rsid w:val="003712C5"/>
    <w:rsid w:val="00371B47"/>
    <w:rsid w:val="00372EB8"/>
    <w:rsid w:val="00373A06"/>
    <w:rsid w:val="003751ED"/>
    <w:rsid w:val="00375B9B"/>
    <w:rsid w:val="00375CCD"/>
    <w:rsid w:val="00376126"/>
    <w:rsid w:val="00377F99"/>
    <w:rsid w:val="0038117B"/>
    <w:rsid w:val="00381232"/>
    <w:rsid w:val="0038624A"/>
    <w:rsid w:val="00386CD6"/>
    <w:rsid w:val="003906C1"/>
    <w:rsid w:val="00391F4F"/>
    <w:rsid w:val="00392B16"/>
    <w:rsid w:val="003936E7"/>
    <w:rsid w:val="00393D84"/>
    <w:rsid w:val="00397D14"/>
    <w:rsid w:val="003A43B2"/>
    <w:rsid w:val="003A749D"/>
    <w:rsid w:val="003B036E"/>
    <w:rsid w:val="003B0AF0"/>
    <w:rsid w:val="003B3213"/>
    <w:rsid w:val="003B354F"/>
    <w:rsid w:val="003B4DD4"/>
    <w:rsid w:val="003B51B0"/>
    <w:rsid w:val="003B5264"/>
    <w:rsid w:val="003C1619"/>
    <w:rsid w:val="003C3388"/>
    <w:rsid w:val="003C5916"/>
    <w:rsid w:val="003C621B"/>
    <w:rsid w:val="003C66D2"/>
    <w:rsid w:val="003C72F7"/>
    <w:rsid w:val="003D2D59"/>
    <w:rsid w:val="003D2FC2"/>
    <w:rsid w:val="003D5CB3"/>
    <w:rsid w:val="003D79C0"/>
    <w:rsid w:val="003D7BA1"/>
    <w:rsid w:val="003E2290"/>
    <w:rsid w:val="003E2954"/>
    <w:rsid w:val="003E6BCD"/>
    <w:rsid w:val="003E73B8"/>
    <w:rsid w:val="003E7DBA"/>
    <w:rsid w:val="003F20EB"/>
    <w:rsid w:val="003F2ADF"/>
    <w:rsid w:val="003F2B99"/>
    <w:rsid w:val="003F3F26"/>
    <w:rsid w:val="003F61B7"/>
    <w:rsid w:val="003F669F"/>
    <w:rsid w:val="0040184C"/>
    <w:rsid w:val="004065BC"/>
    <w:rsid w:val="00406A8C"/>
    <w:rsid w:val="00407364"/>
    <w:rsid w:val="0041170E"/>
    <w:rsid w:val="00411976"/>
    <w:rsid w:val="00412D3D"/>
    <w:rsid w:val="00413459"/>
    <w:rsid w:val="004156A8"/>
    <w:rsid w:val="004164B8"/>
    <w:rsid w:val="00420030"/>
    <w:rsid w:val="00420DC7"/>
    <w:rsid w:val="00422DC3"/>
    <w:rsid w:val="00424424"/>
    <w:rsid w:val="00424D11"/>
    <w:rsid w:val="00426718"/>
    <w:rsid w:val="00433215"/>
    <w:rsid w:val="00433DDD"/>
    <w:rsid w:val="004340D2"/>
    <w:rsid w:val="00434372"/>
    <w:rsid w:val="00435431"/>
    <w:rsid w:val="004362AB"/>
    <w:rsid w:val="00436FCD"/>
    <w:rsid w:val="00440E2A"/>
    <w:rsid w:val="00441C54"/>
    <w:rsid w:val="00441D1A"/>
    <w:rsid w:val="00442403"/>
    <w:rsid w:val="00444FF2"/>
    <w:rsid w:val="004515E3"/>
    <w:rsid w:val="00457E17"/>
    <w:rsid w:val="00460FD8"/>
    <w:rsid w:val="004624C0"/>
    <w:rsid w:val="0046405B"/>
    <w:rsid w:val="00464988"/>
    <w:rsid w:val="004700FC"/>
    <w:rsid w:val="0047011F"/>
    <w:rsid w:val="0047035F"/>
    <w:rsid w:val="004725EC"/>
    <w:rsid w:val="00473983"/>
    <w:rsid w:val="00473E41"/>
    <w:rsid w:val="004766DE"/>
    <w:rsid w:val="00477DD3"/>
    <w:rsid w:val="00482985"/>
    <w:rsid w:val="00483D3D"/>
    <w:rsid w:val="00486043"/>
    <w:rsid w:val="004866C0"/>
    <w:rsid w:val="004875A0"/>
    <w:rsid w:val="00490BAE"/>
    <w:rsid w:val="00491264"/>
    <w:rsid w:val="004928F5"/>
    <w:rsid w:val="00493A17"/>
    <w:rsid w:val="004954A8"/>
    <w:rsid w:val="00497E9F"/>
    <w:rsid w:val="004A3ACD"/>
    <w:rsid w:val="004A6B58"/>
    <w:rsid w:val="004B1B32"/>
    <w:rsid w:val="004B2B96"/>
    <w:rsid w:val="004B4283"/>
    <w:rsid w:val="004B49B3"/>
    <w:rsid w:val="004B7222"/>
    <w:rsid w:val="004B7CEB"/>
    <w:rsid w:val="004C111C"/>
    <w:rsid w:val="004C1A8D"/>
    <w:rsid w:val="004C71C8"/>
    <w:rsid w:val="004C7A6D"/>
    <w:rsid w:val="004C7D85"/>
    <w:rsid w:val="004D0773"/>
    <w:rsid w:val="004D08C5"/>
    <w:rsid w:val="004D1DD8"/>
    <w:rsid w:val="004D445D"/>
    <w:rsid w:val="004E0EBB"/>
    <w:rsid w:val="004E3E7C"/>
    <w:rsid w:val="004E4A7B"/>
    <w:rsid w:val="004E5D2D"/>
    <w:rsid w:val="004E6EF1"/>
    <w:rsid w:val="004F528B"/>
    <w:rsid w:val="004F64EA"/>
    <w:rsid w:val="004F6EE1"/>
    <w:rsid w:val="004F7F76"/>
    <w:rsid w:val="00500ECE"/>
    <w:rsid w:val="00502190"/>
    <w:rsid w:val="00502667"/>
    <w:rsid w:val="00505306"/>
    <w:rsid w:val="0050723B"/>
    <w:rsid w:val="005073B0"/>
    <w:rsid w:val="00507CE8"/>
    <w:rsid w:val="00507EDA"/>
    <w:rsid w:val="00507F3C"/>
    <w:rsid w:val="00513390"/>
    <w:rsid w:val="00517276"/>
    <w:rsid w:val="00521840"/>
    <w:rsid w:val="00521B3F"/>
    <w:rsid w:val="00521E7D"/>
    <w:rsid w:val="00522ADD"/>
    <w:rsid w:val="00523B89"/>
    <w:rsid w:val="00530350"/>
    <w:rsid w:val="005310C6"/>
    <w:rsid w:val="0053152C"/>
    <w:rsid w:val="0053161C"/>
    <w:rsid w:val="00535447"/>
    <w:rsid w:val="00535484"/>
    <w:rsid w:val="00535C5D"/>
    <w:rsid w:val="005362D5"/>
    <w:rsid w:val="00536B32"/>
    <w:rsid w:val="00537DE0"/>
    <w:rsid w:val="00542958"/>
    <w:rsid w:val="00542A83"/>
    <w:rsid w:val="005437C3"/>
    <w:rsid w:val="00543FC9"/>
    <w:rsid w:val="00545DB5"/>
    <w:rsid w:val="005468F5"/>
    <w:rsid w:val="00551159"/>
    <w:rsid w:val="00551C95"/>
    <w:rsid w:val="00554B12"/>
    <w:rsid w:val="00556391"/>
    <w:rsid w:val="0055678B"/>
    <w:rsid w:val="0055724D"/>
    <w:rsid w:val="005611A9"/>
    <w:rsid w:val="00561D0E"/>
    <w:rsid w:val="00561F37"/>
    <w:rsid w:val="005623FB"/>
    <w:rsid w:val="00562C5F"/>
    <w:rsid w:val="00565A98"/>
    <w:rsid w:val="005673B3"/>
    <w:rsid w:val="00570B8E"/>
    <w:rsid w:val="00572C83"/>
    <w:rsid w:val="005732FF"/>
    <w:rsid w:val="00573F97"/>
    <w:rsid w:val="0057440C"/>
    <w:rsid w:val="00574C42"/>
    <w:rsid w:val="00575293"/>
    <w:rsid w:val="005762D6"/>
    <w:rsid w:val="00576835"/>
    <w:rsid w:val="00577132"/>
    <w:rsid w:val="005815CC"/>
    <w:rsid w:val="00583144"/>
    <w:rsid w:val="00584267"/>
    <w:rsid w:val="005842F7"/>
    <w:rsid w:val="00585022"/>
    <w:rsid w:val="00587815"/>
    <w:rsid w:val="005904EA"/>
    <w:rsid w:val="00596B81"/>
    <w:rsid w:val="00597582"/>
    <w:rsid w:val="005A093E"/>
    <w:rsid w:val="005A0BEE"/>
    <w:rsid w:val="005A0E1A"/>
    <w:rsid w:val="005A1A11"/>
    <w:rsid w:val="005A2ED7"/>
    <w:rsid w:val="005A309E"/>
    <w:rsid w:val="005A3421"/>
    <w:rsid w:val="005A4B60"/>
    <w:rsid w:val="005B3E10"/>
    <w:rsid w:val="005B52FA"/>
    <w:rsid w:val="005B5774"/>
    <w:rsid w:val="005B5DEE"/>
    <w:rsid w:val="005B7022"/>
    <w:rsid w:val="005B7238"/>
    <w:rsid w:val="005B7525"/>
    <w:rsid w:val="005C18EE"/>
    <w:rsid w:val="005C1B34"/>
    <w:rsid w:val="005C1E2E"/>
    <w:rsid w:val="005C4633"/>
    <w:rsid w:val="005D0D31"/>
    <w:rsid w:val="005D102D"/>
    <w:rsid w:val="005D1F5E"/>
    <w:rsid w:val="005D4737"/>
    <w:rsid w:val="005D5DFB"/>
    <w:rsid w:val="005D71EF"/>
    <w:rsid w:val="005D767A"/>
    <w:rsid w:val="005E2C4F"/>
    <w:rsid w:val="005E5506"/>
    <w:rsid w:val="005E6333"/>
    <w:rsid w:val="005F78E2"/>
    <w:rsid w:val="005F7F6C"/>
    <w:rsid w:val="00607130"/>
    <w:rsid w:val="00610CB4"/>
    <w:rsid w:val="00611210"/>
    <w:rsid w:val="006121CF"/>
    <w:rsid w:val="00612ED8"/>
    <w:rsid w:val="006157E5"/>
    <w:rsid w:val="00620085"/>
    <w:rsid w:val="0062387F"/>
    <w:rsid w:val="00623B3C"/>
    <w:rsid w:val="00627DAE"/>
    <w:rsid w:val="006307AF"/>
    <w:rsid w:val="0063174F"/>
    <w:rsid w:val="00631BD1"/>
    <w:rsid w:val="0063259A"/>
    <w:rsid w:val="00632F28"/>
    <w:rsid w:val="0063302A"/>
    <w:rsid w:val="00634748"/>
    <w:rsid w:val="00635575"/>
    <w:rsid w:val="006379C4"/>
    <w:rsid w:val="00637B7C"/>
    <w:rsid w:val="00642407"/>
    <w:rsid w:val="00642FEF"/>
    <w:rsid w:val="0064362F"/>
    <w:rsid w:val="00643A7D"/>
    <w:rsid w:val="006444D7"/>
    <w:rsid w:val="00647CCB"/>
    <w:rsid w:val="00651166"/>
    <w:rsid w:val="00653F8F"/>
    <w:rsid w:val="006542BE"/>
    <w:rsid w:val="0065538A"/>
    <w:rsid w:val="0065549E"/>
    <w:rsid w:val="00657883"/>
    <w:rsid w:val="00657C89"/>
    <w:rsid w:val="00660F12"/>
    <w:rsid w:val="00661CD1"/>
    <w:rsid w:val="00662499"/>
    <w:rsid w:val="00664036"/>
    <w:rsid w:val="00664D0B"/>
    <w:rsid w:val="006656CD"/>
    <w:rsid w:val="00673BB2"/>
    <w:rsid w:val="00674B1D"/>
    <w:rsid w:val="00676651"/>
    <w:rsid w:val="0067761E"/>
    <w:rsid w:val="00677CAE"/>
    <w:rsid w:val="00681840"/>
    <w:rsid w:val="00683D98"/>
    <w:rsid w:val="006840E9"/>
    <w:rsid w:val="00685933"/>
    <w:rsid w:val="00685FD6"/>
    <w:rsid w:val="00686425"/>
    <w:rsid w:val="00686FB3"/>
    <w:rsid w:val="00694BEE"/>
    <w:rsid w:val="00694CD1"/>
    <w:rsid w:val="00695F1A"/>
    <w:rsid w:val="0069693B"/>
    <w:rsid w:val="00696B03"/>
    <w:rsid w:val="006A6BAA"/>
    <w:rsid w:val="006A7DC9"/>
    <w:rsid w:val="006B1E7D"/>
    <w:rsid w:val="006B56AA"/>
    <w:rsid w:val="006B5FD3"/>
    <w:rsid w:val="006C0C72"/>
    <w:rsid w:val="006C1E90"/>
    <w:rsid w:val="006C1FF3"/>
    <w:rsid w:val="006C478E"/>
    <w:rsid w:val="006C5687"/>
    <w:rsid w:val="006C689E"/>
    <w:rsid w:val="006C6A68"/>
    <w:rsid w:val="006C7205"/>
    <w:rsid w:val="006D07E6"/>
    <w:rsid w:val="006D136E"/>
    <w:rsid w:val="006D1AA8"/>
    <w:rsid w:val="006D1AD9"/>
    <w:rsid w:val="006D34F8"/>
    <w:rsid w:val="006E02E2"/>
    <w:rsid w:val="006E0397"/>
    <w:rsid w:val="006E047E"/>
    <w:rsid w:val="006E2FC1"/>
    <w:rsid w:val="006E4432"/>
    <w:rsid w:val="006E4485"/>
    <w:rsid w:val="006E60BE"/>
    <w:rsid w:val="006E6645"/>
    <w:rsid w:val="006F0AF5"/>
    <w:rsid w:val="006F44B4"/>
    <w:rsid w:val="006F4C47"/>
    <w:rsid w:val="00700D9B"/>
    <w:rsid w:val="007029D8"/>
    <w:rsid w:val="00702A76"/>
    <w:rsid w:val="007035D5"/>
    <w:rsid w:val="007035E7"/>
    <w:rsid w:val="007060FB"/>
    <w:rsid w:val="0070639E"/>
    <w:rsid w:val="00706A0E"/>
    <w:rsid w:val="007070E1"/>
    <w:rsid w:val="00707554"/>
    <w:rsid w:val="00710CB3"/>
    <w:rsid w:val="00710FB6"/>
    <w:rsid w:val="00715AD4"/>
    <w:rsid w:val="0071685A"/>
    <w:rsid w:val="0072065E"/>
    <w:rsid w:val="00722A28"/>
    <w:rsid w:val="007273C2"/>
    <w:rsid w:val="0073144D"/>
    <w:rsid w:val="007327A2"/>
    <w:rsid w:val="00732FF9"/>
    <w:rsid w:val="00736D6D"/>
    <w:rsid w:val="00741FDB"/>
    <w:rsid w:val="00743534"/>
    <w:rsid w:val="00743B2F"/>
    <w:rsid w:val="00743FA8"/>
    <w:rsid w:val="00745D53"/>
    <w:rsid w:val="00746535"/>
    <w:rsid w:val="007515B4"/>
    <w:rsid w:val="007539B7"/>
    <w:rsid w:val="007541E9"/>
    <w:rsid w:val="007553B5"/>
    <w:rsid w:val="00762228"/>
    <w:rsid w:val="00762357"/>
    <w:rsid w:val="00765250"/>
    <w:rsid w:val="00765FA7"/>
    <w:rsid w:val="0077067A"/>
    <w:rsid w:val="0077077F"/>
    <w:rsid w:val="00771133"/>
    <w:rsid w:val="00774D7A"/>
    <w:rsid w:val="007767B1"/>
    <w:rsid w:val="00777843"/>
    <w:rsid w:val="0078326A"/>
    <w:rsid w:val="00784FEF"/>
    <w:rsid w:val="00785F3B"/>
    <w:rsid w:val="00786636"/>
    <w:rsid w:val="00787159"/>
    <w:rsid w:val="007903A0"/>
    <w:rsid w:val="00794B4D"/>
    <w:rsid w:val="00794BB9"/>
    <w:rsid w:val="007953E0"/>
    <w:rsid w:val="0079613A"/>
    <w:rsid w:val="0079647B"/>
    <w:rsid w:val="007979ED"/>
    <w:rsid w:val="007A034D"/>
    <w:rsid w:val="007A2799"/>
    <w:rsid w:val="007A7E30"/>
    <w:rsid w:val="007B0663"/>
    <w:rsid w:val="007B150D"/>
    <w:rsid w:val="007B27AB"/>
    <w:rsid w:val="007B61F0"/>
    <w:rsid w:val="007B66DD"/>
    <w:rsid w:val="007C20BB"/>
    <w:rsid w:val="007C5347"/>
    <w:rsid w:val="007C7513"/>
    <w:rsid w:val="007C7C7B"/>
    <w:rsid w:val="007D0FC8"/>
    <w:rsid w:val="007D0FD0"/>
    <w:rsid w:val="007D1AF5"/>
    <w:rsid w:val="007D2F8F"/>
    <w:rsid w:val="007D42CB"/>
    <w:rsid w:val="007D6138"/>
    <w:rsid w:val="007E1700"/>
    <w:rsid w:val="007E54CD"/>
    <w:rsid w:val="007E58B4"/>
    <w:rsid w:val="007E5F77"/>
    <w:rsid w:val="007E6273"/>
    <w:rsid w:val="007F1DBB"/>
    <w:rsid w:val="007F2D0D"/>
    <w:rsid w:val="007F48CD"/>
    <w:rsid w:val="007F55C9"/>
    <w:rsid w:val="007F5BA1"/>
    <w:rsid w:val="00800848"/>
    <w:rsid w:val="008022B7"/>
    <w:rsid w:val="008032F1"/>
    <w:rsid w:val="008047F7"/>
    <w:rsid w:val="00804BBE"/>
    <w:rsid w:val="008052FD"/>
    <w:rsid w:val="008115C4"/>
    <w:rsid w:val="00813C19"/>
    <w:rsid w:val="00813F21"/>
    <w:rsid w:val="00821B4B"/>
    <w:rsid w:val="0082245D"/>
    <w:rsid w:val="008224DD"/>
    <w:rsid w:val="00825DB1"/>
    <w:rsid w:val="008276A3"/>
    <w:rsid w:val="0083118A"/>
    <w:rsid w:val="0083299E"/>
    <w:rsid w:val="00832ADC"/>
    <w:rsid w:val="00835F8D"/>
    <w:rsid w:val="00836A77"/>
    <w:rsid w:val="0083762B"/>
    <w:rsid w:val="00837F3B"/>
    <w:rsid w:val="00841AEE"/>
    <w:rsid w:val="00843C99"/>
    <w:rsid w:val="00846C1E"/>
    <w:rsid w:val="00847BE0"/>
    <w:rsid w:val="0085126C"/>
    <w:rsid w:val="00852762"/>
    <w:rsid w:val="008542A0"/>
    <w:rsid w:val="0086042B"/>
    <w:rsid w:val="00860B9C"/>
    <w:rsid w:val="00863D6D"/>
    <w:rsid w:val="0086401C"/>
    <w:rsid w:val="00871BA3"/>
    <w:rsid w:val="008759BF"/>
    <w:rsid w:val="00875E04"/>
    <w:rsid w:val="008764E1"/>
    <w:rsid w:val="0088095D"/>
    <w:rsid w:val="00880BCE"/>
    <w:rsid w:val="00881F82"/>
    <w:rsid w:val="0088227F"/>
    <w:rsid w:val="00882D36"/>
    <w:rsid w:val="00884581"/>
    <w:rsid w:val="00886A16"/>
    <w:rsid w:val="00890A16"/>
    <w:rsid w:val="008914F2"/>
    <w:rsid w:val="00892D96"/>
    <w:rsid w:val="00893D59"/>
    <w:rsid w:val="008943AC"/>
    <w:rsid w:val="008965EE"/>
    <w:rsid w:val="008A0A9E"/>
    <w:rsid w:val="008A0E3F"/>
    <w:rsid w:val="008A3F98"/>
    <w:rsid w:val="008A53AA"/>
    <w:rsid w:val="008B068E"/>
    <w:rsid w:val="008B5937"/>
    <w:rsid w:val="008B7BD5"/>
    <w:rsid w:val="008C0A9E"/>
    <w:rsid w:val="008C2060"/>
    <w:rsid w:val="008C2164"/>
    <w:rsid w:val="008C21D3"/>
    <w:rsid w:val="008C263D"/>
    <w:rsid w:val="008C4312"/>
    <w:rsid w:val="008C6738"/>
    <w:rsid w:val="008D39C5"/>
    <w:rsid w:val="008D5CD3"/>
    <w:rsid w:val="008D5F56"/>
    <w:rsid w:val="008D5FCE"/>
    <w:rsid w:val="008D6C0F"/>
    <w:rsid w:val="008D7964"/>
    <w:rsid w:val="008E1317"/>
    <w:rsid w:val="008E28F5"/>
    <w:rsid w:val="008E3950"/>
    <w:rsid w:val="008E4147"/>
    <w:rsid w:val="008E4F56"/>
    <w:rsid w:val="008E60AB"/>
    <w:rsid w:val="008E62AF"/>
    <w:rsid w:val="008E7C42"/>
    <w:rsid w:val="008F30FF"/>
    <w:rsid w:val="008F461B"/>
    <w:rsid w:val="008F4AD9"/>
    <w:rsid w:val="008F75D7"/>
    <w:rsid w:val="00902116"/>
    <w:rsid w:val="00903745"/>
    <w:rsid w:val="00905397"/>
    <w:rsid w:val="00906082"/>
    <w:rsid w:val="009075AB"/>
    <w:rsid w:val="009111E0"/>
    <w:rsid w:val="00911978"/>
    <w:rsid w:val="009138A0"/>
    <w:rsid w:val="00913E2B"/>
    <w:rsid w:val="00915AD0"/>
    <w:rsid w:val="009172F6"/>
    <w:rsid w:val="00917557"/>
    <w:rsid w:val="0092029E"/>
    <w:rsid w:val="009220FE"/>
    <w:rsid w:val="009268F2"/>
    <w:rsid w:val="009276AB"/>
    <w:rsid w:val="00930582"/>
    <w:rsid w:val="009316FD"/>
    <w:rsid w:val="009327C9"/>
    <w:rsid w:val="00932B07"/>
    <w:rsid w:val="0093395D"/>
    <w:rsid w:val="0093524A"/>
    <w:rsid w:val="00937F99"/>
    <w:rsid w:val="009459CD"/>
    <w:rsid w:val="00945BBF"/>
    <w:rsid w:val="00947AEA"/>
    <w:rsid w:val="00947EDC"/>
    <w:rsid w:val="009504D6"/>
    <w:rsid w:val="009534D9"/>
    <w:rsid w:val="00953951"/>
    <w:rsid w:val="00954E6A"/>
    <w:rsid w:val="009608C1"/>
    <w:rsid w:val="009617D4"/>
    <w:rsid w:val="00961D2B"/>
    <w:rsid w:val="009635BE"/>
    <w:rsid w:val="00964D95"/>
    <w:rsid w:val="009708C6"/>
    <w:rsid w:val="00971A57"/>
    <w:rsid w:val="00977054"/>
    <w:rsid w:val="00981835"/>
    <w:rsid w:val="00983930"/>
    <w:rsid w:val="009843AA"/>
    <w:rsid w:val="009873BB"/>
    <w:rsid w:val="00987F3C"/>
    <w:rsid w:val="00990505"/>
    <w:rsid w:val="009922A4"/>
    <w:rsid w:val="009925EE"/>
    <w:rsid w:val="00993773"/>
    <w:rsid w:val="00994E8A"/>
    <w:rsid w:val="00995FC0"/>
    <w:rsid w:val="009973F7"/>
    <w:rsid w:val="009A2B10"/>
    <w:rsid w:val="009A4573"/>
    <w:rsid w:val="009A4B70"/>
    <w:rsid w:val="009A754B"/>
    <w:rsid w:val="009B0105"/>
    <w:rsid w:val="009B0D73"/>
    <w:rsid w:val="009B17F1"/>
    <w:rsid w:val="009B30EB"/>
    <w:rsid w:val="009B5AF9"/>
    <w:rsid w:val="009B6A19"/>
    <w:rsid w:val="009B7525"/>
    <w:rsid w:val="009C00D2"/>
    <w:rsid w:val="009C0CC4"/>
    <w:rsid w:val="009C2166"/>
    <w:rsid w:val="009C28B9"/>
    <w:rsid w:val="009C5C12"/>
    <w:rsid w:val="009D112E"/>
    <w:rsid w:val="009D2925"/>
    <w:rsid w:val="009D393B"/>
    <w:rsid w:val="009D4A18"/>
    <w:rsid w:val="009D57EA"/>
    <w:rsid w:val="009D66B8"/>
    <w:rsid w:val="009D6B05"/>
    <w:rsid w:val="009D6CE5"/>
    <w:rsid w:val="009E372D"/>
    <w:rsid w:val="009E38F8"/>
    <w:rsid w:val="009E7D7C"/>
    <w:rsid w:val="009F2735"/>
    <w:rsid w:val="009F2A73"/>
    <w:rsid w:val="009F2AEC"/>
    <w:rsid w:val="009F33A1"/>
    <w:rsid w:val="009F55B4"/>
    <w:rsid w:val="00A00628"/>
    <w:rsid w:val="00A01294"/>
    <w:rsid w:val="00A02E16"/>
    <w:rsid w:val="00A061DC"/>
    <w:rsid w:val="00A071F4"/>
    <w:rsid w:val="00A07FEE"/>
    <w:rsid w:val="00A10304"/>
    <w:rsid w:val="00A10432"/>
    <w:rsid w:val="00A132C7"/>
    <w:rsid w:val="00A20704"/>
    <w:rsid w:val="00A21319"/>
    <w:rsid w:val="00A22E19"/>
    <w:rsid w:val="00A24048"/>
    <w:rsid w:val="00A257CA"/>
    <w:rsid w:val="00A268BA"/>
    <w:rsid w:val="00A328AA"/>
    <w:rsid w:val="00A32F2E"/>
    <w:rsid w:val="00A33E90"/>
    <w:rsid w:val="00A3534A"/>
    <w:rsid w:val="00A35740"/>
    <w:rsid w:val="00A36360"/>
    <w:rsid w:val="00A40308"/>
    <w:rsid w:val="00A45379"/>
    <w:rsid w:val="00A4680C"/>
    <w:rsid w:val="00A47749"/>
    <w:rsid w:val="00A5090B"/>
    <w:rsid w:val="00A5279E"/>
    <w:rsid w:val="00A542B6"/>
    <w:rsid w:val="00A55672"/>
    <w:rsid w:val="00A560CD"/>
    <w:rsid w:val="00A60EB5"/>
    <w:rsid w:val="00A62206"/>
    <w:rsid w:val="00A638AE"/>
    <w:rsid w:val="00A64580"/>
    <w:rsid w:val="00A64B31"/>
    <w:rsid w:val="00A66791"/>
    <w:rsid w:val="00A678C3"/>
    <w:rsid w:val="00A71CF1"/>
    <w:rsid w:val="00A72931"/>
    <w:rsid w:val="00A73531"/>
    <w:rsid w:val="00A7358F"/>
    <w:rsid w:val="00A751D3"/>
    <w:rsid w:val="00A75CAD"/>
    <w:rsid w:val="00A8186C"/>
    <w:rsid w:val="00A82781"/>
    <w:rsid w:val="00A83340"/>
    <w:rsid w:val="00A85A3F"/>
    <w:rsid w:val="00A865A4"/>
    <w:rsid w:val="00A870C2"/>
    <w:rsid w:val="00A8759E"/>
    <w:rsid w:val="00A8787E"/>
    <w:rsid w:val="00A9111A"/>
    <w:rsid w:val="00A919F0"/>
    <w:rsid w:val="00A922B6"/>
    <w:rsid w:val="00A92DA9"/>
    <w:rsid w:val="00A92E78"/>
    <w:rsid w:val="00A9302C"/>
    <w:rsid w:val="00A935BD"/>
    <w:rsid w:val="00A9406F"/>
    <w:rsid w:val="00A95433"/>
    <w:rsid w:val="00AA24D7"/>
    <w:rsid w:val="00AA4C64"/>
    <w:rsid w:val="00AA4D59"/>
    <w:rsid w:val="00AA59F3"/>
    <w:rsid w:val="00AB045C"/>
    <w:rsid w:val="00AB0563"/>
    <w:rsid w:val="00AB314F"/>
    <w:rsid w:val="00AB47CA"/>
    <w:rsid w:val="00AB5E79"/>
    <w:rsid w:val="00AB6BC1"/>
    <w:rsid w:val="00AB78AC"/>
    <w:rsid w:val="00AB7DBD"/>
    <w:rsid w:val="00AC24DE"/>
    <w:rsid w:val="00AC2F9E"/>
    <w:rsid w:val="00AC31E1"/>
    <w:rsid w:val="00AC3795"/>
    <w:rsid w:val="00AC7B6C"/>
    <w:rsid w:val="00AD01EE"/>
    <w:rsid w:val="00AD07F4"/>
    <w:rsid w:val="00AD0DCE"/>
    <w:rsid w:val="00AD0F36"/>
    <w:rsid w:val="00AD194B"/>
    <w:rsid w:val="00AD304B"/>
    <w:rsid w:val="00AD334C"/>
    <w:rsid w:val="00AD3A99"/>
    <w:rsid w:val="00AD5CD4"/>
    <w:rsid w:val="00AE230E"/>
    <w:rsid w:val="00AE2F2D"/>
    <w:rsid w:val="00AE4932"/>
    <w:rsid w:val="00AE4C6B"/>
    <w:rsid w:val="00AE5F56"/>
    <w:rsid w:val="00AE7C6B"/>
    <w:rsid w:val="00AF16F8"/>
    <w:rsid w:val="00AF1E42"/>
    <w:rsid w:val="00AF36ED"/>
    <w:rsid w:val="00AF3C57"/>
    <w:rsid w:val="00AF50FF"/>
    <w:rsid w:val="00AF67C1"/>
    <w:rsid w:val="00AF6AE7"/>
    <w:rsid w:val="00AF744C"/>
    <w:rsid w:val="00B023AD"/>
    <w:rsid w:val="00B029DA"/>
    <w:rsid w:val="00B03286"/>
    <w:rsid w:val="00B039CC"/>
    <w:rsid w:val="00B11C81"/>
    <w:rsid w:val="00B15499"/>
    <w:rsid w:val="00B15DFA"/>
    <w:rsid w:val="00B15FCE"/>
    <w:rsid w:val="00B261CE"/>
    <w:rsid w:val="00B261F7"/>
    <w:rsid w:val="00B30626"/>
    <w:rsid w:val="00B32426"/>
    <w:rsid w:val="00B32B39"/>
    <w:rsid w:val="00B33C69"/>
    <w:rsid w:val="00B3469A"/>
    <w:rsid w:val="00B353E5"/>
    <w:rsid w:val="00B371D3"/>
    <w:rsid w:val="00B40681"/>
    <w:rsid w:val="00B42FED"/>
    <w:rsid w:val="00B442B4"/>
    <w:rsid w:val="00B46C84"/>
    <w:rsid w:val="00B470E0"/>
    <w:rsid w:val="00B52BA6"/>
    <w:rsid w:val="00B5341A"/>
    <w:rsid w:val="00B5467C"/>
    <w:rsid w:val="00B55776"/>
    <w:rsid w:val="00B57049"/>
    <w:rsid w:val="00B60102"/>
    <w:rsid w:val="00B603AE"/>
    <w:rsid w:val="00B60D16"/>
    <w:rsid w:val="00B637C7"/>
    <w:rsid w:val="00B641AD"/>
    <w:rsid w:val="00B66DA6"/>
    <w:rsid w:val="00B67661"/>
    <w:rsid w:val="00B67663"/>
    <w:rsid w:val="00B70EBE"/>
    <w:rsid w:val="00B70F8A"/>
    <w:rsid w:val="00B73E6E"/>
    <w:rsid w:val="00B746A5"/>
    <w:rsid w:val="00B74865"/>
    <w:rsid w:val="00B77615"/>
    <w:rsid w:val="00B776CE"/>
    <w:rsid w:val="00B778FC"/>
    <w:rsid w:val="00B832AF"/>
    <w:rsid w:val="00B87026"/>
    <w:rsid w:val="00B916B8"/>
    <w:rsid w:val="00B944D9"/>
    <w:rsid w:val="00B9566B"/>
    <w:rsid w:val="00BA31D7"/>
    <w:rsid w:val="00BB1B31"/>
    <w:rsid w:val="00BB352F"/>
    <w:rsid w:val="00BB4EFB"/>
    <w:rsid w:val="00BB6E8B"/>
    <w:rsid w:val="00BC01F4"/>
    <w:rsid w:val="00BC2065"/>
    <w:rsid w:val="00BC206E"/>
    <w:rsid w:val="00BC2A03"/>
    <w:rsid w:val="00BC54C7"/>
    <w:rsid w:val="00BD0716"/>
    <w:rsid w:val="00BD3823"/>
    <w:rsid w:val="00BD4AA8"/>
    <w:rsid w:val="00BD52B1"/>
    <w:rsid w:val="00BD52D4"/>
    <w:rsid w:val="00BD627E"/>
    <w:rsid w:val="00BD6803"/>
    <w:rsid w:val="00BE11E5"/>
    <w:rsid w:val="00BE432E"/>
    <w:rsid w:val="00BE481F"/>
    <w:rsid w:val="00BE65E4"/>
    <w:rsid w:val="00BE7607"/>
    <w:rsid w:val="00BF1459"/>
    <w:rsid w:val="00BF2225"/>
    <w:rsid w:val="00BF2F27"/>
    <w:rsid w:val="00BF51E4"/>
    <w:rsid w:val="00BF570A"/>
    <w:rsid w:val="00BF5F06"/>
    <w:rsid w:val="00BF6B15"/>
    <w:rsid w:val="00BF7927"/>
    <w:rsid w:val="00C01A7A"/>
    <w:rsid w:val="00C01E9F"/>
    <w:rsid w:val="00C02139"/>
    <w:rsid w:val="00C04593"/>
    <w:rsid w:val="00C054B8"/>
    <w:rsid w:val="00C05767"/>
    <w:rsid w:val="00C10153"/>
    <w:rsid w:val="00C11921"/>
    <w:rsid w:val="00C12BB1"/>
    <w:rsid w:val="00C1300A"/>
    <w:rsid w:val="00C14B28"/>
    <w:rsid w:val="00C15237"/>
    <w:rsid w:val="00C1524C"/>
    <w:rsid w:val="00C155D5"/>
    <w:rsid w:val="00C1647A"/>
    <w:rsid w:val="00C16833"/>
    <w:rsid w:val="00C16CF9"/>
    <w:rsid w:val="00C177C1"/>
    <w:rsid w:val="00C2039C"/>
    <w:rsid w:val="00C22A29"/>
    <w:rsid w:val="00C2320F"/>
    <w:rsid w:val="00C23E4D"/>
    <w:rsid w:val="00C300E6"/>
    <w:rsid w:val="00C33C73"/>
    <w:rsid w:val="00C34534"/>
    <w:rsid w:val="00C3484A"/>
    <w:rsid w:val="00C36AF9"/>
    <w:rsid w:val="00C36ED1"/>
    <w:rsid w:val="00C4167D"/>
    <w:rsid w:val="00C41B32"/>
    <w:rsid w:val="00C42811"/>
    <w:rsid w:val="00C42D36"/>
    <w:rsid w:val="00C43D9F"/>
    <w:rsid w:val="00C453C9"/>
    <w:rsid w:val="00C46C49"/>
    <w:rsid w:val="00C47406"/>
    <w:rsid w:val="00C47BBC"/>
    <w:rsid w:val="00C47E5D"/>
    <w:rsid w:val="00C5010D"/>
    <w:rsid w:val="00C51790"/>
    <w:rsid w:val="00C53999"/>
    <w:rsid w:val="00C53E55"/>
    <w:rsid w:val="00C565A0"/>
    <w:rsid w:val="00C62863"/>
    <w:rsid w:val="00C631A7"/>
    <w:rsid w:val="00C6759D"/>
    <w:rsid w:val="00C70D6D"/>
    <w:rsid w:val="00C71289"/>
    <w:rsid w:val="00C72E99"/>
    <w:rsid w:val="00C73E19"/>
    <w:rsid w:val="00C765BD"/>
    <w:rsid w:val="00C77741"/>
    <w:rsid w:val="00C80AF8"/>
    <w:rsid w:val="00C84494"/>
    <w:rsid w:val="00C8637B"/>
    <w:rsid w:val="00C8640B"/>
    <w:rsid w:val="00C86827"/>
    <w:rsid w:val="00C86AC8"/>
    <w:rsid w:val="00C902E1"/>
    <w:rsid w:val="00C91306"/>
    <w:rsid w:val="00C92A99"/>
    <w:rsid w:val="00C93F70"/>
    <w:rsid w:val="00C9452C"/>
    <w:rsid w:val="00C961C2"/>
    <w:rsid w:val="00CA0307"/>
    <w:rsid w:val="00CA297D"/>
    <w:rsid w:val="00CA3980"/>
    <w:rsid w:val="00CA4142"/>
    <w:rsid w:val="00CA6DBA"/>
    <w:rsid w:val="00CA726F"/>
    <w:rsid w:val="00CB008A"/>
    <w:rsid w:val="00CB25D6"/>
    <w:rsid w:val="00CB4EC5"/>
    <w:rsid w:val="00CC14E2"/>
    <w:rsid w:val="00CC24E2"/>
    <w:rsid w:val="00CC2DF1"/>
    <w:rsid w:val="00CC3378"/>
    <w:rsid w:val="00CC44AF"/>
    <w:rsid w:val="00CD1F83"/>
    <w:rsid w:val="00CD2710"/>
    <w:rsid w:val="00CD41AD"/>
    <w:rsid w:val="00CD4DF3"/>
    <w:rsid w:val="00CD5577"/>
    <w:rsid w:val="00CD602A"/>
    <w:rsid w:val="00CD7711"/>
    <w:rsid w:val="00CE2B3C"/>
    <w:rsid w:val="00CE339C"/>
    <w:rsid w:val="00CE3906"/>
    <w:rsid w:val="00CE3CF5"/>
    <w:rsid w:val="00CE5D32"/>
    <w:rsid w:val="00CE7285"/>
    <w:rsid w:val="00CF39A6"/>
    <w:rsid w:val="00CF53C0"/>
    <w:rsid w:val="00D02C07"/>
    <w:rsid w:val="00D03D9C"/>
    <w:rsid w:val="00D07FEF"/>
    <w:rsid w:val="00D113C6"/>
    <w:rsid w:val="00D11681"/>
    <w:rsid w:val="00D155E5"/>
    <w:rsid w:val="00D169B3"/>
    <w:rsid w:val="00D16B2A"/>
    <w:rsid w:val="00D20BBE"/>
    <w:rsid w:val="00D23843"/>
    <w:rsid w:val="00D239CC"/>
    <w:rsid w:val="00D25478"/>
    <w:rsid w:val="00D334A6"/>
    <w:rsid w:val="00D334E2"/>
    <w:rsid w:val="00D36303"/>
    <w:rsid w:val="00D37335"/>
    <w:rsid w:val="00D405E2"/>
    <w:rsid w:val="00D429C9"/>
    <w:rsid w:val="00D43144"/>
    <w:rsid w:val="00D439EC"/>
    <w:rsid w:val="00D44A13"/>
    <w:rsid w:val="00D461A8"/>
    <w:rsid w:val="00D51956"/>
    <w:rsid w:val="00D55509"/>
    <w:rsid w:val="00D56ABE"/>
    <w:rsid w:val="00D605A5"/>
    <w:rsid w:val="00D66FC8"/>
    <w:rsid w:val="00D70699"/>
    <w:rsid w:val="00D74054"/>
    <w:rsid w:val="00D74ADF"/>
    <w:rsid w:val="00D754F7"/>
    <w:rsid w:val="00D75A04"/>
    <w:rsid w:val="00D76A63"/>
    <w:rsid w:val="00D772D5"/>
    <w:rsid w:val="00D81103"/>
    <w:rsid w:val="00D85D6F"/>
    <w:rsid w:val="00D85EF9"/>
    <w:rsid w:val="00D906EB"/>
    <w:rsid w:val="00D90760"/>
    <w:rsid w:val="00D914AD"/>
    <w:rsid w:val="00D94D81"/>
    <w:rsid w:val="00D954F5"/>
    <w:rsid w:val="00D96893"/>
    <w:rsid w:val="00D96A55"/>
    <w:rsid w:val="00DA20C9"/>
    <w:rsid w:val="00DA4723"/>
    <w:rsid w:val="00DA7639"/>
    <w:rsid w:val="00DB0021"/>
    <w:rsid w:val="00DB0AC4"/>
    <w:rsid w:val="00DB1020"/>
    <w:rsid w:val="00DB1688"/>
    <w:rsid w:val="00DB2859"/>
    <w:rsid w:val="00DB4925"/>
    <w:rsid w:val="00DB4A58"/>
    <w:rsid w:val="00DB56AE"/>
    <w:rsid w:val="00DB5B9A"/>
    <w:rsid w:val="00DB7408"/>
    <w:rsid w:val="00DB763E"/>
    <w:rsid w:val="00DC1FA8"/>
    <w:rsid w:val="00DC51AE"/>
    <w:rsid w:val="00DC5960"/>
    <w:rsid w:val="00DC60C9"/>
    <w:rsid w:val="00DC6C66"/>
    <w:rsid w:val="00DC751C"/>
    <w:rsid w:val="00DD1924"/>
    <w:rsid w:val="00DD2F3F"/>
    <w:rsid w:val="00DD3824"/>
    <w:rsid w:val="00DD4B42"/>
    <w:rsid w:val="00DD556C"/>
    <w:rsid w:val="00DD5EF5"/>
    <w:rsid w:val="00DE0542"/>
    <w:rsid w:val="00DE13D9"/>
    <w:rsid w:val="00DE14C9"/>
    <w:rsid w:val="00DE31A6"/>
    <w:rsid w:val="00DE5B8E"/>
    <w:rsid w:val="00DE6E6A"/>
    <w:rsid w:val="00DE727A"/>
    <w:rsid w:val="00DF0365"/>
    <w:rsid w:val="00DF0849"/>
    <w:rsid w:val="00DF0DC1"/>
    <w:rsid w:val="00DF2F03"/>
    <w:rsid w:val="00DF4E05"/>
    <w:rsid w:val="00DF5DA1"/>
    <w:rsid w:val="00E03342"/>
    <w:rsid w:val="00E1370A"/>
    <w:rsid w:val="00E20FB3"/>
    <w:rsid w:val="00E21E5E"/>
    <w:rsid w:val="00E24F65"/>
    <w:rsid w:val="00E26130"/>
    <w:rsid w:val="00E26956"/>
    <w:rsid w:val="00E27486"/>
    <w:rsid w:val="00E31B8A"/>
    <w:rsid w:val="00E31F3A"/>
    <w:rsid w:val="00E3507D"/>
    <w:rsid w:val="00E3647A"/>
    <w:rsid w:val="00E3737D"/>
    <w:rsid w:val="00E37679"/>
    <w:rsid w:val="00E403C6"/>
    <w:rsid w:val="00E40766"/>
    <w:rsid w:val="00E41C20"/>
    <w:rsid w:val="00E4258E"/>
    <w:rsid w:val="00E43516"/>
    <w:rsid w:val="00E51D3E"/>
    <w:rsid w:val="00E51FDA"/>
    <w:rsid w:val="00E53975"/>
    <w:rsid w:val="00E54DD0"/>
    <w:rsid w:val="00E578BC"/>
    <w:rsid w:val="00E617FE"/>
    <w:rsid w:val="00E62928"/>
    <w:rsid w:val="00E71718"/>
    <w:rsid w:val="00E7255B"/>
    <w:rsid w:val="00E73B7B"/>
    <w:rsid w:val="00E7412E"/>
    <w:rsid w:val="00E748DA"/>
    <w:rsid w:val="00E74FF8"/>
    <w:rsid w:val="00E75D61"/>
    <w:rsid w:val="00E75F30"/>
    <w:rsid w:val="00E81B5A"/>
    <w:rsid w:val="00E82B5D"/>
    <w:rsid w:val="00E83B1D"/>
    <w:rsid w:val="00E84888"/>
    <w:rsid w:val="00E8522C"/>
    <w:rsid w:val="00E85DF1"/>
    <w:rsid w:val="00E8600C"/>
    <w:rsid w:val="00E90939"/>
    <w:rsid w:val="00E93F9C"/>
    <w:rsid w:val="00E94165"/>
    <w:rsid w:val="00E94E82"/>
    <w:rsid w:val="00E959FC"/>
    <w:rsid w:val="00EA0AB7"/>
    <w:rsid w:val="00EA13F6"/>
    <w:rsid w:val="00EA598F"/>
    <w:rsid w:val="00EA7795"/>
    <w:rsid w:val="00EB0A3E"/>
    <w:rsid w:val="00EB0C4A"/>
    <w:rsid w:val="00EB4F8B"/>
    <w:rsid w:val="00EB71BC"/>
    <w:rsid w:val="00EC140C"/>
    <w:rsid w:val="00EC4C50"/>
    <w:rsid w:val="00EC5C3D"/>
    <w:rsid w:val="00EC6C46"/>
    <w:rsid w:val="00EC71BE"/>
    <w:rsid w:val="00EC7B66"/>
    <w:rsid w:val="00ED082C"/>
    <w:rsid w:val="00ED36B7"/>
    <w:rsid w:val="00ED46B4"/>
    <w:rsid w:val="00ED64BB"/>
    <w:rsid w:val="00EE1047"/>
    <w:rsid w:val="00EE4532"/>
    <w:rsid w:val="00EE56B6"/>
    <w:rsid w:val="00EE5FA5"/>
    <w:rsid w:val="00EE6AFD"/>
    <w:rsid w:val="00EE7CE3"/>
    <w:rsid w:val="00EF0F2F"/>
    <w:rsid w:val="00EF1455"/>
    <w:rsid w:val="00EF1B6E"/>
    <w:rsid w:val="00EF41A9"/>
    <w:rsid w:val="00EF46CB"/>
    <w:rsid w:val="00EF586A"/>
    <w:rsid w:val="00EF79EA"/>
    <w:rsid w:val="00EF7BD4"/>
    <w:rsid w:val="00F00104"/>
    <w:rsid w:val="00F0062D"/>
    <w:rsid w:val="00F0190A"/>
    <w:rsid w:val="00F03326"/>
    <w:rsid w:val="00F03346"/>
    <w:rsid w:val="00F0479C"/>
    <w:rsid w:val="00F05877"/>
    <w:rsid w:val="00F123CA"/>
    <w:rsid w:val="00F13A54"/>
    <w:rsid w:val="00F13BC6"/>
    <w:rsid w:val="00F23783"/>
    <w:rsid w:val="00F23C5E"/>
    <w:rsid w:val="00F26149"/>
    <w:rsid w:val="00F27E25"/>
    <w:rsid w:val="00F30CA2"/>
    <w:rsid w:val="00F31CFA"/>
    <w:rsid w:val="00F368CE"/>
    <w:rsid w:val="00F434C1"/>
    <w:rsid w:val="00F45A3E"/>
    <w:rsid w:val="00F45B0D"/>
    <w:rsid w:val="00F45D60"/>
    <w:rsid w:val="00F46237"/>
    <w:rsid w:val="00F51EE2"/>
    <w:rsid w:val="00F53498"/>
    <w:rsid w:val="00F534EE"/>
    <w:rsid w:val="00F53C2C"/>
    <w:rsid w:val="00F55C19"/>
    <w:rsid w:val="00F621DD"/>
    <w:rsid w:val="00F63C3B"/>
    <w:rsid w:val="00F64D74"/>
    <w:rsid w:val="00F6700B"/>
    <w:rsid w:val="00F71CCD"/>
    <w:rsid w:val="00F72B5A"/>
    <w:rsid w:val="00F72C5F"/>
    <w:rsid w:val="00F73AA8"/>
    <w:rsid w:val="00F7580A"/>
    <w:rsid w:val="00F7630A"/>
    <w:rsid w:val="00F77DB1"/>
    <w:rsid w:val="00F80564"/>
    <w:rsid w:val="00F80B12"/>
    <w:rsid w:val="00F825B7"/>
    <w:rsid w:val="00F930BC"/>
    <w:rsid w:val="00F93FBE"/>
    <w:rsid w:val="00F95826"/>
    <w:rsid w:val="00F97903"/>
    <w:rsid w:val="00F97C65"/>
    <w:rsid w:val="00FA0F5C"/>
    <w:rsid w:val="00FA2251"/>
    <w:rsid w:val="00FA69AE"/>
    <w:rsid w:val="00FA7F4D"/>
    <w:rsid w:val="00FB2337"/>
    <w:rsid w:val="00FB2CE1"/>
    <w:rsid w:val="00FB3F06"/>
    <w:rsid w:val="00FB4F0F"/>
    <w:rsid w:val="00FB6FA2"/>
    <w:rsid w:val="00FB7107"/>
    <w:rsid w:val="00FC0F1D"/>
    <w:rsid w:val="00FC1BBF"/>
    <w:rsid w:val="00FC1D45"/>
    <w:rsid w:val="00FC6871"/>
    <w:rsid w:val="00FD1A59"/>
    <w:rsid w:val="00FD2FB3"/>
    <w:rsid w:val="00FD3C80"/>
    <w:rsid w:val="00FD4266"/>
    <w:rsid w:val="00FD4D4A"/>
    <w:rsid w:val="00FD5395"/>
    <w:rsid w:val="00FD74EC"/>
    <w:rsid w:val="00FE1E24"/>
    <w:rsid w:val="00FE1F8F"/>
    <w:rsid w:val="00FE2DCF"/>
    <w:rsid w:val="00FE34C5"/>
    <w:rsid w:val="00FE5F4D"/>
    <w:rsid w:val="00FE6FC8"/>
    <w:rsid w:val="00FF17C8"/>
    <w:rsid w:val="00FF2878"/>
    <w:rsid w:val="00FF29EE"/>
    <w:rsid w:val="00FF3037"/>
    <w:rsid w:val="00FF5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21DFCE3"/>
  <w15:docId w15:val="{2AF0FD61-2438-48D8-89EF-3BAE9BDA6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1" w:qFormat="1"/>
    <w:lsdException w:name="heading 2" w:uiPriority="1"/>
    <w:lsdException w:name="heading 3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0243C0"/>
    <w:rPr>
      <w:rFonts w:ascii="Arial" w:hAnsi="Arial"/>
      <w:sz w:val="18"/>
      <w:szCs w:val="24"/>
    </w:rPr>
  </w:style>
  <w:style w:type="paragraph" w:styleId="Nagwek1">
    <w:name w:val="heading 1"/>
    <w:aliases w:val="^Nagłówek 1"/>
    <w:basedOn w:val="Normalny"/>
    <w:next w:val="Normalny"/>
    <w:link w:val="Nagwek1Znak"/>
    <w:uiPriority w:val="1"/>
    <w:qFormat/>
    <w:rsid w:val="008E1317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uiPriority w:val="1"/>
    <w:rsid w:val="00A71CF1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0C3B1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Nagwek4">
    <w:name w:val="heading 4"/>
    <w:basedOn w:val="Normalny"/>
    <w:rsid w:val="0011164C"/>
    <w:pPr>
      <w:spacing w:before="120" w:after="60" w:line="260" w:lineRule="exact"/>
      <w:outlineLvl w:val="3"/>
    </w:pPr>
    <w:rPr>
      <w:bCs/>
      <w:color w:val="000000" w:themeColor="text1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Ipoziom0">
    <w:name w:val="^I poziom"/>
    <w:basedOn w:val="IIpoziom"/>
    <w:link w:val="IpoziomZnak"/>
    <w:autoRedefine/>
    <w:uiPriority w:val="2"/>
    <w:qFormat/>
    <w:rsid w:val="008C6738"/>
    <w:pPr>
      <w:ind w:left="782"/>
    </w:pPr>
    <w:rPr>
      <w:b w:val="0"/>
      <w:color w:val="1F497D"/>
    </w:rPr>
  </w:style>
  <w:style w:type="character" w:customStyle="1" w:styleId="IpoziomZnak">
    <w:name w:val="^I poziom Znak"/>
    <w:basedOn w:val="Domylnaczcionkaakapitu"/>
    <w:link w:val="Ipoziom0"/>
    <w:uiPriority w:val="2"/>
    <w:rsid w:val="008C6738"/>
    <w:rPr>
      <w:rFonts w:ascii="Arial" w:hAnsi="Arial"/>
      <w:b/>
      <w:color w:val="1F497D"/>
      <w:sz w:val="18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8C6738"/>
    <w:pPr>
      <w:ind w:left="720"/>
      <w:contextualSpacing/>
    </w:pPr>
  </w:style>
  <w:style w:type="paragraph" w:customStyle="1" w:styleId="IIpoziom">
    <w:name w:val="^II poziom"/>
    <w:basedOn w:val="Akapitzlist"/>
    <w:link w:val="IIpoziomZnak"/>
    <w:autoRedefine/>
    <w:uiPriority w:val="2"/>
    <w:qFormat/>
    <w:rsid w:val="000D2F4C"/>
    <w:pPr>
      <w:numPr>
        <w:ilvl w:val="1"/>
        <w:numId w:val="31"/>
      </w:numPr>
      <w:spacing w:before="120" w:after="120" w:line="260" w:lineRule="exact"/>
      <w:jc w:val="both"/>
    </w:pPr>
    <w:rPr>
      <w:b/>
    </w:rPr>
  </w:style>
  <w:style w:type="character" w:customStyle="1" w:styleId="IIpoziomZnak">
    <w:name w:val="^II poziom Znak"/>
    <w:basedOn w:val="Domylnaczcionkaakapitu"/>
    <w:link w:val="IIpoziom"/>
    <w:uiPriority w:val="2"/>
    <w:rsid w:val="000D2F4C"/>
    <w:rPr>
      <w:rFonts w:ascii="Arial" w:hAnsi="Arial"/>
      <w:b/>
      <w:sz w:val="18"/>
      <w:szCs w:val="24"/>
    </w:rPr>
  </w:style>
  <w:style w:type="paragraph" w:customStyle="1" w:styleId="IIIpoziom0">
    <w:name w:val="^III poziom"/>
    <w:basedOn w:val="Akapitzlist"/>
    <w:link w:val="IIIpoziomZnak"/>
    <w:autoRedefine/>
    <w:uiPriority w:val="2"/>
    <w:qFormat/>
    <w:rsid w:val="000D2F4C"/>
    <w:pPr>
      <w:numPr>
        <w:ilvl w:val="2"/>
        <w:numId w:val="31"/>
      </w:numPr>
      <w:spacing w:line="260" w:lineRule="exact"/>
      <w:jc w:val="both"/>
    </w:pPr>
    <w:rPr>
      <w:rFonts w:cs="Arial"/>
      <w:b/>
      <w:szCs w:val="18"/>
    </w:rPr>
  </w:style>
  <w:style w:type="character" w:customStyle="1" w:styleId="IIIpoziomZnak">
    <w:name w:val="^III poziom Znak"/>
    <w:basedOn w:val="Domylnaczcionkaakapitu"/>
    <w:link w:val="IIIpoziom0"/>
    <w:uiPriority w:val="2"/>
    <w:rsid w:val="000D2F4C"/>
    <w:rPr>
      <w:rFonts w:ascii="Arial" w:hAnsi="Arial" w:cs="Arial"/>
      <w:b/>
      <w:sz w:val="18"/>
      <w:szCs w:val="18"/>
    </w:rPr>
  </w:style>
  <w:style w:type="paragraph" w:customStyle="1" w:styleId="IVpoziom0">
    <w:name w:val="^IV poziom"/>
    <w:basedOn w:val="IIIpoziom0"/>
    <w:link w:val="IVpoziomZnak"/>
    <w:autoRedefine/>
    <w:uiPriority w:val="2"/>
    <w:qFormat/>
    <w:rsid w:val="008E1317"/>
    <w:pPr>
      <w:numPr>
        <w:ilvl w:val="3"/>
      </w:numPr>
    </w:pPr>
    <w:rPr>
      <w:szCs w:val="24"/>
    </w:rPr>
  </w:style>
  <w:style w:type="character" w:customStyle="1" w:styleId="IVpoziomZnak">
    <w:name w:val="^IV poziom Znak"/>
    <w:basedOn w:val="Domylnaczcionkaakapitu"/>
    <w:link w:val="IVpoziom0"/>
    <w:uiPriority w:val="2"/>
    <w:rsid w:val="008E1317"/>
    <w:rPr>
      <w:rFonts w:ascii="Arial" w:hAnsi="Arial" w:cs="Arial"/>
      <w:sz w:val="18"/>
      <w:szCs w:val="24"/>
    </w:rPr>
  </w:style>
  <w:style w:type="paragraph" w:customStyle="1" w:styleId="komentarz">
    <w:name w:val="^komentarz"/>
    <w:basedOn w:val="Normalny"/>
    <w:link w:val="komentarzZnak"/>
    <w:uiPriority w:val="98"/>
    <w:qFormat/>
    <w:rsid w:val="008E1317"/>
    <w:pPr>
      <w:spacing w:before="120" w:after="120"/>
      <w:ind w:left="1077"/>
      <w:jc w:val="both"/>
    </w:pPr>
    <w:rPr>
      <w:i/>
      <w:color w:val="7F7F7F" w:themeColor="text1" w:themeTint="80"/>
      <w:sz w:val="16"/>
    </w:rPr>
  </w:style>
  <w:style w:type="character" w:customStyle="1" w:styleId="komentarzZnak">
    <w:name w:val="^komentarz Znak"/>
    <w:basedOn w:val="Domylnaczcionkaakapitu"/>
    <w:link w:val="komentarz"/>
    <w:uiPriority w:val="98"/>
    <w:rsid w:val="008E1317"/>
    <w:rPr>
      <w:rFonts w:ascii="Arial" w:hAnsi="Arial"/>
      <w:i/>
      <w:color w:val="7F7F7F" w:themeColor="text1" w:themeTint="80"/>
      <w:sz w:val="16"/>
      <w:szCs w:val="24"/>
    </w:rPr>
  </w:style>
  <w:style w:type="paragraph" w:customStyle="1" w:styleId="NORMALNYTEKSTBEZNUMERACJI">
    <w:name w:val="^NORMALNY TEKST BEZ NUMERACJI"/>
    <w:basedOn w:val="Normalny"/>
    <w:next w:val="Normalny"/>
    <w:uiPriority w:val="2"/>
    <w:qFormat/>
    <w:rsid w:val="008C6738"/>
    <w:pPr>
      <w:spacing w:before="120" w:after="60"/>
      <w:ind w:left="340"/>
      <w:textboxTightWrap w:val="allLines"/>
      <w:outlineLvl w:val="0"/>
    </w:pPr>
    <w:rPr>
      <w:rFonts w:cs="Arial"/>
    </w:rPr>
  </w:style>
  <w:style w:type="paragraph" w:customStyle="1" w:styleId="Podpisy">
    <w:name w:val="^Podpisy"/>
    <w:basedOn w:val="Normalny"/>
    <w:next w:val="Normalny"/>
    <w:uiPriority w:val="3"/>
    <w:qFormat/>
    <w:rsid w:val="008E1317"/>
    <w:pPr>
      <w:spacing w:before="240" w:after="120"/>
      <w:ind w:left="567"/>
      <w:jc w:val="both"/>
    </w:pPr>
    <w:rPr>
      <w:i/>
      <w:sz w:val="16"/>
      <w:szCs w:val="20"/>
    </w:rPr>
  </w:style>
  <w:style w:type="paragraph" w:customStyle="1" w:styleId="Stronatytuowa">
    <w:name w:val="^Strona tytułowa"/>
    <w:basedOn w:val="Normalny"/>
    <w:link w:val="StronatytuowaZnak"/>
    <w:qFormat/>
    <w:rsid w:val="008E1317"/>
    <w:pPr>
      <w:spacing w:before="120" w:after="120" w:line="276" w:lineRule="auto"/>
      <w:jc w:val="center"/>
    </w:pPr>
    <w:rPr>
      <w:rFonts w:cs="Arial"/>
      <w:b/>
      <w:sz w:val="32"/>
      <w:szCs w:val="20"/>
    </w:rPr>
  </w:style>
  <w:style w:type="character" w:customStyle="1" w:styleId="StronatytuowaZnak">
    <w:name w:val="^Strona tytułowa Znak"/>
    <w:basedOn w:val="Domylnaczcionkaakapitu"/>
    <w:link w:val="Stronatytuowa"/>
    <w:rsid w:val="008E1317"/>
    <w:rPr>
      <w:rFonts w:ascii="Arial" w:hAnsi="Arial" w:cs="Arial"/>
      <w:b/>
      <w:sz w:val="32"/>
    </w:rPr>
  </w:style>
  <w:style w:type="paragraph" w:customStyle="1" w:styleId="teksttabeli">
    <w:name w:val="^tekst tabeli"/>
    <w:basedOn w:val="Normalny"/>
    <w:link w:val="teksttabeliZnak"/>
    <w:uiPriority w:val="4"/>
    <w:qFormat/>
    <w:rsid w:val="008E1317"/>
    <w:rPr>
      <w:sz w:val="16"/>
    </w:rPr>
  </w:style>
  <w:style w:type="character" w:customStyle="1" w:styleId="teksttabeliZnak">
    <w:name w:val="^tekst tabeli Znak"/>
    <w:basedOn w:val="Domylnaczcionkaakapitu"/>
    <w:link w:val="teksttabeli"/>
    <w:uiPriority w:val="4"/>
    <w:rsid w:val="008E1317"/>
    <w:rPr>
      <w:rFonts w:ascii="Arial" w:hAnsi="Arial"/>
      <w:sz w:val="16"/>
      <w:szCs w:val="24"/>
    </w:rPr>
  </w:style>
  <w:style w:type="paragraph" w:customStyle="1" w:styleId="Vpoziom0">
    <w:name w:val="^V poziom"/>
    <w:basedOn w:val="Akapitzlist"/>
    <w:link w:val="VpoziomZnak"/>
    <w:autoRedefine/>
    <w:uiPriority w:val="2"/>
    <w:qFormat/>
    <w:rsid w:val="008C6738"/>
    <w:pPr>
      <w:spacing w:line="260" w:lineRule="exact"/>
      <w:ind w:left="0"/>
      <w:contextualSpacing w:val="0"/>
      <w:jc w:val="both"/>
    </w:pPr>
    <w:rPr>
      <w:rFonts w:cs="Arial"/>
    </w:rPr>
  </w:style>
  <w:style w:type="character" w:customStyle="1" w:styleId="VpoziomZnak">
    <w:name w:val="^V poziom Znak"/>
    <w:basedOn w:val="Domylnaczcionkaakapitu"/>
    <w:link w:val="Vpoziom0"/>
    <w:uiPriority w:val="2"/>
    <w:rsid w:val="008E1317"/>
    <w:rPr>
      <w:rFonts w:ascii="Arial" w:hAnsi="Arial" w:cs="Arial"/>
      <w:sz w:val="18"/>
      <w:szCs w:val="24"/>
    </w:rPr>
  </w:style>
  <w:style w:type="paragraph" w:customStyle="1" w:styleId="VIpoziom0">
    <w:name w:val="^VI poziom"/>
    <w:basedOn w:val="Akapitzlist"/>
    <w:link w:val="VIpoziomZnak"/>
    <w:autoRedefine/>
    <w:uiPriority w:val="2"/>
    <w:qFormat/>
    <w:rsid w:val="008C6738"/>
    <w:pPr>
      <w:spacing w:line="260" w:lineRule="exact"/>
      <w:ind w:left="0"/>
      <w:contextualSpacing w:val="0"/>
      <w:jc w:val="both"/>
    </w:pPr>
    <w:rPr>
      <w:rFonts w:cs="Arial"/>
    </w:rPr>
  </w:style>
  <w:style w:type="character" w:customStyle="1" w:styleId="VIpoziomZnak">
    <w:name w:val="^VI poziom Znak"/>
    <w:basedOn w:val="Domylnaczcionkaakapitu"/>
    <w:link w:val="VIpoziom0"/>
    <w:uiPriority w:val="2"/>
    <w:rsid w:val="008E1317"/>
    <w:rPr>
      <w:rFonts w:ascii="Arial" w:hAnsi="Arial" w:cs="Arial"/>
      <w:sz w:val="18"/>
      <w:szCs w:val="24"/>
    </w:rPr>
  </w:style>
  <w:style w:type="paragraph" w:styleId="Poprawka">
    <w:name w:val="Revision"/>
    <w:hidden/>
    <w:uiPriority w:val="99"/>
    <w:semiHidden/>
    <w:rsid w:val="00530350"/>
    <w:rPr>
      <w:sz w:val="24"/>
      <w:szCs w:val="24"/>
    </w:rPr>
  </w:style>
  <w:style w:type="character" w:customStyle="1" w:styleId="Nagwek1Znak">
    <w:name w:val="Nagłówek 1 Znak"/>
    <w:aliases w:val="^Nagłówek 1 Znak"/>
    <w:basedOn w:val="Domylnaczcionkaakapitu"/>
    <w:link w:val="Nagwek1"/>
    <w:uiPriority w:val="1"/>
    <w:rsid w:val="008E1317"/>
    <w:rPr>
      <w:rFonts w:ascii="Arial" w:hAnsi="Arial" w:cs="Arial"/>
      <w:b/>
      <w:bCs/>
      <w:kern w:val="3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semiHidden/>
    <w:rsid w:val="000C3B1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unhideWhenUsed/>
    <w:rsid w:val="008C6738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8C6738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C673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504D6"/>
    <w:rPr>
      <w:rFonts w:ascii="Arial" w:hAnsi="Arial"/>
      <w:sz w:val="18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C673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504D6"/>
    <w:rPr>
      <w:rFonts w:ascii="Arial" w:hAnsi="Arial"/>
      <w:sz w:val="18"/>
      <w:szCs w:val="24"/>
    </w:rPr>
  </w:style>
  <w:style w:type="character" w:styleId="Odwoaniedokomentarza">
    <w:name w:val="annotation reference"/>
    <w:basedOn w:val="Domylnaczcionkaakapitu"/>
    <w:uiPriority w:val="99"/>
    <w:unhideWhenUsed/>
    <w:rsid w:val="008C6738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8C673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E4532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8C67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EE4532"/>
    <w:rPr>
      <w:rFonts w:ascii="Arial" w:hAnsi="Arial"/>
      <w:b/>
      <w:bCs/>
    </w:rPr>
  </w:style>
  <w:style w:type="paragraph" w:styleId="Tekstdymka">
    <w:name w:val="Balloon Text"/>
    <w:basedOn w:val="Normalny"/>
    <w:link w:val="TekstdymkaZnak"/>
    <w:semiHidden/>
    <w:unhideWhenUsed/>
    <w:rsid w:val="008C6738"/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EE4532"/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unhideWhenUsed/>
    <w:rsid w:val="008C673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DC5960"/>
    <w:rPr>
      <w:rFonts w:ascii="Arial" w:hAnsi="Arial"/>
      <w:sz w:val="18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DC5960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DC5960"/>
    <w:rPr>
      <w:rFonts w:ascii="Arial" w:hAnsi="Arial"/>
      <w:sz w:val="18"/>
      <w:szCs w:val="24"/>
    </w:rPr>
  </w:style>
  <w:style w:type="paragraph" w:customStyle="1" w:styleId="IIIpoziom1">
    <w:name w:val="*III poziom"/>
    <w:basedOn w:val="Akapitzlist"/>
    <w:link w:val="IIIpoziomZnak0"/>
    <w:autoRedefine/>
    <w:qFormat/>
    <w:rsid w:val="008C6738"/>
    <w:pPr>
      <w:spacing w:after="240" w:line="260" w:lineRule="exact"/>
      <w:ind w:left="1077" w:hanging="720"/>
      <w:jc w:val="both"/>
    </w:pPr>
    <w:rPr>
      <w:rFonts w:cs="Arial"/>
      <w:szCs w:val="18"/>
    </w:rPr>
  </w:style>
  <w:style w:type="paragraph" w:customStyle="1" w:styleId="IVpoziom1">
    <w:name w:val="*IV poziom"/>
    <w:basedOn w:val="Akapitzlist"/>
    <w:link w:val="IVpoziomZnak0"/>
    <w:autoRedefine/>
    <w:qFormat/>
    <w:rsid w:val="008C6738"/>
    <w:pPr>
      <w:spacing w:line="260" w:lineRule="exact"/>
      <w:ind w:left="1077" w:hanging="720"/>
      <w:contextualSpacing w:val="0"/>
      <w:jc w:val="both"/>
    </w:pPr>
    <w:rPr>
      <w:rFonts w:cs="Arial"/>
      <w:szCs w:val="20"/>
    </w:rPr>
  </w:style>
  <w:style w:type="paragraph" w:customStyle="1" w:styleId="Vpoziom1">
    <w:name w:val="*V poziom"/>
    <w:basedOn w:val="Akapitzlist"/>
    <w:link w:val="VpoziomZnak0"/>
    <w:autoRedefine/>
    <w:qFormat/>
    <w:rsid w:val="008C6738"/>
    <w:pPr>
      <w:spacing w:line="260" w:lineRule="exact"/>
      <w:ind w:left="1417" w:hanging="226"/>
      <w:contextualSpacing w:val="0"/>
      <w:jc w:val="both"/>
    </w:pPr>
    <w:rPr>
      <w:rFonts w:cs="Arial"/>
      <w:szCs w:val="20"/>
    </w:rPr>
  </w:style>
  <w:style w:type="paragraph" w:customStyle="1" w:styleId="VIpoziom1">
    <w:name w:val="*VI poziom"/>
    <w:basedOn w:val="Akapitzlist"/>
    <w:link w:val="VIpoziomZnak0"/>
    <w:autoRedefine/>
    <w:qFormat/>
    <w:rsid w:val="008C6738"/>
    <w:pPr>
      <w:spacing w:line="260" w:lineRule="exact"/>
      <w:ind w:left="1701" w:hanging="227"/>
      <w:contextualSpacing w:val="0"/>
      <w:jc w:val="both"/>
    </w:pPr>
    <w:rPr>
      <w:rFonts w:cs="Arial"/>
      <w:szCs w:val="20"/>
    </w:rPr>
  </w:style>
  <w:style w:type="paragraph" w:customStyle="1" w:styleId="Ipoziom">
    <w:name w:val="**I poziom"/>
    <w:basedOn w:val="Akapitzlist"/>
    <w:link w:val="IpoziomZnak0"/>
    <w:autoRedefine/>
    <w:qFormat/>
    <w:rsid w:val="002D0913"/>
    <w:pPr>
      <w:keepNext/>
      <w:numPr>
        <w:numId w:val="31"/>
      </w:numPr>
      <w:spacing w:before="120" w:after="60" w:line="260" w:lineRule="exact"/>
      <w:contextualSpacing w:val="0"/>
      <w:jc w:val="both"/>
      <w:outlineLvl w:val="0"/>
    </w:pPr>
    <w:rPr>
      <w:rFonts w:cs="Arial"/>
      <w:b/>
      <w:bCs/>
      <w:smallCaps/>
      <w:color w:val="4F81BD" w:themeColor="accent1"/>
      <w:kern w:val="32"/>
      <w:sz w:val="20"/>
      <w:szCs w:val="20"/>
    </w:rPr>
  </w:style>
  <w:style w:type="character" w:customStyle="1" w:styleId="IpoziomZnak0">
    <w:name w:val="**I poziom Znak"/>
    <w:basedOn w:val="Domylnaczcionkaakapitu"/>
    <w:link w:val="Ipoziom"/>
    <w:rsid w:val="002D0913"/>
    <w:rPr>
      <w:rFonts w:ascii="Arial" w:hAnsi="Arial" w:cs="Arial"/>
      <w:b/>
      <w:bCs/>
      <w:smallCaps/>
      <w:color w:val="4F81BD" w:themeColor="accent1"/>
      <w:kern w:val="32"/>
    </w:rPr>
  </w:style>
  <w:style w:type="paragraph" w:customStyle="1" w:styleId="Default">
    <w:name w:val="Default"/>
    <w:rsid w:val="00F45D6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nyWeb">
    <w:name w:val="Normal (Web)"/>
    <w:basedOn w:val="Normalny"/>
    <w:rsid w:val="008C6738"/>
    <w:pPr>
      <w:spacing w:before="100" w:beforeAutospacing="1" w:after="100" w:afterAutospacing="1"/>
    </w:pPr>
    <w:rPr>
      <w:sz w:val="16"/>
      <w:szCs w:val="16"/>
    </w:rPr>
  </w:style>
  <w:style w:type="character" w:styleId="Uwydatnienie">
    <w:name w:val="Emphasis"/>
    <w:rsid w:val="008C6738"/>
    <w:rPr>
      <w:i/>
      <w:iCs/>
    </w:rPr>
  </w:style>
  <w:style w:type="character" w:styleId="Pogrubienie">
    <w:name w:val="Strong"/>
    <w:uiPriority w:val="22"/>
    <w:rsid w:val="008C6738"/>
    <w:rPr>
      <w:b/>
      <w:bCs/>
    </w:rPr>
  </w:style>
  <w:style w:type="paragraph" w:styleId="Lista2">
    <w:name w:val="List 2"/>
    <w:basedOn w:val="Normalny"/>
    <w:rsid w:val="008C6738"/>
    <w:pPr>
      <w:ind w:left="566" w:hanging="283"/>
      <w:contextualSpacing/>
    </w:pPr>
  </w:style>
  <w:style w:type="paragraph" w:styleId="Lista3">
    <w:name w:val="List 3"/>
    <w:basedOn w:val="Normalny"/>
    <w:rsid w:val="008C6738"/>
    <w:pPr>
      <w:ind w:left="849" w:hanging="283"/>
      <w:contextualSpacing/>
    </w:pPr>
  </w:style>
  <w:style w:type="table" w:styleId="Tabela-Siatka">
    <w:name w:val="Table Grid"/>
    <w:basedOn w:val="Standardowy"/>
    <w:uiPriority w:val="59"/>
    <w:rsid w:val="008C67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8C6738"/>
    <w:rPr>
      <w:color w:val="808080"/>
    </w:rPr>
  </w:style>
  <w:style w:type="paragraph" w:customStyle="1" w:styleId="StylTekst1WyjustowanyPrzed6pktPo3pkt">
    <w:name w:val="Styl Tekst 1 Wyjustowany Przed:  6 pkt Po:  3 pkt"/>
    <w:basedOn w:val="Normalny"/>
    <w:rsid w:val="008C6738"/>
    <w:pPr>
      <w:spacing w:before="120" w:after="60"/>
      <w:jc w:val="both"/>
    </w:pPr>
    <w:rPr>
      <w:color w:val="000000" w:themeColor="text1"/>
      <w:szCs w:val="20"/>
    </w:rPr>
  </w:style>
  <w:style w:type="numbering" w:customStyle="1" w:styleId="Styl2">
    <w:name w:val="Styl2"/>
    <w:uiPriority w:val="99"/>
    <w:rsid w:val="008C6738"/>
    <w:pPr>
      <w:numPr>
        <w:numId w:val="10"/>
      </w:numPr>
    </w:pPr>
  </w:style>
  <w:style w:type="paragraph" w:customStyle="1" w:styleId="Opis">
    <w:name w:val="Opis"/>
    <w:basedOn w:val="Normalny"/>
    <w:link w:val="OpisZnak"/>
    <w:rsid w:val="008C6738"/>
    <w:pPr>
      <w:spacing w:line="360" w:lineRule="auto"/>
      <w:ind w:firstLine="425"/>
      <w:jc w:val="both"/>
    </w:pPr>
    <w:rPr>
      <w:rFonts w:cs="Arial"/>
      <w:sz w:val="22"/>
      <w:szCs w:val="22"/>
    </w:rPr>
  </w:style>
  <w:style w:type="character" w:customStyle="1" w:styleId="OpisZnak">
    <w:name w:val="Opis Znak"/>
    <w:basedOn w:val="Domylnaczcionkaakapitu"/>
    <w:link w:val="Opis"/>
    <w:rsid w:val="008C6738"/>
    <w:rPr>
      <w:rFonts w:ascii="Arial" w:hAnsi="Arial" w:cs="Arial"/>
      <w:sz w:val="22"/>
      <w:szCs w:val="22"/>
    </w:rPr>
  </w:style>
  <w:style w:type="paragraph" w:customStyle="1" w:styleId="Ipoziom1">
    <w:name w:val="*I poziom"/>
    <w:basedOn w:val="Akapitzlist"/>
    <w:link w:val="IpoziomZnak1"/>
    <w:autoRedefine/>
    <w:rsid w:val="008C6738"/>
    <w:pPr>
      <w:spacing w:before="120" w:after="60" w:line="260" w:lineRule="exact"/>
      <w:ind w:left="357" w:hanging="357"/>
      <w:contextualSpacing w:val="0"/>
      <w:jc w:val="both"/>
    </w:pPr>
    <w:rPr>
      <w:rFonts w:cs="Arial"/>
      <w:b/>
      <w:color w:val="1F497D" w:themeColor="text2"/>
    </w:rPr>
  </w:style>
  <w:style w:type="paragraph" w:customStyle="1" w:styleId="IIpoziom0">
    <w:name w:val="*II poziom"/>
    <w:basedOn w:val="Akapitzlist"/>
    <w:link w:val="IIpoziomZnak0"/>
    <w:autoRedefine/>
    <w:qFormat/>
    <w:rsid w:val="00502667"/>
    <w:pPr>
      <w:numPr>
        <w:ilvl w:val="1"/>
        <w:numId w:val="1"/>
      </w:numPr>
      <w:tabs>
        <w:tab w:val="left" w:pos="2127"/>
      </w:tabs>
      <w:spacing w:line="260" w:lineRule="exact"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8C6738"/>
    <w:rPr>
      <w:rFonts w:ascii="Arial" w:hAnsi="Arial"/>
      <w:sz w:val="18"/>
      <w:szCs w:val="24"/>
    </w:rPr>
  </w:style>
  <w:style w:type="character" w:customStyle="1" w:styleId="IpoziomZnak1">
    <w:name w:val="*I poziom Znak"/>
    <w:basedOn w:val="AkapitzlistZnak"/>
    <w:link w:val="Ipoziom1"/>
    <w:rsid w:val="008C6738"/>
    <w:rPr>
      <w:rFonts w:ascii="Arial" w:hAnsi="Arial" w:cs="Arial"/>
      <w:b/>
      <w:color w:val="1F497D" w:themeColor="text2"/>
      <w:sz w:val="18"/>
      <w:szCs w:val="24"/>
    </w:rPr>
  </w:style>
  <w:style w:type="character" w:customStyle="1" w:styleId="IIpoziomZnak0">
    <w:name w:val="*II poziom Znak"/>
    <w:basedOn w:val="AkapitzlistZnak"/>
    <w:link w:val="IIpoziom0"/>
    <w:rsid w:val="00502667"/>
    <w:rPr>
      <w:rFonts w:ascii="Arial" w:hAnsi="Arial"/>
      <w:sz w:val="18"/>
      <w:szCs w:val="24"/>
    </w:rPr>
  </w:style>
  <w:style w:type="character" w:customStyle="1" w:styleId="IIIpoziomZnak0">
    <w:name w:val="*III poziom Znak"/>
    <w:basedOn w:val="AkapitzlistZnak"/>
    <w:link w:val="IIIpoziom1"/>
    <w:rsid w:val="008C6738"/>
    <w:rPr>
      <w:rFonts w:ascii="Arial" w:hAnsi="Arial" w:cs="Arial"/>
      <w:sz w:val="18"/>
      <w:szCs w:val="18"/>
    </w:rPr>
  </w:style>
  <w:style w:type="character" w:customStyle="1" w:styleId="IVpoziomZnak0">
    <w:name w:val="*IV poziom Znak"/>
    <w:basedOn w:val="AkapitzlistZnak"/>
    <w:link w:val="IVpoziom1"/>
    <w:rsid w:val="008C6738"/>
    <w:rPr>
      <w:rFonts w:ascii="Arial" w:hAnsi="Arial" w:cs="Arial"/>
      <w:sz w:val="18"/>
      <w:szCs w:val="24"/>
    </w:rPr>
  </w:style>
  <w:style w:type="character" w:customStyle="1" w:styleId="VpoziomZnak0">
    <w:name w:val="*V poziom Znak"/>
    <w:basedOn w:val="AkapitzlistZnak"/>
    <w:link w:val="Vpoziom1"/>
    <w:rsid w:val="008C6738"/>
    <w:rPr>
      <w:rFonts w:ascii="Arial" w:hAnsi="Arial" w:cs="Arial"/>
      <w:sz w:val="18"/>
      <w:szCs w:val="24"/>
    </w:rPr>
  </w:style>
  <w:style w:type="paragraph" w:customStyle="1" w:styleId="IIpoziom1">
    <w:name w:val="**II poziom"/>
    <w:basedOn w:val="Akapitzlist"/>
    <w:link w:val="IIpoziomZnak1"/>
    <w:autoRedefine/>
    <w:qFormat/>
    <w:rsid w:val="008C6738"/>
    <w:pPr>
      <w:spacing w:before="120" w:after="60" w:line="260" w:lineRule="exact"/>
      <w:ind w:left="0"/>
      <w:contextualSpacing w:val="0"/>
      <w:jc w:val="both"/>
    </w:pPr>
    <w:rPr>
      <w:rFonts w:cs="Arial"/>
      <w:b/>
      <w:smallCaps/>
      <w:color w:val="1F497D" w:themeColor="text2"/>
    </w:rPr>
  </w:style>
  <w:style w:type="character" w:customStyle="1" w:styleId="VIpoziomZnak0">
    <w:name w:val="*VI poziom Znak"/>
    <w:basedOn w:val="AkapitzlistZnak"/>
    <w:link w:val="VIpoziom1"/>
    <w:rsid w:val="008C6738"/>
    <w:rPr>
      <w:rFonts w:ascii="Arial" w:hAnsi="Arial" w:cs="Arial"/>
      <w:sz w:val="18"/>
      <w:szCs w:val="24"/>
    </w:rPr>
  </w:style>
  <w:style w:type="character" w:customStyle="1" w:styleId="IIpoziomZnak1">
    <w:name w:val="**II poziom Znak"/>
    <w:basedOn w:val="AkapitzlistZnak"/>
    <w:link w:val="IIpoziom1"/>
    <w:rsid w:val="008C6738"/>
    <w:rPr>
      <w:rFonts w:ascii="Arial" w:hAnsi="Arial" w:cs="Arial"/>
      <w:b/>
      <w:smallCaps/>
      <w:color w:val="1F497D" w:themeColor="text2"/>
      <w:sz w:val="18"/>
      <w:szCs w:val="24"/>
    </w:rPr>
  </w:style>
  <w:style w:type="paragraph" w:customStyle="1" w:styleId="IVpoziom2">
    <w:name w:val="**IV poziom"/>
    <w:basedOn w:val="IVpoziom1"/>
    <w:link w:val="IVpoziomZnak1"/>
    <w:autoRedefine/>
    <w:rsid w:val="008C6738"/>
    <w:pPr>
      <w:ind w:left="0" w:firstLine="0"/>
    </w:pPr>
    <w:rPr>
      <w:szCs w:val="24"/>
    </w:rPr>
  </w:style>
  <w:style w:type="paragraph" w:customStyle="1" w:styleId="IIIpoziom">
    <w:name w:val="**III poziom"/>
    <w:basedOn w:val="Akapitzlist"/>
    <w:link w:val="IIIpoziomZnak1"/>
    <w:autoRedefine/>
    <w:rsid w:val="008C6738"/>
    <w:pPr>
      <w:numPr>
        <w:ilvl w:val="2"/>
        <w:numId w:val="13"/>
      </w:numPr>
      <w:spacing w:line="260" w:lineRule="exact"/>
      <w:jc w:val="both"/>
    </w:pPr>
    <w:rPr>
      <w:rFonts w:cs="Arial"/>
    </w:rPr>
  </w:style>
  <w:style w:type="character" w:customStyle="1" w:styleId="IVpoziomZnak1">
    <w:name w:val="**IV poziom Znak"/>
    <w:basedOn w:val="IVpoziomZnak0"/>
    <w:link w:val="IVpoziom2"/>
    <w:rsid w:val="008C6738"/>
    <w:rPr>
      <w:rFonts w:ascii="Arial" w:hAnsi="Arial" w:cs="Arial"/>
      <w:sz w:val="18"/>
      <w:szCs w:val="24"/>
    </w:rPr>
  </w:style>
  <w:style w:type="paragraph" w:customStyle="1" w:styleId="Vpoziom2">
    <w:name w:val="**V poziom"/>
    <w:basedOn w:val="Vpoziom1"/>
    <w:link w:val="VpoziomZnak1"/>
    <w:autoRedefine/>
    <w:rsid w:val="008C6738"/>
    <w:pPr>
      <w:ind w:left="0" w:firstLine="0"/>
    </w:pPr>
    <w:rPr>
      <w:szCs w:val="24"/>
    </w:rPr>
  </w:style>
  <w:style w:type="character" w:customStyle="1" w:styleId="IIIpoziomZnak1">
    <w:name w:val="**III poziom Znak"/>
    <w:basedOn w:val="AkapitzlistZnak"/>
    <w:link w:val="IIIpoziom"/>
    <w:rsid w:val="008C6738"/>
    <w:rPr>
      <w:rFonts w:ascii="Arial" w:hAnsi="Arial" w:cs="Arial"/>
      <w:sz w:val="18"/>
      <w:szCs w:val="24"/>
    </w:rPr>
  </w:style>
  <w:style w:type="paragraph" w:customStyle="1" w:styleId="VIpoziom2">
    <w:name w:val="**VI poziom"/>
    <w:basedOn w:val="VIpoziom1"/>
    <w:link w:val="VIpoziomZnak1"/>
    <w:autoRedefine/>
    <w:rsid w:val="008C6738"/>
    <w:pPr>
      <w:ind w:left="0" w:firstLine="0"/>
    </w:pPr>
    <w:rPr>
      <w:szCs w:val="24"/>
    </w:rPr>
  </w:style>
  <w:style w:type="character" w:customStyle="1" w:styleId="VpoziomZnak1">
    <w:name w:val="**V poziom Znak"/>
    <w:basedOn w:val="VpoziomZnak0"/>
    <w:link w:val="Vpoziom2"/>
    <w:rsid w:val="008C6738"/>
    <w:rPr>
      <w:rFonts w:ascii="Arial" w:hAnsi="Arial" w:cs="Arial"/>
      <w:sz w:val="18"/>
      <w:szCs w:val="24"/>
    </w:rPr>
  </w:style>
  <w:style w:type="character" w:customStyle="1" w:styleId="VIpoziomZnak1">
    <w:name w:val="**VI poziom Znak"/>
    <w:basedOn w:val="VIpoziomZnak0"/>
    <w:link w:val="VIpoziom2"/>
    <w:rsid w:val="008C6738"/>
    <w:rPr>
      <w:rFonts w:ascii="Arial" w:hAnsi="Arial" w:cs="Arial"/>
      <w:sz w:val="18"/>
      <w:szCs w:val="24"/>
    </w:rPr>
  </w:style>
  <w:style w:type="paragraph" w:customStyle="1" w:styleId="Normalny1">
    <w:name w:val="Normalny 1"/>
    <w:basedOn w:val="Normalny"/>
    <w:uiPriority w:val="2"/>
    <w:rsid w:val="008C6738"/>
    <w:pPr>
      <w:spacing w:before="120" w:after="60"/>
      <w:ind w:left="907" w:hanging="623"/>
      <w:jc w:val="both"/>
    </w:pPr>
    <w:rPr>
      <w:rFonts w:cs="Arial"/>
      <w:b/>
      <w:sz w:val="20"/>
    </w:rPr>
  </w:style>
  <w:style w:type="paragraph" w:customStyle="1" w:styleId="Normalny2">
    <w:name w:val="Normalny 2"/>
    <w:basedOn w:val="Normalny1"/>
    <w:uiPriority w:val="2"/>
    <w:rsid w:val="008C6738"/>
    <w:pPr>
      <w:ind w:hanging="340"/>
    </w:pPr>
    <w:rPr>
      <w:b w:val="0"/>
    </w:rPr>
  </w:style>
  <w:style w:type="paragraph" w:customStyle="1" w:styleId="Definicje">
    <w:name w:val="Definicje"/>
    <w:basedOn w:val="Akapitzlist"/>
    <w:link w:val="DefinicjeZnak"/>
    <w:rsid w:val="008C6738"/>
    <w:pPr>
      <w:spacing w:after="60" w:line="260" w:lineRule="exact"/>
      <w:ind w:left="357"/>
      <w:contextualSpacing w:val="0"/>
    </w:pPr>
    <w:rPr>
      <w:rFonts w:eastAsia="Calibri" w:cs="Arial"/>
      <w:i/>
      <w:color w:val="1F497D" w:themeColor="text2"/>
      <w:szCs w:val="18"/>
      <w:u w:val="single"/>
      <w:lang w:eastAsia="en-US"/>
    </w:rPr>
  </w:style>
  <w:style w:type="character" w:customStyle="1" w:styleId="DefinicjeZnak">
    <w:name w:val="Definicje Znak"/>
    <w:basedOn w:val="AkapitzlistZnak"/>
    <w:link w:val="Definicje"/>
    <w:rsid w:val="008C6738"/>
    <w:rPr>
      <w:rFonts w:ascii="Arial" w:eastAsia="Calibri" w:hAnsi="Arial" w:cs="Arial"/>
      <w:i/>
      <w:color w:val="1F497D" w:themeColor="text2"/>
      <w:sz w:val="18"/>
      <w:szCs w:val="18"/>
      <w:u w:val="single"/>
      <w:lang w:eastAsia="en-US"/>
    </w:rPr>
  </w:style>
  <w:style w:type="paragraph" w:customStyle="1" w:styleId="IVPoziom">
    <w:name w:val="**IV Poziom"/>
    <w:basedOn w:val="IIIpoziom"/>
    <w:link w:val="IVPoziomZnak2"/>
    <w:rsid w:val="008C6738"/>
    <w:pPr>
      <w:numPr>
        <w:ilvl w:val="3"/>
      </w:numPr>
    </w:pPr>
  </w:style>
  <w:style w:type="paragraph" w:customStyle="1" w:styleId="VPoziom">
    <w:name w:val="**V Poziom"/>
    <w:basedOn w:val="IVPoziom"/>
    <w:link w:val="VPoziomZnak2"/>
    <w:rsid w:val="008C6738"/>
    <w:pPr>
      <w:numPr>
        <w:ilvl w:val="4"/>
      </w:numPr>
    </w:pPr>
  </w:style>
  <w:style w:type="character" w:customStyle="1" w:styleId="IVPoziomZnak2">
    <w:name w:val="**IV Poziom Znak"/>
    <w:basedOn w:val="IIIpoziomZnak1"/>
    <w:link w:val="IVPoziom"/>
    <w:rsid w:val="008C6738"/>
    <w:rPr>
      <w:rFonts w:ascii="Arial" w:hAnsi="Arial" w:cs="Arial"/>
      <w:sz w:val="18"/>
      <w:szCs w:val="24"/>
    </w:rPr>
  </w:style>
  <w:style w:type="paragraph" w:customStyle="1" w:styleId="VIPoziom">
    <w:name w:val="**VI Poziom"/>
    <w:basedOn w:val="VPoziom"/>
    <w:link w:val="VIPoziomZnak2"/>
    <w:rsid w:val="008C6738"/>
    <w:pPr>
      <w:numPr>
        <w:ilvl w:val="5"/>
      </w:numPr>
    </w:pPr>
  </w:style>
  <w:style w:type="character" w:customStyle="1" w:styleId="VPoziomZnak2">
    <w:name w:val="**V Poziom Znak"/>
    <w:basedOn w:val="IVPoziomZnak2"/>
    <w:link w:val="VPoziom"/>
    <w:rsid w:val="008C6738"/>
    <w:rPr>
      <w:rFonts w:ascii="Arial" w:hAnsi="Arial" w:cs="Arial"/>
      <w:sz w:val="18"/>
      <w:szCs w:val="24"/>
    </w:rPr>
  </w:style>
  <w:style w:type="character" w:customStyle="1" w:styleId="VIPoziomZnak2">
    <w:name w:val="**VI Poziom Znak"/>
    <w:basedOn w:val="VPoziomZnak2"/>
    <w:link w:val="VIPoziom"/>
    <w:rsid w:val="008C6738"/>
    <w:rPr>
      <w:rFonts w:ascii="Arial" w:hAnsi="Arial" w:cs="Arial"/>
      <w:sz w:val="18"/>
      <w:szCs w:val="24"/>
    </w:rPr>
  </w:style>
  <w:style w:type="paragraph" w:styleId="Tekstprzypisudolnego">
    <w:name w:val="footnote text"/>
    <w:basedOn w:val="Normalny"/>
    <w:link w:val="TekstprzypisudolnegoZnak"/>
    <w:rsid w:val="008C6738"/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C6738"/>
  </w:style>
  <w:style w:type="character" w:styleId="Odwoanieprzypisudolnego">
    <w:name w:val="footnote reference"/>
    <w:basedOn w:val="Domylnaczcionkaakapitu"/>
    <w:rsid w:val="008C6738"/>
    <w:rPr>
      <w:vertAlign w:val="superscript"/>
    </w:rPr>
  </w:style>
  <w:style w:type="paragraph" w:styleId="Lista">
    <w:name w:val="List"/>
    <w:basedOn w:val="Normalny"/>
    <w:unhideWhenUsed/>
    <w:rsid w:val="008C6738"/>
    <w:pPr>
      <w:ind w:left="283" w:hanging="283"/>
      <w:contextualSpacing/>
    </w:pPr>
  </w:style>
  <w:style w:type="paragraph" w:styleId="Legenda">
    <w:name w:val="caption"/>
    <w:basedOn w:val="Normalny"/>
    <w:next w:val="Normalny"/>
    <w:link w:val="LegendaZnak"/>
    <w:rsid w:val="008C6738"/>
    <w:pPr>
      <w:spacing w:before="240" w:line="276" w:lineRule="auto"/>
      <w:jc w:val="both"/>
    </w:pPr>
    <w:rPr>
      <w:i/>
      <w:sz w:val="16"/>
      <w:szCs w:val="20"/>
    </w:rPr>
  </w:style>
  <w:style w:type="character" w:customStyle="1" w:styleId="LegendaZnak">
    <w:name w:val="Legenda Znak"/>
    <w:basedOn w:val="Domylnaczcionkaakapitu"/>
    <w:link w:val="Legenda"/>
    <w:rsid w:val="008C6738"/>
    <w:rPr>
      <w:rFonts w:ascii="Arial" w:hAnsi="Arial"/>
      <w:i/>
      <w:sz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8C6738"/>
    <w:pPr>
      <w:spacing w:after="100"/>
      <w:ind w:left="360"/>
    </w:pPr>
  </w:style>
  <w:style w:type="paragraph" w:styleId="Spistreci2">
    <w:name w:val="toc 2"/>
    <w:basedOn w:val="Normalny"/>
    <w:next w:val="Normalny"/>
    <w:autoRedefine/>
    <w:uiPriority w:val="39"/>
    <w:unhideWhenUsed/>
    <w:rsid w:val="008C6738"/>
    <w:pPr>
      <w:spacing w:after="100"/>
      <w:ind w:left="180"/>
    </w:p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02667"/>
    <w:pPr>
      <w:keepLines/>
      <w:spacing w:after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character" w:styleId="UyteHipercze">
    <w:name w:val="FollowedHyperlink"/>
    <w:basedOn w:val="Domylnaczcionkaakapitu"/>
    <w:semiHidden/>
    <w:unhideWhenUsed/>
    <w:rsid w:val="002E1193"/>
    <w:rPr>
      <w:color w:val="800080" w:themeColor="followedHyperlink"/>
      <w:u w:val="single"/>
    </w:rPr>
  </w:style>
  <w:style w:type="paragraph" w:customStyle="1" w:styleId="msipheadera519eb8d">
    <w:name w:val="msipheadera519eb8d"/>
    <w:basedOn w:val="Normalny"/>
    <w:rsid w:val="008E4F56"/>
    <w:pPr>
      <w:spacing w:before="100" w:beforeAutospacing="1" w:after="100" w:afterAutospacing="1"/>
    </w:pPr>
    <w:rPr>
      <w:rFonts w:ascii="Times New Roman" w:eastAsiaTheme="minorHAnsi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93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8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5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0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95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74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30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617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54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072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1902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78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4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marek.droz@gkpge.pl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customXml" Target="../customXml/item7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rzemyslaw.jaworski\Pulpit\DOK_GK_PGE\12062013_LAST\25062013\Procedura%20og&#243;lna%20zarz&#261;dzania%20dokumentacj&#261;%20w%20PGE_25062013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01033_Zał. nr 1 do SWZ_ OPZ.docx</dmsv2BaseFileName>
    <dmsv2BaseDisplayName xmlns="http://schemas.microsoft.com/sharepoint/v3">01033_Zał. nr 1 do SWZ_ OPZ</dmsv2BaseDisplayName>
    <dmsv2SWPP2ObjectNumber xmlns="http://schemas.microsoft.com/sharepoint/v3">POST/PEC/PEC/ZNT/01033/2024                       </dmsv2SWPP2ObjectNumber>
    <dmsv2SWPP2SumMD5 xmlns="http://schemas.microsoft.com/sharepoint/v3">52c3588d79dc44535d308c8085c3abd5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658400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20962990</dmsv2BaseClientSystemDocumentID>
    <dmsv2BaseModifiedByID xmlns="http://schemas.microsoft.com/sharepoint/v3">19100159</dmsv2BaseModifiedByID>
    <dmsv2BaseCreatedByID xmlns="http://schemas.microsoft.com/sharepoint/v3">19100159</dmsv2BaseCreatedByID>
    <dmsv2SWPP2ObjectDepartment xmlns="http://schemas.microsoft.com/sharepoint/v3">00000001000l00030007</dmsv2SWPP2ObjectDepartment>
    <dmsv2SWPP2ObjectName xmlns="http://schemas.microsoft.com/sharepoint/v3">Postępowanie</dmsv2SWPP2ObjectName>
    <_dlc_DocId xmlns="a19cb1c7-c5c7-46d4-85ae-d83685407bba">AEASQFSYQUA4-1784930391-19709</_dlc_DocId>
    <_dlc_DocIdUrl xmlns="a19cb1c7-c5c7-46d4-85ae-d83685407bba">
      <Url>https://swpp2.dms.gkpge.pl/sites/32/_layouts/15/DocIdRedir.aspx?ID=AEASQFSYQUA4-1784930391-19709</Url>
      <Description>AEASQFSYQUA4-1784930391-19709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ED70224960BAB84ABE34E15D166214BB" ma:contentTypeVersion="0" ma:contentTypeDescription="SWPP2 Dokument bazowy" ma:contentTypeScope="" ma:versionID="e295e7e05c351f4c96f662046f1d3b3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5C049ECA-56B0-47AD-996A-7B5E6D90EC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9EF7FF3-7502-4761-9128-896F61281A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DBA18F-6F5D-4B2C-94B8-D6F5539A7C6A}"/>
</file>

<file path=customXml/itemProps4.xml><?xml version="1.0" encoding="utf-8"?>
<ds:datastoreItem xmlns:ds="http://schemas.openxmlformats.org/officeDocument/2006/customXml" ds:itemID="{3A31FDDA-1435-409E-AA8F-7C9AD31C835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D57D0FD9-EB9A-4CE3-BA9B-0AB0D53235AA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BA250D2A-33D9-4B7A-967A-A034555176C1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B32B6133-AD84-4A3F-BA5D-BC1A1245689A}"/>
</file>

<file path=docProps/app.xml><?xml version="1.0" encoding="utf-8"?>
<Properties xmlns="http://schemas.openxmlformats.org/officeDocument/2006/extended-properties" xmlns:vt="http://schemas.openxmlformats.org/officeDocument/2006/docPropsVTypes">
  <Template>Procedura ogólna zarządzania dokumentacją w PGE_25062013.dotx</Template>
  <TotalTime>12</TotalTime>
  <Pages>5</Pages>
  <Words>1164</Words>
  <Characters>6985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Procedura Ogólna - Standard Dokumentacji Systemu Zarządzania w Grupie PGE</vt:lpstr>
    </vt:vector>
  </TitlesOfParts>
  <Company>PGE Polska Grupa Energetyczna S.A.</Company>
  <LinksUpToDate>false</LinksUpToDate>
  <CharactersWithSpaces>8133</CharactersWithSpaces>
  <SharedDoc>false</SharedDoc>
  <HLinks>
    <vt:vector size="24" baseType="variant">
      <vt:variant>
        <vt:i4>3932167</vt:i4>
      </vt:variant>
      <vt:variant>
        <vt:i4>9</vt:i4>
      </vt:variant>
      <vt:variant>
        <vt:i4>0</vt:i4>
      </vt:variant>
      <vt:variant>
        <vt:i4>5</vt:i4>
      </vt:variant>
      <vt:variant>
        <vt:lpwstr>javascript:show_Z(5)</vt:lpwstr>
      </vt:variant>
      <vt:variant>
        <vt:lpwstr/>
      </vt:variant>
      <vt:variant>
        <vt:i4>3932160</vt:i4>
      </vt:variant>
      <vt:variant>
        <vt:i4>6</vt:i4>
      </vt:variant>
      <vt:variant>
        <vt:i4>0</vt:i4>
      </vt:variant>
      <vt:variant>
        <vt:i4>5</vt:i4>
      </vt:variant>
      <vt:variant>
        <vt:lpwstr>javascript:show_Z(2)</vt:lpwstr>
      </vt:variant>
      <vt:variant>
        <vt:lpwstr/>
      </vt:variant>
      <vt:variant>
        <vt:i4>3932163</vt:i4>
      </vt:variant>
      <vt:variant>
        <vt:i4>3</vt:i4>
      </vt:variant>
      <vt:variant>
        <vt:i4>0</vt:i4>
      </vt:variant>
      <vt:variant>
        <vt:i4>5</vt:i4>
      </vt:variant>
      <vt:variant>
        <vt:lpwstr>javascript:show_Z(1)</vt:lpwstr>
      </vt:variant>
      <vt:variant>
        <vt:lpwstr/>
      </vt:variant>
      <vt:variant>
        <vt:i4>3932161</vt:i4>
      </vt:variant>
      <vt:variant>
        <vt:i4>0</vt:i4>
      </vt:variant>
      <vt:variant>
        <vt:i4>0</vt:i4>
      </vt:variant>
      <vt:variant>
        <vt:i4>5</vt:i4>
      </vt:variant>
      <vt:variant>
        <vt:lpwstr>javascript:show_Z(3)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Procedura Ogólna - Standard Dokumentacji Systemu Zarządzania w Grupie PGE</dc:title>
  <dc:subject/>
  <dc:creator>pawel.jaworski</dc:creator>
  <cp:keywords/>
  <dc:description/>
  <cp:lastModifiedBy>Kołodziej Beata [PGE EC CUW]</cp:lastModifiedBy>
  <cp:revision>7</cp:revision>
  <cp:lastPrinted>2024-10-01T05:03:00Z</cp:lastPrinted>
  <dcterms:created xsi:type="dcterms:W3CDTF">2024-10-21T09:34:00Z</dcterms:created>
  <dcterms:modified xsi:type="dcterms:W3CDTF">2024-10-28T12:49:00Z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0x0101891000ED70224960BAB84ABE34E15D166214BB</vt:lpwstr>
  </property>
  <property fmtid="{D5CDD505-2E9C-101B-9397-08002B2CF9AE}" pid="3" name="_dlc_DocIdItemGuid">
    <vt:lpwstr>24ef957f-db3f-4088-8cf4-8cb0a20a4009</vt:lpwstr>
  </property>
</Properties>
</file>