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123" w14:textId="284DB0DC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675329">
        <w:rPr>
          <w:rFonts w:asciiTheme="minorHAnsi" w:hAnsiTheme="minorHAnsi" w:cstheme="minorHAnsi"/>
          <w:position w:val="6"/>
          <w:sz w:val="22"/>
          <w:szCs w:val="22"/>
        </w:rPr>
        <w:t>14.10.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2024r.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532AF13A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6C4A95">
        <w:rPr>
          <w:rFonts w:ascii="Arial" w:eastAsia="Calibri" w:hAnsi="Arial" w:cs="Arial"/>
          <w:b/>
          <w:iCs/>
          <w:sz w:val="18"/>
          <w:szCs w:val="18"/>
        </w:rPr>
        <w:t>Remont podstacji</w:t>
      </w:r>
      <w:r w:rsidR="006C3838">
        <w:rPr>
          <w:rFonts w:ascii="Arial" w:eastAsia="Calibri" w:hAnsi="Arial" w:cs="Arial"/>
          <w:b/>
          <w:iCs/>
          <w:sz w:val="18"/>
          <w:szCs w:val="18"/>
        </w:rPr>
        <w:t xml:space="preserve"> trakcyjnej PT Wyszyny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41D6FA8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1684509A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Kolejowa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Holding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00E0D4FE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71BAC641" w:rsidR="003C4F0E" w:rsidRPr="004D394B" w:rsidRDefault="006C4A95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Remont podstacji</w:t>
            </w:r>
            <w:r w:rsidR="00675329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trakcyjnej PT Wyszyny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2EB08ABF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  <w:r w:rsidR="00CA5913">
              <w:rPr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5103" w:type="dxa"/>
            <w:vAlign w:val="center"/>
          </w:tcPr>
          <w:p w14:paraId="66116A5E" w14:textId="77777777" w:rsidR="00675329" w:rsidRDefault="006C4A95" w:rsidP="00B073EF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  <w:sz w:val="23"/>
                <w:szCs w:val="23"/>
              </w:rPr>
            </w:pPr>
            <w:r>
              <w:rPr>
                <w:i/>
                <w:iCs/>
                <w:color w:val="000000"/>
                <w:sz w:val="23"/>
                <w:szCs w:val="23"/>
              </w:rPr>
              <w:t xml:space="preserve">Remont podstacji </w:t>
            </w:r>
            <w:r w:rsidR="00675329">
              <w:rPr>
                <w:i/>
                <w:iCs/>
                <w:color w:val="000000"/>
                <w:sz w:val="23"/>
                <w:szCs w:val="23"/>
              </w:rPr>
              <w:t>trakcyjnej PT Wyszyny</w:t>
            </w:r>
            <w:r>
              <w:rPr>
                <w:i/>
                <w:iCs/>
                <w:color w:val="000000"/>
                <w:sz w:val="23"/>
                <w:szCs w:val="23"/>
              </w:rPr>
              <w:t>.</w:t>
            </w:r>
          </w:p>
          <w:p w14:paraId="32A99895" w14:textId="79239B80" w:rsidR="003A5AEE" w:rsidRPr="00895091" w:rsidRDefault="00895091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 w:rsidRPr="00895091">
              <w:rPr>
                <w:i/>
                <w:iCs/>
                <w:color w:val="000000"/>
                <w:sz w:val="23"/>
                <w:szCs w:val="23"/>
              </w:rPr>
              <w:t>Zakres prac zgodny z załącznikiem</w:t>
            </w:r>
            <w:r w:rsidR="003E5074">
              <w:rPr>
                <w:i/>
                <w:iCs/>
                <w:color w:val="000000"/>
                <w:sz w:val="23"/>
                <w:szCs w:val="23"/>
              </w:rPr>
              <w:t xml:space="preserve"> nr 1</w:t>
            </w:r>
            <w:r w:rsidR="00675329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F80AF2">
              <w:rPr>
                <w:i/>
                <w:iCs/>
                <w:color w:val="000000"/>
                <w:sz w:val="23"/>
                <w:szCs w:val="23"/>
              </w:rPr>
              <w:t>i nr 2</w:t>
            </w:r>
            <w:r w:rsidRPr="00895091">
              <w:rPr>
                <w:i/>
                <w:iCs/>
                <w:color w:val="000000"/>
                <w:sz w:val="23"/>
                <w:szCs w:val="23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5CD54795" w:rsidR="003A5AEE" w:rsidRPr="00E302B2" w:rsidRDefault="00B073EF" w:rsidP="00C14A42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Wyszyny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3AF8F2D0" w:rsidR="003A5AEE" w:rsidRPr="00E302B2" w:rsidRDefault="00274432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29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892DA8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095C9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="003A5AEE" w:rsidRPr="00977C91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2024r.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45C77C35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Czas trwania umowy</w:t>
            </w:r>
            <w:r w:rsidR="00CA591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4CF2E429" w:rsidR="003A5AEE" w:rsidRDefault="00895091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2</w:t>
            </w:r>
            <w:r w:rsidR="00826B6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miesiące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F8AF023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4605414C" w:rsidR="003A5AEE" w:rsidRPr="00E302B2" w:rsidRDefault="00095C9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4528211B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2BDDA9C0" w:rsidR="006C4A95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>
        <w:rPr>
          <w:rFonts w:cstheme="minorHAnsi"/>
        </w:rPr>
        <w:t xml:space="preserve">Remont podstacji </w:t>
      </w:r>
      <w:r w:rsidR="00DD7419">
        <w:rPr>
          <w:rFonts w:cstheme="minorHAnsi"/>
        </w:rPr>
        <w:t>trakcyjnej PT Wyszyny</w:t>
      </w:r>
      <w:r>
        <w:rPr>
          <w:rFonts w:cstheme="minorHAnsi"/>
        </w:rPr>
        <w:t xml:space="preserve">. Zakres prac zgodny z Załącznikiem nr </w:t>
      </w:r>
      <w:r w:rsidR="00B073EF">
        <w:rPr>
          <w:rFonts w:cstheme="minorHAnsi"/>
        </w:rPr>
        <w:t>1 i nr</w:t>
      </w:r>
      <w:r w:rsidR="00F80AF2">
        <w:rPr>
          <w:rFonts w:cstheme="minorHAnsi"/>
        </w:rPr>
        <w:t xml:space="preserve"> 2</w:t>
      </w:r>
      <w:r>
        <w:rPr>
          <w:rFonts w:cstheme="minorHAnsi"/>
        </w:rPr>
        <w:t xml:space="preserve"> do niniejszego OPZ</w:t>
      </w:r>
      <w:r w:rsidR="00B073EF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30D44067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59B78E80" w14:textId="240F3DAB" w:rsidR="006C4A95" w:rsidRPr="007D74FC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  <w:color w:val="000000" w:themeColor="text1"/>
        </w:rPr>
        <w:t>Wykonawca</w:t>
      </w:r>
      <w:r w:rsidRPr="00831C84">
        <w:rPr>
          <w:rFonts w:cstheme="minorHAnsi"/>
          <w:bCs/>
          <w:color w:val="000000" w:themeColor="text1"/>
        </w:rPr>
        <w:t xml:space="preserve"> zobowią</w:t>
      </w:r>
      <w:r>
        <w:rPr>
          <w:rFonts w:cstheme="minorHAnsi"/>
          <w:bCs/>
          <w:color w:val="000000" w:themeColor="text1"/>
        </w:rPr>
        <w:t>zany</w:t>
      </w:r>
      <w:r w:rsidRPr="00831C84">
        <w:rPr>
          <w:rFonts w:cstheme="minorHAnsi"/>
          <w:bCs/>
          <w:color w:val="000000" w:themeColor="text1"/>
        </w:rPr>
        <w:t xml:space="preserve"> będzie</w:t>
      </w:r>
      <w:r w:rsidR="00EA1D13">
        <w:rPr>
          <w:rFonts w:cstheme="minorHAnsi"/>
          <w:bCs/>
          <w:color w:val="000000" w:themeColor="text1"/>
        </w:rPr>
        <w:t xml:space="preserve"> do</w:t>
      </w:r>
      <w:r w:rsidRPr="00831C84">
        <w:rPr>
          <w:rFonts w:cstheme="minorHAnsi"/>
          <w:bCs/>
          <w:color w:val="000000" w:themeColor="text1"/>
        </w:rPr>
        <w:t xml:space="preserve"> </w:t>
      </w:r>
      <w:r w:rsidR="00EA1D13">
        <w:rPr>
          <w:rFonts w:cstheme="minorHAnsi"/>
          <w:bCs/>
          <w:color w:val="000000" w:themeColor="text1"/>
        </w:rPr>
        <w:t>przedstawienia wraz z ofertą skanu</w:t>
      </w:r>
      <w:r w:rsidRPr="00831C84">
        <w:rPr>
          <w:rFonts w:cstheme="minorHAnsi"/>
          <w:bCs/>
          <w:color w:val="000000" w:themeColor="text1"/>
        </w:rPr>
        <w:t xml:space="preserve"> Ubezpieczenia od Odpowiedzialności Cywilnej</w:t>
      </w:r>
      <w:r w:rsidR="00EA1D13">
        <w:rPr>
          <w:rFonts w:cstheme="minorHAnsi"/>
          <w:bCs/>
          <w:color w:val="000000" w:themeColor="text1"/>
        </w:rPr>
        <w:t xml:space="preserve"> oraz skanu opłaconej składki</w:t>
      </w:r>
      <w:r w:rsidRPr="00831C84">
        <w:rPr>
          <w:rFonts w:cstheme="minorHAnsi"/>
          <w:bCs/>
          <w:color w:val="000000" w:themeColor="text1"/>
        </w:rPr>
        <w:t>, suma ubezpieczenia min</w:t>
      </w:r>
      <w:r w:rsidR="00BA7910">
        <w:rPr>
          <w:rFonts w:cstheme="minorHAnsi"/>
          <w:bCs/>
          <w:color w:val="000000" w:themeColor="text1"/>
        </w:rPr>
        <w:t>.</w:t>
      </w:r>
      <w:r w:rsidRPr="00831C84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1 000.000</w:t>
      </w:r>
      <w:r w:rsidRPr="00831C84">
        <w:rPr>
          <w:rFonts w:cstheme="minorHAnsi"/>
          <w:bCs/>
          <w:color w:val="000000" w:themeColor="text1"/>
        </w:rPr>
        <w:t xml:space="preserve"> zł</w:t>
      </w:r>
      <w:r>
        <w:rPr>
          <w:rFonts w:cstheme="minorHAnsi"/>
          <w:bCs/>
          <w:color w:val="000000" w:themeColor="text1"/>
        </w:rPr>
        <w:t>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7D74FC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5FC18BC5" w14:textId="77777777" w:rsidR="006C4A95" w:rsidRPr="007C44F6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1F1BE680" w14:textId="74882774" w:rsidR="006C4A95" w:rsidRPr="00610B9F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610B9F">
        <w:rPr>
          <w:rFonts w:cstheme="minorHAnsi"/>
        </w:rPr>
        <w:t xml:space="preserve">Płatność za Zamówienie </w:t>
      </w:r>
      <w:r w:rsidR="00B073EF" w:rsidRPr="00610B9F">
        <w:rPr>
          <w:rFonts w:cstheme="minorHAnsi"/>
        </w:rPr>
        <w:t>-</w:t>
      </w:r>
      <w:r w:rsidRPr="00610B9F">
        <w:rPr>
          <w:rFonts w:cstheme="minorHAnsi"/>
        </w:rPr>
        <w:t xml:space="preserve"> 100% wartości faktury, po odbiorze prac na podstawie protokołu.</w:t>
      </w:r>
      <w:r w:rsidR="00274432" w:rsidRPr="00610B9F">
        <w:rPr>
          <w:rFonts w:cstheme="minorHAnsi"/>
        </w:rPr>
        <w:t xml:space="preserve"> Zamawiający nie wymaga zabezpieczenia gwarancyjnego w wysokości 5%.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51FA0647" w:rsidR="00F80AF2" w:rsidRDefault="006C4A95" w:rsidP="0067532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1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Z</w:t>
      </w:r>
      <w:r>
        <w:rPr>
          <w:rFonts w:cstheme="minorHAnsi"/>
          <w:i/>
          <w:iCs/>
        </w:rPr>
        <w:t>akres prac</w:t>
      </w:r>
      <w:r w:rsidR="00F80AF2">
        <w:rPr>
          <w:rFonts w:cstheme="minorHAnsi"/>
          <w:i/>
          <w:iCs/>
        </w:rPr>
        <w:t xml:space="preserve"> dla PT </w:t>
      </w:r>
      <w:r w:rsidR="00B073EF">
        <w:rPr>
          <w:rFonts w:cstheme="minorHAnsi"/>
          <w:i/>
          <w:iCs/>
        </w:rPr>
        <w:t>Wyszyny</w:t>
      </w:r>
    </w:p>
    <w:p w14:paraId="2B157FC5" w14:textId="60061458" w:rsidR="00CC00AF" w:rsidRPr="00675329" w:rsidRDefault="006C4A95" w:rsidP="0067532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675329">
        <w:rPr>
          <w:rFonts w:cstheme="minorHAnsi"/>
          <w:i/>
          <w:iCs/>
        </w:rPr>
        <w:t>2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K</w:t>
      </w:r>
      <w:r>
        <w:rPr>
          <w:rFonts w:cstheme="minorHAnsi"/>
          <w:i/>
          <w:iCs/>
        </w:rPr>
        <w:t>osztorys ślepy</w:t>
      </w:r>
      <w:r w:rsidR="00F80AF2">
        <w:rPr>
          <w:rFonts w:cstheme="minorHAnsi"/>
          <w:i/>
          <w:iCs/>
        </w:rPr>
        <w:t xml:space="preserve"> PT </w:t>
      </w:r>
      <w:r w:rsidR="00B073EF">
        <w:rPr>
          <w:rFonts w:cstheme="minorHAnsi"/>
          <w:i/>
          <w:iCs/>
        </w:rPr>
        <w:t>Wyszyny</w:t>
      </w:r>
    </w:p>
    <w:sectPr w:rsidR="00CC00AF" w:rsidRPr="00675329" w:rsidSect="00A1265F">
      <w:headerReference w:type="default" r:id="rId12"/>
      <w:footerReference w:type="default" r:id="rId13"/>
      <w:headerReference w:type="first" r:id="rId14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4689A" w14:textId="77777777" w:rsidR="00E806A5" w:rsidRDefault="00E806A5">
      <w:r>
        <w:separator/>
      </w:r>
    </w:p>
  </w:endnote>
  <w:endnote w:type="continuationSeparator" w:id="0">
    <w:p w14:paraId="0590F2EF" w14:textId="77777777" w:rsidR="00E806A5" w:rsidRDefault="00E8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5CE12" w14:textId="77777777" w:rsidR="00E806A5" w:rsidRDefault="00E806A5">
      <w:r>
        <w:separator/>
      </w:r>
    </w:p>
  </w:footnote>
  <w:footnote w:type="continuationSeparator" w:id="0">
    <w:p w14:paraId="6537F5CD" w14:textId="77777777" w:rsidR="00E806A5" w:rsidRDefault="00E8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22238"/>
    <w:rsid w:val="00022399"/>
    <w:rsid w:val="000425CD"/>
    <w:rsid w:val="000442F3"/>
    <w:rsid w:val="00064F42"/>
    <w:rsid w:val="00070563"/>
    <w:rsid w:val="00084FF0"/>
    <w:rsid w:val="00087147"/>
    <w:rsid w:val="00094E34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F79A6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72EF8"/>
    <w:rsid w:val="00273296"/>
    <w:rsid w:val="00274432"/>
    <w:rsid w:val="00276F85"/>
    <w:rsid w:val="00277126"/>
    <w:rsid w:val="00280944"/>
    <w:rsid w:val="0029657C"/>
    <w:rsid w:val="002A4145"/>
    <w:rsid w:val="002A58BE"/>
    <w:rsid w:val="002B0380"/>
    <w:rsid w:val="002C2CC9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3105F9"/>
    <w:rsid w:val="003130D5"/>
    <w:rsid w:val="003145B4"/>
    <w:rsid w:val="00316D86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832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160A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1E6"/>
    <w:rsid w:val="0055396F"/>
    <w:rsid w:val="0056495D"/>
    <w:rsid w:val="0056526C"/>
    <w:rsid w:val="00565860"/>
    <w:rsid w:val="00573692"/>
    <w:rsid w:val="00577AF2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0B9F"/>
    <w:rsid w:val="006133E4"/>
    <w:rsid w:val="00615829"/>
    <w:rsid w:val="00616A08"/>
    <w:rsid w:val="006300A0"/>
    <w:rsid w:val="00635C8D"/>
    <w:rsid w:val="00651285"/>
    <w:rsid w:val="006529B3"/>
    <w:rsid w:val="00657631"/>
    <w:rsid w:val="00665BCB"/>
    <w:rsid w:val="0067098A"/>
    <w:rsid w:val="00675329"/>
    <w:rsid w:val="00687393"/>
    <w:rsid w:val="006920A5"/>
    <w:rsid w:val="00694810"/>
    <w:rsid w:val="006A3578"/>
    <w:rsid w:val="006B6F2C"/>
    <w:rsid w:val="006C243D"/>
    <w:rsid w:val="006C3838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74FC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4581"/>
    <w:rsid w:val="008459CD"/>
    <w:rsid w:val="00862097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2DA8"/>
    <w:rsid w:val="00895091"/>
    <w:rsid w:val="00895540"/>
    <w:rsid w:val="00895D95"/>
    <w:rsid w:val="008A0734"/>
    <w:rsid w:val="008A2275"/>
    <w:rsid w:val="008A57CD"/>
    <w:rsid w:val="008B6C45"/>
    <w:rsid w:val="008B78A2"/>
    <w:rsid w:val="008C6D54"/>
    <w:rsid w:val="008C76DE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7690"/>
    <w:rsid w:val="0094004E"/>
    <w:rsid w:val="0094183A"/>
    <w:rsid w:val="00942B0F"/>
    <w:rsid w:val="00946883"/>
    <w:rsid w:val="0095092C"/>
    <w:rsid w:val="009528D6"/>
    <w:rsid w:val="0095516F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4172"/>
    <w:rsid w:val="009C422B"/>
    <w:rsid w:val="009C6F8B"/>
    <w:rsid w:val="009C73AC"/>
    <w:rsid w:val="009D6EC7"/>
    <w:rsid w:val="009E2F52"/>
    <w:rsid w:val="009E4170"/>
    <w:rsid w:val="009E4202"/>
    <w:rsid w:val="009E5913"/>
    <w:rsid w:val="009F0974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638F"/>
    <w:rsid w:val="00AC2535"/>
    <w:rsid w:val="00AD1184"/>
    <w:rsid w:val="00AD2303"/>
    <w:rsid w:val="00AD69C4"/>
    <w:rsid w:val="00AE11AB"/>
    <w:rsid w:val="00AE2114"/>
    <w:rsid w:val="00AE37FB"/>
    <w:rsid w:val="00AE611A"/>
    <w:rsid w:val="00B05B0A"/>
    <w:rsid w:val="00B06E92"/>
    <w:rsid w:val="00B073EF"/>
    <w:rsid w:val="00B11154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6B56"/>
    <w:rsid w:val="00BA1A27"/>
    <w:rsid w:val="00BA2281"/>
    <w:rsid w:val="00BA7910"/>
    <w:rsid w:val="00BA7D8C"/>
    <w:rsid w:val="00BB4AE1"/>
    <w:rsid w:val="00BB52C8"/>
    <w:rsid w:val="00BB5CC4"/>
    <w:rsid w:val="00BC119C"/>
    <w:rsid w:val="00BD0941"/>
    <w:rsid w:val="00BD4F1F"/>
    <w:rsid w:val="00BE1B86"/>
    <w:rsid w:val="00BE2A09"/>
    <w:rsid w:val="00BE3AF0"/>
    <w:rsid w:val="00BE3D66"/>
    <w:rsid w:val="00BE42ED"/>
    <w:rsid w:val="00BF093E"/>
    <w:rsid w:val="00BF09E0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4418C"/>
    <w:rsid w:val="00C57F3B"/>
    <w:rsid w:val="00C70CF4"/>
    <w:rsid w:val="00C712FE"/>
    <w:rsid w:val="00C74E66"/>
    <w:rsid w:val="00C7515E"/>
    <w:rsid w:val="00C77AD1"/>
    <w:rsid w:val="00C83C11"/>
    <w:rsid w:val="00C8542D"/>
    <w:rsid w:val="00C93EDC"/>
    <w:rsid w:val="00CA0143"/>
    <w:rsid w:val="00CA33B2"/>
    <w:rsid w:val="00CA5913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F4D"/>
    <w:rsid w:val="00DA6AD1"/>
    <w:rsid w:val="00DB5F5A"/>
    <w:rsid w:val="00DB6E07"/>
    <w:rsid w:val="00DC3A0B"/>
    <w:rsid w:val="00DD272D"/>
    <w:rsid w:val="00DD498B"/>
    <w:rsid w:val="00DD7419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751B"/>
    <w:rsid w:val="00E80598"/>
    <w:rsid w:val="00E806A5"/>
    <w:rsid w:val="00E92CD6"/>
    <w:rsid w:val="00E941A2"/>
    <w:rsid w:val="00E9487A"/>
    <w:rsid w:val="00EA1D13"/>
    <w:rsid w:val="00EA297D"/>
    <w:rsid w:val="00EA4699"/>
    <w:rsid w:val="00EA5389"/>
    <w:rsid w:val="00EA69E7"/>
    <w:rsid w:val="00EB20E4"/>
    <w:rsid w:val="00ED58F4"/>
    <w:rsid w:val="00EF0389"/>
    <w:rsid w:val="00EF2124"/>
    <w:rsid w:val="00F0134C"/>
    <w:rsid w:val="00F0459F"/>
    <w:rsid w:val="00F0656C"/>
    <w:rsid w:val="00F12405"/>
    <w:rsid w:val="00F17ADD"/>
    <w:rsid w:val="00F41377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93510"/>
    <w:rsid w:val="00F97A05"/>
    <w:rsid w:val="00FA3D47"/>
    <w:rsid w:val="00FB4A2F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1 do SWZ - OPZ PT Wyszyny (002).docx</dmsv2BaseFileName>
    <dmsv2BaseDisplayName xmlns="http://schemas.microsoft.com/sharepoint/v3">Załacznik nr 1 do SWZ - OPZ PT Wyszyny (002)</dmsv2BaseDisplayName>
    <dmsv2SWPP2ObjectNumber xmlns="http://schemas.microsoft.com/sharepoint/v3">POST/HZ/EOS/HZL/00669/2024                        </dmsv2SWPP2ObjectNumber>
    <dmsv2SWPP2SumMD5 xmlns="http://schemas.microsoft.com/sharepoint/v3">9f049fad16ea8f8b7c2201e9a17d451e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660896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20991617</dmsv2BaseClientSystemDocumentID>
    <dmsv2BaseModifiedByID xmlns="http://schemas.microsoft.com/sharepoint/v3">k.stepien@pkpeholding.pl</dmsv2BaseModifiedByID>
    <dmsv2BaseCreatedByID xmlns="http://schemas.microsoft.com/sharepoint/v3">k.stepien@pkpeholding.pl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AEASQFSYQUA4-921679528-11050</_dlc_DocId>
    <_dlc_DocIdUrl xmlns="a19cb1c7-c5c7-46d4-85ae-d83685407bba">
      <Url>https://swpp2.dms.gkpge.pl/sites/32/_layouts/15/DocIdRedir.aspx?ID=AEASQFSYQUA4-921679528-11050</Url>
      <Description>AEASQFSYQUA4-921679528-11050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B2BD404-C219-42DC-B2C8-9B4D3649AF22}"/>
</file>

<file path=customXml/itemProps4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C4A80A-86FD-4E7C-934D-2B7D9D17FB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1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Katarzyna Stępień</cp:lastModifiedBy>
  <cp:revision>2</cp:revision>
  <cp:lastPrinted>2023-08-21T07:51:00Z</cp:lastPrinted>
  <dcterms:created xsi:type="dcterms:W3CDTF">2024-11-06T08:49:00Z</dcterms:created>
  <dcterms:modified xsi:type="dcterms:W3CDTF">2024-11-06T08:49:00Z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_dlc_DocIdItemGuid">
    <vt:lpwstr>6b8149a3-2856-4573-b65d-8a187153128e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PKPENERGETYKA\g.zanko;Gabriela Zańko</vt:lpwstr>
  </property>
  <property fmtid="{D5CDD505-2E9C-101B-9397-08002B2CF9AE}" pid="13" name="PGEEKClassificationDate">
    <vt:lpwstr>2024-02-20T10:49:36.2406258+01:00</vt:lpwstr>
  </property>
  <property fmtid="{D5CDD505-2E9C-101B-9397-08002B2CF9AE}" pid="14" name="PGEEKClassifiedBySID">
    <vt:lpwstr>PKPENERGETYKA\S-1-5-21-3871890766-2155079996-2380071410-90780</vt:lpwstr>
  </property>
  <property fmtid="{D5CDD505-2E9C-101B-9397-08002B2CF9AE}" pid="15" name="PGEEKGRNItemId">
    <vt:lpwstr>GRN-fe40652f-7873-4adc-9656-fb83a30a385f</vt:lpwstr>
  </property>
  <property fmtid="{D5CDD505-2E9C-101B-9397-08002B2CF9AE}" pid="16" name="PGEEKHash">
    <vt:lpwstr>B0R9wNWsmdadwGioJozpar/hUjeOIPl1zlqTnKXRv1A=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