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FDB15" w14:textId="77777777" w:rsidR="00E8570A" w:rsidRDefault="00E8570A" w:rsidP="005B20D6">
      <w:pPr>
        <w:spacing w:before="120" w:after="12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A5057A6" w14:textId="49FE2B11" w:rsidR="008E7820" w:rsidRDefault="00640B9C" w:rsidP="005B20D6">
      <w:pPr>
        <w:spacing w:before="120"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Załącznik nr </w:t>
      </w:r>
      <w:r w:rsidR="00F10916">
        <w:rPr>
          <w:rFonts w:ascii="Arial" w:hAnsi="Arial" w:cs="Arial"/>
          <w:b/>
          <w:sz w:val="22"/>
          <w:szCs w:val="22"/>
          <w:u w:val="single"/>
        </w:rPr>
        <w:t>2</w:t>
      </w:r>
      <w:r w:rsidR="009F7DCA" w:rsidRPr="001F2A15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E7820" w:rsidRPr="001F2A15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1F2A15">
        <w:rPr>
          <w:rFonts w:ascii="Arial" w:hAnsi="Arial" w:cs="Arial"/>
          <w:b/>
          <w:sz w:val="22"/>
          <w:szCs w:val="22"/>
          <w:u w:val="single"/>
        </w:rPr>
        <w:t>FORMULARZ OFERTOWY</w:t>
      </w:r>
    </w:p>
    <w:p w14:paraId="1057C555" w14:textId="77777777" w:rsidR="008A7DF5" w:rsidRPr="001F2A15" w:rsidRDefault="008A7DF5" w:rsidP="005B20D6">
      <w:pPr>
        <w:spacing w:before="120" w:after="12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386E871" w14:textId="77777777" w:rsidR="006E5612" w:rsidRDefault="006E5612" w:rsidP="005B20D6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tbl>
      <w:tblPr>
        <w:tblW w:w="87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670"/>
      </w:tblGrid>
      <w:tr w:rsidR="006E5612" w:rsidRPr="002F401A" w14:paraId="305874BF" w14:textId="77777777" w:rsidTr="00322611">
        <w:trPr>
          <w:trHeight w:val="1251"/>
        </w:trPr>
        <w:tc>
          <w:tcPr>
            <w:tcW w:w="3119" w:type="dxa"/>
            <w:vAlign w:val="bottom"/>
          </w:tcPr>
          <w:p w14:paraId="33946F4E" w14:textId="6E2A04B7" w:rsidR="006E5612" w:rsidRPr="002F401A" w:rsidRDefault="006E5612" w:rsidP="005B20D6">
            <w:pPr>
              <w:spacing w:before="120" w:after="120"/>
              <w:jc w:val="center"/>
              <w:rPr>
                <w:rFonts w:asciiTheme="minorHAnsi" w:hAnsiTheme="minorHAnsi" w:cs="Arial"/>
              </w:rPr>
            </w:pPr>
            <w:r w:rsidRPr="002F401A">
              <w:rPr>
                <w:rFonts w:asciiTheme="minorHAnsi" w:hAnsiTheme="minorHAnsi" w:cs="Arial"/>
              </w:rPr>
              <w:tab/>
            </w:r>
            <w:r w:rsidRPr="002F401A">
              <w:rPr>
                <w:rFonts w:asciiTheme="minorHAnsi" w:hAnsiTheme="minorHAnsi" w:cs="Arial"/>
              </w:rPr>
              <w:tab/>
            </w:r>
            <w:r w:rsidRPr="002F401A">
              <w:rPr>
                <w:rFonts w:asciiTheme="minorHAnsi" w:hAnsiTheme="minorHAnsi" w:cs="Arial"/>
              </w:rPr>
              <w:tab/>
            </w:r>
          </w:p>
          <w:p w14:paraId="607EDCE0" w14:textId="77777777" w:rsidR="006E5612" w:rsidRPr="002F401A" w:rsidRDefault="006E5612" w:rsidP="005B20D6">
            <w:pPr>
              <w:spacing w:before="120" w:after="120"/>
              <w:rPr>
                <w:rFonts w:asciiTheme="minorHAnsi" w:hAnsiTheme="minorHAnsi" w:cs="Arial"/>
              </w:rPr>
            </w:pPr>
          </w:p>
          <w:p w14:paraId="7DEC5989" w14:textId="77777777" w:rsidR="006E5612" w:rsidRPr="002F401A" w:rsidRDefault="006E5612" w:rsidP="005B20D6">
            <w:pPr>
              <w:spacing w:before="120" w:after="120"/>
              <w:jc w:val="center"/>
              <w:rPr>
                <w:rFonts w:asciiTheme="minorHAnsi" w:hAnsiTheme="minorHAnsi" w:cs="Arial"/>
                <w:sz w:val="20"/>
              </w:rPr>
            </w:pPr>
            <w:r w:rsidRPr="002F401A">
              <w:rPr>
                <w:rFonts w:asciiTheme="minorHAnsi" w:hAnsiTheme="minorHAnsi" w:cs="Arial"/>
                <w:sz w:val="20"/>
              </w:rPr>
              <w:t>pieczęć Wykonawcy</w:t>
            </w:r>
          </w:p>
        </w:tc>
        <w:tc>
          <w:tcPr>
            <w:tcW w:w="5670" w:type="dxa"/>
            <w:tcBorders>
              <w:top w:val="nil"/>
              <w:bottom w:val="nil"/>
              <w:right w:val="nil"/>
            </w:tcBorders>
          </w:tcPr>
          <w:p w14:paraId="6F33C6A4" w14:textId="77777777" w:rsidR="006E5612" w:rsidRPr="002E7764" w:rsidRDefault="006E5612" w:rsidP="005B20D6">
            <w:pPr>
              <w:keepNext/>
              <w:keepLines/>
              <w:numPr>
                <w:ilvl w:val="1"/>
                <w:numId w:val="4"/>
              </w:numPr>
              <w:tabs>
                <w:tab w:val="num" w:pos="360"/>
              </w:tabs>
              <w:spacing w:before="120" w:after="120"/>
              <w:ind w:left="0" w:firstLine="0"/>
              <w:jc w:val="right"/>
              <w:outlineLvl w:val="1"/>
              <w:rPr>
                <w:rFonts w:asciiTheme="minorHAnsi" w:hAnsiTheme="minorHAnsi" w:cs="Arial"/>
              </w:rPr>
            </w:pPr>
          </w:p>
        </w:tc>
      </w:tr>
    </w:tbl>
    <w:p w14:paraId="4C837DE8" w14:textId="7DED73DD" w:rsidR="006E5612" w:rsidRPr="00040C71" w:rsidRDefault="006E5612" w:rsidP="005B20D6">
      <w:pPr>
        <w:spacing w:before="120" w:after="120"/>
        <w:ind w:left="4956" w:firstLine="708"/>
        <w:jc w:val="right"/>
        <w:rPr>
          <w:rFonts w:asciiTheme="minorHAnsi" w:hAnsiTheme="minorHAnsi"/>
          <w:b/>
        </w:rPr>
      </w:pPr>
      <w:r w:rsidRPr="00040C71">
        <w:rPr>
          <w:rFonts w:asciiTheme="minorHAnsi" w:hAnsiTheme="minorHAnsi"/>
          <w:b/>
        </w:rPr>
        <w:t xml:space="preserve">PGE </w:t>
      </w:r>
      <w:r>
        <w:rPr>
          <w:rFonts w:asciiTheme="minorHAnsi" w:hAnsiTheme="minorHAnsi"/>
          <w:b/>
        </w:rPr>
        <w:t xml:space="preserve">Ekoserwis </w:t>
      </w:r>
      <w:r w:rsidR="00D44FD1">
        <w:rPr>
          <w:rFonts w:asciiTheme="minorHAnsi" w:hAnsiTheme="minorHAnsi"/>
          <w:b/>
        </w:rPr>
        <w:t>S.A.</w:t>
      </w:r>
    </w:p>
    <w:p w14:paraId="6B8201CC" w14:textId="77777777" w:rsidR="006E5612" w:rsidRDefault="006E5612" w:rsidP="005B20D6">
      <w:pPr>
        <w:pStyle w:val="Akapitzlist"/>
        <w:spacing w:before="120" w:after="120"/>
        <w:ind w:left="4608" w:firstLine="348"/>
        <w:contextualSpacing w:val="0"/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Pl</w:t>
      </w:r>
      <w:r w:rsidRPr="00040C71">
        <w:rPr>
          <w:rFonts w:asciiTheme="minorHAnsi" w:hAnsiTheme="minorHAnsi"/>
          <w:b/>
        </w:rPr>
        <w:t xml:space="preserve">. </w:t>
      </w:r>
      <w:r>
        <w:rPr>
          <w:rFonts w:asciiTheme="minorHAnsi" w:hAnsiTheme="minorHAnsi"/>
          <w:b/>
        </w:rPr>
        <w:t xml:space="preserve">Staszica 30 </w:t>
      </w:r>
    </w:p>
    <w:p w14:paraId="758BEB1D" w14:textId="77777777" w:rsidR="006E5612" w:rsidRDefault="006E5612" w:rsidP="005B20D6">
      <w:pPr>
        <w:pStyle w:val="Akapitzlist"/>
        <w:spacing w:before="120" w:after="120"/>
        <w:ind w:left="4608" w:firstLine="348"/>
        <w:contextualSpacing w:val="0"/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50 – 222 Wrocław</w:t>
      </w:r>
    </w:p>
    <w:p w14:paraId="13C7A90E" w14:textId="77777777" w:rsidR="006E5612" w:rsidRDefault="006E5612" w:rsidP="005B20D6">
      <w:pPr>
        <w:pStyle w:val="Akapitzlist"/>
        <w:spacing w:before="120" w:after="120"/>
        <w:ind w:left="4608" w:firstLine="348"/>
        <w:contextualSpacing w:val="0"/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Adres do korespondencji</w:t>
      </w:r>
    </w:p>
    <w:p w14:paraId="6DAD38C1" w14:textId="77777777" w:rsidR="006E5612" w:rsidRDefault="006E5612" w:rsidP="005B20D6">
      <w:pPr>
        <w:pStyle w:val="Akapitzlist"/>
        <w:spacing w:before="120" w:after="120"/>
        <w:ind w:left="4608" w:firstLine="348"/>
        <w:contextualSpacing w:val="0"/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ul. Podmiejska 119a</w:t>
      </w:r>
    </w:p>
    <w:p w14:paraId="29672692" w14:textId="77777777" w:rsidR="006E5612" w:rsidRPr="00040C71" w:rsidRDefault="006E5612" w:rsidP="005B20D6">
      <w:pPr>
        <w:pStyle w:val="Akapitzlist"/>
        <w:spacing w:before="120" w:after="120"/>
        <w:ind w:left="4608" w:firstLine="348"/>
        <w:contextualSpacing w:val="0"/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44</w:t>
      </w:r>
      <w:r w:rsidRPr="00040C71">
        <w:rPr>
          <w:rFonts w:asciiTheme="minorHAnsi" w:hAnsiTheme="minorHAnsi"/>
          <w:b/>
        </w:rPr>
        <w:t>-</w:t>
      </w:r>
      <w:r>
        <w:rPr>
          <w:rFonts w:asciiTheme="minorHAnsi" w:hAnsiTheme="minorHAnsi"/>
          <w:b/>
        </w:rPr>
        <w:t>207</w:t>
      </w:r>
      <w:r w:rsidRPr="00040C71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Rybnik</w:t>
      </w:r>
    </w:p>
    <w:p w14:paraId="753F7C96" w14:textId="77777777" w:rsidR="006E5612" w:rsidRPr="002F401A" w:rsidRDefault="006E5612" w:rsidP="005B20D6">
      <w:pPr>
        <w:spacing w:before="120" w:after="120"/>
        <w:ind w:left="-180"/>
        <w:jc w:val="center"/>
        <w:rPr>
          <w:rFonts w:asciiTheme="minorHAnsi" w:hAnsiTheme="minorHAnsi" w:cs="Arial"/>
          <w:b/>
          <w:bCs/>
          <w:sz w:val="28"/>
          <w:szCs w:val="32"/>
        </w:rPr>
      </w:pPr>
      <w:r>
        <w:rPr>
          <w:rFonts w:asciiTheme="minorHAnsi" w:hAnsiTheme="minorHAnsi" w:cs="Arial"/>
          <w:b/>
          <w:bCs/>
          <w:sz w:val="28"/>
          <w:szCs w:val="32"/>
        </w:rPr>
        <w:t xml:space="preserve">OFERTA </w:t>
      </w:r>
    </w:p>
    <w:p w14:paraId="1F9B869F" w14:textId="77777777" w:rsidR="006E5612" w:rsidRPr="002F401A" w:rsidRDefault="006E5612" w:rsidP="005B20D6">
      <w:pPr>
        <w:numPr>
          <w:ilvl w:val="0"/>
          <w:numId w:val="5"/>
        </w:numPr>
        <w:spacing w:before="120" w:after="120"/>
        <w:ind w:left="426" w:hanging="284"/>
        <w:rPr>
          <w:rFonts w:asciiTheme="minorHAnsi" w:hAnsiTheme="minorHAnsi" w:cs="Arial"/>
        </w:rPr>
      </w:pPr>
      <w:r w:rsidRPr="002F401A">
        <w:rPr>
          <w:rFonts w:asciiTheme="minorHAnsi" w:hAnsiTheme="minorHAnsi" w:cs="Arial"/>
          <w:b/>
          <w:caps/>
        </w:rPr>
        <w:t xml:space="preserve">Ofertę </w:t>
      </w:r>
      <w:r w:rsidRPr="002F401A">
        <w:rPr>
          <w:rFonts w:asciiTheme="minorHAnsi" w:hAnsiTheme="minorHAnsi" w:cs="Arial"/>
          <w:b/>
        </w:rPr>
        <w:t>składa</w:t>
      </w:r>
      <w:r w:rsidRPr="002F401A">
        <w:rPr>
          <w:rFonts w:asciiTheme="minorHAnsi" w:hAnsiTheme="minorHAnsi" w:cs="Arial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528"/>
      </w:tblGrid>
      <w:tr w:rsidR="006E5612" w:rsidRPr="002F401A" w14:paraId="2B6870A8" w14:textId="77777777" w:rsidTr="00322611">
        <w:trPr>
          <w:trHeight w:val="6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884C9E" w14:textId="77777777" w:rsidR="006E5612" w:rsidRPr="002F401A" w:rsidRDefault="006E5612" w:rsidP="005B20D6">
            <w:pPr>
              <w:spacing w:before="120" w:after="120"/>
              <w:ind w:left="113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5528" w:type="dxa"/>
            <w:shd w:val="clear" w:color="auto" w:fill="EAF1DD" w:themeFill="accent3" w:themeFillTint="33"/>
            <w:vAlign w:val="center"/>
          </w:tcPr>
          <w:p w14:paraId="03F00E7C" w14:textId="77777777" w:rsidR="006E5612" w:rsidRPr="002F401A" w:rsidRDefault="006E5612" w:rsidP="005B20D6">
            <w:pPr>
              <w:spacing w:before="120" w:after="120"/>
              <w:ind w:left="-70"/>
              <w:jc w:val="center"/>
              <w:rPr>
                <w:rFonts w:asciiTheme="minorHAnsi" w:hAnsiTheme="minorHAnsi" w:cs="Arial"/>
              </w:rPr>
            </w:pPr>
            <w:r w:rsidRPr="002F401A">
              <w:rPr>
                <w:rFonts w:asciiTheme="minorHAnsi" w:hAnsiTheme="minorHAnsi" w:cs="Arial"/>
              </w:rPr>
              <w:t>Nazwa i adres Wykonawcy</w:t>
            </w:r>
            <w:r>
              <w:rPr>
                <w:rFonts w:asciiTheme="minorHAnsi" w:hAnsiTheme="minorHAnsi" w:cs="Arial"/>
              </w:rPr>
              <w:t>/ów</w:t>
            </w:r>
            <w:r w:rsidRPr="002F401A">
              <w:rPr>
                <w:rFonts w:asciiTheme="minorHAnsi" w:hAnsiTheme="minorHAnsi" w:cs="Arial"/>
              </w:rPr>
              <w:t xml:space="preserve">, </w:t>
            </w:r>
            <w:r>
              <w:rPr>
                <w:rFonts w:asciiTheme="minorHAnsi" w:hAnsiTheme="minorHAnsi" w:cs="Arial"/>
              </w:rPr>
              <w:t xml:space="preserve">KRS, </w:t>
            </w:r>
            <w:r w:rsidRPr="002F401A">
              <w:rPr>
                <w:rFonts w:asciiTheme="minorHAnsi" w:hAnsiTheme="minorHAnsi" w:cs="Arial"/>
              </w:rPr>
              <w:t>NIP</w:t>
            </w:r>
            <w:r>
              <w:rPr>
                <w:rFonts w:asciiTheme="minorHAnsi" w:hAnsiTheme="minorHAnsi" w:cs="Arial"/>
              </w:rPr>
              <w:t>, REGON</w:t>
            </w:r>
          </w:p>
        </w:tc>
      </w:tr>
      <w:tr w:rsidR="006E5612" w:rsidRPr="002F401A" w14:paraId="07A5954A" w14:textId="77777777" w:rsidTr="00322611">
        <w:trPr>
          <w:trHeight w:val="672"/>
        </w:trPr>
        <w:tc>
          <w:tcPr>
            <w:tcW w:w="3119" w:type="dxa"/>
            <w:vAlign w:val="center"/>
          </w:tcPr>
          <w:p w14:paraId="60B6AD0E" w14:textId="77777777" w:rsidR="006E5612" w:rsidRPr="002F401A" w:rsidRDefault="006E5612" w:rsidP="005B20D6">
            <w:pPr>
              <w:spacing w:before="120" w:after="120"/>
              <w:ind w:left="170"/>
              <w:jc w:val="center"/>
              <w:rPr>
                <w:rFonts w:asciiTheme="minorHAnsi" w:hAnsiTheme="minorHAnsi" w:cs="Arial"/>
              </w:rPr>
            </w:pPr>
            <w:r w:rsidRPr="002F401A">
              <w:rPr>
                <w:rFonts w:asciiTheme="minorHAnsi" w:hAnsiTheme="minorHAnsi" w:cs="Arial"/>
              </w:rPr>
              <w:t>Wykonawca</w:t>
            </w:r>
            <w:r w:rsidRPr="002F401A">
              <w:rPr>
                <w:rStyle w:val="Odwoanieprzypisudolnego"/>
                <w:rFonts w:asciiTheme="minorHAnsi" w:hAnsiTheme="minorHAnsi" w:cs="Arial"/>
              </w:rPr>
              <w:footnoteReference w:id="2"/>
            </w:r>
          </w:p>
        </w:tc>
        <w:tc>
          <w:tcPr>
            <w:tcW w:w="5528" w:type="dxa"/>
            <w:vAlign w:val="center"/>
          </w:tcPr>
          <w:p w14:paraId="5B19CBA0" w14:textId="77777777" w:rsidR="006E5612" w:rsidRPr="002F401A" w:rsidRDefault="006E5612" w:rsidP="005B20D6">
            <w:pPr>
              <w:spacing w:before="120" w:after="120"/>
              <w:ind w:left="-7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</w:tbl>
    <w:p w14:paraId="765CFB64" w14:textId="77777777" w:rsidR="006E5612" w:rsidRPr="002F401A" w:rsidRDefault="006E5612" w:rsidP="005B20D6">
      <w:pPr>
        <w:spacing w:before="120" w:after="120"/>
        <w:ind w:left="1134"/>
        <w:rPr>
          <w:rFonts w:asciiTheme="minorHAnsi" w:hAnsiTheme="minorHAnsi" w:cs="Arial"/>
        </w:rPr>
      </w:pPr>
    </w:p>
    <w:p w14:paraId="68251E6A" w14:textId="77777777" w:rsidR="006E5612" w:rsidRPr="002F401A" w:rsidRDefault="006E5612" w:rsidP="005B20D6">
      <w:pPr>
        <w:numPr>
          <w:ilvl w:val="0"/>
          <w:numId w:val="5"/>
        </w:numPr>
        <w:tabs>
          <w:tab w:val="left" w:pos="426"/>
        </w:tabs>
        <w:spacing w:before="120" w:after="120"/>
        <w:ind w:left="851" w:hanging="567"/>
        <w:rPr>
          <w:rFonts w:asciiTheme="minorHAnsi" w:hAnsiTheme="minorHAnsi" w:cs="Arial"/>
          <w:b/>
        </w:rPr>
      </w:pPr>
      <w:r w:rsidRPr="002F401A">
        <w:rPr>
          <w:rFonts w:asciiTheme="minorHAnsi" w:hAnsiTheme="minorHAnsi" w:cs="Arial"/>
          <w:b/>
        </w:rPr>
        <w:lastRenderedPageBreak/>
        <w:t xml:space="preserve">OSOBA </w:t>
      </w:r>
      <w:r w:rsidRPr="002F401A">
        <w:rPr>
          <w:rFonts w:asciiTheme="minorHAnsi" w:hAnsiTheme="minorHAnsi" w:cs="Arial"/>
          <w:b/>
          <w:caps/>
        </w:rPr>
        <w:t>uprawniona</w:t>
      </w:r>
      <w:r w:rsidRPr="002F401A">
        <w:rPr>
          <w:rFonts w:asciiTheme="minorHAnsi" w:hAnsiTheme="minorHAnsi" w:cs="Arial"/>
          <w:b/>
        </w:rPr>
        <w:t xml:space="preserve"> DO KONTAKTÓW </w:t>
      </w:r>
      <w:r w:rsidRPr="002F401A">
        <w:rPr>
          <w:rFonts w:asciiTheme="minorHAnsi" w:hAnsiTheme="minorHAnsi" w:cs="Arial"/>
          <w:b/>
          <w:caps/>
        </w:rPr>
        <w:t>z zamawiającym</w:t>
      </w:r>
      <w:r w:rsidRPr="002F401A">
        <w:rPr>
          <w:rFonts w:asciiTheme="minorHAnsi" w:hAnsiTheme="minorHAnsi" w:cs="Arial"/>
          <w:b/>
        </w:rPr>
        <w:t xml:space="preserve"> (</w:t>
      </w:r>
      <w:r>
        <w:rPr>
          <w:rFonts w:asciiTheme="minorHAnsi" w:hAnsiTheme="minorHAnsi" w:cs="Arial"/>
          <w:b/>
        </w:rPr>
        <w:t>w sprawie niniejszej Oferty</w:t>
      </w:r>
      <w:r w:rsidRPr="002F401A">
        <w:rPr>
          <w:rFonts w:asciiTheme="minorHAnsi" w:hAnsiTheme="minorHAnsi" w:cs="Arial"/>
          <w:b/>
        </w:rPr>
        <w:t>)</w:t>
      </w:r>
    </w:p>
    <w:p w14:paraId="730CC8B5" w14:textId="77777777" w:rsidR="006E5612" w:rsidRPr="002F401A" w:rsidRDefault="006E5612" w:rsidP="005B20D6">
      <w:pPr>
        <w:spacing w:before="120" w:after="120"/>
        <w:ind w:left="1134"/>
        <w:rPr>
          <w:rFonts w:asciiTheme="minorHAnsi" w:hAnsiTheme="minorHAnsi" w:cs="Aria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528"/>
      </w:tblGrid>
      <w:tr w:rsidR="006E5612" w:rsidRPr="002F401A" w14:paraId="084316E6" w14:textId="77777777" w:rsidTr="00322611">
        <w:tc>
          <w:tcPr>
            <w:tcW w:w="3119" w:type="dxa"/>
            <w:shd w:val="clear" w:color="auto" w:fill="EAF1DD" w:themeFill="accent3" w:themeFillTint="33"/>
          </w:tcPr>
          <w:p w14:paraId="4C7CBFCA" w14:textId="77777777" w:rsidR="006E5612" w:rsidRPr="002F401A" w:rsidRDefault="006E5612" w:rsidP="005B20D6">
            <w:pPr>
              <w:spacing w:before="120" w:after="120"/>
              <w:ind w:left="214"/>
              <w:rPr>
                <w:rFonts w:asciiTheme="minorHAnsi" w:hAnsiTheme="minorHAnsi" w:cs="Arial"/>
              </w:rPr>
            </w:pPr>
            <w:r w:rsidRPr="002F401A">
              <w:rPr>
                <w:rFonts w:asciiTheme="minorHAnsi" w:hAnsiTheme="minorHAnsi" w:cs="Arial"/>
              </w:rPr>
              <w:t>Imię i nazwisko:</w:t>
            </w:r>
          </w:p>
        </w:tc>
        <w:tc>
          <w:tcPr>
            <w:tcW w:w="5528" w:type="dxa"/>
          </w:tcPr>
          <w:p w14:paraId="68D681EC" w14:textId="77777777" w:rsidR="006E5612" w:rsidRPr="002F401A" w:rsidRDefault="006E5612" w:rsidP="005B20D6">
            <w:pPr>
              <w:spacing w:before="120" w:after="120"/>
              <w:ind w:left="1134"/>
              <w:rPr>
                <w:rFonts w:asciiTheme="minorHAnsi" w:hAnsiTheme="minorHAnsi" w:cs="Arial"/>
              </w:rPr>
            </w:pPr>
          </w:p>
        </w:tc>
      </w:tr>
      <w:tr w:rsidR="006E5612" w:rsidRPr="002F401A" w14:paraId="26F630C2" w14:textId="77777777" w:rsidTr="00322611">
        <w:tc>
          <w:tcPr>
            <w:tcW w:w="3119" w:type="dxa"/>
            <w:shd w:val="clear" w:color="auto" w:fill="EAF1DD" w:themeFill="accent3" w:themeFillTint="33"/>
          </w:tcPr>
          <w:p w14:paraId="10D23911" w14:textId="77777777" w:rsidR="006E5612" w:rsidRPr="002F401A" w:rsidRDefault="006E5612" w:rsidP="005B20D6">
            <w:pPr>
              <w:tabs>
                <w:tab w:val="center" w:pos="4536"/>
                <w:tab w:val="right" w:pos="9072"/>
              </w:tabs>
              <w:spacing w:before="120" w:after="120"/>
              <w:ind w:left="214"/>
              <w:rPr>
                <w:rFonts w:asciiTheme="minorHAnsi" w:hAnsiTheme="minorHAnsi" w:cs="Arial"/>
              </w:rPr>
            </w:pPr>
            <w:r w:rsidRPr="002F401A">
              <w:rPr>
                <w:rFonts w:asciiTheme="minorHAnsi" w:hAnsiTheme="minorHAnsi" w:cs="Arial"/>
              </w:rPr>
              <w:t>Telefon:</w:t>
            </w:r>
          </w:p>
        </w:tc>
        <w:tc>
          <w:tcPr>
            <w:tcW w:w="5528" w:type="dxa"/>
          </w:tcPr>
          <w:p w14:paraId="6BE40DE6" w14:textId="77777777" w:rsidR="006E5612" w:rsidRPr="002F401A" w:rsidRDefault="006E5612" w:rsidP="005B20D6">
            <w:pPr>
              <w:spacing w:before="120" w:after="120"/>
              <w:ind w:left="1134"/>
              <w:rPr>
                <w:rFonts w:asciiTheme="minorHAnsi" w:hAnsiTheme="minorHAnsi" w:cs="Arial"/>
              </w:rPr>
            </w:pPr>
          </w:p>
        </w:tc>
      </w:tr>
      <w:tr w:rsidR="006E5612" w:rsidRPr="002F401A" w14:paraId="25402948" w14:textId="77777777" w:rsidTr="00322611">
        <w:tc>
          <w:tcPr>
            <w:tcW w:w="3119" w:type="dxa"/>
            <w:shd w:val="clear" w:color="auto" w:fill="EAF1DD" w:themeFill="accent3" w:themeFillTint="33"/>
          </w:tcPr>
          <w:p w14:paraId="4DB95439" w14:textId="77777777" w:rsidR="006E5612" w:rsidRPr="002F401A" w:rsidRDefault="006E5612" w:rsidP="005B20D6">
            <w:pPr>
              <w:spacing w:before="120" w:after="120"/>
              <w:ind w:left="214"/>
              <w:rPr>
                <w:rFonts w:asciiTheme="minorHAnsi" w:hAnsiTheme="minorHAnsi" w:cs="Arial"/>
                <w:lang w:val="de-DE"/>
              </w:rPr>
            </w:pPr>
            <w:r w:rsidRPr="002F401A">
              <w:rPr>
                <w:rFonts w:asciiTheme="minorHAnsi" w:hAnsiTheme="minorHAnsi" w:cs="Arial"/>
                <w:lang w:val="de-DE"/>
              </w:rPr>
              <w:t>e-mail:</w:t>
            </w:r>
          </w:p>
        </w:tc>
        <w:tc>
          <w:tcPr>
            <w:tcW w:w="5528" w:type="dxa"/>
          </w:tcPr>
          <w:p w14:paraId="59E0EF10" w14:textId="77777777" w:rsidR="006E5612" w:rsidRPr="002F401A" w:rsidRDefault="006E5612" w:rsidP="005B20D6">
            <w:pPr>
              <w:spacing w:before="120" w:after="120"/>
              <w:ind w:left="1134"/>
              <w:rPr>
                <w:rFonts w:asciiTheme="minorHAnsi" w:hAnsiTheme="minorHAnsi" w:cs="Arial"/>
                <w:lang w:val="de-DE"/>
              </w:rPr>
            </w:pPr>
          </w:p>
        </w:tc>
      </w:tr>
    </w:tbl>
    <w:p w14:paraId="297C7B49" w14:textId="77777777" w:rsidR="006E5612" w:rsidRPr="002F401A" w:rsidRDefault="006E5612" w:rsidP="005B20D6">
      <w:pPr>
        <w:tabs>
          <w:tab w:val="left" w:pos="-1440"/>
          <w:tab w:val="left" w:pos="-720"/>
          <w:tab w:val="left" w:pos="714"/>
          <w:tab w:val="left" w:pos="1451"/>
          <w:tab w:val="left" w:pos="2131"/>
        </w:tabs>
        <w:suppressAutoHyphens/>
        <w:spacing w:before="120" w:after="120"/>
        <w:ind w:left="1134"/>
        <w:rPr>
          <w:rFonts w:asciiTheme="minorHAnsi" w:hAnsiTheme="minorHAnsi" w:cs="Arial"/>
          <w:spacing w:val="-3"/>
          <w:lang w:val="de-DE"/>
        </w:rPr>
      </w:pPr>
    </w:p>
    <w:p w14:paraId="279267FA" w14:textId="77777777" w:rsidR="006E5612" w:rsidRPr="002F401A" w:rsidRDefault="006E5612" w:rsidP="005B20D6">
      <w:pPr>
        <w:numPr>
          <w:ilvl w:val="0"/>
          <w:numId w:val="5"/>
        </w:numPr>
        <w:spacing w:before="120" w:after="120"/>
        <w:ind w:left="567" w:hanging="283"/>
        <w:rPr>
          <w:rFonts w:asciiTheme="minorHAnsi" w:hAnsiTheme="minorHAnsi" w:cs="Arial"/>
          <w:b/>
        </w:rPr>
      </w:pPr>
      <w:r w:rsidRPr="002F401A">
        <w:rPr>
          <w:rFonts w:asciiTheme="minorHAnsi" w:hAnsiTheme="minorHAnsi" w:cs="Arial"/>
          <w:b/>
        </w:rPr>
        <w:t>OFERTA WYKONAWCY</w:t>
      </w:r>
    </w:p>
    <w:p w14:paraId="1229065E" w14:textId="63D7EB4D" w:rsidR="00E90CE6" w:rsidRDefault="006E5612" w:rsidP="005B20D6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szCs w:val="22"/>
        </w:rPr>
      </w:pPr>
      <w:r w:rsidRPr="00FC31A7">
        <w:rPr>
          <w:rFonts w:asciiTheme="minorHAnsi" w:hAnsiTheme="minorHAnsi" w:cs="Arial"/>
          <w:szCs w:val="22"/>
        </w:rPr>
        <w:t>My, niżej podpisani, niniejszym oświadczamy</w:t>
      </w:r>
      <w:r w:rsidR="002829F6">
        <w:rPr>
          <w:rFonts w:asciiTheme="minorHAnsi" w:hAnsiTheme="minorHAnsi" w:cs="Arial"/>
          <w:szCs w:val="22"/>
        </w:rPr>
        <w:t>, iż</w:t>
      </w:r>
      <w:r w:rsidRPr="00EF3716">
        <w:rPr>
          <w:rFonts w:asciiTheme="minorHAnsi" w:hAnsiTheme="minorHAnsi" w:cs="Arial"/>
          <w:szCs w:val="22"/>
        </w:rPr>
        <w:t xml:space="preserve"> </w:t>
      </w:r>
      <w:r w:rsidRPr="00E5684A">
        <w:rPr>
          <w:rFonts w:asciiTheme="minorHAnsi" w:hAnsiTheme="minorHAnsi" w:cs="Arial"/>
          <w:szCs w:val="22"/>
        </w:rPr>
        <w:t xml:space="preserve">nie podlegamy wykluczeniu na podstawie </w:t>
      </w:r>
      <w:r>
        <w:rPr>
          <w:rFonts w:asciiTheme="minorHAnsi" w:hAnsiTheme="minorHAnsi" w:cs="Arial"/>
          <w:szCs w:val="22"/>
        </w:rPr>
        <w:t xml:space="preserve">rozdziału V </w:t>
      </w:r>
      <w:r w:rsidRPr="00E5684A">
        <w:rPr>
          <w:rFonts w:asciiTheme="minorHAnsi" w:hAnsiTheme="minorHAnsi" w:cs="Arial"/>
          <w:szCs w:val="22"/>
        </w:rPr>
        <w:t xml:space="preserve">pkt </w:t>
      </w:r>
      <w:r>
        <w:rPr>
          <w:rFonts w:asciiTheme="minorHAnsi" w:hAnsiTheme="minorHAnsi" w:cs="Arial"/>
          <w:szCs w:val="22"/>
        </w:rPr>
        <w:t>2</w:t>
      </w:r>
      <w:r w:rsidR="00E90CE6">
        <w:rPr>
          <w:rFonts w:asciiTheme="minorHAnsi" w:hAnsiTheme="minorHAnsi" w:cs="Arial"/>
          <w:szCs w:val="22"/>
        </w:rPr>
        <w:t>.</w:t>
      </w:r>
      <w:r w:rsidR="00F939DF">
        <w:rPr>
          <w:rFonts w:asciiTheme="minorHAnsi" w:hAnsiTheme="minorHAnsi" w:cs="Arial"/>
          <w:szCs w:val="22"/>
        </w:rPr>
        <w:t xml:space="preserve"> SWZ</w:t>
      </w:r>
      <w:r w:rsidR="00E90CE6">
        <w:rPr>
          <w:rFonts w:asciiTheme="minorHAnsi" w:hAnsiTheme="minorHAnsi" w:cs="Arial"/>
          <w:szCs w:val="22"/>
        </w:rPr>
        <w:t>,</w:t>
      </w:r>
      <w:r w:rsidR="00AC6A46">
        <w:rPr>
          <w:rFonts w:asciiTheme="minorHAnsi" w:hAnsiTheme="minorHAnsi" w:cs="Arial"/>
          <w:szCs w:val="22"/>
        </w:rPr>
        <w:t xml:space="preserve"> </w:t>
      </w:r>
      <w:r w:rsidR="00F939DF">
        <w:rPr>
          <w:rFonts w:asciiTheme="minorHAnsi" w:hAnsiTheme="minorHAnsi" w:cs="Arial"/>
          <w:szCs w:val="22"/>
        </w:rPr>
        <w:t>a w tym</w:t>
      </w:r>
      <w:r w:rsidR="00E90CE6">
        <w:rPr>
          <w:rFonts w:asciiTheme="minorHAnsi" w:hAnsiTheme="minorHAnsi" w:cs="Arial"/>
          <w:szCs w:val="22"/>
        </w:rPr>
        <w:t>:</w:t>
      </w:r>
    </w:p>
    <w:p w14:paraId="2D07E941" w14:textId="055B454D" w:rsidR="00184CB9" w:rsidRDefault="00F939DF" w:rsidP="005B20D6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Theme="minorHAnsi" w:hAnsiTheme="minorHAnsi" w:cs="Arial"/>
          <w:szCs w:val="22"/>
        </w:rPr>
      </w:pPr>
      <w:r w:rsidRPr="00105D14">
        <w:rPr>
          <w:rFonts w:asciiTheme="minorHAnsi" w:hAnsiTheme="minorHAnsi" w:cs="Arial"/>
          <w:szCs w:val="22"/>
        </w:rPr>
        <w:t>spełniamy warunki udziału w postępowaniu</w:t>
      </w:r>
      <w:r>
        <w:rPr>
          <w:rFonts w:asciiTheme="minorHAnsi" w:hAnsiTheme="minorHAnsi" w:cs="Arial"/>
          <w:szCs w:val="22"/>
        </w:rPr>
        <w:t>,</w:t>
      </w:r>
    </w:p>
    <w:p w14:paraId="152D1CEF" w14:textId="77777777" w:rsidR="00F939DF" w:rsidRPr="00F939DF" w:rsidRDefault="00F939DF" w:rsidP="005B20D6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Theme="minorHAnsi" w:hAnsiTheme="minorHAnsi" w:cs="Arial"/>
          <w:szCs w:val="22"/>
        </w:rPr>
      </w:pPr>
      <w:r w:rsidRPr="00F939DF">
        <w:rPr>
          <w:rFonts w:asciiTheme="minorHAnsi" w:hAnsiTheme="minorHAnsi" w:cs="Arial"/>
          <w:szCs w:val="22"/>
        </w:rPr>
        <w:t>nie zalegamy z uiszczeniem podatków, opłat lub składek na ubezpieczenie społeczne lub zdrowotne, a jeśli zalegamy z uiszczeniem podatków, opłat lub składek na ubezpieczenie społeczne lub zdrowotne, to przed upływem składania Ofert dokonaliśmy płatności należnych podatków, opłat lub składek co będziemy w stanie wykazać Zamawiającemu,</w:t>
      </w:r>
    </w:p>
    <w:p w14:paraId="7EBBCBCC" w14:textId="77777777" w:rsidR="00F939DF" w:rsidRPr="00F939DF" w:rsidRDefault="00F939DF" w:rsidP="005B20D6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Theme="minorHAnsi" w:hAnsiTheme="minorHAnsi" w:cs="Arial"/>
          <w:szCs w:val="22"/>
        </w:rPr>
      </w:pPr>
      <w:r w:rsidRPr="00F939DF">
        <w:rPr>
          <w:rFonts w:asciiTheme="minorHAnsi" w:hAnsiTheme="minorHAnsi" w:cs="Arial"/>
          <w:szCs w:val="22"/>
        </w:rPr>
        <w:t>w wyniku zamierzonego działania lub rażącego niedbalstwa nie wprowadziliśmy Zamawiającego w błąd przy przedstawianiu informacji, że nie podlegamy wykluczeniu, spełniamy warunki udziału w Postępowaniu zakupowym lub kryteria selekcji, co mogło mieć istotny wpływ na decyzje podejmowane przez Zamawiającego w Postępowaniu zakupowym, a także nie zatailiśmy tych informacji,</w:t>
      </w:r>
    </w:p>
    <w:p w14:paraId="05863C30" w14:textId="2AE77DBD" w:rsidR="00F939DF" w:rsidRPr="00F939DF" w:rsidRDefault="00F939DF" w:rsidP="005B20D6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Theme="minorHAnsi" w:hAnsiTheme="minorHAnsi" w:cs="Arial"/>
          <w:szCs w:val="22"/>
        </w:rPr>
      </w:pPr>
      <w:r w:rsidRPr="00F939DF">
        <w:rPr>
          <w:rFonts w:asciiTheme="minorHAnsi" w:hAnsiTheme="minorHAnsi" w:cs="Arial"/>
          <w:szCs w:val="22"/>
        </w:rPr>
        <w:t>Wykonawcy będącego osobą fizyczną, a w przypadku pozostałych Wykonawców - urzędującego członka organu zarządzającego lub nadzorczego, wspólnika spółki w spółce jawnej lub partnerskiej albo komplementariusza w spółce komandytowej lub komandytowo-akcyjnej lub prokurenta, nie skazano prawomocnie za żadne z przest</w:t>
      </w:r>
      <w:r>
        <w:rPr>
          <w:rFonts w:asciiTheme="minorHAnsi" w:hAnsiTheme="minorHAnsi" w:cs="Arial"/>
          <w:szCs w:val="22"/>
        </w:rPr>
        <w:t>ępstw wymienionych w pkt V. 2. 2)</w:t>
      </w:r>
      <w:r w:rsidRPr="00F939DF">
        <w:rPr>
          <w:rFonts w:asciiTheme="minorHAnsi" w:hAnsiTheme="minorHAnsi" w:cs="Arial"/>
          <w:szCs w:val="22"/>
        </w:rPr>
        <w:t xml:space="preserve"> SWZ,</w:t>
      </w:r>
    </w:p>
    <w:p w14:paraId="09BFA048" w14:textId="77777777" w:rsidR="00F939DF" w:rsidRPr="00F939DF" w:rsidRDefault="00F939DF" w:rsidP="005B20D6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Theme="minorHAnsi" w:hAnsiTheme="minorHAnsi" w:cs="Arial"/>
          <w:szCs w:val="22"/>
        </w:rPr>
      </w:pPr>
      <w:r w:rsidRPr="00F939DF">
        <w:rPr>
          <w:rFonts w:asciiTheme="minorHAnsi" w:hAnsiTheme="minorHAnsi" w:cs="Arial"/>
          <w:szCs w:val="22"/>
        </w:rPr>
        <w:t>Wykonawca nie zawarł z innymi Wykonawcami porozumienia mającego na celu zakłócenie konkurencji,</w:t>
      </w:r>
    </w:p>
    <w:p w14:paraId="1774AF65" w14:textId="77777777" w:rsidR="00F939DF" w:rsidRPr="00F939DF" w:rsidRDefault="00F939DF" w:rsidP="005B20D6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Theme="minorHAnsi" w:hAnsiTheme="minorHAnsi" w:cs="Arial"/>
          <w:szCs w:val="22"/>
        </w:rPr>
      </w:pPr>
      <w:r w:rsidRPr="00F939DF">
        <w:rPr>
          <w:rFonts w:asciiTheme="minorHAnsi" w:hAnsiTheme="minorHAnsi" w:cs="Arial"/>
          <w:szCs w:val="22"/>
        </w:rPr>
        <w:t>bezprawnie nie wpływaliśmy, nie próbowaliśmy wpływać na czynności Zamawiającego, nie próbowaliśmy pozyskać, a także nie pozyskaliśmy informacji poufnych, mogących dać Wykonawcy przewagę w Postępowaniu zakupowym,</w:t>
      </w:r>
    </w:p>
    <w:p w14:paraId="727962DF" w14:textId="77777777" w:rsidR="00F939DF" w:rsidRPr="00F939DF" w:rsidRDefault="00F939DF" w:rsidP="005B20D6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Theme="minorHAnsi" w:hAnsiTheme="minorHAnsi" w:cs="Arial"/>
          <w:szCs w:val="22"/>
        </w:rPr>
      </w:pPr>
      <w:r w:rsidRPr="00F939DF">
        <w:rPr>
          <w:rFonts w:asciiTheme="minorHAnsi" w:hAnsiTheme="minorHAnsi" w:cs="Arial"/>
          <w:szCs w:val="22"/>
        </w:rPr>
        <w:t>dajemy rękojmię należytego wykonania Zakupu z uwagi na brak prowadzonego przeciwko Wykonawcy lub członkom organów spółki Wykonawcy postępowania o popełnienie przestępstwa w związku z prowadzoną działalnością gospodarczą,</w:t>
      </w:r>
    </w:p>
    <w:p w14:paraId="35D2F328" w14:textId="77777777" w:rsidR="00F939DF" w:rsidRPr="00F939DF" w:rsidRDefault="00F939DF" w:rsidP="005B20D6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Theme="minorHAnsi" w:hAnsiTheme="minorHAnsi" w:cs="Arial"/>
          <w:szCs w:val="22"/>
        </w:rPr>
      </w:pPr>
      <w:r w:rsidRPr="00F939DF">
        <w:rPr>
          <w:rFonts w:asciiTheme="minorHAnsi" w:hAnsiTheme="minorHAnsi" w:cs="Arial"/>
          <w:szCs w:val="22"/>
        </w:rPr>
        <w:lastRenderedPageBreak/>
        <w:t>w stosunku do Wykonawcy nie otwarto likwidacji, nie ogłoszono upadłości, aktywami Wykonawcy nie zarządza likwidator lub sąd, Wykonawca nie zawarł układu z wierzycielami, działalność gospodarcza Wykonawcy nie jest zawieszona, a także nie znajduje się on w innej tego rodzaju sytuacji wynikającej z podobnej procedury przewidzianej w przepisach miejsca wszczęcia tej procedury,</w:t>
      </w:r>
    </w:p>
    <w:p w14:paraId="78C71FF7" w14:textId="77777777" w:rsidR="00F939DF" w:rsidRPr="00F939DF" w:rsidRDefault="00F939DF" w:rsidP="005B20D6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Theme="minorHAnsi" w:hAnsiTheme="minorHAnsi" w:cs="Arial"/>
          <w:szCs w:val="22"/>
        </w:rPr>
      </w:pPr>
      <w:r w:rsidRPr="00F939DF">
        <w:rPr>
          <w:rFonts w:asciiTheme="minorHAnsi" w:hAnsiTheme="minorHAnsi" w:cs="Arial"/>
          <w:szCs w:val="22"/>
        </w:rPr>
        <w:t>nie mamy wiedzy o aktualnym  figurowaniu na Liście Wykonawców, z którymi współpraca Spółek GK PGE została czasowo zawieszona,</w:t>
      </w:r>
    </w:p>
    <w:p w14:paraId="0A225027" w14:textId="77777777" w:rsidR="00F939DF" w:rsidRPr="00F939DF" w:rsidRDefault="00F939DF" w:rsidP="005B20D6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Theme="minorHAnsi" w:hAnsiTheme="minorHAnsi" w:cs="Arial"/>
          <w:szCs w:val="22"/>
        </w:rPr>
      </w:pPr>
      <w:r w:rsidRPr="00F939DF">
        <w:rPr>
          <w:rFonts w:asciiTheme="minorHAnsi" w:hAnsiTheme="minorHAnsi" w:cs="Arial"/>
          <w:szCs w:val="22"/>
        </w:rPr>
        <w:t>zgodnie z treścią ustawy z dnia 13 kwietnia 2022 r. o szczególnych rozwiązaniach w zakresie przeciwdziałania wspieraniu agresji na Ukrainę oraz służących ochronie bezpieczeństwa narodowego niniejszym oświadczamy, że:</w:t>
      </w:r>
    </w:p>
    <w:p w14:paraId="6169A0BD" w14:textId="77777777" w:rsidR="00F939DF" w:rsidRPr="00F939DF" w:rsidRDefault="00F939DF" w:rsidP="005B20D6">
      <w:pPr>
        <w:pStyle w:val="Akapitzlist"/>
        <w:spacing w:before="120" w:after="120"/>
        <w:ind w:left="1069"/>
        <w:contextualSpacing w:val="0"/>
        <w:jc w:val="both"/>
        <w:rPr>
          <w:rFonts w:asciiTheme="minorHAnsi" w:hAnsiTheme="minorHAnsi" w:cs="Arial"/>
          <w:szCs w:val="22"/>
        </w:rPr>
      </w:pPr>
      <w:r w:rsidRPr="00F939DF">
        <w:rPr>
          <w:rFonts w:asciiTheme="minorHAnsi" w:hAnsiTheme="minorHAnsi" w:cs="Arial"/>
          <w:szCs w:val="22"/>
        </w:rPr>
        <w:t>-</w:t>
      </w:r>
      <w:r w:rsidRPr="00F939DF">
        <w:rPr>
          <w:rFonts w:asciiTheme="minorHAnsi" w:hAnsiTheme="minorHAnsi" w:cs="Arial"/>
          <w:szCs w:val="22"/>
        </w:rPr>
        <w:tab/>
        <w:t>nie jesteśmy wymienieni w wykazach określonych w rozporządzeniu 765/2006 i rozporządzeniu 269/2014 albo wpisani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2C4851D2" w14:textId="77777777" w:rsidR="00F939DF" w:rsidRPr="00F939DF" w:rsidRDefault="00F939DF" w:rsidP="005B20D6">
      <w:pPr>
        <w:pStyle w:val="Akapitzlist"/>
        <w:spacing w:before="120" w:after="120"/>
        <w:ind w:left="1069"/>
        <w:contextualSpacing w:val="0"/>
        <w:jc w:val="both"/>
        <w:rPr>
          <w:rFonts w:asciiTheme="minorHAnsi" w:hAnsiTheme="minorHAnsi" w:cs="Arial"/>
          <w:szCs w:val="22"/>
        </w:rPr>
      </w:pPr>
      <w:r w:rsidRPr="00F939DF">
        <w:rPr>
          <w:rFonts w:asciiTheme="minorHAnsi" w:hAnsiTheme="minorHAnsi" w:cs="Arial"/>
          <w:szCs w:val="22"/>
        </w:rPr>
        <w:t>-</w:t>
      </w:r>
      <w:r w:rsidRPr="00F939DF">
        <w:rPr>
          <w:rFonts w:asciiTheme="minorHAnsi" w:hAnsiTheme="minorHAnsi" w:cs="Arial"/>
          <w:szCs w:val="22"/>
        </w:rPr>
        <w:tab/>
        <w:t>naszym beneficjentem rzeczywistym w rozumieniu ustawy z dnia 1 marca 2018 r. o przeciwdziałaniu praniu pieniędzy oraz finansowaniu terroryzmu (Dz. U. z 2022 r. poz. 593 i 655)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6D77B2FD" w14:textId="7003AD03" w:rsidR="00F939DF" w:rsidRDefault="00F939DF" w:rsidP="005B20D6">
      <w:pPr>
        <w:pStyle w:val="Akapitzlist"/>
        <w:spacing w:before="120" w:after="120"/>
        <w:ind w:left="1069"/>
        <w:contextualSpacing w:val="0"/>
        <w:jc w:val="both"/>
        <w:rPr>
          <w:rFonts w:asciiTheme="minorHAnsi" w:hAnsiTheme="minorHAnsi" w:cs="Arial"/>
          <w:szCs w:val="22"/>
        </w:rPr>
      </w:pPr>
      <w:r w:rsidRPr="00F939DF">
        <w:rPr>
          <w:rFonts w:asciiTheme="minorHAnsi" w:hAnsiTheme="minorHAnsi" w:cs="Arial"/>
          <w:szCs w:val="22"/>
        </w:rPr>
        <w:t>-</w:t>
      </w:r>
      <w:r w:rsidRPr="00F939DF">
        <w:rPr>
          <w:rFonts w:asciiTheme="minorHAnsi" w:hAnsiTheme="minorHAnsi" w:cs="Arial"/>
          <w:szCs w:val="22"/>
        </w:rPr>
        <w:tab/>
        <w:t>naszą jednostką dominującą w rozumieniu art. 3 ust. 1 pkt 37 ustawy z dnia 29 września 1994 r. o rachunkowości (</w:t>
      </w:r>
      <w:r w:rsidR="00EB20F7">
        <w:rPr>
          <w:rFonts w:asciiTheme="minorHAnsi" w:hAnsiTheme="minorHAnsi" w:cs="Arial"/>
          <w:szCs w:val="22"/>
        </w:rPr>
        <w:t>Dz. U. z 2023</w:t>
      </w:r>
      <w:r w:rsidR="00EB20F7" w:rsidRPr="00BF7966">
        <w:rPr>
          <w:rFonts w:asciiTheme="minorHAnsi" w:hAnsiTheme="minorHAnsi" w:cs="Arial"/>
          <w:szCs w:val="22"/>
        </w:rPr>
        <w:t xml:space="preserve"> r. poz. </w:t>
      </w:r>
      <w:r w:rsidR="00EB20F7">
        <w:rPr>
          <w:rFonts w:asciiTheme="minorHAnsi" w:hAnsiTheme="minorHAnsi" w:cs="Arial"/>
          <w:szCs w:val="22"/>
        </w:rPr>
        <w:t>120 ze zm.</w:t>
      </w:r>
      <w:r w:rsidRPr="00F939DF">
        <w:rPr>
          <w:rFonts w:asciiTheme="minorHAnsi" w:hAnsiTheme="minorHAnsi" w:cs="Arial"/>
          <w:szCs w:val="22"/>
        </w:rPr>
        <w:t>),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09551E4A" w14:textId="77777777" w:rsidR="0005490C" w:rsidRPr="008C6D35" w:rsidRDefault="0005490C" w:rsidP="005B20D6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Theme="minorHAnsi" w:hAnsiTheme="minorHAnsi" w:cs="Arial"/>
          <w:szCs w:val="22"/>
        </w:rPr>
      </w:pPr>
      <w:r w:rsidRPr="008C6D35">
        <w:rPr>
          <w:rFonts w:asciiTheme="minorHAnsi" w:hAnsiTheme="minorHAnsi" w:cs="Arial"/>
          <w:szCs w:val="22"/>
        </w:rPr>
        <w:t>nie jesteśmy:</w:t>
      </w:r>
    </w:p>
    <w:p w14:paraId="2177AF16" w14:textId="77777777" w:rsidR="0005490C" w:rsidRPr="008C6D35" w:rsidRDefault="0005490C" w:rsidP="005B20D6">
      <w:pPr>
        <w:pStyle w:val="Akapitzlist"/>
        <w:widowControl w:val="0"/>
        <w:numPr>
          <w:ilvl w:val="0"/>
          <w:numId w:val="18"/>
        </w:numPr>
        <w:suppressAutoHyphens/>
        <w:spacing w:before="120" w:after="120"/>
        <w:ind w:left="1418"/>
        <w:contextualSpacing w:val="0"/>
        <w:jc w:val="both"/>
        <w:rPr>
          <w:rFonts w:ascii="Verdana" w:hAnsi="Verdana" w:cs="Arial"/>
          <w:sz w:val="20"/>
        </w:rPr>
      </w:pPr>
      <w:r w:rsidRPr="008C6D35">
        <w:rPr>
          <w:rFonts w:ascii="Verdana" w:hAnsi="Verdana" w:cs="Arial"/>
          <w:sz w:val="20"/>
        </w:rPr>
        <w:t>obywatelem rosyjskim lub osobą fizyczną lub prawną, podmiotem lub organem z siedzibą w Rosji;</w:t>
      </w:r>
    </w:p>
    <w:p w14:paraId="0784AD4C" w14:textId="77777777" w:rsidR="0005490C" w:rsidRPr="008C6D35" w:rsidRDefault="0005490C" w:rsidP="005B20D6">
      <w:pPr>
        <w:pStyle w:val="Akapitzlist"/>
        <w:widowControl w:val="0"/>
        <w:numPr>
          <w:ilvl w:val="0"/>
          <w:numId w:val="18"/>
        </w:numPr>
        <w:suppressAutoHyphens/>
        <w:spacing w:before="120" w:after="120"/>
        <w:ind w:left="1418"/>
        <w:contextualSpacing w:val="0"/>
        <w:jc w:val="both"/>
        <w:rPr>
          <w:rFonts w:ascii="Verdana" w:hAnsi="Verdana" w:cs="Arial"/>
          <w:sz w:val="20"/>
        </w:rPr>
      </w:pPr>
      <w:r w:rsidRPr="008C6D35">
        <w:rPr>
          <w:rFonts w:ascii="Verdana" w:hAnsi="Verdana" w:cs="Arial"/>
          <w:sz w:val="20"/>
        </w:rPr>
        <w:t>osobą prawną, podmiotem lub organem, do których prawa własności bezpośrednio lub pośrednio w ponad 50 % należą do podmiotu, o którym mowa w pkt 1 powyżej; lub</w:t>
      </w:r>
    </w:p>
    <w:p w14:paraId="07F8E8F8" w14:textId="77777777" w:rsidR="0005490C" w:rsidRPr="008C6D35" w:rsidRDefault="0005490C" w:rsidP="005B20D6">
      <w:pPr>
        <w:pStyle w:val="Akapitzlist"/>
        <w:widowControl w:val="0"/>
        <w:numPr>
          <w:ilvl w:val="0"/>
          <w:numId w:val="18"/>
        </w:numPr>
        <w:suppressAutoHyphens/>
        <w:spacing w:before="120" w:after="120"/>
        <w:ind w:left="1418"/>
        <w:contextualSpacing w:val="0"/>
        <w:jc w:val="both"/>
        <w:rPr>
          <w:rFonts w:ascii="Verdana" w:hAnsi="Verdana" w:cs="Arial"/>
          <w:sz w:val="20"/>
        </w:rPr>
      </w:pPr>
      <w:r w:rsidRPr="008C6D35">
        <w:rPr>
          <w:rFonts w:ascii="Verdana" w:hAnsi="Verdana" w:cs="Arial"/>
          <w:sz w:val="20"/>
        </w:rPr>
        <w:t>osobą fizyczną lub prawną, podmiotem lub organem działającym w imieniu lub pod kierunkiem podmiotu, o którym mowa w pkt 1 lub pkt 2 powyżej,</w:t>
      </w:r>
    </w:p>
    <w:p w14:paraId="77E82163" w14:textId="33D1EA41" w:rsidR="0005490C" w:rsidRPr="00F939DF" w:rsidRDefault="0005490C" w:rsidP="005B20D6">
      <w:pPr>
        <w:pStyle w:val="Akapitzlist"/>
        <w:spacing w:before="120" w:after="120"/>
        <w:ind w:left="1069"/>
        <w:contextualSpacing w:val="0"/>
        <w:jc w:val="both"/>
        <w:rPr>
          <w:rFonts w:asciiTheme="minorHAnsi" w:hAnsiTheme="minorHAnsi" w:cs="Arial"/>
          <w:szCs w:val="22"/>
        </w:rPr>
      </w:pPr>
      <w:r w:rsidRPr="008C6D35">
        <w:rPr>
          <w:rFonts w:ascii="Verdana" w:hAnsi="Verdana" w:cs="Arial"/>
          <w:sz w:val="20"/>
        </w:rPr>
        <w:lastRenderedPageBreak/>
        <w:t>oraz oświadczamy, że nie ubiegamy się o udzielenie zamówienia z udziałem podwykonawców, dostawców lub podmiotów, na zdolności których będziemy polegać przy realizacji zamówienia, na których przypada ponad 10 % wartości zamówienia, będących równocześnie obywatelami, osobami, podmiotami lub organami wymienionymi w tiret 1-3 powyżej.</w:t>
      </w:r>
    </w:p>
    <w:p w14:paraId="114DC531" w14:textId="7FE61C07" w:rsidR="00F939DF" w:rsidRPr="00F939DF" w:rsidRDefault="00F939DF" w:rsidP="005B20D6">
      <w:pPr>
        <w:pStyle w:val="Akapitzlist"/>
        <w:spacing w:before="120" w:after="120"/>
        <w:ind w:left="1069"/>
        <w:contextualSpacing w:val="0"/>
        <w:jc w:val="both"/>
        <w:rPr>
          <w:rFonts w:asciiTheme="minorHAnsi" w:hAnsiTheme="minorHAnsi" w:cs="Arial"/>
          <w:szCs w:val="22"/>
        </w:rPr>
      </w:pPr>
      <w:r w:rsidRPr="00F939DF">
        <w:rPr>
          <w:rFonts w:asciiTheme="minorHAnsi" w:hAnsiTheme="minorHAnsi" w:cs="Arial"/>
          <w:szCs w:val="22"/>
        </w:rPr>
        <w:t>Ponadto zobowiązujemy się na żądanie Zamawiającego, na każdym etapie postępowania, złożyć dodatkowe dokumenty potwierdzające brak podstaw do wykluczenia Wykonawcy na podstawie ww. przepisów</w:t>
      </w:r>
    </w:p>
    <w:p w14:paraId="7342CB79" w14:textId="7DF0DA86" w:rsidR="006E5612" w:rsidRDefault="006E5612" w:rsidP="005B20D6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szCs w:val="22"/>
        </w:rPr>
      </w:pPr>
      <w:r w:rsidRPr="00184CB9">
        <w:rPr>
          <w:rFonts w:asciiTheme="minorHAnsi" w:hAnsiTheme="minorHAnsi" w:cs="Arial"/>
          <w:szCs w:val="22"/>
        </w:rPr>
        <w:t xml:space="preserve">Oferujemy, zgodnie z wymaganiami określonymi w SWZ, wykonanie przedmiotu zamówienia tj.: </w:t>
      </w:r>
      <w:r w:rsidRPr="00184CB9">
        <w:rPr>
          <w:rFonts w:asciiTheme="minorHAnsi" w:hAnsiTheme="minorHAnsi" w:cs="Arial"/>
          <w:b/>
          <w:szCs w:val="22"/>
        </w:rPr>
        <w:t>„</w:t>
      </w:r>
      <w:r w:rsidR="00325D42" w:rsidRPr="00325D42">
        <w:rPr>
          <w:rFonts w:asciiTheme="minorHAnsi" w:hAnsiTheme="minorHAnsi" w:cstheme="minorHAnsi"/>
          <w:b/>
          <w:bCs/>
          <w:sz w:val="22"/>
          <w:szCs w:val="22"/>
        </w:rPr>
        <w:t>Sukcesywne zakupy środków ochrony indywidualnej i środków czystości dla pracowników NI</w:t>
      </w:r>
      <w:r w:rsidR="00ED0506">
        <w:rPr>
          <w:rFonts w:asciiTheme="minorHAnsi" w:hAnsiTheme="minorHAnsi" w:cstheme="minorHAnsi"/>
          <w:b/>
          <w:bCs/>
          <w:sz w:val="22"/>
          <w:szCs w:val="22"/>
        </w:rPr>
        <w:t xml:space="preserve"> na rok 2025</w:t>
      </w:r>
      <w:r w:rsidR="00F21A9C">
        <w:rPr>
          <w:rFonts w:asciiTheme="minorHAnsi" w:hAnsiTheme="minorHAnsi" w:cs="Arial"/>
          <w:b/>
          <w:szCs w:val="22"/>
        </w:rPr>
        <w:t>”</w:t>
      </w:r>
      <w:r w:rsidR="00B9315B">
        <w:rPr>
          <w:rFonts w:asciiTheme="minorHAnsi" w:hAnsiTheme="minorHAnsi" w:cs="Arial"/>
          <w:b/>
          <w:szCs w:val="22"/>
        </w:rPr>
        <w:t>,</w:t>
      </w:r>
      <w:r w:rsidRPr="00184CB9">
        <w:rPr>
          <w:rFonts w:asciiTheme="minorHAnsi" w:hAnsiTheme="minorHAnsi" w:cs="Arial"/>
          <w:b/>
          <w:szCs w:val="22"/>
        </w:rPr>
        <w:t xml:space="preserve"> </w:t>
      </w:r>
      <w:r w:rsidR="00204072">
        <w:rPr>
          <w:rFonts w:asciiTheme="minorHAnsi" w:hAnsiTheme="minorHAnsi" w:cs="Arial"/>
          <w:szCs w:val="22"/>
        </w:rPr>
        <w:t>n</w:t>
      </w:r>
      <w:r w:rsidRPr="00184CB9">
        <w:rPr>
          <w:rFonts w:asciiTheme="minorHAnsi" w:hAnsiTheme="minorHAnsi" w:cs="Arial"/>
          <w:szCs w:val="22"/>
        </w:rPr>
        <w:t xml:space="preserve">r </w:t>
      </w:r>
      <w:r w:rsidRPr="00B16D3C">
        <w:rPr>
          <w:rFonts w:asciiTheme="minorHAnsi" w:hAnsiTheme="minorHAnsi" w:cs="Arial"/>
          <w:szCs w:val="22"/>
        </w:rPr>
        <w:t>postępowania</w:t>
      </w:r>
      <w:r w:rsidRPr="00B16D3C">
        <w:rPr>
          <w:rFonts w:asciiTheme="minorHAnsi" w:hAnsiTheme="minorHAnsi" w:cs="Arial"/>
          <w:b/>
          <w:szCs w:val="22"/>
        </w:rPr>
        <w:t xml:space="preserve"> </w:t>
      </w:r>
      <w:r w:rsidR="00B16D3C" w:rsidRPr="00B16D3C">
        <w:rPr>
          <w:rFonts w:ascii="Arial" w:hAnsi="Arial" w:cs="Arial"/>
          <w:sz w:val="20"/>
        </w:rPr>
        <w:t>PGE Ekoserwis</w:t>
      </w:r>
      <w:r w:rsidR="00F21A9C">
        <w:rPr>
          <w:rFonts w:ascii="Arial" w:hAnsi="Arial" w:cs="Arial"/>
          <w:sz w:val="20"/>
        </w:rPr>
        <w:t xml:space="preserve"> </w:t>
      </w:r>
      <w:r w:rsidR="00315BCC">
        <w:rPr>
          <w:rFonts w:ascii="Arial" w:hAnsi="Arial" w:cs="Arial"/>
          <w:sz w:val="20"/>
        </w:rPr>
        <w:t>POST/EKO/EKO/FZ/00143/2024</w:t>
      </w:r>
      <w:r w:rsidRPr="00B16D3C">
        <w:rPr>
          <w:rFonts w:asciiTheme="minorHAnsi" w:hAnsiTheme="minorHAnsi" w:cs="Arial"/>
          <w:szCs w:val="22"/>
        </w:rPr>
        <w:t>,</w:t>
      </w:r>
      <w:r w:rsidRPr="00B16D3C">
        <w:rPr>
          <w:rFonts w:asciiTheme="minorHAnsi" w:hAnsiTheme="minorHAnsi" w:cs="Arial"/>
          <w:b/>
          <w:szCs w:val="22"/>
        </w:rPr>
        <w:t xml:space="preserve"> </w:t>
      </w:r>
      <w:r w:rsidRPr="00184CB9">
        <w:rPr>
          <w:rFonts w:asciiTheme="minorHAnsi" w:hAnsiTheme="minorHAnsi" w:cs="Arial"/>
          <w:szCs w:val="22"/>
        </w:rPr>
        <w:t>za:</w:t>
      </w:r>
    </w:p>
    <w:p w14:paraId="387D0668" w14:textId="77777777" w:rsidR="00204072" w:rsidRDefault="00204072" w:rsidP="00204072">
      <w:pPr>
        <w:pStyle w:val="Akapitzlist"/>
        <w:spacing w:before="120" w:after="120"/>
        <w:ind w:left="709"/>
        <w:contextualSpacing w:val="0"/>
        <w:jc w:val="both"/>
        <w:rPr>
          <w:rFonts w:asciiTheme="minorHAnsi" w:hAnsiTheme="minorHAnsi" w:cs="Arial"/>
          <w:szCs w:val="22"/>
        </w:rPr>
      </w:pPr>
    </w:p>
    <w:tbl>
      <w:tblPr>
        <w:tblW w:w="13750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544"/>
        <w:gridCol w:w="2693"/>
        <w:gridCol w:w="1560"/>
        <w:gridCol w:w="1984"/>
        <w:gridCol w:w="1843"/>
        <w:gridCol w:w="1701"/>
      </w:tblGrid>
      <w:tr w:rsidR="00204072" w14:paraId="1627C9E8" w14:textId="77777777" w:rsidTr="00204072">
        <w:trPr>
          <w:trHeight w:val="2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0F55C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1ADB3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19FB7" w14:textId="0D52315A" w:rsidR="00325D42" w:rsidRDefault="00325D4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91AB3" w14:textId="08A31BB6" w:rsidR="00325D42" w:rsidRDefault="00325D4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4274" w14:textId="42899F44" w:rsidR="00325D42" w:rsidRDefault="00325D4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C5F0B" w14:textId="57C91B07" w:rsidR="00325D42" w:rsidRDefault="00325D4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E910" w14:textId="0D4BDDCF" w:rsidR="00325D42" w:rsidRDefault="00325D4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</w:tr>
      <w:tr w:rsidR="00204072" w14:paraId="439103B4" w14:textId="77777777" w:rsidTr="00FE3DD7">
        <w:trPr>
          <w:trHeight w:val="9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797A83" w14:textId="77777777" w:rsidR="00325D42" w:rsidRDefault="00325D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5DB407" w14:textId="77777777" w:rsidR="00325D42" w:rsidRDefault="00325D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Asortyment / artykuły bhp: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D0527A" w14:textId="746A2A13" w:rsidR="00325D42" w:rsidRDefault="00325D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Obecnie użytkowane przez Zamawiającego /</w:t>
            </w:r>
            <w:r w:rsidR="00F870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P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rodukty poglądowe: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F8D54F" w14:textId="755CC2E2" w:rsidR="00325D42" w:rsidRDefault="00325D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Planowane ilości </w:t>
            </w:r>
            <w:r w:rsidR="0020407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materiałów /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artykułów </w:t>
            </w:r>
            <w:r w:rsidR="0020407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bhp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do zakupu: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1BFA04" w14:textId="77777777" w:rsidR="00325D42" w:rsidRDefault="00325D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Ofertowe stawki jednostkowe netto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531569" w14:textId="15A3E4E0" w:rsidR="00325D42" w:rsidRDefault="00325D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Iloczyny kolumny 4 i 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69528E" w14:textId="3288F5FD" w:rsidR="00325D42" w:rsidRDefault="00325D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  <w:r w:rsidRPr="00325D42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*</w:t>
            </w:r>
          </w:p>
        </w:tc>
      </w:tr>
      <w:tr w:rsidR="00204072" w14:paraId="144AA279" w14:textId="77777777" w:rsidTr="00204072">
        <w:trPr>
          <w:trHeight w:val="8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7DC5F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E308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Buty ochronne / Trzewiki robocze  (antypoślizgowe ze wzmocnieniami palców stóp oraz kostki)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DD456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VM,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OXFORD S3,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ESD 5130-S3</w:t>
            </w:r>
            <w:r w:rsidR="002040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lub</w:t>
            </w:r>
          </w:p>
          <w:p w14:paraId="335B7E6D" w14:textId="162CF35E" w:rsidR="00204072" w:rsidRDefault="0020407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PPo model 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F13D" w14:textId="2B5074B0" w:rsidR="00325D42" w:rsidRPr="00204072" w:rsidRDefault="002040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4072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CA29A" w14:textId="77777777" w:rsidR="00325D42" w:rsidRDefault="00325D4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6C7EE" w14:textId="77777777" w:rsidR="00325D42" w:rsidRDefault="00325D4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0FB6F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04072" w14:paraId="3EEDB94A" w14:textId="77777777" w:rsidTr="00204072">
        <w:trPr>
          <w:trHeight w:val="8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7CAEF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0F788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Buty ocieplane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0BE7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COFRA New Barents S3 CI SRC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65B2F" w14:textId="12D09F01" w:rsidR="00325D42" w:rsidRPr="00204072" w:rsidRDefault="002040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4072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4F1BE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ACD6D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7D2C5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04072" w14:paraId="35D4AC2D" w14:textId="77777777" w:rsidTr="00204072">
        <w:trPr>
          <w:trHeight w:val="8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A3109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0859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Podkoszulka (T-shirt)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5359D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6CED5" w14:textId="5A9B4517" w:rsidR="00325D42" w:rsidRPr="00204072" w:rsidRDefault="002040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4072">
              <w:rPr>
                <w:rFonts w:ascii="Calibri" w:hAnsi="Calibri" w:cs="Calibri"/>
                <w:sz w:val="20"/>
                <w:szCs w:val="20"/>
              </w:rPr>
              <w:t>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99287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71405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7C886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04072" w14:paraId="21C73937" w14:textId="77777777" w:rsidTr="00204072">
        <w:trPr>
          <w:trHeight w:val="8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DF89D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76B3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Skarpety frotte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19ECB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worker Moraj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5D5FF" w14:textId="6C44C021" w:rsidR="00325D42" w:rsidRPr="00204072" w:rsidRDefault="002040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4072">
              <w:rPr>
                <w:rFonts w:ascii="Calibri" w:hAnsi="Calibri" w:cs="Calibri"/>
                <w:sz w:val="20"/>
                <w:szCs w:val="20"/>
              </w:rPr>
              <w:t>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F620B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101A2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88230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04072" w14:paraId="2B13B8A1" w14:textId="77777777" w:rsidTr="00204072">
        <w:trPr>
          <w:trHeight w:val="8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ABB49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C439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Ręcznik kąpielowy frotte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9D58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BFC42" w14:textId="476BD614" w:rsidR="00325D42" w:rsidRPr="00204072" w:rsidRDefault="002040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4072">
              <w:rPr>
                <w:rFonts w:ascii="Calibri" w:hAnsi="Calibri" w:cs="Calibri"/>
                <w:sz w:val="20"/>
                <w:szCs w:val="20"/>
              </w:rPr>
              <w:t>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27CD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A351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049C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04072" w14:paraId="1851955E" w14:textId="77777777" w:rsidTr="00204072">
        <w:trPr>
          <w:trHeight w:val="8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EB7F4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3DFB6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Klapki kąpielowe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1B51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DEMAR BAHAMA D 4720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6AFDF" w14:textId="1B75066D" w:rsidR="00325D42" w:rsidRPr="00204072" w:rsidRDefault="002040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4072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AF64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5DB3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59C15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04072" w14:paraId="3A63C3C6" w14:textId="77777777" w:rsidTr="00204072">
        <w:trPr>
          <w:trHeight w:val="8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F26C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FC058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Kominiarka / czapka pod kask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2E921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UVEX bike cap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665E4" w14:textId="3E516C8D" w:rsidR="00325D42" w:rsidRPr="00204072" w:rsidRDefault="002040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4072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F9991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3434B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5237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04072" w14:paraId="22296E75" w14:textId="77777777" w:rsidTr="00204072">
        <w:trPr>
          <w:trHeight w:val="8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A5AD3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B069A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Kalesony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91364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9CE2C" w14:textId="0571A095" w:rsidR="00325D42" w:rsidRPr="00204072" w:rsidRDefault="002040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4072"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76EF0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7B7E4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68356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04072" w14:paraId="60B3DAE8" w14:textId="77777777" w:rsidTr="00204072">
        <w:trPr>
          <w:trHeight w:val="8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F4DDB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8BBE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Buty gumowe / kalosze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FF947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AD902" w14:textId="4D8F203A" w:rsidR="00325D42" w:rsidRPr="00204072" w:rsidRDefault="002040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4072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3EEC0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B3176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5636C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04072" w14:paraId="0DF3B6EE" w14:textId="77777777" w:rsidTr="00204072">
        <w:trPr>
          <w:trHeight w:val="8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1EAB8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7905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Komplet przeciwdeszczowy (płaszcz plus spodnie) z elementami odblaskowymi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AF79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19C21" w14:textId="6ADC280C" w:rsidR="00325D42" w:rsidRPr="00204072" w:rsidRDefault="002040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4072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FA2C4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3E796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29AE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04072" w14:paraId="13C4E3CA" w14:textId="77777777" w:rsidTr="00204072">
        <w:trPr>
          <w:trHeight w:val="8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D7D36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55A9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Maski przeciwpyłowe z zaworkiem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81474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57ABC" w14:textId="7C4D33F8" w:rsidR="00325D42" w:rsidRPr="00204072" w:rsidRDefault="002040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4072"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25AE9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6639B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7E54F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04072" w14:paraId="7505FA25" w14:textId="77777777" w:rsidTr="00204072">
        <w:trPr>
          <w:trHeight w:val="8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378EE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ECF3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Rękawice ochronne KAT. II podgumowane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8D961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BRITA WHITE INDUSTRY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8336F" w14:textId="25383E9A" w:rsidR="00325D42" w:rsidRPr="00204072" w:rsidRDefault="002040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4072">
              <w:rPr>
                <w:rFonts w:ascii="Calibri" w:hAnsi="Calibri" w:cs="Calibri"/>
                <w:sz w:val="20"/>
                <w:szCs w:val="2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9F0F5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DB35C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6876B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04072" w14:paraId="36B35D36" w14:textId="77777777" w:rsidTr="00204072">
        <w:trPr>
          <w:trHeight w:val="8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5B53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38A0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Rękawice ocieplane, polarowe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F11D0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REIS RPOLAREX 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B4D08" w14:textId="0175BDB7" w:rsidR="00325D42" w:rsidRPr="00204072" w:rsidRDefault="002040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4072"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73626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2E96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92814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04072" w14:paraId="434DF0EB" w14:textId="77777777" w:rsidTr="00204072">
        <w:trPr>
          <w:trHeight w:val="8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BA135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37C2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Rękawice monterskie zapinane na rzep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BEE96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MGLOVE TECHNIK PREMIUM 2132X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CB38D" w14:textId="247E6274" w:rsidR="00325D42" w:rsidRPr="00204072" w:rsidRDefault="002040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4072">
              <w:rPr>
                <w:rFonts w:ascii="Calibri" w:hAnsi="Calibri" w:cs="Calibri"/>
                <w:sz w:val="20"/>
                <w:szCs w:val="2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117DD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D6BDA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F599E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04072" w14:paraId="2F7ECF31" w14:textId="77777777" w:rsidTr="00204072">
        <w:trPr>
          <w:trHeight w:val="8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03E24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CAB98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Rękawice monterskie ocieplane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A8C1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MGLOVE Technik plus winter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D957" w14:textId="2485DB5E" w:rsidR="00325D42" w:rsidRPr="00204072" w:rsidRDefault="00325D4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4072">
              <w:rPr>
                <w:rFonts w:ascii="Calibri" w:hAnsi="Calibri" w:cs="Calibri"/>
                <w:sz w:val="20"/>
                <w:szCs w:val="20"/>
              </w:rPr>
              <w:t>1</w:t>
            </w:r>
            <w:r w:rsidR="00204072" w:rsidRPr="00204072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3C7BC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224B4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EA14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04072" w14:paraId="25619E8D" w14:textId="77777777" w:rsidTr="00204072">
        <w:trPr>
          <w:trHeight w:val="8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F610B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ABF75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Rękawice spawalnicze grube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CAE4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RSPBC INDIANEX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74912" w14:textId="6E5270F3" w:rsidR="00325D42" w:rsidRPr="00204072" w:rsidRDefault="002040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4072"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B12E0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00553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914D9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04072" w14:paraId="7789D3B6" w14:textId="77777777" w:rsidTr="00204072">
        <w:trPr>
          <w:trHeight w:val="8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C5945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81EF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Rękawice spawalnicze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A8DCF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REIS, RSPL2XLUX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F0BD3" w14:textId="5DC7D1A7" w:rsidR="00325D42" w:rsidRPr="00204072" w:rsidRDefault="002040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4072"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57E62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E628C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772BE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04072" w14:paraId="0FA3A62F" w14:textId="77777777" w:rsidTr="00204072">
        <w:trPr>
          <w:trHeight w:val="8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BF482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0281E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Rękawice nitrylowe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001B5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E4B81" w14:textId="3237EC6E" w:rsidR="00325D42" w:rsidRPr="00204072" w:rsidRDefault="002040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4072"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36A08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78A67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54E8F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04072" w14:paraId="4E3E4A19" w14:textId="77777777" w:rsidTr="00204072">
        <w:trPr>
          <w:trHeight w:val="8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B1193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DE63B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Rękawice całoskórzane z koziej skóry licowanej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63741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PSW PROTECH, PSW-1202 ECO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29FF1" w14:textId="7909F39B" w:rsidR="00325D42" w:rsidRPr="00204072" w:rsidRDefault="002040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4072">
              <w:rPr>
                <w:rFonts w:ascii="Calibri" w:hAnsi="Calibri" w:cs="Calibri"/>
                <w:sz w:val="20"/>
                <w:szCs w:val="20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EA69C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A8224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F8642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04072" w14:paraId="3734B3F0" w14:textId="77777777" w:rsidTr="00204072">
        <w:trPr>
          <w:trHeight w:val="8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D7CCB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95E2D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Mydło w kostce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A36F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Luksja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0D747" w14:textId="0CD923CD" w:rsidR="00325D42" w:rsidRPr="00204072" w:rsidRDefault="002040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4072">
              <w:rPr>
                <w:rFonts w:ascii="Calibri" w:hAnsi="Calibri" w:cs="Calibri"/>
                <w:sz w:val="20"/>
                <w:szCs w:val="20"/>
              </w:rPr>
              <w:t>720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FA5AC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7A19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FD6EA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04072" w14:paraId="6D2C29E1" w14:textId="77777777" w:rsidTr="00204072">
        <w:trPr>
          <w:trHeight w:val="8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7CB5C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18C13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Krem do rąk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76DEC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Ziaja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0D958" w14:textId="6C6F09FE" w:rsidR="00325D42" w:rsidRPr="00204072" w:rsidRDefault="00325D4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4072">
              <w:rPr>
                <w:rFonts w:ascii="Calibri" w:hAnsi="Calibri" w:cs="Calibri"/>
                <w:sz w:val="20"/>
                <w:szCs w:val="20"/>
              </w:rPr>
              <w:t>1</w:t>
            </w:r>
            <w:r w:rsidR="00204072" w:rsidRPr="00204072">
              <w:rPr>
                <w:rFonts w:ascii="Calibri" w:hAnsi="Calibri" w:cs="Calibri"/>
                <w:sz w:val="20"/>
                <w:szCs w:val="20"/>
              </w:rPr>
              <w:t>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B9F1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03C80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DCE32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04072" w14:paraId="3A1CEC55" w14:textId="77777777" w:rsidTr="00204072">
        <w:trPr>
          <w:trHeight w:val="8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F9526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9A8BF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Pasta BHP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8E57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Vauber pro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0691C" w14:textId="2A27E20D" w:rsidR="00325D42" w:rsidRPr="00204072" w:rsidRDefault="002040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4072">
              <w:rPr>
                <w:rFonts w:ascii="Calibri" w:hAnsi="Calibri" w:cs="Calibri"/>
                <w:sz w:val="20"/>
                <w:szCs w:val="20"/>
              </w:rPr>
              <w:t>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3847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4E539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A5EA0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04072" w14:paraId="61AEA73B" w14:textId="77777777" w:rsidTr="00204072">
        <w:trPr>
          <w:trHeight w:val="8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338F2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5B01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Ochronny hełm przemysłowy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C0CF6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Delta Plus - GRANITE WIND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9EA72" w14:textId="5717D481" w:rsidR="00325D42" w:rsidRPr="00204072" w:rsidRDefault="00325D4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4072">
              <w:rPr>
                <w:rFonts w:ascii="Calibri" w:hAnsi="Calibri" w:cs="Calibri"/>
                <w:sz w:val="20"/>
                <w:szCs w:val="20"/>
              </w:rPr>
              <w:t>1</w:t>
            </w:r>
            <w:r w:rsidR="00204072" w:rsidRPr="00204072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3F048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5BDF8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59554" w14:textId="77777777" w:rsidR="00325D42" w:rsidRDefault="00325D4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04072" w14:paraId="026423A5" w14:textId="77777777" w:rsidTr="00204072">
        <w:trPr>
          <w:trHeight w:val="8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27BF9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AA465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Ochronny hełm przemysłowy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A595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UVEX PHEOS IES 9772040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A3EBE" w14:textId="48403327" w:rsidR="00325D42" w:rsidRPr="00204072" w:rsidRDefault="00325D4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4072">
              <w:rPr>
                <w:rFonts w:ascii="Calibri" w:hAnsi="Calibri" w:cs="Calibri"/>
                <w:sz w:val="20"/>
                <w:szCs w:val="20"/>
              </w:rPr>
              <w:t>1</w:t>
            </w:r>
            <w:r w:rsidR="00204072" w:rsidRPr="00204072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5AB01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E371A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4D676" w14:textId="77777777" w:rsidR="00325D42" w:rsidRDefault="00325D4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204072" w14:paraId="4BB2A89D" w14:textId="77777777" w:rsidTr="00204072">
        <w:trPr>
          <w:trHeight w:val="8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81BF3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51D28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Okulary ochronne przeciwsłoneczne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C7D3E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BOLLE RUSH + Smoke platinum coating PC KN (RUSHPPSF)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D9B25" w14:textId="3530BA55" w:rsidR="00325D42" w:rsidRPr="00204072" w:rsidRDefault="002040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4072"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E2BD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2FB9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B957E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04072" w14:paraId="1B1744FF" w14:textId="77777777" w:rsidTr="00204072">
        <w:trPr>
          <w:trHeight w:val="8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B5E76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3A87E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Okulary ochronne przezroczyste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9229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Uvex pheos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B050F" w14:textId="0D4ABCC1" w:rsidR="00325D42" w:rsidRPr="00204072" w:rsidRDefault="002040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4072"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E0C4E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AEFEA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2CD34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04072" w14:paraId="1CE34A04" w14:textId="77777777" w:rsidTr="00204072">
        <w:trPr>
          <w:trHeight w:val="8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E9CE9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69247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Okulary ochronne przezroczyste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67C64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Bolle Rush + RUSHPPSI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EF6EC" w14:textId="3374C16C" w:rsidR="00325D42" w:rsidRPr="00204072" w:rsidRDefault="002040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4072"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39978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37359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D069C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04072" w14:paraId="7017AF18" w14:textId="77777777" w:rsidTr="00204072">
        <w:trPr>
          <w:trHeight w:val="8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B4FE5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4F93B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Gogle spawalnicze odchylne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A1BA3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B11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2EF77" w14:textId="212D08B4" w:rsidR="00325D42" w:rsidRPr="00204072" w:rsidRDefault="00325D4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4072">
              <w:rPr>
                <w:rFonts w:ascii="Calibri" w:hAnsi="Calibri" w:cs="Calibri"/>
                <w:sz w:val="20"/>
                <w:szCs w:val="20"/>
              </w:rPr>
              <w:t>1</w:t>
            </w:r>
            <w:r w:rsidR="00204072" w:rsidRPr="00204072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98B5C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42E2D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C4173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04072" w14:paraId="35DDA830" w14:textId="77777777" w:rsidTr="00F87080">
        <w:trPr>
          <w:trHeight w:val="8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50F26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0024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Ochronniki słuchu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94F08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Peltor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99363" w14:textId="7A9C027C" w:rsidR="00325D42" w:rsidRPr="00204072" w:rsidRDefault="002040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4072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8209F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83D91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EBA4C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04072" w14:paraId="47D4CD39" w14:textId="77777777" w:rsidTr="00F87080">
        <w:trPr>
          <w:trHeight w:val="8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7CD29" w14:textId="77777777" w:rsidR="00325D42" w:rsidRDefault="00325D42" w:rsidP="00CE599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68140" w14:textId="77777777" w:rsidR="00325D42" w:rsidRDefault="00325D42" w:rsidP="00CE599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Szelki bezpieczeństwa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488B" w14:textId="77777777" w:rsidR="00325D42" w:rsidRDefault="00325D42" w:rsidP="00CE599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P-22mX PRO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0E398" w14:textId="4E184090" w:rsidR="00325D42" w:rsidRPr="00204072" w:rsidRDefault="00325D42" w:rsidP="00CE59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4072">
              <w:rPr>
                <w:rFonts w:ascii="Calibri" w:hAnsi="Calibri" w:cs="Calibri"/>
                <w:sz w:val="20"/>
                <w:szCs w:val="20"/>
              </w:rPr>
              <w:t>1</w:t>
            </w:r>
            <w:r w:rsidR="00204072" w:rsidRPr="00204072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83C06" w14:textId="77777777" w:rsidR="00325D42" w:rsidRDefault="00325D42" w:rsidP="00CE59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38B0C" w14:textId="77777777" w:rsidR="00325D42" w:rsidRDefault="00325D42" w:rsidP="00CE59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A0F2B" w14:textId="77777777" w:rsidR="00325D42" w:rsidRDefault="00325D42" w:rsidP="00CE599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25D42" w14:paraId="4F84D71F" w14:textId="77777777" w:rsidTr="00F87080">
        <w:trPr>
          <w:trHeight w:val="800"/>
        </w:trPr>
        <w:tc>
          <w:tcPr>
            <w:tcW w:w="102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6621A" w14:textId="77777777" w:rsidR="00325D42" w:rsidRDefault="00325D42" w:rsidP="00325D42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875EE">
              <w:rPr>
                <w:rFonts w:asciiTheme="minorHAnsi" w:hAnsiTheme="minorHAnsi" w:cstheme="minorHAnsi"/>
                <w:b/>
                <w:sz w:val="18"/>
                <w:szCs w:val="18"/>
              </w:rPr>
              <w:t>Razem:</w:t>
            </w:r>
          </w:p>
          <w:p w14:paraId="1B22AA6E" w14:textId="591EF5F7" w:rsidR="00325D42" w:rsidRDefault="00325D42" w:rsidP="00325D4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3F2F">
              <w:rPr>
                <w:rFonts w:asciiTheme="minorHAnsi" w:hAnsiTheme="minorHAnsi" w:cstheme="minorHAnsi"/>
                <w:b/>
                <w:color w:val="FF0000"/>
                <w:sz w:val="16"/>
                <w:szCs w:val="17"/>
              </w:rPr>
              <w:t xml:space="preserve">Tę kwotę proszę </w:t>
            </w:r>
            <w:r>
              <w:rPr>
                <w:rFonts w:asciiTheme="minorHAnsi" w:hAnsiTheme="minorHAnsi" w:cstheme="minorHAnsi"/>
                <w:b/>
                <w:color w:val="FF0000"/>
                <w:sz w:val="16"/>
                <w:szCs w:val="17"/>
              </w:rPr>
              <w:t xml:space="preserve">też </w:t>
            </w:r>
            <w:r w:rsidRPr="009D3F2F">
              <w:rPr>
                <w:rFonts w:asciiTheme="minorHAnsi" w:hAnsiTheme="minorHAnsi" w:cstheme="minorHAnsi"/>
                <w:b/>
                <w:color w:val="FF0000"/>
                <w:sz w:val="16"/>
                <w:szCs w:val="17"/>
              </w:rPr>
              <w:t xml:space="preserve">wpisać w odpowiedniej rubryce </w:t>
            </w:r>
            <w:r w:rsidR="00F87080">
              <w:rPr>
                <w:rFonts w:asciiTheme="minorHAnsi" w:hAnsiTheme="minorHAnsi" w:cstheme="minorHAnsi"/>
                <w:b/>
                <w:color w:val="FF0000"/>
                <w:sz w:val="16"/>
                <w:szCs w:val="17"/>
              </w:rPr>
              <w:t xml:space="preserve">elektronicznego </w:t>
            </w:r>
            <w:r w:rsidRPr="009D3F2F">
              <w:rPr>
                <w:rFonts w:asciiTheme="minorHAnsi" w:hAnsiTheme="minorHAnsi" w:cstheme="minorHAnsi"/>
                <w:b/>
                <w:color w:val="FF0000"/>
                <w:sz w:val="16"/>
                <w:szCs w:val="17"/>
              </w:rPr>
              <w:t>Systemu Zakupowego GK PGE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0F08A" w14:textId="77777777" w:rsidR="00325D42" w:rsidRDefault="00325D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8A8EA" w14:textId="77777777" w:rsidR="00325D42" w:rsidRDefault="00325D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1DF67EEB" w14:textId="77777777" w:rsidR="00315BCC" w:rsidRPr="00C506BC" w:rsidRDefault="00315BCC" w:rsidP="00315BCC">
      <w:pPr>
        <w:pStyle w:val="Akapitzlist"/>
        <w:spacing w:before="120" w:after="120"/>
        <w:ind w:left="142"/>
        <w:contextualSpacing w:val="0"/>
        <w:rPr>
          <w:rFonts w:asciiTheme="minorHAnsi" w:hAnsiTheme="minorHAnsi" w:cstheme="minorHAnsi"/>
          <w:szCs w:val="22"/>
        </w:rPr>
      </w:pPr>
      <w:r w:rsidRPr="00C506BC">
        <w:rPr>
          <w:rFonts w:asciiTheme="minorHAnsi" w:hAnsiTheme="minorHAnsi" w:cstheme="minorHAnsi"/>
          <w:color w:val="FF0000"/>
          <w:szCs w:val="22"/>
        </w:rPr>
        <w:t>*</w:t>
      </w:r>
      <w:r>
        <w:rPr>
          <w:rFonts w:asciiTheme="minorHAnsi" w:hAnsiTheme="minorHAnsi" w:cstheme="minorHAnsi"/>
          <w:szCs w:val="22"/>
        </w:rPr>
        <w:t>- w</w:t>
      </w:r>
      <w:r w:rsidRPr="00C506BC">
        <w:rPr>
          <w:rFonts w:asciiTheme="minorHAnsi" w:hAnsiTheme="minorHAnsi" w:cstheme="minorHAnsi"/>
          <w:szCs w:val="22"/>
        </w:rPr>
        <w:t xml:space="preserve"> kolu</w:t>
      </w:r>
      <w:r>
        <w:rPr>
          <w:rFonts w:asciiTheme="minorHAnsi" w:hAnsiTheme="minorHAnsi" w:cstheme="minorHAnsi"/>
          <w:szCs w:val="22"/>
        </w:rPr>
        <w:t>mnie 7</w:t>
      </w:r>
      <w:r w:rsidRPr="00C506BC">
        <w:rPr>
          <w:rFonts w:asciiTheme="minorHAnsi" w:hAnsiTheme="minorHAnsi" w:cstheme="minorHAnsi"/>
          <w:szCs w:val="22"/>
        </w:rPr>
        <w:t xml:space="preserve"> należy wpisać artykuły równoważne które </w:t>
      </w:r>
      <w:r>
        <w:rPr>
          <w:rFonts w:asciiTheme="minorHAnsi" w:hAnsiTheme="minorHAnsi" w:cstheme="minorHAnsi"/>
          <w:szCs w:val="22"/>
        </w:rPr>
        <w:t xml:space="preserve">wcześniej </w:t>
      </w:r>
      <w:r w:rsidRPr="00C506BC">
        <w:rPr>
          <w:rFonts w:asciiTheme="minorHAnsi" w:hAnsiTheme="minorHAnsi" w:cstheme="minorHAnsi"/>
          <w:szCs w:val="22"/>
        </w:rPr>
        <w:t xml:space="preserve">uzyskały akceptację techniczną Zamawiającego. Brak wpisu w tej kolumnie oznacza, </w:t>
      </w:r>
      <w:r>
        <w:rPr>
          <w:rFonts w:asciiTheme="minorHAnsi" w:hAnsiTheme="minorHAnsi" w:cstheme="minorHAnsi"/>
          <w:szCs w:val="22"/>
        </w:rPr>
        <w:t>że Dostawca oferuje „Produkty poglądowe”</w:t>
      </w:r>
      <w:r w:rsidRPr="00C506BC">
        <w:rPr>
          <w:rFonts w:asciiTheme="minorHAnsi" w:hAnsiTheme="minorHAnsi" w:cstheme="minorHAnsi"/>
          <w:szCs w:val="22"/>
        </w:rPr>
        <w:t>.</w:t>
      </w:r>
    </w:p>
    <w:p w14:paraId="146FB6EB" w14:textId="371A3B05" w:rsidR="00315BCC" w:rsidRDefault="00315BCC" w:rsidP="00315BCC">
      <w:pPr>
        <w:pStyle w:val="Akapitzlist"/>
        <w:numPr>
          <w:ilvl w:val="0"/>
          <w:numId w:val="28"/>
        </w:numPr>
        <w:spacing w:before="120" w:after="120"/>
        <w:ind w:left="567" w:hanging="567"/>
        <w:contextualSpacing w:val="0"/>
        <w:jc w:val="both"/>
        <w:rPr>
          <w:rFonts w:asciiTheme="minorHAnsi" w:hAnsiTheme="minorHAnsi" w:cs="Arial"/>
          <w:szCs w:val="22"/>
        </w:rPr>
      </w:pPr>
      <w:r w:rsidRPr="00302C78">
        <w:rPr>
          <w:rFonts w:asciiTheme="minorHAnsi" w:hAnsiTheme="minorHAnsi" w:cs="Arial"/>
          <w:szCs w:val="22"/>
        </w:rPr>
        <w:t xml:space="preserve">Stawka podatku VAT: </w:t>
      </w:r>
      <w:r w:rsidRPr="00315BCC">
        <w:rPr>
          <w:rFonts w:asciiTheme="minorHAnsi" w:hAnsiTheme="minorHAnsi" w:cs="Arial"/>
          <w:szCs w:val="22"/>
          <w:highlight w:val="yellow"/>
        </w:rPr>
        <w:t>……………</w:t>
      </w:r>
      <w:r w:rsidRPr="00AB7FB5">
        <w:rPr>
          <w:rFonts w:asciiTheme="minorHAnsi" w:hAnsiTheme="minorHAnsi" w:cs="Arial"/>
          <w:b/>
          <w:bCs/>
          <w:szCs w:val="22"/>
        </w:rPr>
        <w:t>%</w:t>
      </w:r>
      <w:r w:rsidR="00AB7FB5">
        <w:rPr>
          <w:rFonts w:asciiTheme="minorHAnsi" w:hAnsiTheme="minorHAnsi" w:cs="Arial"/>
          <w:b/>
          <w:bCs/>
          <w:szCs w:val="22"/>
        </w:rPr>
        <w:t>.</w:t>
      </w:r>
    </w:p>
    <w:p w14:paraId="063A5DDF" w14:textId="466B6279" w:rsidR="000F3E51" w:rsidRDefault="000F3E51" w:rsidP="00315BCC">
      <w:pPr>
        <w:pStyle w:val="Akapitzlist"/>
        <w:numPr>
          <w:ilvl w:val="0"/>
          <w:numId w:val="28"/>
        </w:numPr>
        <w:spacing w:before="120" w:after="120"/>
        <w:ind w:left="567" w:hanging="567"/>
        <w:contextualSpacing w:val="0"/>
        <w:jc w:val="both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Termin płatności </w:t>
      </w:r>
      <w:r w:rsidRPr="000F3E51">
        <w:rPr>
          <w:rFonts w:asciiTheme="minorHAnsi" w:hAnsiTheme="minorHAnsi" w:cs="Arial"/>
          <w:szCs w:val="22"/>
          <w:highlight w:val="yellow"/>
        </w:rPr>
        <w:t>…………</w:t>
      </w:r>
      <w:r>
        <w:rPr>
          <w:rFonts w:asciiTheme="minorHAnsi" w:hAnsiTheme="minorHAnsi" w:cs="Arial"/>
          <w:szCs w:val="22"/>
        </w:rPr>
        <w:t xml:space="preserve"> </w:t>
      </w:r>
      <w:r w:rsidRPr="00AB7FB5">
        <w:rPr>
          <w:rFonts w:asciiTheme="minorHAnsi" w:hAnsiTheme="minorHAnsi" w:cs="Arial"/>
          <w:b/>
          <w:bCs/>
          <w:szCs w:val="22"/>
        </w:rPr>
        <w:t xml:space="preserve">dni </w:t>
      </w:r>
      <w:r>
        <w:rPr>
          <w:rFonts w:asciiTheme="minorHAnsi" w:hAnsiTheme="minorHAnsi" w:cs="Arial"/>
          <w:szCs w:val="22"/>
        </w:rPr>
        <w:t>(rekomendowane 30) od dostarczenia faktury do Zamawiającego.</w:t>
      </w:r>
    </w:p>
    <w:p w14:paraId="1CC91C08" w14:textId="1C5BEB90" w:rsidR="00315BCC" w:rsidRPr="00325D42" w:rsidRDefault="00315BCC" w:rsidP="00315BCC">
      <w:pPr>
        <w:pStyle w:val="Akapitzlist"/>
        <w:numPr>
          <w:ilvl w:val="0"/>
          <w:numId w:val="28"/>
        </w:numPr>
        <w:spacing w:before="120" w:after="120"/>
        <w:ind w:left="567" w:hanging="567"/>
        <w:contextualSpacing w:val="0"/>
        <w:jc w:val="both"/>
        <w:rPr>
          <w:rFonts w:asciiTheme="minorHAnsi" w:hAnsiTheme="minorHAnsi" w:cs="Arial"/>
          <w:szCs w:val="22"/>
        </w:rPr>
      </w:pPr>
      <w:r w:rsidRPr="005565B1">
        <w:rPr>
          <w:rFonts w:asciiTheme="minorHAnsi" w:hAnsiTheme="minorHAnsi" w:cs="Arial"/>
          <w:bCs/>
          <w:szCs w:val="22"/>
        </w:rPr>
        <w:t xml:space="preserve">Oświadczamy, iż akceptujemy termin realizacji Zamówienia </w:t>
      </w:r>
      <w:r>
        <w:rPr>
          <w:rFonts w:asciiTheme="minorHAnsi" w:hAnsiTheme="minorHAnsi" w:cs="Arial"/>
          <w:bCs/>
          <w:szCs w:val="22"/>
        </w:rPr>
        <w:t xml:space="preserve">określony </w:t>
      </w:r>
      <w:r w:rsidRPr="005565B1">
        <w:rPr>
          <w:rFonts w:asciiTheme="minorHAnsi" w:hAnsiTheme="minorHAnsi" w:cs="Arial"/>
          <w:bCs/>
          <w:szCs w:val="22"/>
        </w:rPr>
        <w:t>w SWZ.</w:t>
      </w:r>
    </w:p>
    <w:p w14:paraId="764664A0" w14:textId="0A42B83F" w:rsidR="00325D42" w:rsidRPr="005565B1" w:rsidRDefault="00325D42" w:rsidP="00315BCC">
      <w:pPr>
        <w:pStyle w:val="Akapitzlist"/>
        <w:numPr>
          <w:ilvl w:val="0"/>
          <w:numId w:val="28"/>
        </w:numPr>
        <w:spacing w:before="120" w:after="120"/>
        <w:ind w:left="567" w:hanging="567"/>
        <w:contextualSpacing w:val="0"/>
        <w:jc w:val="both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bCs/>
          <w:szCs w:val="22"/>
        </w:rPr>
        <w:t>Na wszystkie ww. artykuły udzielamy gwarancji producenta.</w:t>
      </w:r>
    </w:p>
    <w:p w14:paraId="09D9AE93" w14:textId="5B706E7E" w:rsidR="008E0E7A" w:rsidRPr="000A0D83" w:rsidRDefault="008E0E7A" w:rsidP="005B20D6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szCs w:val="22"/>
        </w:rPr>
      </w:pPr>
      <w:r w:rsidRPr="002F401A">
        <w:rPr>
          <w:rFonts w:asciiTheme="minorHAnsi" w:hAnsiTheme="minorHAnsi" w:cs="Arial"/>
          <w:szCs w:val="22"/>
        </w:rPr>
        <w:t xml:space="preserve">Zapoznaliśmy się i w pełni akceptujemy treść </w:t>
      </w:r>
      <w:r>
        <w:rPr>
          <w:rFonts w:asciiTheme="minorHAnsi" w:hAnsiTheme="minorHAnsi" w:cs="Arial"/>
          <w:szCs w:val="22"/>
        </w:rPr>
        <w:t>SWZ</w:t>
      </w:r>
      <w:r w:rsidRPr="002F401A">
        <w:rPr>
          <w:rFonts w:asciiTheme="minorHAnsi" w:hAnsiTheme="minorHAnsi" w:cs="Arial"/>
          <w:szCs w:val="22"/>
        </w:rPr>
        <w:t xml:space="preserve"> wraz ze wszystkimi załącznikami </w:t>
      </w:r>
      <w:r>
        <w:rPr>
          <w:rFonts w:asciiTheme="minorHAnsi" w:hAnsiTheme="minorHAnsi" w:cs="Arial"/>
          <w:szCs w:val="22"/>
        </w:rPr>
        <w:t>i</w:t>
      </w:r>
      <w:r w:rsidRPr="002F401A">
        <w:rPr>
          <w:rFonts w:asciiTheme="minorHAnsi" w:hAnsiTheme="minorHAnsi" w:cs="Arial"/>
          <w:szCs w:val="22"/>
        </w:rPr>
        <w:t xml:space="preserve"> nie wnosimy do nich zastrzeżeń</w:t>
      </w:r>
      <w:r>
        <w:rPr>
          <w:rFonts w:asciiTheme="minorHAnsi" w:hAnsiTheme="minorHAnsi"/>
        </w:rPr>
        <w:t>.</w:t>
      </w:r>
    </w:p>
    <w:p w14:paraId="4319C47C" w14:textId="7294FE53" w:rsidR="001E742E" w:rsidRPr="00177893" w:rsidRDefault="001E742E" w:rsidP="005B20D6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theme="minorHAnsi"/>
        </w:rPr>
      </w:pPr>
      <w:r w:rsidRPr="00177893">
        <w:rPr>
          <w:rFonts w:asciiTheme="minorHAnsi" w:hAnsiTheme="minorHAnsi" w:cstheme="minorHAnsi"/>
        </w:rPr>
        <w:t>Oświadczamy, że posiadamy odpowiednią organizację oraz urządzenia techniczne niezbędne do prawidłowej realizacji zamówienia zgodnie ze złożoną ofertą.</w:t>
      </w:r>
    </w:p>
    <w:p w14:paraId="7F0AF512" w14:textId="77777777" w:rsidR="008E0E7A" w:rsidRPr="0056681A" w:rsidRDefault="008E0E7A" w:rsidP="005B20D6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szCs w:val="22"/>
        </w:rPr>
      </w:pPr>
      <w:r w:rsidRPr="0056681A">
        <w:rPr>
          <w:rFonts w:asciiTheme="minorHAnsi" w:hAnsiTheme="minorHAnsi" w:cs="Arial"/>
          <w:szCs w:val="22"/>
        </w:rPr>
        <w:t>Oświadczamy, że zapoznaliśmy się z zasadami określonymi w Kodeksie Postępowania dla Partnerów Biznesowych Spółek GK PGE (zamieszczonym na stronie internetowej  Spółki PG</w:t>
      </w:r>
      <w:r>
        <w:rPr>
          <w:rFonts w:asciiTheme="minorHAnsi" w:hAnsiTheme="minorHAnsi" w:cs="Arial"/>
          <w:szCs w:val="22"/>
        </w:rPr>
        <w:t xml:space="preserve">E Ekoserwis www.pgeekoserwis.pl w </w:t>
      </w:r>
      <w:r w:rsidRPr="0056681A">
        <w:rPr>
          <w:rFonts w:asciiTheme="minorHAnsi" w:hAnsiTheme="minorHAnsi" w:cs="Arial"/>
          <w:szCs w:val="22"/>
        </w:rPr>
        <w:t>zakładce: „Nasze Standardy/Kodeks Etyki - Kodeks Postępowania dla Partnerów Biznesowych”). W przypadku wyboru naszej Oferty ostatecznej zapewniamy, że w swojej działalności będziemy przestrzegać wszystkich obowiązujących przepisów prawa oraz postanowień wyżej wymienionych dokumentów.</w:t>
      </w:r>
    </w:p>
    <w:p w14:paraId="6268B22B" w14:textId="77777777" w:rsidR="008E0E7A" w:rsidRDefault="008E0E7A" w:rsidP="005B20D6">
      <w:pPr>
        <w:pStyle w:val="Akapitzlist"/>
        <w:spacing w:before="120" w:after="120"/>
        <w:ind w:left="709"/>
        <w:contextualSpacing w:val="0"/>
        <w:jc w:val="both"/>
        <w:rPr>
          <w:rFonts w:asciiTheme="minorHAnsi" w:hAnsiTheme="minorHAnsi" w:cs="Arial"/>
          <w:szCs w:val="22"/>
        </w:rPr>
      </w:pPr>
      <w:r w:rsidRPr="0056681A">
        <w:rPr>
          <w:rFonts w:asciiTheme="minorHAnsi" w:hAnsiTheme="minorHAnsi" w:cs="Arial"/>
          <w:szCs w:val="22"/>
        </w:rPr>
        <w:t>Oświadczamy, że dołożymy należytej staranności, aby nasi pracownicy, współpracownicy, podwykonawcy lub osoby, przy pomocy, których będziemy świadczyć usługi/ dostawy/ roboty budowlane przestrzegali postanowień wyżej wymienionych dokumentów.</w:t>
      </w:r>
    </w:p>
    <w:p w14:paraId="6587F48F" w14:textId="1E4CC060" w:rsidR="008E0E7A" w:rsidRDefault="008E0E7A" w:rsidP="005B20D6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szCs w:val="22"/>
        </w:rPr>
      </w:pPr>
      <w:r w:rsidRPr="00EF3716">
        <w:rPr>
          <w:rFonts w:asciiTheme="minorHAnsi" w:hAnsiTheme="minorHAnsi" w:cs="Arial"/>
          <w:szCs w:val="22"/>
        </w:rPr>
        <w:t>Otrzymaliśmy konieczne informacje do przygotowania Oferty i wykonania zamówienia.</w:t>
      </w:r>
    </w:p>
    <w:p w14:paraId="017CE018" w14:textId="0AA690DD" w:rsidR="00CE7741" w:rsidRDefault="00CE7741" w:rsidP="005B20D6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szCs w:val="22"/>
        </w:rPr>
      </w:pPr>
      <w:r w:rsidRPr="00105D14">
        <w:rPr>
          <w:rFonts w:asciiTheme="minorHAnsi" w:hAnsiTheme="minorHAnsi" w:cs="Arial"/>
          <w:szCs w:val="22"/>
        </w:rPr>
        <w:lastRenderedPageBreak/>
        <w:t xml:space="preserve">Oświadczamy, że </w:t>
      </w:r>
      <w:r w:rsidRPr="00325D42">
        <w:rPr>
          <w:rFonts w:asciiTheme="minorHAnsi" w:hAnsiTheme="minorHAnsi" w:cs="Arial"/>
          <w:b/>
          <w:szCs w:val="22"/>
          <w:highlight w:val="yellow"/>
        </w:rPr>
        <w:t>jesteśmy/nie jesteśmy</w:t>
      </w:r>
      <w:r w:rsidRPr="00325D42">
        <w:rPr>
          <w:rStyle w:val="Odwoanieprzypisudolnego"/>
          <w:rFonts w:asciiTheme="minorHAnsi" w:hAnsiTheme="minorHAnsi" w:cs="Arial"/>
          <w:szCs w:val="22"/>
          <w:highlight w:val="yellow"/>
        </w:rPr>
        <w:footnoteReference w:id="3"/>
      </w:r>
      <w:r w:rsidRPr="00105D14">
        <w:rPr>
          <w:rFonts w:asciiTheme="minorHAnsi" w:hAnsiTheme="minorHAnsi" w:cs="Arial"/>
          <w:szCs w:val="22"/>
        </w:rPr>
        <w:t xml:space="preserve"> czynnym podatnikiem VAT/ jesteśmy w trakcie rejestracji jako płatnik podatku VAT i załączamy do oferty kopię deklaracji VAT-R</w:t>
      </w:r>
      <w:r w:rsidRPr="00105D14">
        <w:rPr>
          <w:rStyle w:val="Odwoanieprzypisudolnego"/>
          <w:rFonts w:asciiTheme="minorHAnsi" w:hAnsiTheme="minorHAnsi" w:cs="Arial"/>
          <w:szCs w:val="22"/>
        </w:rPr>
        <w:footnoteReference w:id="4"/>
      </w:r>
      <w:r w:rsidRPr="00105D14">
        <w:rPr>
          <w:rFonts w:asciiTheme="minorHAnsi" w:hAnsiTheme="minorHAnsi" w:cs="Arial"/>
          <w:szCs w:val="22"/>
        </w:rPr>
        <w:t xml:space="preserve"> /posiadamy nr identyfikacji podatkowej VAT UE</w:t>
      </w:r>
      <w:r w:rsidRPr="00105D14">
        <w:rPr>
          <w:rStyle w:val="Odwoanieprzypisudolnego"/>
          <w:rFonts w:asciiTheme="minorHAnsi" w:hAnsiTheme="minorHAnsi" w:cs="Arial"/>
          <w:szCs w:val="22"/>
        </w:rPr>
        <w:footnoteReference w:id="5"/>
      </w:r>
      <w:r w:rsidRPr="00105D14">
        <w:rPr>
          <w:rFonts w:asciiTheme="minorHAnsi" w:hAnsiTheme="minorHAnsi" w:cs="Arial"/>
          <w:szCs w:val="22"/>
        </w:rPr>
        <w:t>:…</w:t>
      </w:r>
    </w:p>
    <w:p w14:paraId="33102A4E" w14:textId="246CA14A" w:rsidR="00CE7741" w:rsidRPr="005301AB" w:rsidRDefault="00CE7741" w:rsidP="005B20D6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szCs w:val="22"/>
        </w:rPr>
      </w:pPr>
      <w:r w:rsidRPr="00105D14">
        <w:rPr>
          <w:rFonts w:asciiTheme="minorHAnsi" w:hAnsiTheme="minorHAnsi" w:cs="Arial"/>
          <w:szCs w:val="22"/>
        </w:rPr>
        <w:t xml:space="preserve">Oświadczamy, że </w:t>
      </w:r>
      <w:r w:rsidRPr="00325D42">
        <w:rPr>
          <w:rFonts w:asciiTheme="minorHAnsi" w:hAnsiTheme="minorHAnsi" w:cs="Arial"/>
          <w:szCs w:val="22"/>
          <w:highlight w:val="yellow"/>
        </w:rPr>
        <w:t>jesteśmy/nie jesteśmy</w:t>
      </w:r>
      <w:r w:rsidRPr="00325D42">
        <w:rPr>
          <w:rStyle w:val="Odwoanieprzypisudolnego"/>
          <w:rFonts w:asciiTheme="minorHAnsi" w:hAnsiTheme="minorHAnsi" w:cs="Arial"/>
          <w:szCs w:val="22"/>
          <w:highlight w:val="yellow"/>
        </w:rPr>
        <w:footnoteReference w:id="6"/>
      </w:r>
      <w:r w:rsidRPr="00105D14">
        <w:rPr>
          <w:rFonts w:asciiTheme="minorHAnsi" w:hAnsiTheme="minorHAnsi" w:cs="Arial"/>
          <w:szCs w:val="22"/>
        </w:rPr>
        <w:t>mikroprzedsiębiorstwem bądź małym lub średnim przedsiębiorstwem</w:t>
      </w:r>
      <w:r>
        <w:rPr>
          <w:rFonts w:asciiTheme="minorHAnsi" w:hAnsiTheme="minorHAnsi" w:cs="Arial"/>
          <w:szCs w:val="22"/>
        </w:rPr>
        <w:t>.</w:t>
      </w:r>
    </w:p>
    <w:p w14:paraId="05308485" w14:textId="51A457AE" w:rsidR="00A77BD9" w:rsidRPr="00A77BD9" w:rsidRDefault="00A77BD9" w:rsidP="005B20D6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bCs/>
          <w:szCs w:val="22"/>
        </w:rPr>
      </w:pPr>
      <w:r w:rsidRPr="00325D42">
        <w:rPr>
          <w:rFonts w:asciiTheme="minorHAnsi" w:hAnsiTheme="minorHAnsi" w:cs="Arial"/>
          <w:bCs/>
          <w:iCs/>
          <w:szCs w:val="22"/>
        </w:rPr>
        <w:t xml:space="preserve">Wykonawca oświadcza, iż </w:t>
      </w:r>
      <w:r>
        <w:rPr>
          <w:rFonts w:asciiTheme="minorHAnsi" w:hAnsiTheme="minorHAnsi" w:cs="Arial"/>
          <w:bCs/>
          <w:iCs/>
          <w:szCs w:val="22"/>
          <w:highlight w:val="yellow"/>
        </w:rPr>
        <w:t xml:space="preserve">powołał / nie powołał </w:t>
      </w:r>
      <w:r w:rsidRPr="00325D42">
        <w:rPr>
          <w:rFonts w:asciiTheme="minorHAnsi" w:hAnsiTheme="minorHAnsi" w:cs="Arial"/>
          <w:bCs/>
          <w:iCs/>
          <w:szCs w:val="22"/>
          <w:highlight w:val="yellow"/>
        </w:rPr>
        <w:t>2</w:t>
      </w:r>
      <w:r w:rsidRPr="00325D42">
        <w:rPr>
          <w:rFonts w:asciiTheme="minorHAnsi" w:hAnsiTheme="minorHAnsi" w:cs="Arial"/>
          <w:bCs/>
          <w:iCs/>
          <w:szCs w:val="22"/>
        </w:rPr>
        <w:t xml:space="preserve"> Inspektora Ochrony Danych Osobowych lub inną osobę kontaktową we wszelkich sprawach związanych z ochroną danych osobowych, adres e-mail: .</w:t>
      </w:r>
      <w:r w:rsidRPr="00325D42">
        <w:rPr>
          <w:rFonts w:asciiTheme="minorHAnsi" w:hAnsiTheme="minorHAnsi" w:cs="Arial"/>
          <w:bCs/>
          <w:iCs/>
          <w:szCs w:val="22"/>
          <w:highlight w:val="yellow"/>
        </w:rPr>
        <w:t>...........</w:t>
      </w:r>
      <w:r w:rsidRPr="00325D42">
        <w:rPr>
          <w:rFonts w:asciiTheme="minorHAnsi" w:hAnsiTheme="minorHAnsi" w:cs="Arial"/>
          <w:bCs/>
          <w:iCs/>
          <w:szCs w:val="22"/>
        </w:rPr>
        <w:t>.</w:t>
      </w:r>
    </w:p>
    <w:p w14:paraId="2BBE0318" w14:textId="2160447F" w:rsidR="008E0E7A" w:rsidRPr="00F559B5" w:rsidRDefault="008E0E7A" w:rsidP="005B20D6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bCs/>
          <w:szCs w:val="22"/>
        </w:rPr>
      </w:pPr>
      <w:r w:rsidRPr="00F559B5">
        <w:rPr>
          <w:rFonts w:asciiTheme="minorHAnsi" w:hAnsiTheme="minorHAnsi" w:cs="Arial"/>
          <w:bCs/>
          <w:szCs w:val="22"/>
        </w:rPr>
        <w:t xml:space="preserve">Uważamy się za związanych niniejszą Ofertą przez okres </w:t>
      </w:r>
      <w:r w:rsidR="000A0D83">
        <w:rPr>
          <w:rFonts w:asciiTheme="minorHAnsi" w:hAnsiTheme="minorHAnsi" w:cs="Arial"/>
          <w:bCs/>
          <w:szCs w:val="22"/>
        </w:rPr>
        <w:t>6</w:t>
      </w:r>
      <w:r w:rsidRPr="00F559B5">
        <w:rPr>
          <w:rFonts w:asciiTheme="minorHAnsi" w:hAnsiTheme="minorHAnsi" w:cs="Arial"/>
          <w:bCs/>
          <w:szCs w:val="22"/>
        </w:rPr>
        <w:t>0 dni od upływu terminu składania Ofert.</w:t>
      </w:r>
    </w:p>
    <w:p w14:paraId="33896DD6" w14:textId="0BAD526B" w:rsidR="008E0E7A" w:rsidRPr="00F559B5" w:rsidRDefault="008E0E7A" w:rsidP="005B20D6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bCs/>
          <w:szCs w:val="22"/>
        </w:rPr>
      </w:pPr>
      <w:r w:rsidRPr="00F559B5">
        <w:rPr>
          <w:rFonts w:asciiTheme="minorHAnsi" w:hAnsiTheme="minorHAnsi" w:cs="Arial"/>
          <w:bCs/>
          <w:szCs w:val="22"/>
        </w:rPr>
        <w:t>Oświadczamy, iż zachowamy poufność danych uzyskanych w toku postępowania zakupowego</w:t>
      </w:r>
      <w:r w:rsidR="009015DD">
        <w:rPr>
          <w:rFonts w:asciiTheme="minorHAnsi" w:hAnsiTheme="minorHAnsi" w:cs="Arial"/>
          <w:bCs/>
          <w:szCs w:val="22"/>
        </w:rPr>
        <w:t xml:space="preserve"> oraz w okresie realizacji zamówienia</w:t>
      </w:r>
      <w:r w:rsidRPr="00F559B5">
        <w:rPr>
          <w:rFonts w:asciiTheme="minorHAnsi" w:hAnsiTheme="minorHAnsi" w:cs="Arial"/>
          <w:bCs/>
          <w:szCs w:val="22"/>
        </w:rPr>
        <w:t>.</w:t>
      </w:r>
    </w:p>
    <w:p w14:paraId="624C159B" w14:textId="679737B7" w:rsidR="008E0E7A" w:rsidRPr="006D494B" w:rsidRDefault="008E0E7A" w:rsidP="005B20D6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bCs/>
          <w:color w:val="FF0000"/>
          <w:szCs w:val="22"/>
        </w:rPr>
      </w:pPr>
      <w:r w:rsidRPr="00B9315B">
        <w:rPr>
          <w:rFonts w:asciiTheme="minorHAnsi" w:hAnsiTheme="minorHAnsi" w:cs="Arial"/>
          <w:bCs/>
          <w:szCs w:val="22"/>
        </w:rPr>
        <w:t>Oświadczamy, iż akceptujemy treść dokumentu OWZ – Ogólne Warunki Zamówienia</w:t>
      </w:r>
      <w:r w:rsidR="00671C4E">
        <w:rPr>
          <w:rFonts w:asciiTheme="minorHAnsi" w:hAnsiTheme="minorHAnsi" w:cs="Arial"/>
          <w:bCs/>
          <w:szCs w:val="22"/>
        </w:rPr>
        <w:t xml:space="preserve"> znajdującego się na stronie internetowej Zamawiaj</w:t>
      </w:r>
      <w:r w:rsidR="00177893">
        <w:rPr>
          <w:rFonts w:asciiTheme="minorHAnsi" w:hAnsiTheme="minorHAnsi" w:cs="Arial"/>
          <w:bCs/>
          <w:szCs w:val="22"/>
        </w:rPr>
        <w:t>ą</w:t>
      </w:r>
      <w:r w:rsidR="00671C4E">
        <w:rPr>
          <w:rFonts w:asciiTheme="minorHAnsi" w:hAnsiTheme="minorHAnsi" w:cs="Arial"/>
          <w:bCs/>
          <w:szCs w:val="22"/>
        </w:rPr>
        <w:t xml:space="preserve">cego pod linkiem: </w:t>
      </w:r>
      <w:hyperlink r:id="rId13" w:history="1">
        <w:r w:rsidR="001F7762" w:rsidRPr="001F7762">
          <w:rPr>
            <w:rStyle w:val="Hipercze"/>
            <w:rFonts w:asciiTheme="minorHAnsi" w:hAnsiTheme="minorHAnsi" w:cs="Arial"/>
            <w:bCs/>
            <w:sz w:val="24"/>
            <w:szCs w:val="22"/>
          </w:rPr>
          <w:t>https://pgeekoserwis.pl/pl/przetargi/ogolne-warunki-zakupu.html</w:t>
        </w:r>
      </w:hyperlink>
      <w:r w:rsidRPr="00B9315B">
        <w:rPr>
          <w:rFonts w:asciiTheme="minorHAnsi" w:hAnsiTheme="minorHAnsi" w:cs="Arial"/>
          <w:bCs/>
          <w:szCs w:val="22"/>
        </w:rPr>
        <w:t xml:space="preserve"> </w:t>
      </w:r>
      <w:r w:rsidR="00D47A8F" w:rsidRPr="00325D42">
        <w:rPr>
          <w:rFonts w:asciiTheme="minorHAnsi" w:hAnsiTheme="minorHAnsi" w:cs="Arial"/>
          <w:bCs/>
          <w:iCs/>
          <w:szCs w:val="22"/>
        </w:rPr>
        <w:t xml:space="preserve">lub stanowiącego załącznik nr </w:t>
      </w:r>
      <w:r w:rsidR="00325D42">
        <w:rPr>
          <w:rFonts w:asciiTheme="minorHAnsi" w:hAnsiTheme="minorHAnsi" w:cs="Arial"/>
          <w:bCs/>
          <w:iCs/>
          <w:szCs w:val="22"/>
        </w:rPr>
        <w:t>3</w:t>
      </w:r>
      <w:r w:rsidR="00D47A8F" w:rsidRPr="00325D42">
        <w:rPr>
          <w:rFonts w:asciiTheme="minorHAnsi" w:hAnsiTheme="minorHAnsi" w:cs="Arial"/>
          <w:bCs/>
          <w:iCs/>
          <w:szCs w:val="22"/>
        </w:rPr>
        <w:t xml:space="preserve"> do SWZ oraz nie jesteśmy podmiotem objętym sankcjami  i składamy oświadczenie o treści zgodnej z treścią Załącznika nr 1 do OWZ</w:t>
      </w:r>
      <w:r w:rsidRPr="00D47A8F">
        <w:rPr>
          <w:rFonts w:asciiTheme="minorHAnsi" w:hAnsiTheme="minorHAnsi" w:cs="Arial"/>
          <w:bCs/>
          <w:szCs w:val="22"/>
        </w:rPr>
        <w:t xml:space="preserve"> </w:t>
      </w:r>
      <w:r w:rsidR="00325D42">
        <w:rPr>
          <w:rFonts w:asciiTheme="minorHAnsi" w:hAnsiTheme="minorHAnsi" w:cs="Arial"/>
          <w:bCs/>
          <w:szCs w:val="22"/>
        </w:rPr>
        <w:t>.</w:t>
      </w:r>
    </w:p>
    <w:p w14:paraId="1F33BCED" w14:textId="2493E5AC" w:rsidR="006620F9" w:rsidRPr="00325D42" w:rsidRDefault="006620F9" w:rsidP="005B20D6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4854FF">
        <w:rPr>
          <w:rFonts w:asciiTheme="minorHAnsi" w:hAnsiTheme="minorHAnsi" w:cs="Arial"/>
          <w:szCs w:val="22"/>
        </w:rPr>
        <w:t>W przypadku, gdy realizowane przez Wykonawcę zamówienie będzie wymagało powierzenia przez PGE Ekoserwis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</w:t>
      </w:r>
      <w:r>
        <w:rPr>
          <w:rFonts w:asciiTheme="minorHAnsi" w:hAnsiTheme="minorHAnsi" w:cs="Arial"/>
          <w:szCs w:val="22"/>
        </w:rPr>
        <w:t>.</w:t>
      </w:r>
    </w:p>
    <w:p w14:paraId="1BE5B85F" w14:textId="239F2656" w:rsidR="008E0E7A" w:rsidRPr="0056681A" w:rsidRDefault="008E0E7A" w:rsidP="005B20D6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F83AC8">
        <w:rPr>
          <w:rFonts w:asciiTheme="minorHAnsi" w:hAnsiTheme="minorHAnsi" w:cs="Arial"/>
          <w:szCs w:val="22"/>
        </w:rPr>
        <w:t xml:space="preserve">Zapoznaliśmy się z Komunikatem dot. obowiązku informacyjnego wynikającym </w:t>
      </w:r>
      <w:r>
        <w:rPr>
          <w:rFonts w:asciiTheme="minorHAnsi" w:hAnsiTheme="minorHAnsi" w:cs="Arial"/>
          <w:szCs w:val="22"/>
        </w:rPr>
        <w:t>z</w:t>
      </w:r>
      <w:r w:rsidRPr="00F83AC8">
        <w:rPr>
          <w:rFonts w:asciiTheme="minorHAnsi" w:hAnsiTheme="minorHAnsi" w:cs="Arial"/>
          <w:szCs w:val="22"/>
        </w:rPr>
        <w:t xml:space="preserve"> Rozporządzenia Parlamentu Europejskiego i Rady (UE) 2016/679 z dnia 27 kwietnia 2016 r. </w:t>
      </w:r>
      <w:r>
        <w:rPr>
          <w:rFonts w:asciiTheme="minorHAnsi" w:hAnsiTheme="minorHAnsi" w:cs="Arial"/>
          <w:szCs w:val="22"/>
        </w:rPr>
        <w:t xml:space="preserve"> </w:t>
      </w:r>
      <w:r w:rsidRPr="00F83AC8">
        <w:rPr>
          <w:rFonts w:asciiTheme="minorHAnsi" w:hAnsiTheme="minorHAnsi" w:cs="Arial"/>
          <w:szCs w:val="22"/>
        </w:rPr>
        <w:t xml:space="preserve">w sprawie ochrony osób fizycznych w związku z </w:t>
      </w:r>
      <w:r>
        <w:rPr>
          <w:rFonts w:asciiTheme="minorHAnsi" w:hAnsiTheme="minorHAnsi" w:cs="Arial"/>
          <w:szCs w:val="22"/>
        </w:rPr>
        <w:t> </w:t>
      </w:r>
      <w:r w:rsidRPr="00F83AC8">
        <w:rPr>
          <w:rFonts w:asciiTheme="minorHAnsi" w:hAnsiTheme="minorHAnsi" w:cs="Arial"/>
          <w:szCs w:val="22"/>
        </w:rPr>
        <w:t>przetwarzaniem danych osobowych i w sprawie swobodnego przepływu takich danych oraz uchylenia dyrektywy 95/46/WE (dalej „Rozporządzenie”), znajdującym się na stronie internetowej</w:t>
      </w:r>
      <w:r w:rsidR="001F7762">
        <w:rPr>
          <w:rFonts w:asciiTheme="minorHAnsi" w:hAnsiTheme="minorHAnsi" w:cs="Arial"/>
          <w:szCs w:val="22"/>
        </w:rPr>
        <w:t xml:space="preserve"> pod linkiem: </w:t>
      </w:r>
      <w:hyperlink r:id="rId14" w:history="1">
        <w:r w:rsidR="001F7762" w:rsidRPr="001F7762">
          <w:rPr>
            <w:rStyle w:val="Hipercze"/>
            <w:rFonts w:asciiTheme="minorHAnsi" w:hAnsiTheme="minorHAnsi" w:cs="Arial"/>
            <w:sz w:val="24"/>
            <w:szCs w:val="22"/>
          </w:rPr>
          <w:t>https://pgeekoserwis.pl/pl/polityka-danych/informacja-o-przetwarzaniu-danych.html</w:t>
        </w:r>
      </w:hyperlink>
      <w:r w:rsidRPr="0056681A">
        <w:rPr>
          <w:rFonts w:asciiTheme="minorHAnsi" w:hAnsiTheme="minorHAnsi" w:cs="Arial"/>
          <w:sz w:val="22"/>
          <w:szCs w:val="22"/>
        </w:rPr>
        <w:t>.</w:t>
      </w:r>
    </w:p>
    <w:p w14:paraId="56DEDEEA" w14:textId="2680508E" w:rsidR="008E0E7A" w:rsidRDefault="008E0E7A" w:rsidP="005B20D6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szCs w:val="22"/>
        </w:rPr>
      </w:pPr>
      <w:r w:rsidRPr="00F83AC8">
        <w:rPr>
          <w:rFonts w:asciiTheme="minorHAnsi" w:hAnsiTheme="minorHAnsi" w:cs="Arial"/>
          <w:szCs w:val="22"/>
        </w:rPr>
        <w:t>Zapewniamy wystarczające gwarancje wdrożenia odpowiednich środków technicznych i organizacyjnych, aby przetwarzanie danych osobowych spełniało wymogi wynikające</w:t>
      </w:r>
      <w:r>
        <w:rPr>
          <w:rFonts w:asciiTheme="minorHAnsi" w:hAnsiTheme="minorHAnsi" w:cs="Arial"/>
          <w:szCs w:val="22"/>
        </w:rPr>
        <w:t xml:space="preserve"> </w:t>
      </w:r>
      <w:r w:rsidRPr="00F83AC8">
        <w:rPr>
          <w:rFonts w:asciiTheme="minorHAnsi" w:hAnsiTheme="minorHAnsi" w:cs="Arial"/>
          <w:szCs w:val="22"/>
        </w:rPr>
        <w:t xml:space="preserve">z obowiązujących przepisów o ochronie danych osobowych oraz przepisów Rozporządzenia (ogólne rozporządzenie o ochronie danych) – dalej: „RODO”, mających zastosowanie i chroniło prawa osób, których dane dotyczą, </w:t>
      </w:r>
    </w:p>
    <w:p w14:paraId="3F1A9F02" w14:textId="77777777" w:rsidR="008E0E7A" w:rsidRDefault="008E0E7A" w:rsidP="005B20D6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szCs w:val="22"/>
        </w:rPr>
      </w:pPr>
      <w:r w:rsidRPr="00F83AC8">
        <w:rPr>
          <w:rFonts w:asciiTheme="minorHAnsi" w:hAnsiTheme="minorHAnsi" w:cs="Arial"/>
          <w:szCs w:val="22"/>
        </w:rPr>
        <w:lastRenderedPageBreak/>
        <w:t>Znane są nam wszelkie obowiązki wynikające z obowiązujących przepisów o</w:t>
      </w:r>
      <w:r>
        <w:rPr>
          <w:rFonts w:asciiTheme="minorHAnsi" w:hAnsiTheme="minorHAnsi" w:cs="Arial"/>
          <w:szCs w:val="22"/>
        </w:rPr>
        <w:t> </w:t>
      </w:r>
      <w:r w:rsidRPr="00F83AC8">
        <w:rPr>
          <w:rFonts w:asciiTheme="minorHAnsi" w:hAnsiTheme="minorHAnsi" w:cs="Arial"/>
          <w:szCs w:val="22"/>
        </w:rPr>
        <w:t xml:space="preserve">ochronie danych osobowych i przepisów RODO mających zastosowanie, które zobowiązany jest wykonywać podmiot przetwarzający dane osobowe na zlecenie administratora danych, </w:t>
      </w:r>
    </w:p>
    <w:p w14:paraId="2B2C1C95" w14:textId="77777777" w:rsidR="006620F9" w:rsidRDefault="008E0E7A" w:rsidP="005B20D6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szCs w:val="22"/>
        </w:rPr>
      </w:pPr>
      <w:r w:rsidRPr="00F83AC8">
        <w:rPr>
          <w:rFonts w:asciiTheme="minorHAnsi" w:hAnsiTheme="minorHAnsi" w:cs="Arial"/>
          <w:szCs w:val="22"/>
        </w:rPr>
        <w:t xml:space="preserve">Dopełniliśmy wszelkich obowiązków w stosunku do osób, których dane przekazujemy oraz </w:t>
      </w:r>
      <w:r>
        <w:rPr>
          <w:rFonts w:asciiTheme="minorHAnsi" w:hAnsiTheme="minorHAnsi" w:cs="Arial"/>
          <w:szCs w:val="22"/>
        </w:rPr>
        <w:t>w</w:t>
      </w:r>
      <w:r w:rsidRPr="00F83AC8">
        <w:rPr>
          <w:rFonts w:asciiTheme="minorHAnsi" w:hAnsiTheme="minorHAnsi" w:cs="Arial"/>
          <w:szCs w:val="22"/>
        </w:rPr>
        <w:t xml:space="preserve"> stosunku do Zamawiającego wynikających z przepisów o </w:t>
      </w:r>
      <w:r>
        <w:rPr>
          <w:rFonts w:asciiTheme="minorHAnsi" w:hAnsiTheme="minorHAnsi" w:cs="Arial"/>
          <w:szCs w:val="22"/>
        </w:rPr>
        <w:t> </w:t>
      </w:r>
      <w:r w:rsidRPr="00F83AC8">
        <w:rPr>
          <w:rFonts w:asciiTheme="minorHAnsi" w:hAnsiTheme="minorHAnsi" w:cs="Arial"/>
          <w:szCs w:val="22"/>
        </w:rPr>
        <w:t xml:space="preserve">ochronie danych osobowych </w:t>
      </w:r>
      <w:r>
        <w:rPr>
          <w:rFonts w:asciiTheme="minorHAnsi" w:hAnsiTheme="minorHAnsi" w:cs="Arial"/>
          <w:szCs w:val="22"/>
        </w:rPr>
        <w:t>i przepisów RODO</w:t>
      </w:r>
      <w:r w:rsidR="006620F9">
        <w:rPr>
          <w:rFonts w:asciiTheme="minorHAnsi" w:hAnsiTheme="minorHAnsi" w:cs="Arial"/>
          <w:szCs w:val="22"/>
        </w:rPr>
        <w:t>.</w:t>
      </w:r>
    </w:p>
    <w:p w14:paraId="7B52EE0F" w14:textId="361D37DE" w:rsidR="008E0E7A" w:rsidRDefault="006620F9" w:rsidP="005B20D6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W</w:t>
      </w:r>
      <w:r w:rsidRPr="004854FF">
        <w:rPr>
          <w:rFonts w:asciiTheme="minorHAnsi" w:hAnsiTheme="minorHAnsi" w:cs="Arial"/>
          <w:szCs w:val="22"/>
        </w:rPr>
        <w:t xml:space="preserve">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</w:t>
      </w:r>
      <w:r>
        <w:rPr>
          <w:rFonts w:asciiTheme="minorHAnsi" w:hAnsiTheme="minorHAnsi" w:cs="Arial"/>
          <w:szCs w:val="22"/>
        </w:rPr>
        <w:t>.</w:t>
      </w:r>
    </w:p>
    <w:p w14:paraId="3783A997" w14:textId="279125A9" w:rsidR="008E0E7A" w:rsidRPr="002774F0" w:rsidRDefault="008E0E7A" w:rsidP="005B20D6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szCs w:val="22"/>
        </w:rPr>
      </w:pPr>
      <w:r w:rsidRPr="002774F0">
        <w:rPr>
          <w:rFonts w:asciiTheme="minorHAnsi" w:hAnsiTheme="minorHAnsi" w:cs="Arial"/>
          <w:szCs w:val="22"/>
        </w:rPr>
        <w:t xml:space="preserve">Przekazywane przez nas dane osobowe mogą być wykorzystane wyłącznie w  celach związanych </w:t>
      </w:r>
      <w:r w:rsidRPr="002774F0">
        <w:rPr>
          <w:rFonts w:asciiTheme="minorHAnsi" w:hAnsiTheme="minorHAnsi" w:cstheme="minorHAnsi"/>
        </w:rPr>
        <w:t>z prowadzonym postępowaniem nr P</w:t>
      </w:r>
      <w:r w:rsidR="00B16D3C">
        <w:rPr>
          <w:rFonts w:asciiTheme="minorHAnsi" w:hAnsiTheme="minorHAnsi" w:cstheme="minorHAnsi"/>
        </w:rPr>
        <w:t>GE Ekoserwis</w:t>
      </w:r>
      <w:r w:rsidR="00F21A9C">
        <w:rPr>
          <w:rFonts w:asciiTheme="minorHAnsi" w:hAnsiTheme="minorHAnsi" w:cstheme="minorHAnsi"/>
        </w:rPr>
        <w:t xml:space="preserve"> </w:t>
      </w:r>
      <w:r w:rsidR="00325D42">
        <w:rPr>
          <w:rFonts w:asciiTheme="minorHAnsi" w:hAnsiTheme="minorHAnsi" w:cstheme="minorHAnsi"/>
        </w:rPr>
        <w:t>POST/EKO/EKO/FZ/00143/2024</w:t>
      </w:r>
      <w:r w:rsidR="00F21A9C">
        <w:rPr>
          <w:rFonts w:asciiTheme="minorHAnsi" w:hAnsiTheme="minorHAnsi" w:cstheme="minorHAnsi"/>
        </w:rPr>
        <w:t>.</w:t>
      </w:r>
    </w:p>
    <w:p w14:paraId="601E4B4C" w14:textId="61EA27CF" w:rsidR="008E0E7A" w:rsidRPr="001F7762" w:rsidRDefault="008E0E7A" w:rsidP="005B20D6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</w:pPr>
      <w:r w:rsidRPr="00335F9D">
        <w:rPr>
          <w:rFonts w:asciiTheme="minorHAnsi" w:hAnsiTheme="minorHAnsi" w:cs="Arial"/>
          <w:szCs w:val="22"/>
        </w:rPr>
        <w:t>Do niniejszej oferty są d</w:t>
      </w:r>
      <w:r>
        <w:rPr>
          <w:rFonts w:asciiTheme="minorHAnsi" w:hAnsiTheme="minorHAnsi" w:cs="Arial"/>
          <w:szCs w:val="22"/>
        </w:rPr>
        <w:t>ołączone następujące załączniki:</w:t>
      </w:r>
    </w:p>
    <w:p w14:paraId="27DDA300" w14:textId="59244956" w:rsidR="008E0E7A" w:rsidRPr="00D721DB" w:rsidRDefault="008E0E7A" w:rsidP="005B20D6">
      <w:pPr>
        <w:pStyle w:val="Akapitzlist"/>
        <w:tabs>
          <w:tab w:val="left" w:pos="2340"/>
        </w:tabs>
        <w:spacing w:before="120" w:after="120"/>
        <w:contextualSpacing w:val="0"/>
        <w:rPr>
          <w:rFonts w:asciiTheme="minorHAnsi" w:hAnsiTheme="minorHAnsi" w:cs="Arial"/>
          <w:bCs/>
          <w:i/>
          <w:szCs w:val="22"/>
        </w:rPr>
      </w:pPr>
      <w:r w:rsidRPr="00D721DB">
        <w:rPr>
          <w:rFonts w:asciiTheme="minorHAnsi" w:hAnsiTheme="minorHAnsi" w:cs="Arial"/>
          <w:bCs/>
          <w:i/>
          <w:szCs w:val="22"/>
        </w:rPr>
        <w:t xml:space="preserve">Załącznik nr 1 - </w:t>
      </w:r>
      <w:r w:rsidRPr="00D55982">
        <w:rPr>
          <w:rFonts w:asciiTheme="minorHAnsi" w:hAnsiTheme="minorHAnsi" w:cs="Arial"/>
          <w:bCs/>
          <w:i/>
          <w:sz w:val="16"/>
          <w:szCs w:val="16"/>
        </w:rPr>
        <w:t>…………</w:t>
      </w:r>
      <w:r>
        <w:rPr>
          <w:rFonts w:asciiTheme="minorHAnsi" w:hAnsiTheme="minorHAnsi" w:cs="Arial"/>
          <w:bCs/>
          <w:i/>
          <w:sz w:val="16"/>
          <w:szCs w:val="16"/>
        </w:rPr>
        <w:t>……………………………………….</w:t>
      </w:r>
    </w:p>
    <w:p w14:paraId="609D3CAA" w14:textId="77777777" w:rsidR="008E0E7A" w:rsidRDefault="008E0E7A" w:rsidP="005B20D6">
      <w:pPr>
        <w:pStyle w:val="Akapitzlist"/>
        <w:tabs>
          <w:tab w:val="left" w:pos="2340"/>
        </w:tabs>
        <w:spacing w:before="120" w:after="120"/>
        <w:contextualSpacing w:val="0"/>
      </w:pPr>
    </w:p>
    <w:p w14:paraId="0B2D28BE" w14:textId="77777777" w:rsidR="008E0E7A" w:rsidRPr="002F401A" w:rsidRDefault="008E0E7A" w:rsidP="005B20D6">
      <w:pPr>
        <w:tabs>
          <w:tab w:val="left" w:pos="2340"/>
        </w:tabs>
        <w:spacing w:before="120" w:after="120"/>
        <w:rPr>
          <w:rFonts w:asciiTheme="minorHAnsi" w:hAnsiTheme="minorHAnsi" w:cs="Arial"/>
          <w:bCs/>
          <w:i/>
          <w:szCs w:val="22"/>
        </w:rPr>
      </w:pPr>
    </w:p>
    <w:p w14:paraId="5E80B279" w14:textId="1B449C3B" w:rsidR="008E0E7A" w:rsidRPr="002F401A" w:rsidRDefault="008E0E7A" w:rsidP="005B20D6">
      <w:pPr>
        <w:spacing w:before="120" w:after="120"/>
        <w:ind w:right="-993"/>
        <w:rPr>
          <w:rFonts w:asciiTheme="minorHAnsi" w:hAnsiTheme="minorHAnsi"/>
          <w:sz w:val="16"/>
          <w:szCs w:val="16"/>
        </w:rPr>
      </w:pPr>
      <w:r w:rsidRPr="002F401A">
        <w:rPr>
          <w:rFonts w:asciiTheme="minorHAnsi" w:hAnsiTheme="minorHAnsi"/>
          <w:sz w:val="16"/>
          <w:szCs w:val="16"/>
        </w:rPr>
        <w:t>.............................., dn. .............</w:t>
      </w:r>
      <w:r>
        <w:rPr>
          <w:rFonts w:asciiTheme="minorHAnsi" w:hAnsiTheme="minorHAnsi"/>
          <w:sz w:val="16"/>
          <w:szCs w:val="16"/>
        </w:rPr>
        <w:t>............</w:t>
      </w:r>
      <w:r>
        <w:rPr>
          <w:rFonts w:asciiTheme="minorHAnsi" w:hAnsiTheme="minorHAnsi"/>
          <w:sz w:val="16"/>
          <w:szCs w:val="16"/>
        </w:rPr>
        <w:tab/>
        <w:t xml:space="preserve">           </w:t>
      </w:r>
      <w:r>
        <w:rPr>
          <w:rFonts w:asciiTheme="minorHAnsi" w:hAnsiTheme="minorHAnsi"/>
          <w:sz w:val="16"/>
          <w:szCs w:val="16"/>
        </w:rPr>
        <w:tab/>
        <w:t xml:space="preserve">                                               </w:t>
      </w:r>
      <w:r w:rsidR="00325D42">
        <w:rPr>
          <w:rFonts w:asciiTheme="minorHAnsi" w:hAnsiTheme="minorHAnsi"/>
          <w:sz w:val="16"/>
          <w:szCs w:val="16"/>
        </w:rPr>
        <w:tab/>
      </w:r>
      <w:r w:rsidR="00325D42">
        <w:rPr>
          <w:rFonts w:asciiTheme="minorHAnsi" w:hAnsiTheme="minorHAnsi"/>
          <w:sz w:val="16"/>
          <w:szCs w:val="16"/>
        </w:rPr>
        <w:tab/>
      </w:r>
      <w:r w:rsidR="00325D42">
        <w:rPr>
          <w:rFonts w:asciiTheme="minorHAnsi" w:hAnsiTheme="minorHAnsi"/>
          <w:sz w:val="16"/>
          <w:szCs w:val="16"/>
        </w:rPr>
        <w:tab/>
      </w:r>
      <w:r w:rsidR="00325D42">
        <w:rPr>
          <w:rFonts w:asciiTheme="minorHAnsi" w:hAnsiTheme="minorHAnsi"/>
          <w:sz w:val="16"/>
          <w:szCs w:val="16"/>
        </w:rPr>
        <w:tab/>
      </w:r>
      <w:r w:rsidR="00325D42">
        <w:rPr>
          <w:rFonts w:asciiTheme="minorHAnsi" w:hAnsiTheme="minorHAnsi"/>
          <w:sz w:val="16"/>
          <w:szCs w:val="16"/>
        </w:rPr>
        <w:tab/>
      </w:r>
      <w:r w:rsidR="00325D42"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 xml:space="preserve">    </w:t>
      </w:r>
      <w:r w:rsidRPr="002F401A">
        <w:rPr>
          <w:rFonts w:asciiTheme="minorHAnsi" w:hAnsiTheme="minorHAnsi"/>
          <w:sz w:val="16"/>
          <w:szCs w:val="16"/>
        </w:rPr>
        <w:t>.................................</w:t>
      </w:r>
      <w:r>
        <w:rPr>
          <w:rFonts w:asciiTheme="minorHAnsi" w:hAnsiTheme="minorHAnsi"/>
          <w:sz w:val="16"/>
          <w:szCs w:val="16"/>
        </w:rPr>
        <w:t>..................................................</w:t>
      </w:r>
      <w:r w:rsidRPr="002F401A">
        <w:rPr>
          <w:rFonts w:asciiTheme="minorHAnsi" w:hAnsiTheme="minorHAnsi"/>
          <w:sz w:val="16"/>
          <w:szCs w:val="16"/>
        </w:rPr>
        <w:t>..............................</w:t>
      </w:r>
    </w:p>
    <w:p w14:paraId="36698C76" w14:textId="27FF8192" w:rsidR="00FC63FC" w:rsidRDefault="008E0E7A" w:rsidP="005B20D6">
      <w:pPr>
        <w:spacing w:before="120" w:after="120"/>
        <w:ind w:right="68"/>
        <w:jc w:val="right"/>
        <w:rPr>
          <w:rFonts w:asciiTheme="minorHAnsi" w:hAnsiTheme="minorHAnsi"/>
          <w:i/>
          <w:sz w:val="16"/>
          <w:szCs w:val="16"/>
        </w:rPr>
      </w:pPr>
      <w:r w:rsidRPr="002F401A">
        <w:rPr>
          <w:rFonts w:asciiTheme="minorHAnsi" w:hAnsiTheme="minorHAnsi"/>
          <w:i/>
          <w:sz w:val="16"/>
          <w:szCs w:val="16"/>
        </w:rPr>
        <w:t>Podpis osób uprawnionych do składania oświadczeń woli w imieniu Wykonawcy oraz pieczątka / pieczątki</w:t>
      </w:r>
    </w:p>
    <w:p w14:paraId="1A006F46" w14:textId="158F011C" w:rsidR="00335DE0" w:rsidRPr="00335DE0" w:rsidRDefault="00325D42" w:rsidP="005B20D6">
      <w:pPr>
        <w:spacing w:before="120" w:after="120"/>
        <w:ind w:right="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/</w:t>
      </w:r>
    </w:p>
    <w:sectPr w:rsidR="00335DE0" w:rsidRPr="00335DE0" w:rsidSect="00325D42">
      <w:headerReference w:type="default" r:id="rId15"/>
      <w:footerReference w:type="default" r:id="rId16"/>
      <w:headerReference w:type="first" r:id="rId17"/>
      <w:footerReference w:type="first" r:id="rId18"/>
      <w:pgSz w:w="16838" w:h="11906" w:orient="landscape"/>
      <w:pgMar w:top="993" w:right="1134" w:bottom="991" w:left="993" w:header="708" w:footer="2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5544A" w14:textId="77777777" w:rsidR="005376AF" w:rsidRDefault="005376AF" w:rsidP="00BD627E">
      <w:r>
        <w:separator/>
      </w:r>
    </w:p>
  </w:endnote>
  <w:endnote w:type="continuationSeparator" w:id="0">
    <w:p w14:paraId="5F9DBB2E" w14:textId="77777777" w:rsidR="005376AF" w:rsidRDefault="005376AF" w:rsidP="00BD627E">
      <w:r>
        <w:continuationSeparator/>
      </w:r>
    </w:p>
  </w:endnote>
  <w:endnote w:type="continuationNotice" w:id="1">
    <w:p w14:paraId="6C853394" w14:textId="77777777" w:rsidR="005376AF" w:rsidRDefault="005376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2255599"/>
      <w:docPartObj>
        <w:docPartGallery w:val="Page Numbers (Bottom of Page)"/>
        <w:docPartUnique/>
      </w:docPartObj>
    </w:sdtPr>
    <w:sdtEndPr/>
    <w:sdtContent>
      <w:p w14:paraId="7D115D59" w14:textId="1068A2E9" w:rsidR="00247800" w:rsidRDefault="002478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6601">
          <w:rPr>
            <w:noProof/>
          </w:rPr>
          <w:t>6</w:t>
        </w:r>
        <w:r>
          <w:fldChar w:fldCharType="end"/>
        </w:r>
      </w:p>
    </w:sdtContent>
  </w:sdt>
  <w:p w14:paraId="3AB337F9" w14:textId="77777777" w:rsidR="00BD627E" w:rsidRDefault="00BD62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DA57B" w14:textId="5770CA1E" w:rsidR="00EA2140" w:rsidRDefault="00EA2140">
    <w:pPr>
      <w:pStyle w:val="Stopka"/>
      <w:jc w:val="right"/>
    </w:pPr>
  </w:p>
  <w:p w14:paraId="058B76EA" w14:textId="77777777" w:rsidR="00EA2140" w:rsidRDefault="00EA21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DC5AF" w14:textId="77777777" w:rsidR="005376AF" w:rsidRDefault="005376AF" w:rsidP="00BD627E">
      <w:r>
        <w:separator/>
      </w:r>
    </w:p>
  </w:footnote>
  <w:footnote w:type="continuationSeparator" w:id="0">
    <w:p w14:paraId="612EB92D" w14:textId="77777777" w:rsidR="005376AF" w:rsidRDefault="005376AF" w:rsidP="00BD627E">
      <w:r>
        <w:continuationSeparator/>
      </w:r>
    </w:p>
  </w:footnote>
  <w:footnote w:type="continuationNotice" w:id="1">
    <w:p w14:paraId="300E9931" w14:textId="77777777" w:rsidR="005376AF" w:rsidRDefault="005376AF"/>
  </w:footnote>
  <w:footnote w:id="2">
    <w:p w14:paraId="715A7881" w14:textId="77777777" w:rsidR="006E5612" w:rsidRPr="001270AE" w:rsidRDefault="006E5612" w:rsidP="006E5612">
      <w:pPr>
        <w:pStyle w:val="Tekstprzypisudolnego"/>
        <w:jc w:val="both"/>
        <w:rPr>
          <w:sz w:val="18"/>
          <w:szCs w:val="18"/>
        </w:rPr>
      </w:pPr>
      <w:r w:rsidRPr="001270AE">
        <w:rPr>
          <w:rStyle w:val="Odwoanieprzypisudolnego"/>
          <w:sz w:val="18"/>
          <w:szCs w:val="18"/>
        </w:rPr>
        <w:footnoteRef/>
      </w:r>
      <w:r w:rsidRPr="001270AE">
        <w:rPr>
          <w:sz w:val="18"/>
          <w:szCs w:val="18"/>
        </w:rPr>
        <w:t xml:space="preserve"> W przypadku konsorcjum należy wpisać wszystkich wykonawców oraz wskazać lidera.</w:t>
      </w:r>
    </w:p>
  </w:footnote>
  <w:footnote w:id="3">
    <w:p w14:paraId="0CB05326" w14:textId="77777777" w:rsidR="00CE7741" w:rsidRDefault="00CE7741" w:rsidP="00CE77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2989">
        <w:rPr>
          <w:rFonts w:cs="Arial"/>
          <w:sz w:val="16"/>
          <w:szCs w:val="16"/>
        </w:rPr>
        <w:t>Niewłaściwe skreślić</w:t>
      </w:r>
    </w:p>
  </w:footnote>
  <w:footnote w:id="4">
    <w:p w14:paraId="6372A00F" w14:textId="77777777" w:rsidR="00CE7741" w:rsidRDefault="00CE7741" w:rsidP="00CE77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C5504">
        <w:rPr>
          <w:rFonts w:cs="Arial"/>
          <w:sz w:val="16"/>
          <w:szCs w:val="16"/>
        </w:rPr>
        <w:t>Wybrać jeżeli ma zastosowanie i należy załączyć wymagane dokumenty lub skreślić, jeżeli nie ma zastosowania -</w:t>
      </w:r>
      <w:r w:rsidRPr="002C5504">
        <w:t xml:space="preserve"> </w:t>
      </w:r>
      <w:r w:rsidRPr="002C5504">
        <w:rPr>
          <w:rFonts w:cs="Arial"/>
          <w:sz w:val="16"/>
          <w:szCs w:val="16"/>
        </w:rPr>
        <w:t>dotyczy podmiotów mających zarejestrowaną działalność gospodarczą na terenie RP</w:t>
      </w:r>
    </w:p>
  </w:footnote>
  <w:footnote w:id="5">
    <w:p w14:paraId="3F7355B0" w14:textId="77777777" w:rsidR="00CE7741" w:rsidRDefault="00CE7741" w:rsidP="00CE77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2989">
        <w:rPr>
          <w:rFonts w:cs="Arial"/>
          <w:sz w:val="16"/>
          <w:szCs w:val="16"/>
        </w:rPr>
        <w:t>Dotyczy podmiotów zagranicznych z terenu UE</w:t>
      </w:r>
    </w:p>
  </w:footnote>
  <w:footnote w:id="6">
    <w:p w14:paraId="75ECD3C6" w14:textId="77777777" w:rsidR="00CE7741" w:rsidRDefault="00CE7741" w:rsidP="00CE77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2989">
        <w:rPr>
          <w:rFonts w:cs="Arial"/>
          <w:sz w:val="16"/>
          <w:szCs w:val="16"/>
        </w:rPr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34CE8" w14:textId="17EC9624" w:rsidR="00BD215D" w:rsidRDefault="00BD215D" w:rsidP="00BD215D">
    <w:pPr>
      <w:pStyle w:val="Nagwek"/>
      <w:rPr>
        <w:rFonts w:ascii="Calibri" w:hAnsi="Calibri" w:cs="Calibri"/>
        <w:sz w:val="16"/>
      </w:rPr>
    </w:pPr>
    <w:r>
      <w:rPr>
        <w:noProof/>
        <w:color w:val="707173"/>
        <w:sz w:val="14"/>
        <w:szCs w:val="14"/>
      </w:rPr>
      <w:drawing>
        <wp:anchor distT="0" distB="0" distL="114300" distR="114300" simplePos="0" relativeHeight="251665920" behindDoc="1" locked="0" layoutInCell="1" allowOverlap="1" wp14:anchorId="627751DD" wp14:editId="209F2D75">
          <wp:simplePos x="0" y="0"/>
          <wp:positionH relativeFrom="margin">
            <wp:posOffset>-48664</wp:posOffset>
          </wp:positionH>
          <wp:positionV relativeFrom="paragraph">
            <wp:posOffset>-158635</wp:posOffset>
          </wp:positionV>
          <wp:extent cx="1205230" cy="570016"/>
          <wp:effectExtent l="0" t="0" r="0" b="190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14724" cy="5745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850243" w14:textId="56ABCD37" w:rsidR="001530B1" w:rsidRDefault="001530B1" w:rsidP="00BD215D">
    <w:pPr>
      <w:pStyle w:val="Nagwek"/>
      <w:rPr>
        <w:rFonts w:ascii="Calibri" w:hAnsi="Calibri" w:cs="Calibri"/>
        <w:sz w:val="16"/>
      </w:rPr>
    </w:pPr>
  </w:p>
  <w:p w14:paraId="79F881B0" w14:textId="77777777" w:rsidR="00BD215D" w:rsidRDefault="00BD215D">
    <w:pPr>
      <w:pStyle w:val="Nagwek"/>
      <w:rPr>
        <w:rFonts w:asciiTheme="minorHAnsi" w:hAnsiTheme="minorHAnsi" w:cstheme="minorHAnsi"/>
        <w:sz w:val="16"/>
        <w:szCs w:val="16"/>
      </w:rPr>
    </w:pPr>
  </w:p>
  <w:p w14:paraId="3AB337F7" w14:textId="2565345C" w:rsidR="00560DB7" w:rsidRPr="006F301D" w:rsidRDefault="005A20BE">
    <w:pPr>
      <w:pStyle w:val="Nagwek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B33800" wp14:editId="76129BAC">
              <wp:simplePos x="0" y="0"/>
              <wp:positionH relativeFrom="column">
                <wp:posOffset>-88900</wp:posOffset>
              </wp:positionH>
              <wp:positionV relativeFrom="paragraph">
                <wp:posOffset>64135</wp:posOffset>
              </wp:positionV>
              <wp:extent cx="6449695" cy="0"/>
              <wp:effectExtent l="0" t="0" r="27305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969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E5B1E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7pt;margin-top:5.05pt;width:507.8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" strokecolor="#4f81bd [320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80E0D" w14:textId="77777777" w:rsidR="001530B1" w:rsidRDefault="001530B1" w:rsidP="001530B1">
    <w:pPr>
      <w:ind w:left="2268" w:right="360" w:hanging="142"/>
      <w:rPr>
        <w:rFonts w:ascii="Arial" w:hAnsi="Arial" w:cs="Arial"/>
        <w:sz w:val="16"/>
        <w:szCs w:val="20"/>
      </w:rPr>
    </w:pPr>
    <w:r>
      <w:rPr>
        <w:noProof/>
        <w:color w:val="707173"/>
        <w:sz w:val="14"/>
        <w:szCs w:val="14"/>
      </w:rPr>
      <w:drawing>
        <wp:anchor distT="0" distB="0" distL="114300" distR="114300" simplePos="0" relativeHeight="251663872" behindDoc="1" locked="0" layoutInCell="1" allowOverlap="1" wp14:anchorId="2631468A" wp14:editId="1A97D9EF">
          <wp:simplePos x="0" y="0"/>
          <wp:positionH relativeFrom="margin">
            <wp:posOffset>-1905</wp:posOffset>
          </wp:positionH>
          <wp:positionV relativeFrom="paragraph">
            <wp:posOffset>-143314</wp:posOffset>
          </wp:positionV>
          <wp:extent cx="1452245" cy="701918"/>
          <wp:effectExtent l="0" t="0" r="0" b="3175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52245" cy="7019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6"/>
        <w:szCs w:val="20"/>
      </w:rPr>
      <w:tab/>
    </w:r>
  </w:p>
  <w:p w14:paraId="2FDDEEF8" w14:textId="77777777" w:rsidR="001530B1" w:rsidRDefault="001530B1" w:rsidP="00CC60DB">
    <w:pPr>
      <w:tabs>
        <w:tab w:val="center" w:pos="4536"/>
        <w:tab w:val="right" w:pos="9072"/>
      </w:tabs>
      <w:ind w:right="360"/>
      <w:rPr>
        <w:rFonts w:ascii="Arial" w:hAnsi="Arial" w:cs="Arial"/>
        <w:sz w:val="16"/>
        <w:szCs w:val="20"/>
      </w:rPr>
    </w:pPr>
  </w:p>
  <w:p w14:paraId="5A8582A2" w14:textId="5CE49A86" w:rsidR="001530B1" w:rsidRDefault="001530B1" w:rsidP="00CC60DB">
    <w:pPr>
      <w:tabs>
        <w:tab w:val="center" w:pos="4536"/>
        <w:tab w:val="right" w:pos="9072"/>
      </w:tabs>
      <w:ind w:right="360"/>
      <w:rPr>
        <w:rFonts w:ascii="Arial" w:hAnsi="Arial" w:cs="Arial"/>
        <w:sz w:val="16"/>
        <w:szCs w:val="20"/>
      </w:rPr>
    </w:pPr>
  </w:p>
  <w:p w14:paraId="4908FD4A" w14:textId="77777777" w:rsidR="00434B65" w:rsidRDefault="00434B65" w:rsidP="00CC60DB">
    <w:pPr>
      <w:tabs>
        <w:tab w:val="center" w:pos="4536"/>
        <w:tab w:val="right" w:pos="9072"/>
      </w:tabs>
      <w:ind w:right="360"/>
      <w:rPr>
        <w:rFonts w:ascii="Arial" w:hAnsi="Arial" w:cs="Arial"/>
        <w:sz w:val="16"/>
        <w:szCs w:val="20"/>
      </w:rPr>
    </w:pPr>
  </w:p>
  <w:p w14:paraId="6F00482A" w14:textId="594CB638" w:rsidR="007A64E2" w:rsidRPr="00D875F6" w:rsidRDefault="00CB50B5" w:rsidP="00CC60DB">
    <w:pPr>
      <w:tabs>
        <w:tab w:val="center" w:pos="4536"/>
        <w:tab w:val="right" w:pos="9072"/>
      </w:tabs>
      <w:ind w:right="360"/>
      <w:rPr>
        <w:rFonts w:ascii="Arial" w:hAnsi="Arial" w:cs="Arial"/>
        <w:sz w:val="16"/>
        <w:szCs w:val="20"/>
      </w:rPr>
    </w:pPr>
    <w:r w:rsidRPr="00D875F6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AB33804" wp14:editId="50A9FF00">
              <wp:simplePos x="0" y="0"/>
              <wp:positionH relativeFrom="column">
                <wp:posOffset>-88900</wp:posOffset>
              </wp:positionH>
              <wp:positionV relativeFrom="paragraph">
                <wp:posOffset>142875</wp:posOffset>
              </wp:positionV>
              <wp:extent cx="6449695" cy="0"/>
              <wp:effectExtent l="0" t="0" r="2730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969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98575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7pt;margin-top:11.25pt;width:507.8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" strokecolor="#4f81bd [3204]"/>
          </w:pict>
        </mc:Fallback>
      </mc:AlternateContent>
    </w:r>
  </w:p>
  <w:p w14:paraId="3AB337FD" w14:textId="19291D10" w:rsidR="003D7685" w:rsidRPr="00D875F6" w:rsidRDefault="003D7685" w:rsidP="009B202C">
    <w:pPr>
      <w:pStyle w:val="Nagwek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45A4E"/>
    <w:multiLevelType w:val="hybridMultilevel"/>
    <w:tmpl w:val="63367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C5DAB"/>
    <w:multiLevelType w:val="hybridMultilevel"/>
    <w:tmpl w:val="768069C2"/>
    <w:lvl w:ilvl="0" w:tplc="BF9408C6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0576291E"/>
    <w:multiLevelType w:val="hybridMultilevel"/>
    <w:tmpl w:val="418AD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E4142"/>
    <w:multiLevelType w:val="hybridMultilevel"/>
    <w:tmpl w:val="9524F6F0"/>
    <w:lvl w:ilvl="0" w:tplc="A4606C3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A940FF2"/>
    <w:multiLevelType w:val="multilevel"/>
    <w:tmpl w:val="5F6072C0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Arial" w:eastAsia="Times New Roman" w:hAnsi="Arial" w:cs="Arial" w:hint="default"/>
        <w:b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5" w15:restartNumberingAfterBreak="0">
    <w:nsid w:val="0C6700A9"/>
    <w:multiLevelType w:val="hybridMultilevel"/>
    <w:tmpl w:val="F000BD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0B401DC"/>
    <w:multiLevelType w:val="multilevel"/>
    <w:tmpl w:val="8F4E1A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46229EE"/>
    <w:multiLevelType w:val="hybridMultilevel"/>
    <w:tmpl w:val="92509BE4"/>
    <w:lvl w:ilvl="0" w:tplc="1258097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77F53"/>
    <w:multiLevelType w:val="hybridMultilevel"/>
    <w:tmpl w:val="1BCEEE46"/>
    <w:lvl w:ilvl="0" w:tplc="83BE90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7E6071"/>
    <w:multiLevelType w:val="hybridMultilevel"/>
    <w:tmpl w:val="D3863A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26C63"/>
    <w:multiLevelType w:val="hybridMultilevel"/>
    <w:tmpl w:val="B21A1E62"/>
    <w:lvl w:ilvl="0" w:tplc="E8C8EC06">
      <w:start w:val="1"/>
      <w:numFmt w:val="bullet"/>
      <w:lvlText w:val="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11" w15:restartNumberingAfterBreak="0">
    <w:nsid w:val="219C259D"/>
    <w:multiLevelType w:val="multilevel"/>
    <w:tmpl w:val="6C045A7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A13208A"/>
    <w:multiLevelType w:val="multilevel"/>
    <w:tmpl w:val="16840B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B271149"/>
    <w:multiLevelType w:val="multilevel"/>
    <w:tmpl w:val="D3BA38E6"/>
    <w:lvl w:ilvl="0">
      <w:start w:val="1"/>
      <w:numFmt w:val="decimal"/>
      <w:lvlText w:val="%1."/>
      <w:lvlJc w:val="left"/>
      <w:pPr>
        <w:ind w:left="1860" w:hanging="360"/>
      </w:pPr>
    </w:lvl>
    <w:lvl w:ilvl="1">
      <w:start w:val="1"/>
      <w:numFmt w:val="decimal"/>
      <w:isLgl/>
      <w:lvlText w:val="%1.%2."/>
      <w:lvlJc w:val="left"/>
      <w:pPr>
        <w:ind w:left="18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1800"/>
      </w:pPr>
      <w:rPr>
        <w:rFonts w:hint="default"/>
      </w:rPr>
    </w:lvl>
  </w:abstractNum>
  <w:abstractNum w:abstractNumId="14" w15:restartNumberingAfterBreak="0">
    <w:nsid w:val="3EFD3CEF"/>
    <w:multiLevelType w:val="hybridMultilevel"/>
    <w:tmpl w:val="DC344A4E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1BB44786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cstheme="minorHAnsi" w:hint="default"/>
        <w:b w:val="0"/>
        <w:bCs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8498E"/>
    <w:multiLevelType w:val="hybridMultilevel"/>
    <w:tmpl w:val="BCC8FB7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BA0737B"/>
    <w:multiLevelType w:val="multilevel"/>
    <w:tmpl w:val="5F7A3B5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Arial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F095543"/>
    <w:multiLevelType w:val="hybridMultilevel"/>
    <w:tmpl w:val="84983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427638"/>
    <w:multiLevelType w:val="hybridMultilevel"/>
    <w:tmpl w:val="05B41412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5A326F90"/>
    <w:multiLevelType w:val="multilevel"/>
    <w:tmpl w:val="3558BF2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851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410"/>
        </w:tabs>
        <w:ind w:left="2410" w:hanging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6242FFC"/>
    <w:multiLevelType w:val="multilevel"/>
    <w:tmpl w:val="01348CE4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sz w:val="20"/>
      </w:rPr>
    </w:lvl>
  </w:abstractNum>
  <w:abstractNum w:abstractNumId="21" w15:restartNumberingAfterBreak="0">
    <w:nsid w:val="74442656"/>
    <w:multiLevelType w:val="hybridMultilevel"/>
    <w:tmpl w:val="B570F9D8"/>
    <w:lvl w:ilvl="0" w:tplc="CE32E9F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8C3B56"/>
    <w:multiLevelType w:val="multilevel"/>
    <w:tmpl w:val="234EDC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24" w:hanging="1800"/>
      </w:pPr>
      <w:rPr>
        <w:rFonts w:hint="default"/>
      </w:rPr>
    </w:lvl>
  </w:abstractNum>
  <w:abstractNum w:abstractNumId="23" w15:restartNumberingAfterBreak="0">
    <w:nsid w:val="761C68FD"/>
    <w:multiLevelType w:val="hybridMultilevel"/>
    <w:tmpl w:val="06F2D5D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77240045"/>
    <w:multiLevelType w:val="hybridMultilevel"/>
    <w:tmpl w:val="13F05B16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5" w15:restartNumberingAfterBreak="0">
    <w:nsid w:val="7A097EAC"/>
    <w:multiLevelType w:val="hybridMultilevel"/>
    <w:tmpl w:val="3C145898"/>
    <w:lvl w:ilvl="0" w:tplc="5492E68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21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6C31CC"/>
    <w:multiLevelType w:val="multilevel"/>
    <w:tmpl w:val="273C97F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BC16861"/>
    <w:multiLevelType w:val="multilevel"/>
    <w:tmpl w:val="49BE7FF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158227483">
    <w:abstractNumId w:val="7"/>
  </w:num>
  <w:num w:numId="2" w16cid:durableId="941497073">
    <w:abstractNumId w:val="21"/>
  </w:num>
  <w:num w:numId="3" w16cid:durableId="584070886">
    <w:abstractNumId w:val="25"/>
  </w:num>
  <w:num w:numId="4" w16cid:durableId="1120299382">
    <w:abstractNumId w:val="19"/>
  </w:num>
  <w:num w:numId="5" w16cid:durableId="69618024">
    <w:abstractNumId w:val="14"/>
  </w:num>
  <w:num w:numId="6" w16cid:durableId="1068113732">
    <w:abstractNumId w:val="5"/>
  </w:num>
  <w:num w:numId="7" w16cid:durableId="1075905096">
    <w:abstractNumId w:val="9"/>
  </w:num>
  <w:num w:numId="8" w16cid:durableId="1080786242">
    <w:abstractNumId w:val="10"/>
  </w:num>
  <w:num w:numId="9" w16cid:durableId="1941717614">
    <w:abstractNumId w:val="17"/>
  </w:num>
  <w:num w:numId="10" w16cid:durableId="158347180">
    <w:abstractNumId w:val="13"/>
  </w:num>
  <w:num w:numId="11" w16cid:durableId="982394090">
    <w:abstractNumId w:val="27"/>
  </w:num>
  <w:num w:numId="12" w16cid:durableId="591864102">
    <w:abstractNumId w:val="12"/>
  </w:num>
  <w:num w:numId="13" w16cid:durableId="2051608353">
    <w:abstractNumId w:val="8"/>
  </w:num>
  <w:num w:numId="14" w16cid:durableId="1838769979">
    <w:abstractNumId w:val="4"/>
  </w:num>
  <w:num w:numId="15" w16cid:durableId="964507234">
    <w:abstractNumId w:val="26"/>
  </w:num>
  <w:num w:numId="16" w16cid:durableId="765153492">
    <w:abstractNumId w:val="11"/>
  </w:num>
  <w:num w:numId="17" w16cid:durableId="309788730">
    <w:abstractNumId w:val="3"/>
  </w:num>
  <w:num w:numId="18" w16cid:durableId="208955720">
    <w:abstractNumId w:val="1"/>
  </w:num>
  <w:num w:numId="19" w16cid:durableId="661130552">
    <w:abstractNumId w:val="0"/>
  </w:num>
  <w:num w:numId="20" w16cid:durableId="2122141567">
    <w:abstractNumId w:val="6"/>
  </w:num>
  <w:num w:numId="21" w16cid:durableId="272203123">
    <w:abstractNumId w:val="2"/>
  </w:num>
  <w:num w:numId="22" w16cid:durableId="19088725">
    <w:abstractNumId w:val="16"/>
  </w:num>
  <w:num w:numId="23" w16cid:durableId="595359019">
    <w:abstractNumId w:val="23"/>
  </w:num>
  <w:num w:numId="24" w16cid:durableId="606082615">
    <w:abstractNumId w:val="22"/>
  </w:num>
  <w:num w:numId="25" w16cid:durableId="1407262691">
    <w:abstractNumId w:val="24"/>
  </w:num>
  <w:num w:numId="26" w16cid:durableId="1160928722">
    <w:abstractNumId w:val="20"/>
  </w:num>
  <w:num w:numId="27" w16cid:durableId="1939214121">
    <w:abstractNumId w:val="15"/>
  </w:num>
  <w:num w:numId="28" w16cid:durableId="117648691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73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E60"/>
    <w:rsid w:val="0000055F"/>
    <w:rsid w:val="00002F87"/>
    <w:rsid w:val="00004EDB"/>
    <w:rsid w:val="000079EA"/>
    <w:rsid w:val="00010F68"/>
    <w:rsid w:val="000149D3"/>
    <w:rsid w:val="00025CF4"/>
    <w:rsid w:val="00026678"/>
    <w:rsid w:val="00026810"/>
    <w:rsid w:val="00026D9A"/>
    <w:rsid w:val="00035AA4"/>
    <w:rsid w:val="00036148"/>
    <w:rsid w:val="00040E4D"/>
    <w:rsid w:val="00043CFD"/>
    <w:rsid w:val="00045B50"/>
    <w:rsid w:val="000478CC"/>
    <w:rsid w:val="000479B0"/>
    <w:rsid w:val="00051290"/>
    <w:rsid w:val="00053A9B"/>
    <w:rsid w:val="0005490C"/>
    <w:rsid w:val="00056274"/>
    <w:rsid w:val="00057683"/>
    <w:rsid w:val="000611BA"/>
    <w:rsid w:val="000613E1"/>
    <w:rsid w:val="00063D21"/>
    <w:rsid w:val="00065195"/>
    <w:rsid w:val="00065919"/>
    <w:rsid w:val="0006776B"/>
    <w:rsid w:val="000707A5"/>
    <w:rsid w:val="00073CA8"/>
    <w:rsid w:val="0007434D"/>
    <w:rsid w:val="000753C9"/>
    <w:rsid w:val="00080C91"/>
    <w:rsid w:val="000843ED"/>
    <w:rsid w:val="00086115"/>
    <w:rsid w:val="00090208"/>
    <w:rsid w:val="00090921"/>
    <w:rsid w:val="00090E09"/>
    <w:rsid w:val="00092CD3"/>
    <w:rsid w:val="000965A3"/>
    <w:rsid w:val="000965AD"/>
    <w:rsid w:val="000971AB"/>
    <w:rsid w:val="000A0D83"/>
    <w:rsid w:val="000A1032"/>
    <w:rsid w:val="000A1A02"/>
    <w:rsid w:val="000A52CD"/>
    <w:rsid w:val="000B10F9"/>
    <w:rsid w:val="000B3CF8"/>
    <w:rsid w:val="000B7759"/>
    <w:rsid w:val="000C0977"/>
    <w:rsid w:val="000C1124"/>
    <w:rsid w:val="000C2902"/>
    <w:rsid w:val="000C626D"/>
    <w:rsid w:val="000D34C1"/>
    <w:rsid w:val="000D3544"/>
    <w:rsid w:val="000D368C"/>
    <w:rsid w:val="000D4C49"/>
    <w:rsid w:val="000E0040"/>
    <w:rsid w:val="000F0671"/>
    <w:rsid w:val="000F1C74"/>
    <w:rsid w:val="000F1D0C"/>
    <w:rsid w:val="000F2CAC"/>
    <w:rsid w:val="000F3E51"/>
    <w:rsid w:val="000F553D"/>
    <w:rsid w:val="000F5B10"/>
    <w:rsid w:val="00101262"/>
    <w:rsid w:val="00101EA8"/>
    <w:rsid w:val="00107DD3"/>
    <w:rsid w:val="00112A94"/>
    <w:rsid w:val="001152C1"/>
    <w:rsid w:val="0011630C"/>
    <w:rsid w:val="00123136"/>
    <w:rsid w:val="00125B02"/>
    <w:rsid w:val="001314DC"/>
    <w:rsid w:val="00136F7C"/>
    <w:rsid w:val="001410C8"/>
    <w:rsid w:val="001417C4"/>
    <w:rsid w:val="001530B1"/>
    <w:rsid w:val="001560D1"/>
    <w:rsid w:val="001570D5"/>
    <w:rsid w:val="00163016"/>
    <w:rsid w:val="001654AC"/>
    <w:rsid w:val="001661F0"/>
    <w:rsid w:val="00167E9B"/>
    <w:rsid w:val="00177893"/>
    <w:rsid w:val="00180173"/>
    <w:rsid w:val="00181037"/>
    <w:rsid w:val="00184CB9"/>
    <w:rsid w:val="0018569D"/>
    <w:rsid w:val="00187FDA"/>
    <w:rsid w:val="00193FAC"/>
    <w:rsid w:val="001A14FA"/>
    <w:rsid w:val="001A39F0"/>
    <w:rsid w:val="001A7207"/>
    <w:rsid w:val="001B08CC"/>
    <w:rsid w:val="001B2188"/>
    <w:rsid w:val="001B2252"/>
    <w:rsid w:val="001B6156"/>
    <w:rsid w:val="001C141E"/>
    <w:rsid w:val="001C54FB"/>
    <w:rsid w:val="001D2272"/>
    <w:rsid w:val="001D4985"/>
    <w:rsid w:val="001E195A"/>
    <w:rsid w:val="001E3808"/>
    <w:rsid w:val="001E4EE7"/>
    <w:rsid w:val="001E5E1F"/>
    <w:rsid w:val="001E730D"/>
    <w:rsid w:val="001E742E"/>
    <w:rsid w:val="001E7580"/>
    <w:rsid w:val="001F29B5"/>
    <w:rsid w:val="001F2A15"/>
    <w:rsid w:val="001F357F"/>
    <w:rsid w:val="001F4B1F"/>
    <w:rsid w:val="001F7762"/>
    <w:rsid w:val="00204072"/>
    <w:rsid w:val="00205A93"/>
    <w:rsid w:val="002116EB"/>
    <w:rsid w:val="00211DFD"/>
    <w:rsid w:val="00211ED6"/>
    <w:rsid w:val="00214538"/>
    <w:rsid w:val="00220278"/>
    <w:rsid w:val="00222EEA"/>
    <w:rsid w:val="002320AA"/>
    <w:rsid w:val="00237D31"/>
    <w:rsid w:val="00245068"/>
    <w:rsid w:val="00246629"/>
    <w:rsid w:val="00247800"/>
    <w:rsid w:val="00253AF4"/>
    <w:rsid w:val="00260096"/>
    <w:rsid w:val="0026548A"/>
    <w:rsid w:val="00265F94"/>
    <w:rsid w:val="00270FFB"/>
    <w:rsid w:val="002748DC"/>
    <w:rsid w:val="00276006"/>
    <w:rsid w:val="0028253E"/>
    <w:rsid w:val="002829F6"/>
    <w:rsid w:val="002837B2"/>
    <w:rsid w:val="002868F7"/>
    <w:rsid w:val="0028774D"/>
    <w:rsid w:val="00290726"/>
    <w:rsid w:val="0029227A"/>
    <w:rsid w:val="0029303A"/>
    <w:rsid w:val="00294CE1"/>
    <w:rsid w:val="00296DE0"/>
    <w:rsid w:val="002A015E"/>
    <w:rsid w:val="002A41B0"/>
    <w:rsid w:val="002B0244"/>
    <w:rsid w:val="002B0B62"/>
    <w:rsid w:val="002B14DF"/>
    <w:rsid w:val="002B6872"/>
    <w:rsid w:val="002C1DDD"/>
    <w:rsid w:val="002C1F47"/>
    <w:rsid w:val="002C6224"/>
    <w:rsid w:val="002C6879"/>
    <w:rsid w:val="002D057D"/>
    <w:rsid w:val="002D1259"/>
    <w:rsid w:val="002D33EB"/>
    <w:rsid w:val="002D6519"/>
    <w:rsid w:val="002D7149"/>
    <w:rsid w:val="002E0E9A"/>
    <w:rsid w:val="002F089B"/>
    <w:rsid w:val="002F13C5"/>
    <w:rsid w:val="002F320B"/>
    <w:rsid w:val="002F481A"/>
    <w:rsid w:val="002F6DD7"/>
    <w:rsid w:val="0030317E"/>
    <w:rsid w:val="00304F1E"/>
    <w:rsid w:val="00310883"/>
    <w:rsid w:val="00313C3B"/>
    <w:rsid w:val="00313FAE"/>
    <w:rsid w:val="00315938"/>
    <w:rsid w:val="00315BCC"/>
    <w:rsid w:val="00322EE3"/>
    <w:rsid w:val="00323960"/>
    <w:rsid w:val="00325D42"/>
    <w:rsid w:val="00330196"/>
    <w:rsid w:val="00333D7A"/>
    <w:rsid w:val="003343F8"/>
    <w:rsid w:val="0033583A"/>
    <w:rsid w:val="00335DE0"/>
    <w:rsid w:val="00343B06"/>
    <w:rsid w:val="00344C20"/>
    <w:rsid w:val="00345D7F"/>
    <w:rsid w:val="00352372"/>
    <w:rsid w:val="003536AF"/>
    <w:rsid w:val="003548F9"/>
    <w:rsid w:val="00356B04"/>
    <w:rsid w:val="00357F1F"/>
    <w:rsid w:val="00361946"/>
    <w:rsid w:val="00362FB1"/>
    <w:rsid w:val="0036703F"/>
    <w:rsid w:val="003712C5"/>
    <w:rsid w:val="00372D42"/>
    <w:rsid w:val="00373670"/>
    <w:rsid w:val="00373A11"/>
    <w:rsid w:val="003751ED"/>
    <w:rsid w:val="00381895"/>
    <w:rsid w:val="0038409B"/>
    <w:rsid w:val="0038624A"/>
    <w:rsid w:val="00386CD6"/>
    <w:rsid w:val="0038718C"/>
    <w:rsid w:val="003872F9"/>
    <w:rsid w:val="0039029B"/>
    <w:rsid w:val="003906C1"/>
    <w:rsid w:val="003939C4"/>
    <w:rsid w:val="00396A36"/>
    <w:rsid w:val="00396D0D"/>
    <w:rsid w:val="003A43B2"/>
    <w:rsid w:val="003B16AC"/>
    <w:rsid w:val="003B3213"/>
    <w:rsid w:val="003B453B"/>
    <w:rsid w:val="003B65A9"/>
    <w:rsid w:val="003C1619"/>
    <w:rsid w:val="003C3388"/>
    <w:rsid w:val="003C621B"/>
    <w:rsid w:val="003D2D59"/>
    <w:rsid w:val="003D423A"/>
    <w:rsid w:val="003D7685"/>
    <w:rsid w:val="003D79C0"/>
    <w:rsid w:val="003E0084"/>
    <w:rsid w:val="003E1034"/>
    <w:rsid w:val="003E2526"/>
    <w:rsid w:val="003E73B8"/>
    <w:rsid w:val="003E764B"/>
    <w:rsid w:val="003F20EB"/>
    <w:rsid w:val="003F61B7"/>
    <w:rsid w:val="003F6F73"/>
    <w:rsid w:val="0040184C"/>
    <w:rsid w:val="00406A8C"/>
    <w:rsid w:val="00412D3D"/>
    <w:rsid w:val="004156A8"/>
    <w:rsid w:val="004164B8"/>
    <w:rsid w:val="0041699F"/>
    <w:rsid w:val="00416C72"/>
    <w:rsid w:val="004236AF"/>
    <w:rsid w:val="00424424"/>
    <w:rsid w:val="00433DDD"/>
    <w:rsid w:val="00434372"/>
    <w:rsid w:val="00434B65"/>
    <w:rsid w:val="004379D0"/>
    <w:rsid w:val="00437A0B"/>
    <w:rsid w:val="004406C4"/>
    <w:rsid w:val="004442D2"/>
    <w:rsid w:val="004515E3"/>
    <w:rsid w:val="00454491"/>
    <w:rsid w:val="00457E17"/>
    <w:rsid w:val="00460E46"/>
    <w:rsid w:val="004624C0"/>
    <w:rsid w:val="00465D74"/>
    <w:rsid w:val="004703B6"/>
    <w:rsid w:val="004731BE"/>
    <w:rsid w:val="00477DD3"/>
    <w:rsid w:val="00483D3D"/>
    <w:rsid w:val="00484303"/>
    <w:rsid w:val="00490BAE"/>
    <w:rsid w:val="00497E9F"/>
    <w:rsid w:val="004A7C72"/>
    <w:rsid w:val="004B20CD"/>
    <w:rsid w:val="004B2B96"/>
    <w:rsid w:val="004B3E7B"/>
    <w:rsid w:val="004B4283"/>
    <w:rsid w:val="004B4819"/>
    <w:rsid w:val="004B49B3"/>
    <w:rsid w:val="004B7222"/>
    <w:rsid w:val="004B7A8B"/>
    <w:rsid w:val="004C111C"/>
    <w:rsid w:val="004C67EA"/>
    <w:rsid w:val="004D0773"/>
    <w:rsid w:val="004D10DF"/>
    <w:rsid w:val="004D1DD8"/>
    <w:rsid w:val="004D77CB"/>
    <w:rsid w:val="004E1AE9"/>
    <w:rsid w:val="004E25DD"/>
    <w:rsid w:val="004E64BA"/>
    <w:rsid w:val="004F13AA"/>
    <w:rsid w:val="004F456E"/>
    <w:rsid w:val="004F4DD5"/>
    <w:rsid w:val="004F6EE1"/>
    <w:rsid w:val="004F7383"/>
    <w:rsid w:val="00503F05"/>
    <w:rsid w:val="00504D39"/>
    <w:rsid w:val="00505306"/>
    <w:rsid w:val="005077B7"/>
    <w:rsid w:val="00507E7C"/>
    <w:rsid w:val="00507F3C"/>
    <w:rsid w:val="00507FAF"/>
    <w:rsid w:val="00516601"/>
    <w:rsid w:val="00521B3F"/>
    <w:rsid w:val="00530350"/>
    <w:rsid w:val="0053152C"/>
    <w:rsid w:val="0053401B"/>
    <w:rsid w:val="005343DA"/>
    <w:rsid w:val="00535C5D"/>
    <w:rsid w:val="005362D5"/>
    <w:rsid w:val="005363AF"/>
    <w:rsid w:val="005376AF"/>
    <w:rsid w:val="005437C3"/>
    <w:rsid w:val="00545DB5"/>
    <w:rsid w:val="005468F5"/>
    <w:rsid w:val="00557060"/>
    <w:rsid w:val="00560DB7"/>
    <w:rsid w:val="00562C5F"/>
    <w:rsid w:val="00565A11"/>
    <w:rsid w:val="0056681A"/>
    <w:rsid w:val="00566D89"/>
    <w:rsid w:val="005673B3"/>
    <w:rsid w:val="0056777E"/>
    <w:rsid w:val="00571F15"/>
    <w:rsid w:val="00572C83"/>
    <w:rsid w:val="005732FF"/>
    <w:rsid w:val="00573F97"/>
    <w:rsid w:val="00575293"/>
    <w:rsid w:val="00577DED"/>
    <w:rsid w:val="005815CC"/>
    <w:rsid w:val="005842F7"/>
    <w:rsid w:val="00585022"/>
    <w:rsid w:val="00587815"/>
    <w:rsid w:val="00590C10"/>
    <w:rsid w:val="005A0BEE"/>
    <w:rsid w:val="005A0C86"/>
    <w:rsid w:val="005A0E1A"/>
    <w:rsid w:val="005A18CB"/>
    <w:rsid w:val="005A20BE"/>
    <w:rsid w:val="005A4B60"/>
    <w:rsid w:val="005B20D6"/>
    <w:rsid w:val="005C18EE"/>
    <w:rsid w:val="005C4633"/>
    <w:rsid w:val="005D4494"/>
    <w:rsid w:val="005D4618"/>
    <w:rsid w:val="005D54E3"/>
    <w:rsid w:val="005E6333"/>
    <w:rsid w:val="005F0A63"/>
    <w:rsid w:val="005F78E2"/>
    <w:rsid w:val="005F7F6C"/>
    <w:rsid w:val="0060054F"/>
    <w:rsid w:val="00607130"/>
    <w:rsid w:val="00610C30"/>
    <w:rsid w:val="006157E5"/>
    <w:rsid w:val="00615C70"/>
    <w:rsid w:val="00616C5D"/>
    <w:rsid w:val="006234FF"/>
    <w:rsid w:val="00630A06"/>
    <w:rsid w:val="006379C4"/>
    <w:rsid w:val="00640B9C"/>
    <w:rsid w:val="00641D0E"/>
    <w:rsid w:val="00643A7D"/>
    <w:rsid w:val="00651179"/>
    <w:rsid w:val="00652C8A"/>
    <w:rsid w:val="00657883"/>
    <w:rsid w:val="00660F12"/>
    <w:rsid w:val="00661CD1"/>
    <w:rsid w:val="006620F9"/>
    <w:rsid w:val="0066483A"/>
    <w:rsid w:val="00665194"/>
    <w:rsid w:val="006657ED"/>
    <w:rsid w:val="00671C4E"/>
    <w:rsid w:val="00676651"/>
    <w:rsid w:val="0067761E"/>
    <w:rsid w:val="00685FD6"/>
    <w:rsid w:val="00690682"/>
    <w:rsid w:val="0069288E"/>
    <w:rsid w:val="00694BEE"/>
    <w:rsid w:val="006A4105"/>
    <w:rsid w:val="006A4651"/>
    <w:rsid w:val="006A5939"/>
    <w:rsid w:val="006A6BAA"/>
    <w:rsid w:val="006A7F7A"/>
    <w:rsid w:val="006B19ED"/>
    <w:rsid w:val="006B3955"/>
    <w:rsid w:val="006B7AAA"/>
    <w:rsid w:val="006C0C72"/>
    <w:rsid w:val="006C1F1C"/>
    <w:rsid w:val="006C478E"/>
    <w:rsid w:val="006C6A68"/>
    <w:rsid w:val="006D3136"/>
    <w:rsid w:val="006D494B"/>
    <w:rsid w:val="006D7A2A"/>
    <w:rsid w:val="006E4432"/>
    <w:rsid w:val="006E4485"/>
    <w:rsid w:val="006E4AEE"/>
    <w:rsid w:val="006E5612"/>
    <w:rsid w:val="006E6146"/>
    <w:rsid w:val="006F255C"/>
    <w:rsid w:val="006F301D"/>
    <w:rsid w:val="006F44B4"/>
    <w:rsid w:val="007012D8"/>
    <w:rsid w:val="00701ED5"/>
    <w:rsid w:val="007035E7"/>
    <w:rsid w:val="00704F4A"/>
    <w:rsid w:val="007060FB"/>
    <w:rsid w:val="0070639E"/>
    <w:rsid w:val="00707554"/>
    <w:rsid w:val="00710CB3"/>
    <w:rsid w:val="00716A81"/>
    <w:rsid w:val="007202D1"/>
    <w:rsid w:val="0072065E"/>
    <w:rsid w:val="00737B3D"/>
    <w:rsid w:val="00740956"/>
    <w:rsid w:val="00741B17"/>
    <w:rsid w:val="00741FDB"/>
    <w:rsid w:val="00743534"/>
    <w:rsid w:val="00743B2F"/>
    <w:rsid w:val="0074417F"/>
    <w:rsid w:val="00746535"/>
    <w:rsid w:val="007515B4"/>
    <w:rsid w:val="007531FA"/>
    <w:rsid w:val="007539B7"/>
    <w:rsid w:val="007541E9"/>
    <w:rsid w:val="00756143"/>
    <w:rsid w:val="00756553"/>
    <w:rsid w:val="007621BE"/>
    <w:rsid w:val="00765250"/>
    <w:rsid w:val="0077077F"/>
    <w:rsid w:val="00772E60"/>
    <w:rsid w:val="007737C3"/>
    <w:rsid w:val="007742EE"/>
    <w:rsid w:val="00774D7A"/>
    <w:rsid w:val="00776D95"/>
    <w:rsid w:val="00783130"/>
    <w:rsid w:val="007845B5"/>
    <w:rsid w:val="0079606E"/>
    <w:rsid w:val="0079613A"/>
    <w:rsid w:val="007A2799"/>
    <w:rsid w:val="007A4654"/>
    <w:rsid w:val="007A64E2"/>
    <w:rsid w:val="007A7365"/>
    <w:rsid w:val="007C0617"/>
    <w:rsid w:val="007C688A"/>
    <w:rsid w:val="007D1FB1"/>
    <w:rsid w:val="007D2FD9"/>
    <w:rsid w:val="007E54CD"/>
    <w:rsid w:val="007E5F77"/>
    <w:rsid w:val="007E6273"/>
    <w:rsid w:val="007F7B06"/>
    <w:rsid w:val="00803278"/>
    <w:rsid w:val="00821B4B"/>
    <w:rsid w:val="008276A3"/>
    <w:rsid w:val="00831D54"/>
    <w:rsid w:val="0083299E"/>
    <w:rsid w:val="00837F3B"/>
    <w:rsid w:val="00844DA1"/>
    <w:rsid w:val="00846C1E"/>
    <w:rsid w:val="00847310"/>
    <w:rsid w:val="0085337D"/>
    <w:rsid w:val="008542A0"/>
    <w:rsid w:val="0085532A"/>
    <w:rsid w:val="00860AC2"/>
    <w:rsid w:val="00860B9C"/>
    <w:rsid w:val="0087083E"/>
    <w:rsid w:val="0087423B"/>
    <w:rsid w:val="008759BF"/>
    <w:rsid w:val="00875E04"/>
    <w:rsid w:val="00877407"/>
    <w:rsid w:val="0088095D"/>
    <w:rsid w:val="00882D36"/>
    <w:rsid w:val="00884581"/>
    <w:rsid w:val="008914F2"/>
    <w:rsid w:val="00892662"/>
    <w:rsid w:val="008926B0"/>
    <w:rsid w:val="00892D96"/>
    <w:rsid w:val="00893B39"/>
    <w:rsid w:val="00894567"/>
    <w:rsid w:val="008965EE"/>
    <w:rsid w:val="008A0CA1"/>
    <w:rsid w:val="008A221A"/>
    <w:rsid w:val="008A5D4D"/>
    <w:rsid w:val="008A7DF5"/>
    <w:rsid w:val="008B068E"/>
    <w:rsid w:val="008B5322"/>
    <w:rsid w:val="008C0A9E"/>
    <w:rsid w:val="008C263D"/>
    <w:rsid w:val="008C278D"/>
    <w:rsid w:val="008C3467"/>
    <w:rsid w:val="008C6D35"/>
    <w:rsid w:val="008D0174"/>
    <w:rsid w:val="008D5FCE"/>
    <w:rsid w:val="008E00C7"/>
    <w:rsid w:val="008E02A6"/>
    <w:rsid w:val="008E0E7A"/>
    <w:rsid w:val="008E28F5"/>
    <w:rsid w:val="008E4147"/>
    <w:rsid w:val="008E5878"/>
    <w:rsid w:val="008E7820"/>
    <w:rsid w:val="008F6D7C"/>
    <w:rsid w:val="008F75D7"/>
    <w:rsid w:val="008F77D6"/>
    <w:rsid w:val="009015DD"/>
    <w:rsid w:val="00903745"/>
    <w:rsid w:val="00906650"/>
    <w:rsid w:val="009111E0"/>
    <w:rsid w:val="00915AD0"/>
    <w:rsid w:val="009218BC"/>
    <w:rsid w:val="009220A2"/>
    <w:rsid w:val="00923D22"/>
    <w:rsid w:val="00925D87"/>
    <w:rsid w:val="009276AB"/>
    <w:rsid w:val="0093106E"/>
    <w:rsid w:val="009316FD"/>
    <w:rsid w:val="0093395D"/>
    <w:rsid w:val="009416B4"/>
    <w:rsid w:val="00945524"/>
    <w:rsid w:val="009459CD"/>
    <w:rsid w:val="009461AC"/>
    <w:rsid w:val="00946D0E"/>
    <w:rsid w:val="00947AEA"/>
    <w:rsid w:val="00950FB8"/>
    <w:rsid w:val="009534D9"/>
    <w:rsid w:val="00953951"/>
    <w:rsid w:val="0096285A"/>
    <w:rsid w:val="009635BE"/>
    <w:rsid w:val="009667F6"/>
    <w:rsid w:val="00975DB4"/>
    <w:rsid w:val="00976EC5"/>
    <w:rsid w:val="00981835"/>
    <w:rsid w:val="009873BB"/>
    <w:rsid w:val="00990505"/>
    <w:rsid w:val="009925EE"/>
    <w:rsid w:val="00994E8A"/>
    <w:rsid w:val="009A3D3A"/>
    <w:rsid w:val="009A3EB4"/>
    <w:rsid w:val="009A404E"/>
    <w:rsid w:val="009A4573"/>
    <w:rsid w:val="009A49DD"/>
    <w:rsid w:val="009A4B70"/>
    <w:rsid w:val="009A5006"/>
    <w:rsid w:val="009A7959"/>
    <w:rsid w:val="009B0D73"/>
    <w:rsid w:val="009B202C"/>
    <w:rsid w:val="009B2327"/>
    <w:rsid w:val="009B30EB"/>
    <w:rsid w:val="009B6A19"/>
    <w:rsid w:val="009C00D2"/>
    <w:rsid w:val="009C0CC4"/>
    <w:rsid w:val="009D0A05"/>
    <w:rsid w:val="009D112E"/>
    <w:rsid w:val="009D25B8"/>
    <w:rsid w:val="009D393B"/>
    <w:rsid w:val="009D55DA"/>
    <w:rsid w:val="009D6B05"/>
    <w:rsid w:val="009D6CE5"/>
    <w:rsid w:val="009E372D"/>
    <w:rsid w:val="009F2A73"/>
    <w:rsid w:val="009F2BB4"/>
    <w:rsid w:val="009F315A"/>
    <w:rsid w:val="009F3734"/>
    <w:rsid w:val="009F55B4"/>
    <w:rsid w:val="009F7DCA"/>
    <w:rsid w:val="00A02E16"/>
    <w:rsid w:val="00A132C7"/>
    <w:rsid w:val="00A1554A"/>
    <w:rsid w:val="00A22E19"/>
    <w:rsid w:val="00A24048"/>
    <w:rsid w:val="00A26422"/>
    <w:rsid w:val="00A30063"/>
    <w:rsid w:val="00A33E90"/>
    <w:rsid w:val="00A3534A"/>
    <w:rsid w:val="00A36522"/>
    <w:rsid w:val="00A40B9B"/>
    <w:rsid w:val="00A42673"/>
    <w:rsid w:val="00A4680C"/>
    <w:rsid w:val="00A46A33"/>
    <w:rsid w:val="00A46F0D"/>
    <w:rsid w:val="00A525F1"/>
    <w:rsid w:val="00A62206"/>
    <w:rsid w:val="00A623FB"/>
    <w:rsid w:val="00A641E9"/>
    <w:rsid w:val="00A66791"/>
    <w:rsid w:val="00A71614"/>
    <w:rsid w:val="00A71CF1"/>
    <w:rsid w:val="00A77BD9"/>
    <w:rsid w:val="00A82781"/>
    <w:rsid w:val="00A83EE1"/>
    <w:rsid w:val="00A8787E"/>
    <w:rsid w:val="00A922B6"/>
    <w:rsid w:val="00A935BD"/>
    <w:rsid w:val="00A95F2F"/>
    <w:rsid w:val="00A9650E"/>
    <w:rsid w:val="00AA24D7"/>
    <w:rsid w:val="00AB045C"/>
    <w:rsid w:val="00AB058C"/>
    <w:rsid w:val="00AB1C5D"/>
    <w:rsid w:val="00AB3493"/>
    <w:rsid w:val="00AB72C6"/>
    <w:rsid w:val="00AB7FB5"/>
    <w:rsid w:val="00AC2AAF"/>
    <w:rsid w:val="00AC3795"/>
    <w:rsid w:val="00AC4C7C"/>
    <w:rsid w:val="00AC57E5"/>
    <w:rsid w:val="00AC69B2"/>
    <w:rsid w:val="00AC6A46"/>
    <w:rsid w:val="00AC7ED3"/>
    <w:rsid w:val="00AD1445"/>
    <w:rsid w:val="00AD1C7A"/>
    <w:rsid w:val="00AD304B"/>
    <w:rsid w:val="00AD46E4"/>
    <w:rsid w:val="00AD76F1"/>
    <w:rsid w:val="00AE2F2D"/>
    <w:rsid w:val="00AE4651"/>
    <w:rsid w:val="00AE7C6B"/>
    <w:rsid w:val="00AF16F8"/>
    <w:rsid w:val="00AF1E42"/>
    <w:rsid w:val="00AF381D"/>
    <w:rsid w:val="00AF3C57"/>
    <w:rsid w:val="00AF4D15"/>
    <w:rsid w:val="00AF50FF"/>
    <w:rsid w:val="00AF6AE7"/>
    <w:rsid w:val="00B023AD"/>
    <w:rsid w:val="00B03286"/>
    <w:rsid w:val="00B03E60"/>
    <w:rsid w:val="00B07C73"/>
    <w:rsid w:val="00B11C81"/>
    <w:rsid w:val="00B14B76"/>
    <w:rsid w:val="00B15499"/>
    <w:rsid w:val="00B156DC"/>
    <w:rsid w:val="00B15FCE"/>
    <w:rsid w:val="00B16D3C"/>
    <w:rsid w:val="00B31388"/>
    <w:rsid w:val="00B44998"/>
    <w:rsid w:val="00B45562"/>
    <w:rsid w:val="00B470E0"/>
    <w:rsid w:val="00B50D59"/>
    <w:rsid w:val="00B52759"/>
    <w:rsid w:val="00B52BA6"/>
    <w:rsid w:val="00B52F09"/>
    <w:rsid w:val="00B5341A"/>
    <w:rsid w:val="00B55776"/>
    <w:rsid w:val="00B60102"/>
    <w:rsid w:val="00B60D16"/>
    <w:rsid w:val="00B61DF4"/>
    <w:rsid w:val="00B641AD"/>
    <w:rsid w:val="00B66DA6"/>
    <w:rsid w:val="00B671B6"/>
    <w:rsid w:val="00B675B6"/>
    <w:rsid w:val="00B67661"/>
    <w:rsid w:val="00B70F8A"/>
    <w:rsid w:val="00B73720"/>
    <w:rsid w:val="00B737BC"/>
    <w:rsid w:val="00B76827"/>
    <w:rsid w:val="00B77615"/>
    <w:rsid w:val="00B778FC"/>
    <w:rsid w:val="00B810BB"/>
    <w:rsid w:val="00B84922"/>
    <w:rsid w:val="00B90666"/>
    <w:rsid w:val="00B9315B"/>
    <w:rsid w:val="00B95B75"/>
    <w:rsid w:val="00BA08E6"/>
    <w:rsid w:val="00BB352F"/>
    <w:rsid w:val="00BB4EFB"/>
    <w:rsid w:val="00BB5C81"/>
    <w:rsid w:val="00BC4799"/>
    <w:rsid w:val="00BD215D"/>
    <w:rsid w:val="00BD3823"/>
    <w:rsid w:val="00BD40F7"/>
    <w:rsid w:val="00BD5099"/>
    <w:rsid w:val="00BD627E"/>
    <w:rsid w:val="00BD6803"/>
    <w:rsid w:val="00BE432E"/>
    <w:rsid w:val="00BE65E4"/>
    <w:rsid w:val="00BF12E3"/>
    <w:rsid w:val="00BF1459"/>
    <w:rsid w:val="00BF286F"/>
    <w:rsid w:val="00BF2F27"/>
    <w:rsid w:val="00BF570A"/>
    <w:rsid w:val="00BF6B15"/>
    <w:rsid w:val="00C01A7A"/>
    <w:rsid w:val="00C02139"/>
    <w:rsid w:val="00C05767"/>
    <w:rsid w:val="00C06E80"/>
    <w:rsid w:val="00C11921"/>
    <w:rsid w:val="00C11DCC"/>
    <w:rsid w:val="00C12BB1"/>
    <w:rsid w:val="00C1300A"/>
    <w:rsid w:val="00C15237"/>
    <w:rsid w:val="00C16833"/>
    <w:rsid w:val="00C16EDD"/>
    <w:rsid w:val="00C210CD"/>
    <w:rsid w:val="00C2212A"/>
    <w:rsid w:val="00C23E4D"/>
    <w:rsid w:val="00C3086F"/>
    <w:rsid w:val="00C30D33"/>
    <w:rsid w:val="00C316BE"/>
    <w:rsid w:val="00C33C73"/>
    <w:rsid w:val="00C41B32"/>
    <w:rsid w:val="00C453C9"/>
    <w:rsid w:val="00C47406"/>
    <w:rsid w:val="00C47E5D"/>
    <w:rsid w:val="00C51790"/>
    <w:rsid w:val="00C51A34"/>
    <w:rsid w:val="00C53999"/>
    <w:rsid w:val="00C575E4"/>
    <w:rsid w:val="00C60248"/>
    <w:rsid w:val="00C70BAF"/>
    <w:rsid w:val="00C71E06"/>
    <w:rsid w:val="00C72E99"/>
    <w:rsid w:val="00C765BD"/>
    <w:rsid w:val="00C80AF8"/>
    <w:rsid w:val="00C83ADD"/>
    <w:rsid w:val="00C84494"/>
    <w:rsid w:val="00C8612D"/>
    <w:rsid w:val="00C8640B"/>
    <w:rsid w:val="00C86610"/>
    <w:rsid w:val="00C90C86"/>
    <w:rsid w:val="00C930C5"/>
    <w:rsid w:val="00CA297D"/>
    <w:rsid w:val="00CA4142"/>
    <w:rsid w:val="00CA5171"/>
    <w:rsid w:val="00CA6DBA"/>
    <w:rsid w:val="00CB1A60"/>
    <w:rsid w:val="00CB50B5"/>
    <w:rsid w:val="00CB7363"/>
    <w:rsid w:val="00CC0B9F"/>
    <w:rsid w:val="00CC14E2"/>
    <w:rsid w:val="00CC3B08"/>
    <w:rsid w:val="00CC5E8A"/>
    <w:rsid w:val="00CC60DB"/>
    <w:rsid w:val="00CC6AAC"/>
    <w:rsid w:val="00CD10E4"/>
    <w:rsid w:val="00CD2710"/>
    <w:rsid w:val="00CD4DF3"/>
    <w:rsid w:val="00CD7711"/>
    <w:rsid w:val="00CE0416"/>
    <w:rsid w:val="00CE412D"/>
    <w:rsid w:val="00CE7741"/>
    <w:rsid w:val="00D07FEF"/>
    <w:rsid w:val="00D13CB1"/>
    <w:rsid w:val="00D239CC"/>
    <w:rsid w:val="00D27A98"/>
    <w:rsid w:val="00D320F9"/>
    <w:rsid w:val="00D32100"/>
    <w:rsid w:val="00D33A8C"/>
    <w:rsid w:val="00D36303"/>
    <w:rsid w:val="00D37DF7"/>
    <w:rsid w:val="00D405E2"/>
    <w:rsid w:val="00D4279F"/>
    <w:rsid w:val="00D439EC"/>
    <w:rsid w:val="00D446C8"/>
    <w:rsid w:val="00D44FD1"/>
    <w:rsid w:val="00D47A8F"/>
    <w:rsid w:val="00D55509"/>
    <w:rsid w:val="00D564A2"/>
    <w:rsid w:val="00D56A80"/>
    <w:rsid w:val="00D56ABE"/>
    <w:rsid w:val="00D60FA4"/>
    <w:rsid w:val="00D6664C"/>
    <w:rsid w:val="00D71C3F"/>
    <w:rsid w:val="00D74054"/>
    <w:rsid w:val="00D75FFB"/>
    <w:rsid w:val="00D82A86"/>
    <w:rsid w:val="00D85357"/>
    <w:rsid w:val="00D85EF9"/>
    <w:rsid w:val="00D86E3E"/>
    <w:rsid w:val="00D875F6"/>
    <w:rsid w:val="00D87A07"/>
    <w:rsid w:val="00D906E9"/>
    <w:rsid w:val="00D90760"/>
    <w:rsid w:val="00D93E75"/>
    <w:rsid w:val="00DA4723"/>
    <w:rsid w:val="00DB0021"/>
    <w:rsid w:val="00DB0D7C"/>
    <w:rsid w:val="00DB1020"/>
    <w:rsid w:val="00DB4925"/>
    <w:rsid w:val="00DB4A58"/>
    <w:rsid w:val="00DC46B0"/>
    <w:rsid w:val="00DC60C9"/>
    <w:rsid w:val="00DC65F5"/>
    <w:rsid w:val="00DC7B29"/>
    <w:rsid w:val="00DD5EF5"/>
    <w:rsid w:val="00DE13D9"/>
    <w:rsid w:val="00DE1781"/>
    <w:rsid w:val="00DE31A6"/>
    <w:rsid w:val="00DE3B55"/>
    <w:rsid w:val="00DE5B8E"/>
    <w:rsid w:val="00DE6E6A"/>
    <w:rsid w:val="00DE727A"/>
    <w:rsid w:val="00DF3BA9"/>
    <w:rsid w:val="00E01B02"/>
    <w:rsid w:val="00E03342"/>
    <w:rsid w:val="00E130AE"/>
    <w:rsid w:val="00E13D59"/>
    <w:rsid w:val="00E144C9"/>
    <w:rsid w:val="00E15A65"/>
    <w:rsid w:val="00E16EA7"/>
    <w:rsid w:val="00E26130"/>
    <w:rsid w:val="00E2632E"/>
    <w:rsid w:val="00E26956"/>
    <w:rsid w:val="00E32277"/>
    <w:rsid w:val="00E3647A"/>
    <w:rsid w:val="00E37382"/>
    <w:rsid w:val="00E37679"/>
    <w:rsid w:val="00E43540"/>
    <w:rsid w:val="00E46422"/>
    <w:rsid w:val="00E54DD0"/>
    <w:rsid w:val="00E61E03"/>
    <w:rsid w:val="00E62928"/>
    <w:rsid w:val="00E6487F"/>
    <w:rsid w:val="00E64E4C"/>
    <w:rsid w:val="00E654A2"/>
    <w:rsid w:val="00E67270"/>
    <w:rsid w:val="00E70FFC"/>
    <w:rsid w:val="00E71718"/>
    <w:rsid w:val="00E73691"/>
    <w:rsid w:val="00E73B7B"/>
    <w:rsid w:val="00E73BC2"/>
    <w:rsid w:val="00E748DA"/>
    <w:rsid w:val="00E81FFC"/>
    <w:rsid w:val="00E8386C"/>
    <w:rsid w:val="00E8570A"/>
    <w:rsid w:val="00E90CE6"/>
    <w:rsid w:val="00E94B84"/>
    <w:rsid w:val="00EA2140"/>
    <w:rsid w:val="00EA38D0"/>
    <w:rsid w:val="00EA6AA6"/>
    <w:rsid w:val="00EA7795"/>
    <w:rsid w:val="00EB20F7"/>
    <w:rsid w:val="00EC4C50"/>
    <w:rsid w:val="00EC5C3D"/>
    <w:rsid w:val="00ED032D"/>
    <w:rsid w:val="00ED0506"/>
    <w:rsid w:val="00ED082C"/>
    <w:rsid w:val="00ED46B4"/>
    <w:rsid w:val="00ED4E4A"/>
    <w:rsid w:val="00ED4FC8"/>
    <w:rsid w:val="00ED6353"/>
    <w:rsid w:val="00ED6777"/>
    <w:rsid w:val="00ED6ABF"/>
    <w:rsid w:val="00ED77EB"/>
    <w:rsid w:val="00EE5FA5"/>
    <w:rsid w:val="00EE6AFD"/>
    <w:rsid w:val="00EE7CE3"/>
    <w:rsid w:val="00EF0F2F"/>
    <w:rsid w:val="00EF79EA"/>
    <w:rsid w:val="00F00104"/>
    <w:rsid w:val="00F02D73"/>
    <w:rsid w:val="00F03346"/>
    <w:rsid w:val="00F039AC"/>
    <w:rsid w:val="00F0574A"/>
    <w:rsid w:val="00F10916"/>
    <w:rsid w:val="00F147D1"/>
    <w:rsid w:val="00F21A9C"/>
    <w:rsid w:val="00F22414"/>
    <w:rsid w:val="00F23C5E"/>
    <w:rsid w:val="00F27E25"/>
    <w:rsid w:val="00F30B09"/>
    <w:rsid w:val="00F35926"/>
    <w:rsid w:val="00F36D8B"/>
    <w:rsid w:val="00F43BAD"/>
    <w:rsid w:val="00F44F8D"/>
    <w:rsid w:val="00F45A3E"/>
    <w:rsid w:val="00F46237"/>
    <w:rsid w:val="00F4628F"/>
    <w:rsid w:val="00F53C2C"/>
    <w:rsid w:val="00F60E34"/>
    <w:rsid w:val="00F621DD"/>
    <w:rsid w:val="00F63C3B"/>
    <w:rsid w:val="00F64CF0"/>
    <w:rsid w:val="00F6700B"/>
    <w:rsid w:val="00F7580A"/>
    <w:rsid w:val="00F77DB1"/>
    <w:rsid w:val="00F80564"/>
    <w:rsid w:val="00F80B12"/>
    <w:rsid w:val="00F80FA0"/>
    <w:rsid w:val="00F825B7"/>
    <w:rsid w:val="00F82EBF"/>
    <w:rsid w:val="00F82FD0"/>
    <w:rsid w:val="00F8399D"/>
    <w:rsid w:val="00F87080"/>
    <w:rsid w:val="00F92F7B"/>
    <w:rsid w:val="00F930BC"/>
    <w:rsid w:val="00F939DF"/>
    <w:rsid w:val="00F95826"/>
    <w:rsid w:val="00F973F3"/>
    <w:rsid w:val="00FB4F0F"/>
    <w:rsid w:val="00FB7107"/>
    <w:rsid w:val="00FB7E5A"/>
    <w:rsid w:val="00FC63FC"/>
    <w:rsid w:val="00FC6871"/>
    <w:rsid w:val="00FD07CB"/>
    <w:rsid w:val="00FD11F2"/>
    <w:rsid w:val="00FD17C0"/>
    <w:rsid w:val="00FD1DD0"/>
    <w:rsid w:val="00FD5333"/>
    <w:rsid w:val="00FE054B"/>
    <w:rsid w:val="00FE3DD7"/>
    <w:rsid w:val="00FF1ED4"/>
    <w:rsid w:val="00FF29EE"/>
    <w:rsid w:val="00FF444B"/>
    <w:rsid w:val="00FF55CC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3AB337B2"/>
  <w15:docId w15:val="{94B33F12-D4A2-4BAE-A92C-2E06F7198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9650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71C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71C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EC5C3D"/>
    <w:pPr>
      <w:spacing w:before="100" w:beforeAutospacing="1" w:after="100" w:afterAutospacing="1"/>
      <w:outlineLvl w:val="3"/>
    </w:pPr>
    <w:rPr>
      <w:b/>
      <w:bCs/>
      <w:caps/>
      <w:color w:val="999999"/>
      <w:spacing w:val="45"/>
      <w:sz w:val="20"/>
      <w:szCs w:val="20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7083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EC5C3D"/>
    <w:rPr>
      <w:i/>
      <w:iCs/>
    </w:rPr>
  </w:style>
  <w:style w:type="character" w:styleId="Pogrubienie">
    <w:name w:val="Strong"/>
    <w:qFormat/>
    <w:rsid w:val="00EC5C3D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uiPriority w:val="99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C8449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,Normal,Akapit z listą3,Akapit z listą31,Preambuła,lp1,List Paragraph1,List Paragraph2,ISCG Numerowanie,Akapit z listą;1_literowka,1_literowka,Literowanie,Punktowanie,1) AaA,1_literowka Znak Znak,Wypunktowanie"/>
    <w:basedOn w:val="Normalny"/>
    <w:link w:val="AkapitzlistZnak"/>
    <w:uiPriority w:val="34"/>
    <w:qFormat/>
    <w:rsid w:val="001C141E"/>
    <w:pPr>
      <w:ind w:left="720"/>
      <w:contextualSpacing/>
    </w:pPr>
  </w:style>
  <w:style w:type="character" w:customStyle="1" w:styleId="Teksttreci">
    <w:name w:val="Tekst treści_"/>
    <w:link w:val="Teksttreci0"/>
    <w:locked/>
    <w:rsid w:val="00CC60DB"/>
    <w:rPr>
      <w:rFonts w:ascii="Batang" w:eastAsia="Batang" w:hAnsi="Batang" w:cs="Batang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C60DB"/>
    <w:pPr>
      <w:widowControl w:val="0"/>
      <w:shd w:val="clear" w:color="auto" w:fill="FFFFFF"/>
      <w:spacing w:before="660" w:after="1140" w:line="0" w:lineRule="atLeast"/>
      <w:ind w:hanging="260"/>
      <w:jc w:val="right"/>
    </w:pPr>
    <w:rPr>
      <w:rFonts w:ascii="Batang" w:eastAsia="Batang" w:hAnsi="Batang" w:cs="Batang"/>
      <w:sz w:val="20"/>
      <w:szCs w:val="20"/>
    </w:rPr>
  </w:style>
  <w:style w:type="character" w:customStyle="1" w:styleId="Teksttreci3">
    <w:name w:val="Tekst treści (3)_"/>
    <w:link w:val="Teksttreci30"/>
    <w:locked/>
    <w:rsid w:val="002D7149"/>
    <w:rPr>
      <w:rFonts w:ascii="Batang" w:eastAsia="Batang" w:hAnsi="Batang" w:cs="Batang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2D7149"/>
    <w:pPr>
      <w:widowControl w:val="0"/>
      <w:shd w:val="clear" w:color="auto" w:fill="FFFFFF"/>
      <w:spacing w:before="600" w:line="278" w:lineRule="exact"/>
      <w:jc w:val="both"/>
    </w:pPr>
    <w:rPr>
      <w:rFonts w:ascii="Batang" w:eastAsia="Batang" w:hAnsi="Batang" w:cs="Batang"/>
      <w:b/>
      <w:bCs/>
      <w:sz w:val="23"/>
      <w:szCs w:val="23"/>
    </w:rPr>
  </w:style>
  <w:style w:type="character" w:customStyle="1" w:styleId="AkapitzlistZnak">
    <w:name w:val="Akapit z listą Znak"/>
    <w:aliases w:val="RR PGE Akapit z listą Znak,Styl 1 Znak,Normal Znak,Akapit z listą3 Znak,Akapit z listą31 Znak,Preambuła Znak,lp1 Znak,List Paragraph1 Znak,List Paragraph2 Znak,ISCG Numerowanie Znak,Akapit z listą;1_literowka Znak,1_literowka Znak"/>
    <w:basedOn w:val="Domylnaczcionkaakapitu"/>
    <w:link w:val="Akapitzlist"/>
    <w:uiPriority w:val="34"/>
    <w:qFormat/>
    <w:rsid w:val="00D4279F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D4279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D4279F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nhideWhenUsed/>
    <w:rsid w:val="00D4279F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8E00C7"/>
    <w:rPr>
      <w:color w:val="808080"/>
    </w:rPr>
  </w:style>
  <w:style w:type="paragraph" w:customStyle="1" w:styleId="Nagwek91">
    <w:name w:val="Nagłówek 91"/>
    <w:basedOn w:val="Normalny"/>
    <w:next w:val="Normalny"/>
    <w:uiPriority w:val="99"/>
    <w:semiHidden/>
    <w:unhideWhenUsed/>
    <w:qFormat/>
    <w:rsid w:val="00B14B76"/>
    <w:pPr>
      <w:keepNext/>
      <w:keepLines/>
      <w:spacing w:before="200" w:line="276" w:lineRule="auto"/>
      <w:ind w:left="1584" w:hanging="1584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31388"/>
    <w:pPr>
      <w:spacing w:after="120" w:line="288" w:lineRule="auto"/>
      <w:jc w:val="both"/>
    </w:pPr>
    <w:rPr>
      <w:rFonts w:ascii="Arial" w:hAnsi="Arial" w:cs="Arial"/>
      <w:sz w:val="22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31388"/>
    <w:rPr>
      <w:rFonts w:ascii="Arial" w:hAnsi="Arial" w:cs="Arial"/>
      <w:sz w:val="22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87083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6A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12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3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pgeekoserwis.pl/pl/przetargi/ogolne-warunki-zakupu.htm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7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pgeekoserwis.pl/pl/polityka-danych/informacja-o-przetwarzaniu-danych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zemyslaw.jaworski\Pulpit\DOK_GK_PGE\12062013_LAST\25062013\Za&#322;_10_wymagania%20w%20stos_do%20dokumentu%20systemu%20zarz&#261;dz_2506201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0BC4239EE2CFD4794D55FEB1A40D5DC" ma:contentTypeVersion="0" ma:contentTypeDescription="SWPP2 Dokument bazowy" ma:contentTypeScope="" ma:versionID="bc3fc1039c6b695ddea93ef34c81cc4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2 - Form.Ofert. rew.0.docx</dmsv2BaseFileName>
    <dmsv2BaseDisplayName xmlns="http://schemas.microsoft.com/sharepoint/v3">Zał. 2 - Form.Ofert. rew.0</dmsv2BaseDisplayName>
    <dmsv2SWPP2ObjectNumber xmlns="http://schemas.microsoft.com/sharepoint/v3">POST/EKO/EKO/FZ/00143/2024                        </dmsv2SWPP2ObjectNumber>
    <dmsv2SWPP2SumMD5 xmlns="http://schemas.microsoft.com/sharepoint/v3">c45ceec930e62ebe0aff506df8d7eddb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656257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20670774</dmsv2BaseClientSystemDocumentID>
    <dmsv2BaseModifiedByID xmlns="http://schemas.microsoft.com/sharepoint/v3">16800501</dmsv2BaseModifiedByID>
    <dmsv2BaseCreatedByID xmlns="http://schemas.microsoft.com/sharepoint/v3">16800501</dmsv2BaseCreatedByID>
    <dmsv2SWPP2ObjectDepartment xmlns="http://schemas.microsoft.com/sharepoint/v3">00000001000w00000000000000010001</dmsv2SWPP2ObjectDepartment>
    <dmsv2SWPP2ObjectName xmlns="http://schemas.microsoft.com/sharepoint/v3">Postępowanie</dmsv2SWPP2ObjectName>
    <_dlc_DocId xmlns="a19cb1c7-c5c7-46d4-85ae-d83685407bba">ZKQJDXMXURTQ-1645358399-17400</_dlc_DocId>
    <_dlc_DocIdUrl xmlns="a19cb1c7-c5c7-46d4-85ae-d83685407bba">
      <Url>https://swpp2.dms.gkpge.pl/sites/31/_layouts/15/DocIdRedir.aspx?ID=ZKQJDXMXURTQ-1645358399-17400</Url>
      <Description>ZKQJDXMXURTQ-1645358399-17400</Description>
    </_dlc_DocIdUrl>
  </documentManagement>
</p:properties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C60E392-8098-4B11-9C2D-3AC08C6937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8654C9-D1FE-4EA2-8610-085CC44E14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FABBEC-F77F-4129-9799-CA25A15E2B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635BD2-6730-44AB-87E4-9C935E75F23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F82BE5C-4C6B-4FCB-A761-2F9CBCAC454A}"/>
</file>

<file path=customXml/itemProps6.xml><?xml version="1.0" encoding="utf-8"?>
<ds:datastoreItem xmlns:ds="http://schemas.openxmlformats.org/officeDocument/2006/customXml" ds:itemID="{1B156334-EA98-4630-9D15-BE1CD9ADC4B7}">
  <ds:schemaRefs>
    <ds:schemaRef ds:uri="http://schemas.microsoft.com/office/2006/metadata/properties"/>
    <ds:schemaRef ds:uri="http://schemas.microsoft.com/office/infopath/2007/PartnerControls"/>
    <ds:schemaRef ds:uri="66482263-b0b6-4e84-9c6a-c0880250d6e6"/>
    <ds:schemaRef ds:uri="c10a7abf-1c0e-4131-905a-b057f8efa428"/>
  </ds:schemaRefs>
</ds:datastoreItem>
</file>

<file path=customXml/itemProps7.xml><?xml version="1.0" encoding="utf-8"?>
<ds:datastoreItem xmlns:ds="http://schemas.openxmlformats.org/officeDocument/2006/customXml" ds:itemID="{EB5C4BBB-9A5B-4391-AA73-529F13E79DE0}"/>
</file>

<file path=docProps/app.xml><?xml version="1.0" encoding="utf-8"?>
<Properties xmlns="http://schemas.openxmlformats.org/officeDocument/2006/extended-properties" xmlns:vt="http://schemas.openxmlformats.org/officeDocument/2006/docPropsVTypes">
  <Template>Zał_10_wymagania w stos_do dokumentu systemu zarządz_25062013</Template>
  <TotalTime>35</TotalTime>
  <Pages>9</Pages>
  <Words>1815</Words>
  <Characters>11907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 00001_A Zał_3_Wymagania w stosunku do zawartości i oznaczeń Dokumentu Systemu Zarządzania</vt:lpstr>
    </vt:vector>
  </TitlesOfParts>
  <Company>PGE Polska Grupa Energetyczna S.A.</Company>
  <LinksUpToDate>false</LinksUpToDate>
  <CharactersWithSpaces>13695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 00001_A Zał_3_Wymagania w stosunku do zawartości i oznaczeń Dokumentu Systemu Zarządzania</dc:title>
  <dc:creator>pawel.jaworski</dc:creator>
  <cp:lastModifiedBy>Stanko Jacek [PGE Ekoserwis S.A.]</cp:lastModifiedBy>
  <cp:revision>7</cp:revision>
  <cp:lastPrinted>2019-01-25T10:59:00Z</cp:lastPrinted>
  <dcterms:created xsi:type="dcterms:W3CDTF">2024-09-17T13:13:00Z</dcterms:created>
  <dcterms:modified xsi:type="dcterms:W3CDTF">2024-09-30T12:37:00Z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0x0101891000A0BC4239EE2CFD4794D55FEB1A40D5DC</vt:lpwstr>
  </property>
  <property fmtid="{D5CDD505-2E9C-101B-9397-08002B2CF9AE}" pid="3" name="_dlc_DocIdItemGuid">
    <vt:lpwstr>4a3c97bb-0763-49d7-baf7-d6789d1f102e</vt:lpwstr>
  </property>
</Properties>
</file>