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FDB15" w14:textId="77777777" w:rsidR="00E8570A" w:rsidRPr="006B034E" w:rsidRDefault="00E8570A" w:rsidP="006B034E">
      <w:pPr>
        <w:spacing w:before="120" w:after="120"/>
        <w:jc w:val="both"/>
        <w:rPr>
          <w:rFonts w:ascii="Arial" w:hAnsi="Arial" w:cs="Arial"/>
          <w:sz w:val="10"/>
          <w:szCs w:val="10"/>
          <w:u w:val="single"/>
        </w:rPr>
      </w:pPr>
    </w:p>
    <w:p w14:paraId="1A5057A6" w14:textId="49ACBF2A" w:rsidR="008E7820" w:rsidRDefault="00640B9C" w:rsidP="006B034E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56777E">
        <w:rPr>
          <w:rFonts w:ascii="Arial" w:hAnsi="Arial" w:cs="Arial"/>
          <w:b/>
          <w:sz w:val="22"/>
          <w:szCs w:val="22"/>
          <w:u w:val="single"/>
        </w:rPr>
        <w:t>1</w:t>
      </w:r>
      <w:r w:rsidR="009F7DCA" w:rsidRPr="001F2A1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7820" w:rsidRPr="001F2A1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F2A15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1057C555" w14:textId="77777777" w:rsidR="008A7DF5" w:rsidRPr="001F2A15" w:rsidRDefault="008A7DF5" w:rsidP="006B034E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1"/>
        <w:gridCol w:w="5178"/>
      </w:tblGrid>
      <w:tr w:rsidR="006E5612" w:rsidRPr="002F401A" w14:paraId="305874BF" w14:textId="77777777" w:rsidTr="003F2586">
        <w:trPr>
          <w:trHeight w:val="1557"/>
        </w:trPr>
        <w:tc>
          <w:tcPr>
            <w:tcW w:w="3611" w:type="dxa"/>
            <w:vAlign w:val="bottom"/>
          </w:tcPr>
          <w:p w14:paraId="33946F4E" w14:textId="6E2A04B7" w:rsidR="006E5612" w:rsidRPr="002F401A" w:rsidRDefault="006E5612" w:rsidP="006B034E">
            <w:pPr>
              <w:spacing w:before="120" w:after="120"/>
              <w:jc w:val="center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ab/>
            </w:r>
            <w:r w:rsidRPr="002F401A">
              <w:rPr>
                <w:rFonts w:asciiTheme="minorHAnsi" w:hAnsiTheme="minorHAnsi" w:cs="Arial"/>
              </w:rPr>
              <w:tab/>
            </w:r>
            <w:r w:rsidRPr="002F401A">
              <w:rPr>
                <w:rFonts w:asciiTheme="minorHAnsi" w:hAnsiTheme="minorHAnsi" w:cs="Arial"/>
              </w:rPr>
              <w:tab/>
            </w:r>
          </w:p>
          <w:p w14:paraId="607EDCE0" w14:textId="77777777" w:rsidR="006E5612" w:rsidRPr="002F401A" w:rsidRDefault="006E5612" w:rsidP="006B034E">
            <w:pPr>
              <w:spacing w:before="120" w:after="120"/>
              <w:rPr>
                <w:rFonts w:asciiTheme="minorHAnsi" w:hAnsiTheme="minorHAnsi" w:cs="Arial"/>
              </w:rPr>
            </w:pPr>
          </w:p>
          <w:p w14:paraId="7DEC5989" w14:textId="77777777" w:rsidR="006E5612" w:rsidRPr="002F401A" w:rsidRDefault="006E5612" w:rsidP="006B034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2F401A">
              <w:rPr>
                <w:rFonts w:asciiTheme="minorHAnsi" w:hAnsiTheme="minorHAnsi" w:cs="Arial"/>
                <w:sz w:val="20"/>
              </w:rPr>
              <w:t>pieczęć Wykonawcy</w:t>
            </w:r>
          </w:p>
        </w:tc>
        <w:tc>
          <w:tcPr>
            <w:tcW w:w="5178" w:type="dxa"/>
            <w:tcBorders>
              <w:top w:val="nil"/>
              <w:bottom w:val="nil"/>
              <w:right w:val="nil"/>
            </w:tcBorders>
          </w:tcPr>
          <w:p w14:paraId="6F33C6A4" w14:textId="77777777" w:rsidR="006E5612" w:rsidRPr="002E7764" w:rsidRDefault="006E5612" w:rsidP="006B034E">
            <w:pPr>
              <w:keepNext/>
              <w:keepLines/>
              <w:numPr>
                <w:ilvl w:val="1"/>
                <w:numId w:val="4"/>
              </w:numPr>
              <w:tabs>
                <w:tab w:val="num" w:pos="360"/>
              </w:tabs>
              <w:spacing w:before="120" w:after="120"/>
              <w:ind w:left="0" w:firstLine="0"/>
              <w:jc w:val="right"/>
              <w:outlineLvl w:val="1"/>
              <w:rPr>
                <w:rFonts w:asciiTheme="minorHAnsi" w:hAnsiTheme="minorHAnsi" w:cs="Arial"/>
              </w:rPr>
            </w:pPr>
          </w:p>
        </w:tc>
      </w:tr>
    </w:tbl>
    <w:p w14:paraId="4C837DE8" w14:textId="7DED73DD" w:rsidR="006E5612" w:rsidRPr="00040C71" w:rsidRDefault="006E5612" w:rsidP="006B034E">
      <w:pPr>
        <w:spacing w:before="120" w:after="120"/>
        <w:ind w:left="4956" w:firstLine="708"/>
        <w:jc w:val="right"/>
        <w:rPr>
          <w:rFonts w:asciiTheme="minorHAnsi" w:hAnsiTheme="minorHAnsi"/>
          <w:b/>
        </w:rPr>
      </w:pPr>
      <w:r w:rsidRPr="00040C71">
        <w:rPr>
          <w:rFonts w:asciiTheme="minorHAnsi" w:hAnsiTheme="minorHAnsi"/>
          <w:b/>
        </w:rPr>
        <w:t xml:space="preserve">PGE </w:t>
      </w:r>
      <w:r>
        <w:rPr>
          <w:rFonts w:asciiTheme="minorHAnsi" w:hAnsiTheme="minorHAnsi"/>
          <w:b/>
        </w:rPr>
        <w:t xml:space="preserve">Ekoserwis </w:t>
      </w:r>
      <w:r w:rsidR="00D44FD1">
        <w:rPr>
          <w:rFonts w:asciiTheme="minorHAnsi" w:hAnsiTheme="minorHAnsi"/>
          <w:b/>
        </w:rPr>
        <w:t>S.A.</w:t>
      </w:r>
    </w:p>
    <w:p w14:paraId="6B8201CC" w14:textId="77777777" w:rsidR="006E5612" w:rsidRDefault="006E5612" w:rsidP="006B034E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Pl</w:t>
      </w:r>
      <w:r w:rsidRPr="00040C71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 xml:space="preserve">Staszica 30 </w:t>
      </w:r>
    </w:p>
    <w:p w14:paraId="758BEB1D" w14:textId="77777777" w:rsidR="006E5612" w:rsidRDefault="006E5612" w:rsidP="006B034E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50 – 222 Wrocław</w:t>
      </w:r>
    </w:p>
    <w:p w14:paraId="13C7A90E" w14:textId="77777777" w:rsidR="006E5612" w:rsidRDefault="006E5612" w:rsidP="006B034E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Adres do korespondencji</w:t>
      </w:r>
    </w:p>
    <w:p w14:paraId="6DAD38C1" w14:textId="77777777" w:rsidR="006E5612" w:rsidRDefault="006E5612" w:rsidP="006B034E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ul. Podmiejska 119a</w:t>
      </w:r>
    </w:p>
    <w:p w14:paraId="29672692" w14:textId="77777777" w:rsidR="006E5612" w:rsidRPr="00040C71" w:rsidRDefault="006E5612" w:rsidP="006B034E">
      <w:pPr>
        <w:pStyle w:val="Akapitzlist"/>
        <w:spacing w:before="120" w:after="120"/>
        <w:ind w:left="4608" w:firstLine="348"/>
        <w:contextualSpacing w:val="0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44</w:t>
      </w:r>
      <w:r w:rsidRPr="00040C71">
        <w:rPr>
          <w:rFonts w:asciiTheme="minorHAnsi" w:hAnsiTheme="minorHAnsi"/>
          <w:b/>
        </w:rPr>
        <w:t>-</w:t>
      </w:r>
      <w:r>
        <w:rPr>
          <w:rFonts w:asciiTheme="minorHAnsi" w:hAnsiTheme="minorHAnsi"/>
          <w:b/>
        </w:rPr>
        <w:t>207</w:t>
      </w:r>
      <w:r w:rsidRPr="00040C71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Rybnik</w:t>
      </w:r>
    </w:p>
    <w:p w14:paraId="753F7C96" w14:textId="77777777" w:rsidR="006E5612" w:rsidRPr="002F401A" w:rsidRDefault="006E5612" w:rsidP="006B034E">
      <w:pPr>
        <w:spacing w:before="120" w:after="120"/>
        <w:ind w:left="-180"/>
        <w:jc w:val="center"/>
        <w:rPr>
          <w:rFonts w:asciiTheme="minorHAnsi" w:hAnsiTheme="minorHAnsi" w:cs="Arial"/>
          <w:b/>
          <w:bCs/>
          <w:sz w:val="28"/>
          <w:szCs w:val="32"/>
        </w:rPr>
      </w:pPr>
      <w:r>
        <w:rPr>
          <w:rFonts w:asciiTheme="minorHAnsi" w:hAnsiTheme="minorHAnsi" w:cs="Arial"/>
          <w:b/>
          <w:bCs/>
          <w:sz w:val="28"/>
          <w:szCs w:val="32"/>
        </w:rPr>
        <w:t xml:space="preserve">OFERTA </w:t>
      </w:r>
    </w:p>
    <w:p w14:paraId="1F9B869F" w14:textId="77777777" w:rsidR="006E5612" w:rsidRPr="002F401A" w:rsidRDefault="006E5612" w:rsidP="006B034E">
      <w:pPr>
        <w:numPr>
          <w:ilvl w:val="0"/>
          <w:numId w:val="5"/>
        </w:numPr>
        <w:spacing w:before="120" w:after="120"/>
        <w:ind w:left="426" w:hanging="284"/>
        <w:rPr>
          <w:rFonts w:asciiTheme="minorHAnsi" w:hAnsiTheme="minorHAnsi" w:cs="Arial"/>
        </w:rPr>
      </w:pPr>
      <w:r w:rsidRPr="002F401A">
        <w:rPr>
          <w:rFonts w:asciiTheme="minorHAnsi" w:hAnsiTheme="minorHAnsi" w:cs="Arial"/>
          <w:b/>
          <w:caps/>
        </w:rPr>
        <w:t xml:space="preserve">Ofertę </w:t>
      </w:r>
      <w:r w:rsidRPr="002F401A">
        <w:rPr>
          <w:rFonts w:asciiTheme="minorHAnsi" w:hAnsiTheme="minorHAnsi" w:cs="Arial"/>
          <w:b/>
        </w:rPr>
        <w:t>składa</w:t>
      </w:r>
      <w:r w:rsidRPr="002F401A">
        <w:rPr>
          <w:rFonts w:asciiTheme="minorHAnsi" w:hAnsiTheme="minorHAnsi" w:cs="Aria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6E5612" w:rsidRPr="002F401A" w14:paraId="2B6870A8" w14:textId="77777777" w:rsidTr="0048287B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884C9E" w14:textId="77777777" w:rsidR="006E5612" w:rsidRPr="002F401A" w:rsidRDefault="006E5612" w:rsidP="006B034E">
            <w:pPr>
              <w:spacing w:before="120" w:after="120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528" w:type="dxa"/>
            <w:shd w:val="clear" w:color="auto" w:fill="EAF1DD" w:themeFill="accent3" w:themeFillTint="33"/>
            <w:vAlign w:val="center"/>
          </w:tcPr>
          <w:p w14:paraId="03F00E7C" w14:textId="77777777" w:rsidR="006E5612" w:rsidRPr="002F401A" w:rsidRDefault="006E5612" w:rsidP="006B034E">
            <w:pPr>
              <w:spacing w:before="120" w:after="120"/>
              <w:ind w:left="-70"/>
              <w:jc w:val="center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Nazwa i adres Wykonawcy</w:t>
            </w:r>
            <w:r>
              <w:rPr>
                <w:rFonts w:asciiTheme="minorHAnsi" w:hAnsiTheme="minorHAnsi" w:cs="Arial"/>
              </w:rPr>
              <w:t>/ów</w:t>
            </w:r>
            <w:r w:rsidRPr="002F401A">
              <w:rPr>
                <w:rFonts w:asciiTheme="minorHAnsi" w:hAnsiTheme="minorHAnsi" w:cs="Arial"/>
              </w:rPr>
              <w:t xml:space="preserve">, </w:t>
            </w:r>
            <w:r>
              <w:rPr>
                <w:rFonts w:asciiTheme="minorHAnsi" w:hAnsiTheme="minorHAnsi" w:cs="Arial"/>
              </w:rPr>
              <w:t xml:space="preserve">KRS, </w:t>
            </w:r>
            <w:r w:rsidRPr="002F401A">
              <w:rPr>
                <w:rFonts w:asciiTheme="minorHAnsi" w:hAnsiTheme="minorHAnsi" w:cs="Arial"/>
              </w:rPr>
              <w:t>NIP</w:t>
            </w:r>
            <w:r>
              <w:rPr>
                <w:rFonts w:asciiTheme="minorHAnsi" w:hAnsiTheme="minorHAnsi" w:cs="Arial"/>
              </w:rPr>
              <w:t>, REGON</w:t>
            </w:r>
          </w:p>
        </w:tc>
      </w:tr>
      <w:tr w:rsidR="006E5612" w:rsidRPr="002F401A" w14:paraId="07A5954A" w14:textId="77777777" w:rsidTr="0048287B">
        <w:trPr>
          <w:trHeight w:val="672"/>
        </w:trPr>
        <w:tc>
          <w:tcPr>
            <w:tcW w:w="3119" w:type="dxa"/>
            <w:vAlign w:val="center"/>
          </w:tcPr>
          <w:p w14:paraId="60B6AD0E" w14:textId="77777777" w:rsidR="006E5612" w:rsidRPr="002F401A" w:rsidRDefault="006E5612" w:rsidP="006B034E">
            <w:pPr>
              <w:spacing w:before="120" w:after="120"/>
              <w:ind w:left="170"/>
              <w:jc w:val="center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Wykonawca</w:t>
            </w:r>
            <w:r w:rsidRPr="002F401A">
              <w:rPr>
                <w:rStyle w:val="Odwoanieprzypisudolnego"/>
                <w:rFonts w:asciiTheme="minorHAnsi" w:hAnsiTheme="minorHAnsi" w:cs="Arial"/>
              </w:rPr>
              <w:footnoteReference w:id="2"/>
            </w:r>
          </w:p>
        </w:tc>
        <w:tc>
          <w:tcPr>
            <w:tcW w:w="5528" w:type="dxa"/>
            <w:vAlign w:val="center"/>
          </w:tcPr>
          <w:p w14:paraId="0949FC26" w14:textId="77777777" w:rsidR="006E5612" w:rsidRDefault="006E5612" w:rsidP="006B034E">
            <w:pPr>
              <w:spacing w:before="120" w:after="120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  <w:p w14:paraId="55CA1745" w14:textId="77777777" w:rsidR="003F2586" w:rsidRDefault="003F2586" w:rsidP="006B034E">
            <w:pPr>
              <w:spacing w:before="120" w:after="120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  <w:p w14:paraId="5B19CBA0" w14:textId="340C4544" w:rsidR="003F2586" w:rsidRPr="002F401A" w:rsidRDefault="003F2586" w:rsidP="006B034E">
            <w:pPr>
              <w:spacing w:before="120" w:after="120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14:paraId="765CFB64" w14:textId="77777777" w:rsidR="006E5612" w:rsidRPr="002F401A" w:rsidRDefault="006E5612" w:rsidP="006B034E">
      <w:pPr>
        <w:spacing w:before="120" w:after="120"/>
        <w:ind w:left="1134"/>
        <w:rPr>
          <w:rFonts w:asciiTheme="minorHAnsi" w:hAnsiTheme="minorHAnsi" w:cs="Arial"/>
        </w:rPr>
      </w:pPr>
    </w:p>
    <w:p w14:paraId="68251E6A" w14:textId="77777777" w:rsidR="006E5612" w:rsidRPr="002F401A" w:rsidRDefault="006E5612" w:rsidP="006B034E">
      <w:pPr>
        <w:numPr>
          <w:ilvl w:val="0"/>
          <w:numId w:val="5"/>
        </w:numPr>
        <w:tabs>
          <w:tab w:val="left" w:pos="426"/>
        </w:tabs>
        <w:spacing w:before="120" w:after="120"/>
        <w:ind w:left="851" w:hanging="567"/>
        <w:rPr>
          <w:rFonts w:asciiTheme="minorHAnsi" w:hAnsiTheme="minorHAnsi" w:cs="Arial"/>
          <w:b/>
        </w:rPr>
      </w:pPr>
      <w:r w:rsidRPr="002F401A">
        <w:rPr>
          <w:rFonts w:asciiTheme="minorHAnsi" w:hAnsiTheme="minorHAnsi" w:cs="Arial"/>
          <w:b/>
        </w:rPr>
        <w:t xml:space="preserve">OSOBA </w:t>
      </w:r>
      <w:r w:rsidRPr="002F401A">
        <w:rPr>
          <w:rFonts w:asciiTheme="minorHAnsi" w:hAnsiTheme="minorHAnsi" w:cs="Arial"/>
          <w:b/>
          <w:caps/>
        </w:rPr>
        <w:t>uprawniona</w:t>
      </w:r>
      <w:r w:rsidRPr="002F401A">
        <w:rPr>
          <w:rFonts w:asciiTheme="minorHAnsi" w:hAnsiTheme="minorHAnsi" w:cs="Arial"/>
          <w:b/>
        </w:rPr>
        <w:t xml:space="preserve"> DO KONTAKTÓW </w:t>
      </w:r>
      <w:r w:rsidRPr="002F401A">
        <w:rPr>
          <w:rFonts w:asciiTheme="minorHAnsi" w:hAnsiTheme="minorHAnsi" w:cs="Arial"/>
          <w:b/>
          <w:caps/>
        </w:rPr>
        <w:t>z zamawiającym</w:t>
      </w:r>
      <w:r w:rsidRPr="002F401A">
        <w:rPr>
          <w:rFonts w:asciiTheme="minorHAnsi" w:hAnsiTheme="minorHAnsi" w:cs="Arial"/>
          <w:b/>
        </w:rPr>
        <w:t xml:space="preserve"> (</w:t>
      </w:r>
      <w:r>
        <w:rPr>
          <w:rFonts w:asciiTheme="minorHAnsi" w:hAnsiTheme="minorHAnsi" w:cs="Arial"/>
          <w:b/>
        </w:rPr>
        <w:t>w sprawie niniejszej Oferty</w:t>
      </w:r>
      <w:r w:rsidRPr="002F401A">
        <w:rPr>
          <w:rFonts w:asciiTheme="minorHAnsi" w:hAnsiTheme="minorHAnsi" w:cs="Arial"/>
          <w:b/>
        </w:rPr>
        <w:t>)</w:t>
      </w:r>
    </w:p>
    <w:p w14:paraId="730CC8B5" w14:textId="77777777" w:rsidR="006E5612" w:rsidRPr="002F401A" w:rsidRDefault="006E5612" w:rsidP="006B034E">
      <w:pPr>
        <w:spacing w:before="120" w:after="120"/>
        <w:ind w:left="1134"/>
        <w:rPr>
          <w:rFonts w:asciiTheme="minorHAnsi" w:hAnsiTheme="minorHAnsi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6E5612" w:rsidRPr="002F401A" w14:paraId="084316E6" w14:textId="77777777" w:rsidTr="0048287B">
        <w:tc>
          <w:tcPr>
            <w:tcW w:w="3119" w:type="dxa"/>
            <w:shd w:val="clear" w:color="auto" w:fill="EAF1DD" w:themeFill="accent3" w:themeFillTint="33"/>
          </w:tcPr>
          <w:p w14:paraId="4C7CBFCA" w14:textId="77777777" w:rsidR="006E5612" w:rsidRPr="002F401A" w:rsidRDefault="006E5612" w:rsidP="006B034E">
            <w:pPr>
              <w:spacing w:before="120" w:after="120"/>
              <w:ind w:left="214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Imię i nazwisko:</w:t>
            </w:r>
          </w:p>
        </w:tc>
        <w:tc>
          <w:tcPr>
            <w:tcW w:w="5528" w:type="dxa"/>
          </w:tcPr>
          <w:p w14:paraId="68D681EC" w14:textId="77777777" w:rsidR="006E5612" w:rsidRPr="002F401A" w:rsidRDefault="006E5612" w:rsidP="006B034E">
            <w:pPr>
              <w:spacing w:before="120" w:after="120"/>
              <w:ind w:left="1134"/>
              <w:rPr>
                <w:rFonts w:asciiTheme="minorHAnsi" w:hAnsiTheme="minorHAnsi" w:cs="Arial"/>
              </w:rPr>
            </w:pPr>
          </w:p>
        </w:tc>
      </w:tr>
      <w:tr w:rsidR="006E5612" w:rsidRPr="002F401A" w14:paraId="26F630C2" w14:textId="77777777" w:rsidTr="0048287B">
        <w:tc>
          <w:tcPr>
            <w:tcW w:w="3119" w:type="dxa"/>
            <w:shd w:val="clear" w:color="auto" w:fill="EAF1DD" w:themeFill="accent3" w:themeFillTint="33"/>
          </w:tcPr>
          <w:p w14:paraId="10D23911" w14:textId="77777777" w:rsidR="006E5612" w:rsidRPr="002F401A" w:rsidRDefault="006E5612" w:rsidP="006B034E">
            <w:pPr>
              <w:tabs>
                <w:tab w:val="center" w:pos="4536"/>
                <w:tab w:val="right" w:pos="9072"/>
              </w:tabs>
              <w:spacing w:before="120" w:after="120"/>
              <w:ind w:left="214"/>
              <w:rPr>
                <w:rFonts w:asciiTheme="minorHAnsi" w:hAnsiTheme="minorHAnsi" w:cs="Arial"/>
              </w:rPr>
            </w:pPr>
            <w:r w:rsidRPr="002F401A">
              <w:rPr>
                <w:rFonts w:asciiTheme="minorHAnsi" w:hAnsiTheme="minorHAnsi" w:cs="Arial"/>
              </w:rPr>
              <w:t>Telefon:</w:t>
            </w:r>
          </w:p>
        </w:tc>
        <w:tc>
          <w:tcPr>
            <w:tcW w:w="5528" w:type="dxa"/>
          </w:tcPr>
          <w:p w14:paraId="6BE40DE6" w14:textId="77777777" w:rsidR="006E5612" w:rsidRPr="002F401A" w:rsidRDefault="006E5612" w:rsidP="006B034E">
            <w:pPr>
              <w:spacing w:before="120" w:after="120"/>
              <w:ind w:left="1134"/>
              <w:rPr>
                <w:rFonts w:asciiTheme="minorHAnsi" w:hAnsiTheme="minorHAnsi" w:cs="Arial"/>
              </w:rPr>
            </w:pPr>
          </w:p>
        </w:tc>
      </w:tr>
      <w:tr w:rsidR="006E5612" w:rsidRPr="002F401A" w14:paraId="25402948" w14:textId="77777777" w:rsidTr="0048287B">
        <w:tc>
          <w:tcPr>
            <w:tcW w:w="3119" w:type="dxa"/>
            <w:shd w:val="clear" w:color="auto" w:fill="EAF1DD" w:themeFill="accent3" w:themeFillTint="33"/>
          </w:tcPr>
          <w:p w14:paraId="4DB95439" w14:textId="77777777" w:rsidR="006E5612" w:rsidRPr="002F401A" w:rsidRDefault="006E5612" w:rsidP="006B034E">
            <w:pPr>
              <w:spacing w:before="120" w:after="120"/>
              <w:ind w:left="214"/>
              <w:rPr>
                <w:rFonts w:asciiTheme="minorHAnsi" w:hAnsiTheme="minorHAnsi" w:cs="Arial"/>
                <w:lang w:val="de-DE"/>
              </w:rPr>
            </w:pPr>
            <w:proofErr w:type="spellStart"/>
            <w:r w:rsidRPr="002F401A">
              <w:rPr>
                <w:rFonts w:asciiTheme="minorHAnsi" w:hAnsiTheme="minorHAnsi" w:cs="Arial"/>
                <w:lang w:val="de-DE"/>
              </w:rPr>
              <w:t>e-mail</w:t>
            </w:r>
            <w:proofErr w:type="spellEnd"/>
            <w:r w:rsidRPr="002F401A">
              <w:rPr>
                <w:rFonts w:asciiTheme="minorHAnsi" w:hAnsiTheme="minorHAnsi" w:cs="Arial"/>
                <w:lang w:val="de-DE"/>
              </w:rPr>
              <w:t>:</w:t>
            </w:r>
          </w:p>
        </w:tc>
        <w:tc>
          <w:tcPr>
            <w:tcW w:w="5528" w:type="dxa"/>
          </w:tcPr>
          <w:p w14:paraId="59E0EF10" w14:textId="77777777" w:rsidR="006E5612" w:rsidRPr="002F401A" w:rsidRDefault="006E5612" w:rsidP="006B034E">
            <w:pPr>
              <w:spacing w:before="120" w:after="120"/>
              <w:ind w:left="1134"/>
              <w:rPr>
                <w:rFonts w:asciiTheme="minorHAnsi" w:hAnsiTheme="minorHAnsi" w:cs="Arial"/>
                <w:lang w:val="de-DE"/>
              </w:rPr>
            </w:pPr>
          </w:p>
        </w:tc>
      </w:tr>
    </w:tbl>
    <w:p w14:paraId="297C7B49" w14:textId="77777777" w:rsidR="006E5612" w:rsidRPr="002F401A" w:rsidRDefault="006E5612" w:rsidP="006B034E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before="120" w:after="120"/>
        <w:ind w:left="1134"/>
        <w:rPr>
          <w:rFonts w:asciiTheme="minorHAnsi" w:hAnsiTheme="minorHAnsi" w:cs="Arial"/>
          <w:spacing w:val="-3"/>
          <w:lang w:val="de-DE"/>
        </w:rPr>
      </w:pPr>
    </w:p>
    <w:p w14:paraId="279267FA" w14:textId="77777777" w:rsidR="006E5612" w:rsidRPr="002F401A" w:rsidRDefault="006E5612" w:rsidP="006B034E">
      <w:pPr>
        <w:numPr>
          <w:ilvl w:val="0"/>
          <w:numId w:val="5"/>
        </w:numPr>
        <w:spacing w:before="120" w:after="120"/>
        <w:ind w:left="567" w:hanging="283"/>
        <w:rPr>
          <w:rFonts w:asciiTheme="minorHAnsi" w:hAnsiTheme="minorHAnsi" w:cs="Arial"/>
          <w:b/>
        </w:rPr>
      </w:pPr>
      <w:r w:rsidRPr="002F401A">
        <w:rPr>
          <w:rFonts w:asciiTheme="minorHAnsi" w:hAnsiTheme="minorHAnsi" w:cs="Arial"/>
          <w:b/>
        </w:rPr>
        <w:t>OFERTA WYKONAWCY</w:t>
      </w:r>
    </w:p>
    <w:p w14:paraId="1229065E" w14:textId="63D7EB4D" w:rsidR="00E90CE6" w:rsidRDefault="006E5612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C31A7">
        <w:rPr>
          <w:rFonts w:asciiTheme="minorHAnsi" w:hAnsiTheme="minorHAnsi" w:cs="Arial"/>
          <w:szCs w:val="22"/>
        </w:rPr>
        <w:t>My, niżej podpisani, niniejszym oświadczamy</w:t>
      </w:r>
      <w:r w:rsidR="002829F6">
        <w:rPr>
          <w:rFonts w:asciiTheme="minorHAnsi" w:hAnsiTheme="minorHAnsi" w:cs="Arial"/>
          <w:szCs w:val="22"/>
        </w:rPr>
        <w:t>, iż</w:t>
      </w:r>
      <w:r w:rsidRPr="00EF3716">
        <w:rPr>
          <w:rFonts w:asciiTheme="minorHAnsi" w:hAnsiTheme="minorHAnsi" w:cs="Arial"/>
          <w:szCs w:val="22"/>
        </w:rPr>
        <w:t xml:space="preserve"> </w:t>
      </w:r>
      <w:r w:rsidRPr="00E5684A">
        <w:rPr>
          <w:rFonts w:asciiTheme="minorHAnsi" w:hAnsiTheme="minorHAnsi" w:cs="Arial"/>
          <w:szCs w:val="22"/>
        </w:rPr>
        <w:t xml:space="preserve">nie podlegamy wykluczeniu na podstawie </w:t>
      </w:r>
      <w:r>
        <w:rPr>
          <w:rFonts w:asciiTheme="minorHAnsi" w:hAnsiTheme="minorHAnsi" w:cs="Arial"/>
          <w:szCs w:val="22"/>
        </w:rPr>
        <w:t xml:space="preserve">rozdziału V </w:t>
      </w:r>
      <w:r w:rsidRPr="00E5684A">
        <w:rPr>
          <w:rFonts w:asciiTheme="minorHAnsi" w:hAnsiTheme="minorHAnsi" w:cs="Arial"/>
          <w:szCs w:val="22"/>
        </w:rPr>
        <w:t xml:space="preserve">pkt </w:t>
      </w:r>
      <w:r>
        <w:rPr>
          <w:rFonts w:asciiTheme="minorHAnsi" w:hAnsiTheme="minorHAnsi" w:cs="Arial"/>
          <w:szCs w:val="22"/>
        </w:rPr>
        <w:t>2</w:t>
      </w:r>
      <w:r w:rsidR="00E90CE6">
        <w:rPr>
          <w:rFonts w:asciiTheme="minorHAnsi" w:hAnsiTheme="minorHAnsi" w:cs="Arial"/>
          <w:szCs w:val="22"/>
        </w:rPr>
        <w:t>.</w:t>
      </w:r>
      <w:r w:rsidR="00F939DF">
        <w:rPr>
          <w:rFonts w:asciiTheme="minorHAnsi" w:hAnsiTheme="minorHAnsi" w:cs="Arial"/>
          <w:szCs w:val="22"/>
        </w:rPr>
        <w:t xml:space="preserve"> SWZ</w:t>
      </w:r>
      <w:r w:rsidR="00E90CE6">
        <w:rPr>
          <w:rFonts w:asciiTheme="minorHAnsi" w:hAnsiTheme="minorHAnsi" w:cs="Arial"/>
          <w:szCs w:val="22"/>
        </w:rPr>
        <w:t>,</w:t>
      </w:r>
      <w:r w:rsidR="00AC6A46">
        <w:rPr>
          <w:rFonts w:asciiTheme="minorHAnsi" w:hAnsiTheme="minorHAnsi" w:cs="Arial"/>
          <w:szCs w:val="22"/>
        </w:rPr>
        <w:t xml:space="preserve"> </w:t>
      </w:r>
      <w:r w:rsidR="00F939DF">
        <w:rPr>
          <w:rFonts w:asciiTheme="minorHAnsi" w:hAnsiTheme="minorHAnsi" w:cs="Arial"/>
          <w:szCs w:val="22"/>
        </w:rPr>
        <w:t>a w tym</w:t>
      </w:r>
      <w:r w:rsidR="00E90CE6">
        <w:rPr>
          <w:rFonts w:asciiTheme="minorHAnsi" w:hAnsiTheme="minorHAnsi" w:cs="Arial"/>
          <w:szCs w:val="22"/>
        </w:rPr>
        <w:t>:</w:t>
      </w:r>
    </w:p>
    <w:p w14:paraId="2D07E941" w14:textId="055B454D" w:rsidR="00184CB9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105D14">
        <w:rPr>
          <w:rFonts w:asciiTheme="minorHAnsi" w:hAnsiTheme="minorHAnsi" w:cs="Arial"/>
          <w:szCs w:val="22"/>
        </w:rPr>
        <w:t>spełniamy warunki udziału w postępowaniu</w:t>
      </w:r>
      <w:r>
        <w:rPr>
          <w:rFonts w:asciiTheme="minorHAnsi" w:hAnsiTheme="minorHAnsi" w:cs="Arial"/>
          <w:szCs w:val="22"/>
        </w:rPr>
        <w:t>,</w:t>
      </w:r>
    </w:p>
    <w:p w14:paraId="152D1CEF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lastRenderedPageBreak/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7EBBCBCC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05863C30" w14:textId="2AE77DBD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Wykonawcy będącego osobą fizyczną, a w przypadku pozostałych Wykonawców - urzędującego członka organu zarządzającego lub nadzorczego, wspólnika spółki w spółce jawnej lub partnerskiej albo komplementariusza w spółce komandytowej lub komandytowo-akcyjnej lub prokurenta, nie skazano prawomocnie za żadne z przest</w:t>
      </w:r>
      <w:r>
        <w:rPr>
          <w:rFonts w:asciiTheme="minorHAnsi" w:hAnsiTheme="minorHAnsi" w:cs="Arial"/>
          <w:szCs w:val="22"/>
        </w:rPr>
        <w:t>ępstw wymienionych w pkt V. 2. 2)</w:t>
      </w:r>
      <w:r w:rsidRPr="00F939DF">
        <w:rPr>
          <w:rFonts w:asciiTheme="minorHAnsi" w:hAnsiTheme="minorHAnsi" w:cs="Arial"/>
          <w:szCs w:val="22"/>
        </w:rPr>
        <w:t xml:space="preserve"> SWZ,</w:t>
      </w:r>
    </w:p>
    <w:p w14:paraId="09BFA048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Wykonawca nie zawarł z innymi Wykonawcami porozumienia mającego na celu zakłócenie konkurencji,</w:t>
      </w:r>
    </w:p>
    <w:p w14:paraId="1774AF65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727962DF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35D2F328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78C71FF7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nie mamy wiedzy o aktualnym  figurowaniu na Liście Wykonawców, z którymi współpraca Spółek GK PGE została czasowo zawieszona,</w:t>
      </w:r>
    </w:p>
    <w:p w14:paraId="0A225027" w14:textId="77777777" w:rsidR="00F939DF" w:rsidRPr="00F939DF" w:rsidRDefault="00F939DF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6169A0BD" w14:textId="77777777" w:rsidR="00F939DF" w:rsidRPr="00F939DF" w:rsidRDefault="00F939DF" w:rsidP="006B034E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-</w:t>
      </w:r>
      <w:r w:rsidRPr="00F939DF">
        <w:rPr>
          <w:rFonts w:asciiTheme="minorHAnsi" w:hAnsiTheme="minorHAnsi" w:cs="Arial"/>
          <w:szCs w:val="22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2C4851D2" w14:textId="77777777" w:rsidR="00F939DF" w:rsidRPr="00F939DF" w:rsidRDefault="00F939DF" w:rsidP="006B034E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-</w:t>
      </w:r>
      <w:r w:rsidRPr="00F939DF">
        <w:rPr>
          <w:rFonts w:asciiTheme="minorHAnsi" w:hAnsiTheme="minorHAnsi" w:cs="Arial"/>
          <w:szCs w:val="22"/>
        </w:rPr>
        <w:tab/>
        <w:t xml:space="preserve"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</w:t>
      </w:r>
      <w:r w:rsidRPr="00F939DF">
        <w:rPr>
          <w:rFonts w:asciiTheme="minorHAnsi" w:hAnsiTheme="minorHAnsi" w:cs="Arial"/>
          <w:szCs w:val="22"/>
        </w:rPr>
        <w:lastRenderedPageBreak/>
        <w:t>przeciwdziałania wspieraniu agresji na Ukrainę oraz służących ochronie bezpieczeństwa narodowego;</w:t>
      </w:r>
    </w:p>
    <w:p w14:paraId="6D77B2FD" w14:textId="7003AD03" w:rsidR="00F939DF" w:rsidRDefault="00F939DF" w:rsidP="006B034E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-</w:t>
      </w:r>
      <w:r w:rsidRPr="00F939DF">
        <w:rPr>
          <w:rFonts w:asciiTheme="minorHAnsi" w:hAnsiTheme="minorHAnsi" w:cs="Arial"/>
          <w:szCs w:val="22"/>
        </w:rPr>
        <w:tab/>
        <w:t>naszą jednostką dominującą w rozumieniu art. 3 ust. 1 pkt 37 ustawy z dnia 29 września 1994 r. o rachunkowości (</w:t>
      </w:r>
      <w:r w:rsidR="00EB20F7">
        <w:rPr>
          <w:rFonts w:asciiTheme="minorHAnsi" w:hAnsiTheme="minorHAnsi" w:cs="Arial"/>
          <w:szCs w:val="22"/>
        </w:rPr>
        <w:t>Dz. U. z 2023</w:t>
      </w:r>
      <w:r w:rsidR="00EB20F7" w:rsidRPr="00BF7966">
        <w:rPr>
          <w:rFonts w:asciiTheme="minorHAnsi" w:hAnsiTheme="minorHAnsi" w:cs="Arial"/>
          <w:szCs w:val="22"/>
        </w:rPr>
        <w:t xml:space="preserve"> r. poz. </w:t>
      </w:r>
      <w:r w:rsidR="00EB20F7">
        <w:rPr>
          <w:rFonts w:asciiTheme="minorHAnsi" w:hAnsiTheme="minorHAnsi" w:cs="Arial"/>
          <w:szCs w:val="22"/>
        </w:rPr>
        <w:t>120 ze zm.</w:t>
      </w:r>
      <w:r w:rsidRPr="00F939DF">
        <w:rPr>
          <w:rFonts w:asciiTheme="minorHAnsi" w:hAnsiTheme="minorHAnsi" w:cs="Arial"/>
          <w:szCs w:val="22"/>
        </w:rPr>
        <w:t>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09551E4A" w14:textId="77777777" w:rsidR="0005490C" w:rsidRPr="008C6D35" w:rsidRDefault="0005490C" w:rsidP="006B034E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Theme="minorHAnsi" w:hAnsiTheme="minorHAnsi" w:cs="Arial"/>
          <w:szCs w:val="22"/>
        </w:rPr>
      </w:pPr>
      <w:r w:rsidRPr="008C6D35">
        <w:rPr>
          <w:rFonts w:asciiTheme="minorHAnsi" w:hAnsiTheme="minorHAnsi" w:cs="Arial"/>
          <w:szCs w:val="22"/>
        </w:rPr>
        <w:t>nie jesteśmy:</w:t>
      </w:r>
    </w:p>
    <w:p w14:paraId="2177AF16" w14:textId="77777777" w:rsidR="0005490C" w:rsidRPr="008C6D35" w:rsidRDefault="0005490C" w:rsidP="006B034E">
      <w:pPr>
        <w:pStyle w:val="Akapitzlist"/>
        <w:widowControl w:val="0"/>
        <w:numPr>
          <w:ilvl w:val="0"/>
          <w:numId w:val="18"/>
        </w:numPr>
        <w:suppressAutoHyphens/>
        <w:spacing w:before="120" w:after="120"/>
        <w:ind w:left="1418"/>
        <w:contextualSpacing w:val="0"/>
        <w:jc w:val="both"/>
        <w:rPr>
          <w:rFonts w:ascii="Verdana" w:hAnsi="Verdana" w:cs="Arial"/>
          <w:sz w:val="20"/>
        </w:rPr>
      </w:pPr>
      <w:r w:rsidRPr="008C6D35">
        <w:rPr>
          <w:rFonts w:ascii="Verdana" w:hAnsi="Verdana" w:cs="Arial"/>
          <w:sz w:val="20"/>
        </w:rPr>
        <w:t>obywatelem rosyjskim lub osobą fizyczną lub prawną, podmiotem lub organem z siedzibą w Rosji;</w:t>
      </w:r>
    </w:p>
    <w:p w14:paraId="0784AD4C" w14:textId="78C6D37C" w:rsidR="0005490C" w:rsidRPr="008C6D35" w:rsidRDefault="0005490C" w:rsidP="006B034E">
      <w:pPr>
        <w:pStyle w:val="Akapitzlist"/>
        <w:widowControl w:val="0"/>
        <w:numPr>
          <w:ilvl w:val="0"/>
          <w:numId w:val="18"/>
        </w:numPr>
        <w:suppressAutoHyphens/>
        <w:spacing w:before="120" w:after="120"/>
        <w:ind w:left="1418"/>
        <w:contextualSpacing w:val="0"/>
        <w:jc w:val="both"/>
        <w:rPr>
          <w:rFonts w:ascii="Verdana" w:hAnsi="Verdana" w:cs="Arial"/>
          <w:sz w:val="20"/>
        </w:rPr>
      </w:pPr>
      <w:r w:rsidRPr="008C6D35">
        <w:rPr>
          <w:rFonts w:ascii="Verdana" w:hAnsi="Verdana" w:cs="Arial"/>
          <w:sz w:val="20"/>
        </w:rPr>
        <w:t>osobą prawną, podmiotem lub organem, do których prawa własności bezpoś</w:t>
      </w:r>
      <w:r w:rsidR="003F2586">
        <w:rPr>
          <w:rFonts w:ascii="Verdana" w:hAnsi="Verdana" w:cs="Arial"/>
          <w:sz w:val="20"/>
        </w:rPr>
        <w:t>rednio lub pośrednio w ponad 50</w:t>
      </w:r>
      <w:r w:rsidRPr="008C6D35">
        <w:rPr>
          <w:rFonts w:ascii="Verdana" w:hAnsi="Verdana" w:cs="Arial"/>
          <w:sz w:val="20"/>
        </w:rPr>
        <w:t>% należą do podmiotu, o którym mowa w pkt 1 powyżej; lub</w:t>
      </w:r>
    </w:p>
    <w:p w14:paraId="07F8E8F8" w14:textId="77777777" w:rsidR="0005490C" w:rsidRPr="008C6D35" w:rsidRDefault="0005490C" w:rsidP="006B034E">
      <w:pPr>
        <w:pStyle w:val="Akapitzlist"/>
        <w:widowControl w:val="0"/>
        <w:numPr>
          <w:ilvl w:val="0"/>
          <w:numId w:val="18"/>
        </w:numPr>
        <w:suppressAutoHyphens/>
        <w:spacing w:before="120" w:after="120"/>
        <w:ind w:left="1418"/>
        <w:contextualSpacing w:val="0"/>
        <w:jc w:val="both"/>
        <w:rPr>
          <w:rFonts w:ascii="Verdana" w:hAnsi="Verdana" w:cs="Arial"/>
          <w:sz w:val="20"/>
        </w:rPr>
      </w:pPr>
      <w:r w:rsidRPr="008C6D35">
        <w:rPr>
          <w:rFonts w:ascii="Verdana" w:hAnsi="Verdana" w:cs="Arial"/>
          <w:sz w:val="20"/>
        </w:rPr>
        <w:t>osobą fizyczną lub prawną, podmiotem lub organem działającym w imieniu lub pod kierunkiem podmiotu, o którym mowa w pkt 1 lub pkt 2 powyżej,</w:t>
      </w:r>
    </w:p>
    <w:p w14:paraId="77E82163" w14:textId="079CF942" w:rsidR="0005490C" w:rsidRPr="00F939DF" w:rsidRDefault="0005490C" w:rsidP="006B034E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8C6D35">
        <w:rPr>
          <w:rFonts w:ascii="Verdana" w:hAnsi="Verdana" w:cs="Arial"/>
          <w:sz w:val="20"/>
        </w:rPr>
        <w:t>oraz oświadczamy, że nie ubiegamy się o udzielenie zamówienia z udziałem podwykonawców, dostawców lub podmiotów, na zdolności których będziemy polegać przy realizacji zamówieni</w:t>
      </w:r>
      <w:r w:rsidR="003F2586">
        <w:rPr>
          <w:rFonts w:ascii="Verdana" w:hAnsi="Verdana" w:cs="Arial"/>
          <w:sz w:val="20"/>
        </w:rPr>
        <w:t>a, na których przypada ponad 10</w:t>
      </w:r>
      <w:r w:rsidRPr="008C6D35">
        <w:rPr>
          <w:rFonts w:ascii="Verdana" w:hAnsi="Verdana" w:cs="Arial"/>
          <w:sz w:val="20"/>
        </w:rPr>
        <w:t xml:space="preserve">% wartości zamówienia, będących równocześnie obywatelami, osobami, podmiotami lub organami wymienionymi w </w:t>
      </w:r>
      <w:proofErr w:type="spellStart"/>
      <w:r w:rsidRPr="008C6D35">
        <w:rPr>
          <w:rFonts w:ascii="Verdana" w:hAnsi="Verdana" w:cs="Arial"/>
          <w:sz w:val="20"/>
        </w:rPr>
        <w:t>tiret</w:t>
      </w:r>
      <w:proofErr w:type="spellEnd"/>
      <w:r w:rsidRPr="008C6D35">
        <w:rPr>
          <w:rFonts w:ascii="Verdana" w:hAnsi="Verdana" w:cs="Arial"/>
          <w:sz w:val="20"/>
        </w:rPr>
        <w:t xml:space="preserve"> 1-3 powyżej.</w:t>
      </w:r>
    </w:p>
    <w:p w14:paraId="114DC531" w14:textId="7FE61C07" w:rsidR="00F939DF" w:rsidRPr="00F939DF" w:rsidRDefault="00F939DF" w:rsidP="006B034E">
      <w:pPr>
        <w:pStyle w:val="Akapitzlist"/>
        <w:spacing w:before="120" w:after="120"/>
        <w:ind w:left="1069"/>
        <w:contextualSpacing w:val="0"/>
        <w:jc w:val="both"/>
        <w:rPr>
          <w:rFonts w:asciiTheme="minorHAnsi" w:hAnsiTheme="minorHAnsi" w:cs="Arial"/>
          <w:szCs w:val="22"/>
        </w:rPr>
      </w:pPr>
      <w:r w:rsidRPr="00F939DF">
        <w:rPr>
          <w:rFonts w:asciiTheme="minorHAnsi" w:hAnsiTheme="minorHAnsi" w:cs="Arial"/>
          <w:szCs w:val="22"/>
        </w:rPr>
        <w:t>Ponadto zobowiązujemy się na żądanie Zamawiającego, na każdym etapie postępowania, złożyć dodatkowe dokumenty potwierdzające brak podstaw do wykluczenia Wykonawcy na podstawie ww. przepisów</w:t>
      </w:r>
    </w:p>
    <w:p w14:paraId="41C95E0B" w14:textId="77777777" w:rsidR="00E90CE6" w:rsidRDefault="00E90CE6" w:rsidP="006B034E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 w:cs="Arial"/>
          <w:szCs w:val="22"/>
        </w:rPr>
      </w:pPr>
    </w:p>
    <w:p w14:paraId="7342CB79" w14:textId="48179DF2" w:rsidR="006E5612" w:rsidRDefault="006E5612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184CB9">
        <w:rPr>
          <w:rFonts w:asciiTheme="minorHAnsi" w:hAnsiTheme="minorHAnsi" w:cs="Arial"/>
          <w:szCs w:val="22"/>
        </w:rPr>
        <w:t xml:space="preserve">Oferujemy, zgodnie z wymaganiami określonymi w SWZ, wykonanie przedmiotu zamówienia tj.: </w:t>
      </w:r>
      <w:r w:rsidRPr="00184CB9">
        <w:rPr>
          <w:rFonts w:asciiTheme="minorHAnsi" w:hAnsiTheme="minorHAnsi" w:cs="Arial"/>
          <w:b/>
          <w:szCs w:val="22"/>
        </w:rPr>
        <w:t>„</w:t>
      </w:r>
      <w:r w:rsidR="003F2586" w:rsidRPr="00023786">
        <w:rPr>
          <w:rFonts w:asciiTheme="minorHAnsi" w:hAnsiTheme="minorHAnsi" w:cs="Arial"/>
          <w:b/>
          <w:szCs w:val="22"/>
        </w:rPr>
        <w:t xml:space="preserve">Dostawa </w:t>
      </w:r>
      <w:r w:rsidR="003F2586">
        <w:rPr>
          <w:rFonts w:asciiTheme="minorHAnsi" w:hAnsiTheme="minorHAnsi" w:cs="Arial"/>
          <w:b/>
          <w:szCs w:val="22"/>
        </w:rPr>
        <w:t>olei i smarów na potrzeby sprzętu ciężkiego na IV kwartał 2024</w:t>
      </w:r>
      <w:r w:rsidR="00F21A9C">
        <w:rPr>
          <w:rFonts w:asciiTheme="minorHAnsi" w:hAnsiTheme="minorHAnsi" w:cs="Arial"/>
          <w:b/>
          <w:szCs w:val="22"/>
        </w:rPr>
        <w:t>”</w:t>
      </w:r>
      <w:r w:rsidR="00B9315B">
        <w:rPr>
          <w:rFonts w:asciiTheme="minorHAnsi" w:hAnsiTheme="minorHAnsi" w:cs="Arial"/>
          <w:b/>
          <w:szCs w:val="22"/>
        </w:rPr>
        <w:t>,</w:t>
      </w:r>
      <w:r w:rsidRPr="00184CB9">
        <w:rPr>
          <w:rFonts w:asciiTheme="minorHAnsi" w:hAnsiTheme="minorHAnsi" w:cs="Arial"/>
          <w:b/>
          <w:szCs w:val="22"/>
        </w:rPr>
        <w:t xml:space="preserve"> </w:t>
      </w:r>
      <w:r w:rsidR="003F2586">
        <w:rPr>
          <w:rFonts w:asciiTheme="minorHAnsi" w:hAnsiTheme="minorHAnsi" w:cs="Arial"/>
          <w:szCs w:val="22"/>
        </w:rPr>
        <w:t>n</w:t>
      </w:r>
      <w:r w:rsidRPr="00184CB9">
        <w:rPr>
          <w:rFonts w:asciiTheme="minorHAnsi" w:hAnsiTheme="minorHAnsi" w:cs="Arial"/>
          <w:szCs w:val="22"/>
        </w:rPr>
        <w:t xml:space="preserve">r </w:t>
      </w:r>
      <w:r w:rsidRPr="00B16D3C">
        <w:rPr>
          <w:rFonts w:asciiTheme="minorHAnsi" w:hAnsiTheme="minorHAnsi" w:cs="Arial"/>
          <w:szCs w:val="22"/>
        </w:rPr>
        <w:t>postępowania</w:t>
      </w:r>
      <w:r w:rsidRPr="00B16D3C">
        <w:rPr>
          <w:rFonts w:asciiTheme="minorHAnsi" w:hAnsiTheme="minorHAnsi" w:cs="Arial"/>
          <w:b/>
          <w:szCs w:val="22"/>
        </w:rPr>
        <w:t xml:space="preserve"> </w:t>
      </w:r>
      <w:r w:rsidR="00B16D3C" w:rsidRPr="00B16D3C">
        <w:rPr>
          <w:rFonts w:ascii="Arial" w:hAnsi="Arial" w:cs="Arial"/>
          <w:sz w:val="20"/>
        </w:rPr>
        <w:t>PGE Ekoserwis</w:t>
      </w:r>
      <w:r w:rsidR="003F2586">
        <w:rPr>
          <w:rFonts w:ascii="Arial" w:hAnsi="Arial" w:cs="Arial"/>
          <w:sz w:val="20"/>
        </w:rPr>
        <w:t>:</w:t>
      </w:r>
      <w:r w:rsidR="00F21A9C">
        <w:rPr>
          <w:rFonts w:ascii="Arial" w:hAnsi="Arial" w:cs="Arial"/>
          <w:sz w:val="20"/>
        </w:rPr>
        <w:t xml:space="preserve"> </w:t>
      </w:r>
      <w:r w:rsidR="003F2586">
        <w:rPr>
          <w:rFonts w:ascii="Arial" w:hAnsi="Arial" w:cs="Arial"/>
          <w:sz w:val="20"/>
        </w:rPr>
        <w:t>POST/EKO/EKO/FZ/00104/2024</w:t>
      </w:r>
      <w:r w:rsidRPr="00B16D3C">
        <w:rPr>
          <w:rFonts w:asciiTheme="minorHAnsi" w:hAnsiTheme="minorHAnsi" w:cs="Arial"/>
          <w:szCs w:val="22"/>
        </w:rPr>
        <w:t>,</w:t>
      </w:r>
      <w:r w:rsidRPr="00B16D3C">
        <w:rPr>
          <w:rFonts w:asciiTheme="minorHAnsi" w:hAnsiTheme="minorHAnsi" w:cs="Arial"/>
          <w:b/>
          <w:szCs w:val="22"/>
        </w:rPr>
        <w:t xml:space="preserve"> </w:t>
      </w:r>
      <w:r w:rsidRPr="00184CB9">
        <w:rPr>
          <w:rFonts w:asciiTheme="minorHAnsi" w:hAnsiTheme="minorHAnsi" w:cs="Arial"/>
          <w:szCs w:val="22"/>
        </w:rPr>
        <w:t>za:</w:t>
      </w:r>
    </w:p>
    <w:p w14:paraId="4D1325DA" w14:textId="77777777" w:rsidR="008E2D93" w:rsidRDefault="008E2D93" w:rsidP="008E2D93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 w:cs="Arial"/>
          <w:szCs w:val="22"/>
        </w:rPr>
      </w:pPr>
    </w:p>
    <w:p w14:paraId="134F1D35" w14:textId="799F346B" w:rsidR="003F2586" w:rsidRPr="008E2D93" w:rsidRDefault="003F2586" w:rsidP="006B034E">
      <w:pPr>
        <w:spacing w:before="120" w:after="120"/>
        <w:ind w:left="1701" w:hanging="1417"/>
        <w:jc w:val="both"/>
        <w:rPr>
          <w:rFonts w:asciiTheme="minorHAnsi" w:hAnsiTheme="minorHAnsi" w:cs="Arial"/>
          <w:b/>
          <w:sz w:val="22"/>
          <w:szCs w:val="22"/>
        </w:rPr>
      </w:pPr>
      <w:r w:rsidRPr="008E2D93">
        <w:rPr>
          <w:rFonts w:asciiTheme="minorHAnsi" w:hAnsiTheme="minorHAnsi" w:cs="Arial"/>
          <w:b/>
          <w:sz w:val="22"/>
          <w:szCs w:val="22"/>
          <w:u w:val="single"/>
        </w:rPr>
        <w:t>Częś</w:t>
      </w:r>
      <w:r w:rsidR="008E2D93" w:rsidRPr="008E2D93">
        <w:rPr>
          <w:rFonts w:asciiTheme="minorHAnsi" w:hAnsiTheme="minorHAnsi" w:cs="Arial"/>
          <w:b/>
          <w:sz w:val="22"/>
          <w:szCs w:val="22"/>
          <w:u w:val="single"/>
        </w:rPr>
        <w:t>ć</w:t>
      </w:r>
      <w:r w:rsidRPr="008E2D93">
        <w:rPr>
          <w:rFonts w:asciiTheme="minorHAnsi" w:hAnsiTheme="minorHAnsi" w:cs="Arial"/>
          <w:b/>
          <w:sz w:val="22"/>
          <w:szCs w:val="22"/>
          <w:u w:val="single"/>
        </w:rPr>
        <w:t xml:space="preserve"> 1</w:t>
      </w:r>
      <w:r w:rsidRPr="008E2D93">
        <w:rPr>
          <w:rFonts w:asciiTheme="minorHAnsi" w:hAnsiTheme="minorHAnsi" w:cs="Arial"/>
          <w:sz w:val="22"/>
          <w:szCs w:val="22"/>
          <w:u w:val="single"/>
        </w:rPr>
        <w:t xml:space="preserve"> - „</w:t>
      </w:r>
      <w:r w:rsidRPr="008E2D93">
        <w:rPr>
          <w:rFonts w:asciiTheme="minorHAnsi" w:hAnsiTheme="minorHAnsi" w:cs="Arial"/>
          <w:b/>
          <w:sz w:val="22"/>
          <w:szCs w:val="22"/>
          <w:u w:val="single"/>
        </w:rPr>
        <w:t xml:space="preserve">Dostawa olei i smarów na potrzeby sprzętu ciężkiego </w:t>
      </w:r>
      <w:r w:rsidRPr="008E2D93">
        <w:rPr>
          <w:rFonts w:asciiTheme="minorHAnsi" w:hAnsiTheme="minorHAnsi" w:cs="Arial"/>
          <w:b/>
          <w:sz w:val="22"/>
          <w:u w:val="single"/>
        </w:rPr>
        <w:t xml:space="preserve">dla NIS - </w:t>
      </w:r>
      <w:r w:rsidR="008E2D93" w:rsidRPr="008E2D93">
        <w:rPr>
          <w:rFonts w:asciiTheme="minorHAnsi" w:hAnsiTheme="minorHAnsi" w:cs="Arial"/>
          <w:b/>
          <w:sz w:val="22"/>
          <w:u w:val="single"/>
        </w:rPr>
        <w:t>Zachód</w:t>
      </w:r>
      <w:r w:rsidRPr="008E2D93">
        <w:rPr>
          <w:rFonts w:asciiTheme="minorHAnsi" w:hAnsiTheme="minorHAnsi" w:cs="Arial"/>
          <w:b/>
          <w:sz w:val="22"/>
          <w:u w:val="single"/>
        </w:rPr>
        <w:t xml:space="preserve"> </w:t>
      </w:r>
      <w:r w:rsidRPr="008E2D93">
        <w:rPr>
          <w:rFonts w:asciiTheme="minorHAnsi" w:hAnsiTheme="minorHAnsi" w:cs="Arial"/>
          <w:b/>
          <w:sz w:val="22"/>
          <w:szCs w:val="22"/>
          <w:u w:val="single"/>
        </w:rPr>
        <w:t>na I</w:t>
      </w:r>
      <w:r w:rsidR="006B034E" w:rsidRPr="008E2D93">
        <w:rPr>
          <w:rFonts w:asciiTheme="minorHAnsi" w:hAnsiTheme="minorHAnsi" w:cs="Arial"/>
          <w:b/>
          <w:sz w:val="22"/>
          <w:szCs w:val="22"/>
          <w:u w:val="single"/>
        </w:rPr>
        <w:t>V</w:t>
      </w:r>
      <w:r w:rsidRPr="008E2D93">
        <w:rPr>
          <w:rFonts w:asciiTheme="minorHAnsi" w:hAnsiTheme="minorHAnsi" w:cs="Arial"/>
          <w:b/>
          <w:sz w:val="22"/>
          <w:szCs w:val="22"/>
          <w:u w:val="single"/>
        </w:rPr>
        <w:t xml:space="preserve"> kwartał 2024</w:t>
      </w:r>
      <w:r w:rsidR="006B034E" w:rsidRPr="008E2D93">
        <w:rPr>
          <w:rFonts w:asciiTheme="minorHAnsi" w:hAnsiTheme="minorHAnsi" w:cs="Arial"/>
          <w:b/>
          <w:sz w:val="22"/>
          <w:szCs w:val="22"/>
          <w:u w:val="single"/>
        </w:rPr>
        <w:t>.</w:t>
      </w:r>
      <w:r w:rsidRPr="008E2D93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1559"/>
        <w:gridCol w:w="1276"/>
        <w:gridCol w:w="1134"/>
      </w:tblGrid>
      <w:tr w:rsidR="003F2586" w:rsidRPr="008E2D93" w14:paraId="1CFF2456" w14:textId="77777777" w:rsidTr="00F523FF">
        <w:trPr>
          <w:trHeight w:hRule="exact"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0475B" w14:textId="77777777" w:rsidR="003F2586" w:rsidRPr="008E2D93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8E2D93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E4460" w14:textId="77777777" w:rsidR="003F2586" w:rsidRPr="008E2D93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8E2D93">
              <w:rPr>
                <w:rFonts w:asciiTheme="minorHAnsi" w:hAnsiTheme="minorHAnsi" w:cstheme="minorHAnsi"/>
                <w:sz w:val="16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D71FA4E" w14:textId="77777777" w:rsidR="003F2586" w:rsidRPr="008E2D93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8E2D93">
              <w:rPr>
                <w:rFonts w:asciiTheme="minorHAnsi" w:hAnsiTheme="minorHAnsi" w:cstheme="minorHAnsi"/>
                <w:sz w:val="16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9C5D9A" w14:textId="77777777" w:rsidR="003F2586" w:rsidRPr="008E2D93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8E2D93">
              <w:rPr>
                <w:rFonts w:asciiTheme="minorHAnsi" w:hAnsiTheme="minorHAnsi" w:cstheme="minorHAnsi"/>
                <w:sz w:val="16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1BF9991" w14:textId="77777777" w:rsidR="003F2586" w:rsidRPr="008E2D93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8E2D93">
              <w:rPr>
                <w:rFonts w:asciiTheme="minorHAnsi" w:hAnsiTheme="minorHAnsi" w:cstheme="minorHAnsi"/>
                <w:sz w:val="16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7E730120" w14:textId="77777777" w:rsidR="003F2586" w:rsidRPr="008E2D93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8E2D93">
              <w:rPr>
                <w:rFonts w:asciiTheme="minorHAnsi" w:hAnsiTheme="minorHAnsi" w:cstheme="minorHAnsi"/>
                <w:sz w:val="16"/>
                <w:szCs w:val="18"/>
              </w:rPr>
              <w:t>6</w:t>
            </w:r>
          </w:p>
        </w:tc>
      </w:tr>
      <w:tr w:rsidR="003F2586" w14:paraId="1CAAC3B5" w14:textId="77777777" w:rsidTr="00F523FF">
        <w:trPr>
          <w:trHeight w:hRule="exact"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1A687" w14:textId="77777777" w:rsidR="003F2586" w:rsidRPr="00B170C9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CFE2DC2" w14:textId="77777777" w:rsidR="003F2586" w:rsidRPr="00B170C9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Asortyment:</w:t>
            </w:r>
          </w:p>
        </w:tc>
        <w:tc>
          <w:tcPr>
            <w:tcW w:w="1559" w:type="dxa"/>
            <w:vAlign w:val="center"/>
          </w:tcPr>
          <w:p w14:paraId="7E2E4577" w14:textId="7A20A52F" w:rsidR="003F2586" w:rsidRPr="00B170C9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Planowane</w:t>
            </w:r>
            <w:r w:rsidR="008E2D93">
              <w:rPr>
                <w:rFonts w:asciiTheme="minorHAnsi" w:hAnsiTheme="minorHAnsi" w:cstheme="minorHAnsi"/>
                <w:b/>
                <w:sz w:val="18"/>
                <w:szCs w:val="18"/>
              </w:rPr>
              <w:t>, łączne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DB1C01">
              <w:rPr>
                <w:rFonts w:asciiTheme="minorHAnsi" w:hAnsiTheme="minorHAnsi" w:cstheme="minorHAnsi"/>
                <w:b/>
                <w:sz w:val="18"/>
                <w:szCs w:val="18"/>
              </w:rPr>
              <w:t>ilości do z</w:t>
            </w: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akupu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2BDCD7" w14:textId="77777777" w:rsidR="003F2586" w:rsidRPr="00B170C9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Ofertowe stawki jednostkowe netto</w:t>
            </w:r>
          </w:p>
        </w:tc>
        <w:tc>
          <w:tcPr>
            <w:tcW w:w="1276" w:type="dxa"/>
            <w:vAlign w:val="center"/>
          </w:tcPr>
          <w:p w14:paraId="3DC412A0" w14:textId="77777777" w:rsidR="003F2586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Iloczyny kolumny 3 i 4</w:t>
            </w:r>
          </w:p>
        </w:tc>
        <w:tc>
          <w:tcPr>
            <w:tcW w:w="1134" w:type="dxa"/>
            <w:vAlign w:val="center"/>
          </w:tcPr>
          <w:p w14:paraId="260B5AE5" w14:textId="77777777" w:rsidR="003F2586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Uwagi</w:t>
            </w:r>
            <w:r w:rsidRPr="000875E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8E2D93" w:rsidRPr="0004138D" w14:paraId="2615D734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B94A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11C" w14:textId="56AAF019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Megilo</w:t>
            </w:r>
            <w:proofErr w:type="spellEnd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 xml:space="preserve"> odtłuszczacz uniwersalny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E839" w14:textId="318AF0E3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FA8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DEC7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3DC0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5D5D4313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A14F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22F1C" w14:textId="76C9DFB2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Olej silnikowy 15w40 CD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3618" w14:textId="3A481293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E002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636C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1700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5CA493A7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1534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15BE8" w14:textId="3997B018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Olej silnikowy 15w40 CJ4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C254" w14:textId="79FD70A2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CB7B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2C02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5286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6866416D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579F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331A" w14:textId="6402F730" w:rsidR="008E2D93" w:rsidRPr="00F523FF" w:rsidRDefault="008E2D93" w:rsidP="008E2D93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>Olej CD10 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12BC" w14:textId="0AD6F1E3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892B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C6B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1786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5FE74C9F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D2F5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1CB1C" w14:textId="623F8597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 xml:space="preserve">Płyn do chłodnic </w:t>
            </w:r>
            <w:proofErr w:type="spellStart"/>
            <w:r w:rsidRPr="00F523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Gliksol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BD4D" w14:textId="730A4ED4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FB6E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773D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358E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77F952B9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46E7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EF46" w14:textId="39F4DF54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WD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24B9" w14:textId="6D7F1226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B44F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1224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C7F2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44D15D40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76BCF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AD8D" w14:textId="02285B75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 xml:space="preserve">Zmywacz w spray </w:t>
            </w:r>
            <w:proofErr w:type="spellStart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Brake</w:t>
            </w:r>
            <w:proofErr w:type="spellEnd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Cleaner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F3C2" w14:textId="3EE834D0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24ED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94EE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3977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596F58C0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43FB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C4F5" w14:textId="614944FC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Smar miedziany w spray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BD7F" w14:textId="6D3EF6E3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B0D0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092F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2006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6D46F325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9E09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8268" w14:textId="52E85B34" w:rsidR="008E2D93" w:rsidRPr="00F523FF" w:rsidRDefault="008E2D93" w:rsidP="008E2D93">
            <w:pPr>
              <w:pStyle w:val="Style24"/>
              <w:spacing w:line="240" w:lineRule="auto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</w:rPr>
              <w:t>Sorbent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A008" w14:textId="23924ED0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1AFC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2BB6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A9D4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2132CB6E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AB712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0548" w14:textId="36FFBAB3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Masa uszczelniająca do silników Brener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D6989" w14:textId="3EE64E3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6019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62D1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CD8F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1E4A3F0F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04B1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7C9F3" w14:textId="0BAA3295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Klej do gwintów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4C56" w14:textId="245366DA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7002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E4BA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91E9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14DE0734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EAC2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7D2D1" w14:textId="1B633188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Płyn hamulcowy DOT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7A8F" w14:textId="2E9D8EFD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A998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30C4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B57B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37315EEF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70F5D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5227A" w14:textId="476FF91C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Płyn do spryskiwaczy zimowy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64EE" w14:textId="6D8358EC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EAA9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13F5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918A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76DAB5E0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701B9" w14:textId="777777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A1AAE" w14:textId="2DB484AF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Smar do łańcuchów w spray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6472" w14:textId="62F74DD8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3E16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8F35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CD74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3F0BC10A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F08B" w14:textId="56B8BF4C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E203" w14:textId="0152FB6E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Smar ŁT43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3495" w14:textId="447237E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E10A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1D38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A5FD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78A09673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E0D05" w14:textId="61882700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507B" w14:textId="678453DF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Olej hydrauliczny HM46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6C74" w14:textId="6CD769FD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7C07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E2E0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660B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4AAF3786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04FA" w14:textId="528DC324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A018" w14:textId="5A927298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 xml:space="preserve">Olej </w:t>
            </w:r>
            <w:proofErr w:type="spellStart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Equivis</w:t>
            </w:r>
            <w:proofErr w:type="spellEnd"/>
            <w:r w:rsidRPr="00F523FF">
              <w:rPr>
                <w:rFonts w:asciiTheme="minorHAnsi" w:hAnsiTheme="minorHAnsi" w:cstheme="minorHAnsi"/>
                <w:sz w:val="20"/>
                <w:szCs w:val="20"/>
              </w:rPr>
              <w:t xml:space="preserve"> ZS46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982E" w14:textId="1F09FD48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E012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F7B1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2361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11BDA4B5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044C" w14:textId="0BC49DE4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1D604" w14:textId="3F431BB1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Olej przekładniowy 80w90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1B56" w14:textId="5D467C0F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A1D0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6DDF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DE87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23E9C442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584F" w14:textId="54E5F27D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8DB6" w14:textId="0C8A336A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Benzyna ekstrakcyjna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761A" w14:textId="74124189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AE5E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2DB5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3F44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034F56F3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8376" w14:textId="05662A69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7FA2B" w14:textId="2CE32261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Olej silnikowy 10w40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1537" w14:textId="7B6908CC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D7C5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4C8D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889B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6E4F2E96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AD0CE" w14:textId="523EFAF3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93078" w14:textId="20AAB7E9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Olej silnikowy 10w30 RIMULA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704B" w14:textId="078366D6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BB19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7D5B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ECA4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77DEE6A5" w14:textId="77777777" w:rsidTr="00F523F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9FCE" w14:textId="40083C77" w:rsidR="008E2D93" w:rsidRPr="00C86CD6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68DE" w14:textId="505E22DC" w:rsidR="008E2D93" w:rsidRPr="00F523FF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  <w:szCs w:val="20"/>
              </w:rPr>
              <w:t>Olej do klimatyzacji PAG100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EDFC" w14:textId="570CC26F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8E27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2B15" w14:textId="77777777" w:rsidR="008E2D93" w:rsidRPr="0004138D" w:rsidRDefault="008E2D93" w:rsidP="008E2D93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B851" w14:textId="77777777" w:rsidR="008E2D93" w:rsidRPr="0004138D" w:rsidRDefault="008E2D93" w:rsidP="008E2D93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3F2586" w:rsidRPr="0004138D" w14:paraId="634681DC" w14:textId="77777777" w:rsidTr="00F523FF">
        <w:trPr>
          <w:trHeight w:hRule="exact"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9786F" w14:textId="1FD3BFDB" w:rsidR="003F2586" w:rsidRPr="00C86CD6" w:rsidRDefault="00D72313" w:rsidP="00D7231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E0ACC" w14:textId="77777777" w:rsidR="003F2586" w:rsidRDefault="003F2586" w:rsidP="006B034E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75EE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  <w:p w14:paraId="28E11119" w14:textId="01A3A267" w:rsidR="003F2586" w:rsidRPr="0004138D" w:rsidRDefault="003F2586" w:rsidP="00D72313">
            <w:pPr>
              <w:spacing w:before="120" w:after="120"/>
              <w:jc w:val="right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Tę kwotę proszę </w:t>
            </w:r>
            <w:r w:rsidR="00D72313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też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wpisać w odpowiedniej rubryce </w:t>
            </w:r>
            <w:r w:rsidR="00D72313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formularza elektronicznego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>Systemu Zakupowego GK PGE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AF84" w14:textId="77777777" w:rsidR="003F2586" w:rsidRPr="0004138D" w:rsidRDefault="003F2586" w:rsidP="006B034E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AF4713" w14:textId="77777777" w:rsidR="003F2586" w:rsidRPr="0004138D" w:rsidRDefault="003F2586" w:rsidP="006B034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14:paraId="22F0CC96" w14:textId="77777777" w:rsidR="003F2586" w:rsidRPr="00C506BC" w:rsidRDefault="003F2586" w:rsidP="00F523FF">
      <w:pPr>
        <w:pStyle w:val="Akapitzlist"/>
        <w:spacing w:before="120" w:after="120"/>
        <w:ind w:left="142"/>
        <w:contextualSpacing w:val="0"/>
        <w:jc w:val="both"/>
        <w:rPr>
          <w:rFonts w:asciiTheme="minorHAnsi" w:hAnsiTheme="minorHAnsi" w:cstheme="minorHAnsi"/>
          <w:szCs w:val="22"/>
        </w:rPr>
      </w:pPr>
      <w:r w:rsidRPr="00C506BC">
        <w:rPr>
          <w:rFonts w:asciiTheme="minorHAnsi" w:hAnsiTheme="minorHAnsi" w:cstheme="minorHAnsi"/>
          <w:color w:val="FF0000"/>
          <w:szCs w:val="22"/>
        </w:rPr>
        <w:t>*</w:t>
      </w:r>
      <w:r>
        <w:rPr>
          <w:rFonts w:asciiTheme="minorHAnsi" w:hAnsiTheme="minorHAnsi" w:cstheme="minorHAnsi"/>
          <w:color w:val="FF0000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- w</w:t>
      </w:r>
      <w:r w:rsidRPr="00C506BC">
        <w:rPr>
          <w:rFonts w:asciiTheme="minorHAnsi" w:hAnsiTheme="minorHAnsi" w:cstheme="minorHAnsi"/>
          <w:szCs w:val="22"/>
        </w:rPr>
        <w:t xml:space="preserve"> kolu</w:t>
      </w:r>
      <w:r>
        <w:rPr>
          <w:rFonts w:asciiTheme="minorHAnsi" w:hAnsiTheme="minorHAnsi" w:cstheme="minorHAnsi"/>
          <w:szCs w:val="22"/>
        </w:rPr>
        <w:t>mnie 6</w:t>
      </w:r>
      <w:r w:rsidRPr="00C506BC">
        <w:rPr>
          <w:rFonts w:asciiTheme="minorHAnsi" w:hAnsiTheme="minorHAnsi" w:cstheme="minorHAnsi"/>
          <w:szCs w:val="22"/>
        </w:rPr>
        <w:t xml:space="preserve"> należy wpisać artykuły równoważne które </w:t>
      </w:r>
      <w:r>
        <w:rPr>
          <w:rFonts w:asciiTheme="minorHAnsi" w:hAnsiTheme="minorHAnsi" w:cstheme="minorHAnsi"/>
          <w:szCs w:val="22"/>
        </w:rPr>
        <w:t xml:space="preserve">wcześniej </w:t>
      </w:r>
      <w:r w:rsidRPr="00C506BC">
        <w:rPr>
          <w:rFonts w:asciiTheme="minorHAnsi" w:hAnsiTheme="minorHAnsi" w:cstheme="minorHAnsi"/>
          <w:szCs w:val="22"/>
        </w:rPr>
        <w:t xml:space="preserve">uzyskały akceptację techniczną Zamawiającego. Brak wpisu w tej kolumnie oznacza, </w:t>
      </w:r>
      <w:r>
        <w:rPr>
          <w:rFonts w:asciiTheme="minorHAnsi" w:hAnsiTheme="minorHAnsi" w:cstheme="minorHAnsi"/>
          <w:szCs w:val="22"/>
        </w:rPr>
        <w:t>że Dostawca oferuje „Materiały obecnie użytkowane przez Zamawiającego</w:t>
      </w:r>
      <w:r w:rsidRPr="00C506BC">
        <w:rPr>
          <w:rFonts w:asciiTheme="minorHAnsi" w:hAnsiTheme="minorHAnsi" w:cstheme="minorHAnsi"/>
          <w:szCs w:val="22"/>
        </w:rPr>
        <w:t>”.</w:t>
      </w:r>
    </w:p>
    <w:p w14:paraId="0AE54D0B" w14:textId="538B0F21" w:rsidR="003F2586" w:rsidRDefault="003F2586" w:rsidP="00F523FF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302C78">
        <w:rPr>
          <w:rFonts w:asciiTheme="minorHAnsi" w:hAnsiTheme="minorHAnsi" w:cs="Arial"/>
          <w:szCs w:val="22"/>
        </w:rPr>
        <w:t xml:space="preserve">Stawka podatku VAT: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302C78">
        <w:rPr>
          <w:rFonts w:asciiTheme="minorHAnsi" w:hAnsiTheme="minorHAnsi" w:cs="Arial"/>
          <w:szCs w:val="22"/>
        </w:rPr>
        <w:t>%</w:t>
      </w:r>
    </w:p>
    <w:p w14:paraId="5FF4A90F" w14:textId="306C76F2" w:rsidR="000A0D83" w:rsidRPr="006B034E" w:rsidRDefault="006B034E" w:rsidP="00F523FF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6B034E">
        <w:rPr>
          <w:rFonts w:asciiTheme="minorHAnsi" w:hAnsiTheme="minorHAnsi" w:cs="Arial"/>
          <w:bCs/>
          <w:szCs w:val="22"/>
        </w:rPr>
        <w:t>T</w:t>
      </w:r>
      <w:r w:rsidR="000A0D83" w:rsidRPr="006B034E">
        <w:rPr>
          <w:rFonts w:asciiTheme="minorHAnsi" w:hAnsiTheme="minorHAnsi" w:cs="Arial"/>
          <w:szCs w:val="22"/>
        </w:rPr>
        <w:t>ermin płatności</w:t>
      </w:r>
      <w:r>
        <w:rPr>
          <w:rFonts w:asciiTheme="minorHAnsi" w:hAnsiTheme="minorHAnsi" w:cs="Arial"/>
          <w:szCs w:val="22"/>
        </w:rPr>
        <w:t>:</w:t>
      </w:r>
      <w:r w:rsidR="000A0D83" w:rsidRPr="006B034E">
        <w:rPr>
          <w:rFonts w:asciiTheme="minorHAnsi" w:hAnsiTheme="minorHAnsi" w:cs="Arial"/>
          <w:szCs w:val="22"/>
        </w:rPr>
        <w:t xml:space="preserve"> </w:t>
      </w:r>
      <w:r w:rsidRPr="006B034E">
        <w:rPr>
          <w:rFonts w:asciiTheme="minorHAnsi" w:hAnsiTheme="minorHAnsi" w:cs="Arial"/>
          <w:szCs w:val="22"/>
        </w:rPr>
        <w:t xml:space="preserve">przelew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="000A0D83" w:rsidRPr="006B034E">
        <w:rPr>
          <w:rFonts w:asciiTheme="minorHAnsi" w:hAnsiTheme="minorHAnsi" w:cs="Arial"/>
          <w:szCs w:val="22"/>
        </w:rPr>
        <w:t xml:space="preserve"> dni </w:t>
      </w:r>
      <w:r w:rsidRPr="006B034E">
        <w:rPr>
          <w:rFonts w:asciiTheme="minorHAnsi" w:hAnsiTheme="minorHAnsi" w:cs="Arial"/>
          <w:szCs w:val="22"/>
        </w:rPr>
        <w:t xml:space="preserve">od dnia dostarczenia faktury do Zamawiającego </w:t>
      </w:r>
      <w:r w:rsidR="000A0D83" w:rsidRPr="006B034E">
        <w:rPr>
          <w:rFonts w:asciiTheme="minorHAnsi" w:hAnsiTheme="minorHAnsi" w:cs="Arial"/>
          <w:szCs w:val="22"/>
        </w:rPr>
        <w:t>(30 dni)</w:t>
      </w:r>
      <w:r w:rsidRPr="006B034E">
        <w:rPr>
          <w:rFonts w:asciiTheme="minorHAnsi" w:hAnsiTheme="minorHAnsi" w:cs="Arial"/>
          <w:szCs w:val="22"/>
        </w:rPr>
        <w:t>.</w:t>
      </w:r>
    </w:p>
    <w:p w14:paraId="6B98FD79" w14:textId="1B539B52" w:rsidR="006B034E" w:rsidRPr="00D72313" w:rsidRDefault="006B034E" w:rsidP="00F523FF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5565B1">
        <w:rPr>
          <w:rFonts w:asciiTheme="minorHAnsi" w:hAnsiTheme="minorHAnsi" w:cs="Arial"/>
          <w:bCs/>
          <w:szCs w:val="22"/>
        </w:rPr>
        <w:t xml:space="preserve">Oświadczamy, iż akceptujemy termin realizacji Zamówienia </w:t>
      </w:r>
      <w:r>
        <w:rPr>
          <w:rFonts w:asciiTheme="minorHAnsi" w:hAnsiTheme="minorHAnsi" w:cs="Arial"/>
          <w:bCs/>
          <w:szCs w:val="22"/>
        </w:rPr>
        <w:t>dla Części</w:t>
      </w:r>
      <w:r w:rsidR="00F523FF">
        <w:rPr>
          <w:rFonts w:asciiTheme="minorHAnsi" w:hAnsiTheme="minorHAnsi" w:cs="Arial"/>
          <w:bCs/>
          <w:szCs w:val="22"/>
        </w:rPr>
        <w:t xml:space="preserve"> 1</w:t>
      </w:r>
      <w:r>
        <w:rPr>
          <w:rFonts w:asciiTheme="minorHAnsi" w:hAnsiTheme="minorHAnsi" w:cs="Arial"/>
          <w:bCs/>
          <w:szCs w:val="22"/>
        </w:rPr>
        <w:t xml:space="preserve"> </w:t>
      </w:r>
      <w:r w:rsidRPr="005565B1">
        <w:rPr>
          <w:rFonts w:asciiTheme="minorHAnsi" w:hAnsiTheme="minorHAnsi" w:cs="Arial"/>
          <w:bCs/>
          <w:szCs w:val="22"/>
        </w:rPr>
        <w:t>wskazany w SWZ.</w:t>
      </w:r>
    </w:p>
    <w:p w14:paraId="6625C6F7" w14:textId="58A998EA" w:rsidR="00D72313" w:rsidRPr="006B034E" w:rsidRDefault="00D72313" w:rsidP="00F523FF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Cs/>
          <w:szCs w:val="22"/>
        </w:rPr>
        <w:t>Oświadczamy, że na wszystkie ww. materiały udzielamy gwarancji producenta.</w:t>
      </w:r>
    </w:p>
    <w:p w14:paraId="5DB97E65" w14:textId="211670B6" w:rsidR="006E5612" w:rsidRDefault="006E5612" w:rsidP="00F523FF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74EEB820" w14:textId="35DF7AD7" w:rsidR="008E2D93" w:rsidRDefault="008E2D93" w:rsidP="00F523FF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2E19B40E" w14:textId="492CB868" w:rsidR="006B034E" w:rsidRPr="008E2D93" w:rsidRDefault="006B034E" w:rsidP="006B034E">
      <w:pPr>
        <w:spacing w:before="120" w:after="120"/>
        <w:rPr>
          <w:rFonts w:asciiTheme="minorHAnsi" w:hAnsiTheme="minorHAnsi" w:cs="Arial"/>
          <w:b/>
          <w:sz w:val="22"/>
          <w:szCs w:val="22"/>
        </w:rPr>
      </w:pPr>
      <w:r w:rsidRPr="008E2D93">
        <w:rPr>
          <w:rFonts w:asciiTheme="minorHAnsi" w:hAnsiTheme="minorHAnsi" w:cs="Arial"/>
          <w:b/>
          <w:sz w:val="22"/>
          <w:szCs w:val="22"/>
          <w:u w:val="single"/>
        </w:rPr>
        <w:t>Części 2</w:t>
      </w:r>
      <w:r w:rsidRPr="008E2D93">
        <w:rPr>
          <w:rFonts w:asciiTheme="minorHAnsi" w:hAnsiTheme="minorHAnsi" w:cs="Arial"/>
          <w:sz w:val="22"/>
          <w:szCs w:val="22"/>
          <w:u w:val="single"/>
        </w:rPr>
        <w:t xml:space="preserve"> -  „</w:t>
      </w:r>
      <w:r w:rsidRPr="008E2D93">
        <w:rPr>
          <w:rFonts w:asciiTheme="minorHAnsi" w:hAnsiTheme="minorHAnsi" w:cs="Arial"/>
          <w:b/>
          <w:sz w:val="22"/>
          <w:u w:val="single"/>
        </w:rPr>
        <w:t xml:space="preserve">Dostawa olei i smarów na potrzeby sprzętu ciężkiego dla NIS – </w:t>
      </w:r>
      <w:r w:rsidR="008E2D93" w:rsidRPr="008E2D93">
        <w:rPr>
          <w:rFonts w:asciiTheme="minorHAnsi" w:hAnsiTheme="minorHAnsi" w:cs="Arial"/>
          <w:b/>
          <w:sz w:val="22"/>
          <w:u w:val="single"/>
        </w:rPr>
        <w:t>Wschód</w:t>
      </w:r>
      <w:r w:rsidRPr="008E2D93">
        <w:rPr>
          <w:rFonts w:asciiTheme="minorHAnsi" w:hAnsiTheme="minorHAnsi" w:cs="Arial"/>
          <w:b/>
          <w:sz w:val="22"/>
          <w:u w:val="single"/>
        </w:rPr>
        <w:t xml:space="preserve"> </w:t>
      </w:r>
      <w:r w:rsidR="008E2D93" w:rsidRPr="008E2D93">
        <w:rPr>
          <w:rFonts w:asciiTheme="minorHAnsi" w:hAnsiTheme="minorHAnsi" w:cs="Arial"/>
          <w:b/>
          <w:sz w:val="22"/>
          <w:u w:val="single"/>
        </w:rPr>
        <w:t>n</w:t>
      </w:r>
      <w:r w:rsidRPr="008E2D93">
        <w:rPr>
          <w:rFonts w:asciiTheme="minorHAnsi" w:hAnsiTheme="minorHAnsi" w:cs="Arial"/>
          <w:b/>
          <w:sz w:val="22"/>
          <w:u w:val="single"/>
        </w:rPr>
        <w:t>a I</w:t>
      </w:r>
      <w:r w:rsidR="008E2D93" w:rsidRPr="008E2D93">
        <w:rPr>
          <w:rFonts w:asciiTheme="minorHAnsi" w:hAnsiTheme="minorHAnsi" w:cs="Arial"/>
          <w:b/>
          <w:sz w:val="22"/>
          <w:u w:val="single"/>
        </w:rPr>
        <w:t>V</w:t>
      </w:r>
      <w:r w:rsidRPr="008E2D93">
        <w:rPr>
          <w:rFonts w:asciiTheme="minorHAnsi" w:hAnsiTheme="minorHAnsi" w:cs="Arial"/>
          <w:b/>
          <w:sz w:val="22"/>
          <w:u w:val="single"/>
        </w:rPr>
        <w:t xml:space="preserve"> kwartał 2024.</w:t>
      </w:r>
      <w:r w:rsidRPr="008E2D93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548"/>
        <w:gridCol w:w="1134"/>
        <w:gridCol w:w="1418"/>
        <w:gridCol w:w="1276"/>
        <w:gridCol w:w="992"/>
      </w:tblGrid>
      <w:tr w:rsidR="008E2D93" w14:paraId="17689406" w14:textId="77777777" w:rsidTr="00F523FF">
        <w:trPr>
          <w:trHeight w:hRule="exact" w:val="340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2225CE6C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8" w:type="dxa"/>
            <w:shd w:val="clear" w:color="auto" w:fill="auto"/>
            <w:noWrap/>
            <w:vAlign w:val="center"/>
            <w:hideMark/>
          </w:tcPr>
          <w:p w14:paraId="1F6CCDEB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C246B31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3100D5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4EF9B08A" w14:textId="77777777" w:rsidR="008E2D93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5BF66AB5" w14:textId="77777777" w:rsidR="008E2D93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8E2D93" w14:paraId="44350E36" w14:textId="77777777" w:rsidTr="00F523FF">
        <w:trPr>
          <w:trHeight w:val="250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22035DBC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548" w:type="dxa"/>
            <w:shd w:val="clear" w:color="auto" w:fill="auto"/>
            <w:noWrap/>
            <w:vAlign w:val="center"/>
            <w:hideMark/>
          </w:tcPr>
          <w:p w14:paraId="762FA792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Asortyment:</w:t>
            </w:r>
          </w:p>
        </w:tc>
        <w:tc>
          <w:tcPr>
            <w:tcW w:w="1134" w:type="dxa"/>
            <w:vAlign w:val="center"/>
          </w:tcPr>
          <w:p w14:paraId="1D3C87AC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Planowane, łączne </w:t>
            </w:r>
            <w:r w:rsidRPr="00DB1C01">
              <w:rPr>
                <w:rFonts w:asciiTheme="minorHAnsi" w:hAnsiTheme="minorHAnsi" w:cstheme="minorHAnsi"/>
                <w:b/>
                <w:sz w:val="18"/>
                <w:szCs w:val="18"/>
              </w:rPr>
              <w:t>ilości do z</w:t>
            </w: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akupu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2DA03C" w14:textId="77777777" w:rsidR="008E2D93" w:rsidRPr="00B170C9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Ofertowe stawki jednostkowe netto</w:t>
            </w:r>
          </w:p>
        </w:tc>
        <w:tc>
          <w:tcPr>
            <w:tcW w:w="1276" w:type="dxa"/>
            <w:vAlign w:val="center"/>
          </w:tcPr>
          <w:p w14:paraId="0F68F3F8" w14:textId="77777777" w:rsidR="008E2D93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Iloczyny kolumny 3 i 4</w:t>
            </w:r>
          </w:p>
        </w:tc>
        <w:tc>
          <w:tcPr>
            <w:tcW w:w="992" w:type="dxa"/>
            <w:vAlign w:val="center"/>
          </w:tcPr>
          <w:p w14:paraId="48642039" w14:textId="77777777" w:rsidR="008E2D93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Uwagi</w:t>
            </w:r>
            <w:r w:rsidRPr="000875E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F523FF" w:rsidRPr="0004138D" w14:paraId="5399C3D7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F0FD9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FD6B1" w14:textId="38E991A6" w:rsidR="00F523FF" w:rsidRPr="00F523FF" w:rsidRDefault="00F523FF" w:rsidP="00F523FF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>Olej hydrauliczno-przekładniowy 10W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1C7F" w14:textId="4CE52CFE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11661">
              <w:rPr>
                <w:rFonts w:asciiTheme="minorHAnsi" w:hAnsiTheme="minorHAnsi" w:cstheme="minorHAnsi"/>
                <w:sz w:val="20"/>
                <w:szCs w:val="20"/>
              </w:rPr>
              <w:t>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DF98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B18C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0DEA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7FC2E33D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F648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70691" w14:textId="18F05F07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>Olej silnikowy LS15w40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BD6C" w14:textId="0EFBDAE0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C6A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99F3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DA78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3D6ADC4D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9D76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9A3D7" w14:textId="6DAA3838" w:rsidR="00F523FF" w:rsidRPr="00F523FF" w:rsidRDefault="00F523FF" w:rsidP="00F523FF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 xml:space="preserve">Płyn do chłodnic </w:t>
            </w:r>
            <w:proofErr w:type="spellStart"/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>Gliksol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3F34" w14:textId="6F088B9A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  <w:r w:rsidRPr="00811661">
              <w:rPr>
                <w:rFonts w:asciiTheme="minorHAnsi" w:hAnsiTheme="minorHAnsi" w:cstheme="minorHAnsi"/>
                <w:sz w:val="20"/>
                <w:szCs w:val="20"/>
              </w:rPr>
              <w:t xml:space="preserve">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8E66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B718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FDF8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75BB279D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3B35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0741" w14:textId="6738B3AA" w:rsidR="00F523FF" w:rsidRPr="00F523FF" w:rsidRDefault="00F523FF" w:rsidP="00F523FF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 xml:space="preserve">Zmywacz do silników ARVA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22E8" w14:textId="35E0970B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CD0A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B94B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6916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071D9219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9BD6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62681" w14:textId="05517533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Masa uszczelniająca do silników (Berner)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DA77" w14:textId="040F63D5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B22A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D22B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9E73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16F47874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875A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3900" w14:textId="2109E358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</w:rPr>
              <w:t xml:space="preserve">Zmywacz w spray </w:t>
            </w:r>
            <w:proofErr w:type="spellStart"/>
            <w:r w:rsidRPr="00F523FF">
              <w:rPr>
                <w:rFonts w:asciiTheme="minorHAnsi" w:hAnsiTheme="minorHAnsi" w:cstheme="minorHAnsi"/>
                <w:sz w:val="20"/>
              </w:rPr>
              <w:t>Brake</w:t>
            </w:r>
            <w:proofErr w:type="spellEnd"/>
            <w:r w:rsidRPr="00F523FF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F523FF">
              <w:rPr>
                <w:rFonts w:asciiTheme="minorHAnsi" w:hAnsiTheme="minorHAnsi" w:cstheme="minorHAnsi"/>
                <w:sz w:val="20"/>
              </w:rPr>
              <w:t>Cleaner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7C69" w14:textId="5D7585E5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7F98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AD95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EBEA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2ABB69BC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DCB24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E51D" w14:textId="13637B31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 xml:space="preserve">Benzyna ekstrakcyjna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7CDA" w14:textId="009E7FC8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11661">
              <w:rPr>
                <w:rFonts w:asciiTheme="minorHAnsi" w:hAnsiTheme="minorHAnsi" w:cstheme="minorHAnsi"/>
                <w:sz w:val="20"/>
                <w:szCs w:val="20"/>
              </w:rPr>
              <w:t>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7FA7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F5F2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1B4E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2DAA2BA0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42870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0340B" w14:textId="6A79C091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color w:val="000000"/>
                <w:sz w:val="20"/>
              </w:rPr>
              <w:t>Wazelina techniczna w sprayu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5E70" w14:textId="5B98CA1C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E3BB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25EB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8FED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1551A4F6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5943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4BC2" w14:textId="5BDD7C9A" w:rsidR="00F523FF" w:rsidRPr="00F523FF" w:rsidRDefault="00F523FF" w:rsidP="00F523FF">
            <w:pPr>
              <w:pStyle w:val="Style24"/>
              <w:spacing w:line="240" w:lineRule="auto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F523FF">
              <w:rPr>
                <w:rFonts w:asciiTheme="minorHAnsi" w:hAnsiTheme="minorHAnsi" w:cstheme="minorHAnsi"/>
              </w:rPr>
              <w:t>Megilo</w:t>
            </w:r>
            <w:proofErr w:type="spellEnd"/>
            <w:r w:rsidRPr="00F523FF">
              <w:rPr>
                <w:rFonts w:asciiTheme="minorHAnsi" w:hAnsiTheme="minorHAnsi" w:cstheme="minorHAnsi"/>
              </w:rPr>
              <w:t xml:space="preserve"> odtłuszczacz uniwersalny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4B62" w14:textId="0F8E85B1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DCD3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458C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DCDB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6FB10497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3E51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982C" w14:textId="5B01F86F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</w:rPr>
              <w:t>Płyn do spryskiwaczy zimowy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9571" w14:textId="69AB9D5B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F880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2848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2D93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6908CEBB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A0ACA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E3FE" w14:textId="75A4A804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</w:rPr>
              <w:t>Elektro kontakt w spray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3D73" w14:textId="77C0A5E4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24C5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51B0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A8A7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6D5B0085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FC164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ACA8F" w14:textId="48CE9EA8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</w:rPr>
              <w:t>Smar miedziany w spray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9064" w14:textId="34A90301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07E6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C58A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27CF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15208FFA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E3BA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048AF" w14:textId="39A980F4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</w:rPr>
              <w:t>WD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53EA" w14:textId="52E51BD9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18E3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B758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A6F9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F523FF" w:rsidRPr="0004138D" w14:paraId="0F2A935F" w14:textId="77777777" w:rsidTr="00F523FF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247E" w14:textId="77777777" w:rsidR="00F523FF" w:rsidRPr="00C86CD6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B1DE" w14:textId="36C4D606" w:rsidR="00F523FF" w:rsidRPr="00F523FF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523FF">
              <w:rPr>
                <w:rFonts w:asciiTheme="minorHAnsi" w:hAnsiTheme="minorHAnsi" w:cstheme="minorHAnsi"/>
                <w:sz w:val="20"/>
              </w:rPr>
              <w:t>Odrdzewiacz w spray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5F0C" w14:textId="3A6A2F8C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418C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912B" w14:textId="77777777" w:rsidR="00F523FF" w:rsidRPr="0004138D" w:rsidRDefault="00F523FF" w:rsidP="00F523FF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FB75" w14:textId="77777777" w:rsidR="00F523FF" w:rsidRPr="0004138D" w:rsidRDefault="00F523FF" w:rsidP="00F523F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8E2D93" w:rsidRPr="0004138D" w14:paraId="1BF48983" w14:textId="77777777" w:rsidTr="00B85479">
        <w:trPr>
          <w:trHeight w:val="2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A5530" w14:textId="0AF16F8F" w:rsidR="008E2D93" w:rsidRPr="00C86CD6" w:rsidRDefault="008E2D93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2F6AB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30FF1" w14:textId="77777777" w:rsidR="008E2D93" w:rsidRDefault="008E2D93" w:rsidP="00B8547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75EE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  <w:p w14:paraId="173773FC" w14:textId="77777777" w:rsidR="008E2D93" w:rsidRPr="0004138D" w:rsidRDefault="008E2D93" w:rsidP="00B85479">
            <w:pPr>
              <w:spacing w:before="120" w:after="120"/>
              <w:jc w:val="right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Tę kwotę proszę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też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wpisać w odpowiedniej rubryce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formularza elektronicznego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>Systemu Zakupowego GK PGE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3F72" w14:textId="77777777" w:rsidR="008E2D93" w:rsidRPr="0004138D" w:rsidRDefault="008E2D93" w:rsidP="00B85479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B3DB64" w14:textId="77777777" w:rsidR="008E2D93" w:rsidRPr="0004138D" w:rsidRDefault="008E2D93" w:rsidP="00B85479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14:paraId="0F4C1593" w14:textId="77777777" w:rsidR="008E2D93" w:rsidRPr="00C506BC" w:rsidRDefault="008E2D93" w:rsidP="008E2D93">
      <w:pPr>
        <w:pStyle w:val="Akapitzlist"/>
        <w:spacing w:before="120" w:after="120"/>
        <w:ind w:left="142"/>
        <w:contextualSpacing w:val="0"/>
        <w:jc w:val="both"/>
        <w:rPr>
          <w:rFonts w:asciiTheme="minorHAnsi" w:hAnsiTheme="minorHAnsi" w:cstheme="minorHAnsi"/>
          <w:szCs w:val="22"/>
        </w:rPr>
      </w:pPr>
      <w:r w:rsidRPr="00C506BC">
        <w:rPr>
          <w:rFonts w:asciiTheme="minorHAnsi" w:hAnsiTheme="minorHAnsi" w:cstheme="minorHAnsi"/>
          <w:color w:val="FF0000"/>
          <w:szCs w:val="22"/>
        </w:rPr>
        <w:t>*</w:t>
      </w:r>
      <w:r>
        <w:rPr>
          <w:rFonts w:asciiTheme="minorHAnsi" w:hAnsiTheme="minorHAnsi" w:cstheme="minorHAnsi"/>
          <w:color w:val="FF0000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- w</w:t>
      </w:r>
      <w:r w:rsidRPr="00C506BC">
        <w:rPr>
          <w:rFonts w:asciiTheme="minorHAnsi" w:hAnsiTheme="minorHAnsi" w:cstheme="minorHAnsi"/>
          <w:szCs w:val="22"/>
        </w:rPr>
        <w:t xml:space="preserve"> kolu</w:t>
      </w:r>
      <w:r>
        <w:rPr>
          <w:rFonts w:asciiTheme="minorHAnsi" w:hAnsiTheme="minorHAnsi" w:cstheme="minorHAnsi"/>
          <w:szCs w:val="22"/>
        </w:rPr>
        <w:t>mnie 6</w:t>
      </w:r>
      <w:r w:rsidRPr="00C506BC">
        <w:rPr>
          <w:rFonts w:asciiTheme="minorHAnsi" w:hAnsiTheme="minorHAnsi" w:cstheme="minorHAnsi"/>
          <w:szCs w:val="22"/>
        </w:rPr>
        <w:t xml:space="preserve"> należy wpisać artykuły równoważne które </w:t>
      </w:r>
      <w:r>
        <w:rPr>
          <w:rFonts w:asciiTheme="minorHAnsi" w:hAnsiTheme="minorHAnsi" w:cstheme="minorHAnsi"/>
          <w:szCs w:val="22"/>
        </w:rPr>
        <w:t xml:space="preserve">wcześniej </w:t>
      </w:r>
      <w:r w:rsidRPr="00C506BC">
        <w:rPr>
          <w:rFonts w:asciiTheme="minorHAnsi" w:hAnsiTheme="minorHAnsi" w:cstheme="minorHAnsi"/>
          <w:szCs w:val="22"/>
        </w:rPr>
        <w:t xml:space="preserve">uzyskały akceptację techniczną Zamawiającego. Brak wpisu w tej kolumnie oznacza, </w:t>
      </w:r>
      <w:r>
        <w:rPr>
          <w:rFonts w:asciiTheme="minorHAnsi" w:hAnsiTheme="minorHAnsi" w:cstheme="minorHAnsi"/>
          <w:szCs w:val="22"/>
        </w:rPr>
        <w:t>że Dostawca oferuje „Materiały obecnie użytkowane przez Zamawiającego</w:t>
      </w:r>
      <w:r w:rsidRPr="00C506BC">
        <w:rPr>
          <w:rFonts w:asciiTheme="minorHAnsi" w:hAnsiTheme="minorHAnsi" w:cstheme="minorHAnsi"/>
          <w:szCs w:val="22"/>
        </w:rPr>
        <w:t>”.</w:t>
      </w:r>
    </w:p>
    <w:p w14:paraId="74E4579B" w14:textId="77777777" w:rsidR="008E2D93" w:rsidRDefault="008E2D93" w:rsidP="008E2D93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302C78">
        <w:rPr>
          <w:rFonts w:asciiTheme="minorHAnsi" w:hAnsiTheme="minorHAnsi" w:cs="Arial"/>
          <w:szCs w:val="22"/>
        </w:rPr>
        <w:t xml:space="preserve">Stawka podatku VAT: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302C78">
        <w:rPr>
          <w:rFonts w:asciiTheme="minorHAnsi" w:hAnsiTheme="minorHAnsi" w:cs="Arial"/>
          <w:szCs w:val="22"/>
        </w:rPr>
        <w:t>%</w:t>
      </w:r>
    </w:p>
    <w:p w14:paraId="7701BFC7" w14:textId="77777777" w:rsidR="008E2D93" w:rsidRPr="006B034E" w:rsidRDefault="008E2D93" w:rsidP="008E2D93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6B034E">
        <w:rPr>
          <w:rFonts w:asciiTheme="minorHAnsi" w:hAnsiTheme="minorHAnsi" w:cs="Arial"/>
          <w:bCs/>
          <w:szCs w:val="22"/>
        </w:rPr>
        <w:t>T</w:t>
      </w:r>
      <w:r w:rsidRPr="006B034E">
        <w:rPr>
          <w:rFonts w:asciiTheme="minorHAnsi" w:hAnsiTheme="minorHAnsi" w:cs="Arial"/>
          <w:szCs w:val="22"/>
        </w:rPr>
        <w:t>ermin płatności</w:t>
      </w:r>
      <w:r>
        <w:rPr>
          <w:rFonts w:asciiTheme="minorHAnsi" w:hAnsiTheme="minorHAnsi" w:cs="Arial"/>
          <w:szCs w:val="22"/>
        </w:rPr>
        <w:t>:</w:t>
      </w:r>
      <w:r w:rsidRPr="006B034E">
        <w:rPr>
          <w:rFonts w:asciiTheme="minorHAnsi" w:hAnsiTheme="minorHAnsi" w:cs="Arial"/>
          <w:szCs w:val="22"/>
        </w:rPr>
        <w:t xml:space="preserve"> przelew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6B034E">
        <w:rPr>
          <w:rFonts w:asciiTheme="minorHAnsi" w:hAnsiTheme="minorHAnsi" w:cs="Arial"/>
          <w:szCs w:val="22"/>
        </w:rPr>
        <w:t xml:space="preserve"> dni od dnia dostarczenia faktury do Zamawiającego (30 dni).</w:t>
      </w:r>
    </w:p>
    <w:p w14:paraId="192739D8" w14:textId="74B55332" w:rsidR="008E2D93" w:rsidRPr="00D72313" w:rsidRDefault="008E2D93" w:rsidP="008E2D93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5565B1">
        <w:rPr>
          <w:rFonts w:asciiTheme="minorHAnsi" w:hAnsiTheme="minorHAnsi" w:cs="Arial"/>
          <w:bCs/>
          <w:szCs w:val="22"/>
        </w:rPr>
        <w:t xml:space="preserve">Oświadczamy, iż akceptujemy termin realizacji Zamówienia </w:t>
      </w:r>
      <w:r>
        <w:rPr>
          <w:rFonts w:asciiTheme="minorHAnsi" w:hAnsiTheme="minorHAnsi" w:cs="Arial"/>
          <w:bCs/>
          <w:szCs w:val="22"/>
        </w:rPr>
        <w:t>dla Części</w:t>
      </w:r>
      <w:r w:rsidR="00F523FF">
        <w:rPr>
          <w:rFonts w:asciiTheme="minorHAnsi" w:hAnsiTheme="minorHAnsi" w:cs="Arial"/>
          <w:bCs/>
          <w:szCs w:val="22"/>
        </w:rPr>
        <w:t xml:space="preserve"> 2</w:t>
      </w:r>
      <w:r>
        <w:rPr>
          <w:rFonts w:asciiTheme="minorHAnsi" w:hAnsiTheme="minorHAnsi" w:cs="Arial"/>
          <w:bCs/>
          <w:szCs w:val="22"/>
        </w:rPr>
        <w:t xml:space="preserve"> </w:t>
      </w:r>
      <w:r w:rsidRPr="005565B1">
        <w:rPr>
          <w:rFonts w:asciiTheme="minorHAnsi" w:hAnsiTheme="minorHAnsi" w:cs="Arial"/>
          <w:bCs/>
          <w:szCs w:val="22"/>
        </w:rPr>
        <w:t>wskazany w SWZ.</w:t>
      </w:r>
    </w:p>
    <w:p w14:paraId="10E2D363" w14:textId="77777777" w:rsidR="008E2D93" w:rsidRPr="006B034E" w:rsidRDefault="008E2D93" w:rsidP="008E2D93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Cs/>
          <w:szCs w:val="22"/>
        </w:rPr>
        <w:t>Oświadczamy, że na wszystkie ww. materiały udzielamy gwarancji producenta.</w:t>
      </w:r>
    </w:p>
    <w:p w14:paraId="5217839F" w14:textId="77777777" w:rsidR="008E2D93" w:rsidRDefault="008E2D93" w:rsidP="006B034E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4DAE305F" w14:textId="0250EB42" w:rsidR="006B034E" w:rsidRDefault="006B034E" w:rsidP="006B034E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4330ED37" w14:textId="1B2DA936" w:rsidR="006B034E" w:rsidRPr="00F523FF" w:rsidRDefault="006B034E" w:rsidP="006B034E">
      <w:pPr>
        <w:spacing w:before="120" w:after="120"/>
        <w:rPr>
          <w:rFonts w:asciiTheme="minorHAnsi" w:hAnsiTheme="minorHAnsi" w:cs="Arial"/>
          <w:b/>
          <w:sz w:val="22"/>
          <w:szCs w:val="22"/>
        </w:rPr>
      </w:pPr>
      <w:r w:rsidRPr="00F523FF">
        <w:rPr>
          <w:rFonts w:asciiTheme="minorHAnsi" w:hAnsiTheme="minorHAnsi" w:cs="Arial"/>
          <w:b/>
          <w:sz w:val="22"/>
          <w:szCs w:val="22"/>
          <w:u w:val="single"/>
        </w:rPr>
        <w:t>Częś</w:t>
      </w:r>
      <w:r w:rsidR="00F523FF" w:rsidRPr="00F523FF">
        <w:rPr>
          <w:rFonts w:asciiTheme="minorHAnsi" w:hAnsiTheme="minorHAnsi" w:cs="Arial"/>
          <w:b/>
          <w:sz w:val="22"/>
          <w:szCs w:val="22"/>
          <w:u w:val="single"/>
        </w:rPr>
        <w:t>ć</w:t>
      </w:r>
      <w:r w:rsidRPr="00F523FF">
        <w:rPr>
          <w:rFonts w:asciiTheme="minorHAnsi" w:hAnsiTheme="minorHAnsi" w:cs="Arial"/>
          <w:b/>
          <w:sz w:val="22"/>
          <w:szCs w:val="22"/>
          <w:u w:val="single"/>
        </w:rPr>
        <w:t xml:space="preserve"> 3</w:t>
      </w:r>
      <w:r w:rsidRPr="00F523FF">
        <w:rPr>
          <w:rFonts w:asciiTheme="minorHAnsi" w:hAnsiTheme="minorHAnsi" w:cs="Arial"/>
          <w:sz w:val="22"/>
          <w:szCs w:val="22"/>
          <w:u w:val="single"/>
        </w:rPr>
        <w:t xml:space="preserve"> -  „</w:t>
      </w:r>
      <w:r w:rsidRPr="00F523FF">
        <w:rPr>
          <w:rFonts w:asciiTheme="minorHAnsi" w:hAnsiTheme="minorHAnsi" w:cs="Arial"/>
          <w:b/>
          <w:sz w:val="22"/>
          <w:u w:val="single"/>
        </w:rPr>
        <w:t xml:space="preserve">Dostawa olei i smarów na potrzeby sprzętu ciężkiego dla NIS - </w:t>
      </w:r>
      <w:r w:rsidR="002F6AB1">
        <w:rPr>
          <w:rFonts w:asciiTheme="minorHAnsi" w:hAnsiTheme="minorHAnsi" w:cs="Arial"/>
          <w:b/>
          <w:sz w:val="22"/>
          <w:u w:val="single"/>
        </w:rPr>
        <w:t>Północ</w:t>
      </w:r>
      <w:r w:rsidRPr="00F523FF">
        <w:rPr>
          <w:rFonts w:asciiTheme="minorHAnsi" w:hAnsiTheme="minorHAnsi" w:cs="Arial"/>
          <w:b/>
          <w:sz w:val="22"/>
          <w:u w:val="single"/>
        </w:rPr>
        <w:t xml:space="preserve"> na I</w:t>
      </w:r>
      <w:r w:rsidR="00F523FF">
        <w:rPr>
          <w:rFonts w:asciiTheme="minorHAnsi" w:hAnsiTheme="minorHAnsi" w:cs="Arial"/>
          <w:b/>
          <w:sz w:val="22"/>
          <w:u w:val="single"/>
        </w:rPr>
        <w:t>V kwartał 2024</w:t>
      </w:r>
      <w:r w:rsidRPr="00F523FF">
        <w:rPr>
          <w:rFonts w:asciiTheme="minorHAnsi" w:hAnsiTheme="minorHAnsi" w:cs="Arial"/>
          <w:b/>
          <w:sz w:val="22"/>
          <w:u w:val="single"/>
        </w:rPr>
        <w:t>.</w:t>
      </w:r>
      <w:r w:rsidRPr="00F523FF">
        <w:rPr>
          <w:rFonts w:asciiTheme="minorHAnsi" w:hAnsiTheme="minorHAnsi" w:cs="Arial"/>
          <w:b/>
          <w:sz w:val="22"/>
          <w:szCs w:val="22"/>
        </w:rPr>
        <w:t>”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548"/>
        <w:gridCol w:w="1134"/>
        <w:gridCol w:w="1418"/>
        <w:gridCol w:w="1276"/>
        <w:gridCol w:w="992"/>
      </w:tblGrid>
      <w:tr w:rsidR="002F6AB1" w14:paraId="30620739" w14:textId="77777777" w:rsidTr="00B85479">
        <w:trPr>
          <w:trHeight w:hRule="exact" w:val="340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6B4FB952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8" w:type="dxa"/>
            <w:shd w:val="clear" w:color="auto" w:fill="auto"/>
            <w:noWrap/>
            <w:vAlign w:val="center"/>
            <w:hideMark/>
          </w:tcPr>
          <w:p w14:paraId="6C857DCA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37AA17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8509FF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0CDD6D15" w14:textId="77777777" w:rsidR="002F6AB1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25AE7242" w14:textId="77777777" w:rsidR="002F6AB1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2F6AB1" w14:paraId="72241AFF" w14:textId="77777777" w:rsidTr="00B85479">
        <w:trPr>
          <w:trHeight w:val="250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3BBBE6DB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548" w:type="dxa"/>
            <w:shd w:val="clear" w:color="auto" w:fill="auto"/>
            <w:noWrap/>
            <w:vAlign w:val="center"/>
            <w:hideMark/>
          </w:tcPr>
          <w:p w14:paraId="32942E89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Asortyment:</w:t>
            </w:r>
          </w:p>
        </w:tc>
        <w:tc>
          <w:tcPr>
            <w:tcW w:w="1134" w:type="dxa"/>
            <w:vAlign w:val="center"/>
          </w:tcPr>
          <w:p w14:paraId="79CA027A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Planowane, łączne </w:t>
            </w:r>
            <w:r w:rsidRPr="00DB1C01">
              <w:rPr>
                <w:rFonts w:asciiTheme="minorHAnsi" w:hAnsiTheme="minorHAnsi" w:cstheme="minorHAnsi"/>
                <w:b/>
                <w:sz w:val="18"/>
                <w:szCs w:val="18"/>
              </w:rPr>
              <w:t>ilości do z</w:t>
            </w: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akupu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CDF1D0" w14:textId="77777777" w:rsidR="002F6AB1" w:rsidRPr="00B170C9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Ofertowe stawki jednostkowe netto</w:t>
            </w:r>
          </w:p>
        </w:tc>
        <w:tc>
          <w:tcPr>
            <w:tcW w:w="1276" w:type="dxa"/>
            <w:vAlign w:val="center"/>
          </w:tcPr>
          <w:p w14:paraId="58C29D31" w14:textId="77777777" w:rsidR="002F6AB1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Iloczyny kolumny 3 i 4</w:t>
            </w:r>
          </w:p>
        </w:tc>
        <w:tc>
          <w:tcPr>
            <w:tcW w:w="992" w:type="dxa"/>
            <w:vAlign w:val="center"/>
          </w:tcPr>
          <w:p w14:paraId="3D153878" w14:textId="77777777" w:rsidR="002F6AB1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Uwagi</w:t>
            </w:r>
            <w:r w:rsidRPr="000875E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2F6AB1" w:rsidRPr="0004138D" w14:paraId="44FDD4CC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CACCF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6AEC" w14:textId="221A6C75" w:rsidR="002F6AB1" w:rsidRPr="002F6AB1" w:rsidRDefault="002F6AB1" w:rsidP="002F6AB1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Olej CD 10W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C4F6" w14:textId="797F0729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600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FA6B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A7AD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524C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055DB6E2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96FE0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C615" w14:textId="6ABF7FC5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Płyn chłodniczy 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E812" w14:textId="1942A310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150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EF93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D01D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D016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5EB91F2B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DBC3D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5C96" w14:textId="4F959C68" w:rsidR="002F6AB1" w:rsidRPr="002F6AB1" w:rsidRDefault="002F6AB1" w:rsidP="002F6AB1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Olej silnikowy 15w40 CJ4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93AD" w14:textId="2C765755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100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1BA1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C9C7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AC69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3A5F751E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AB74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7847D" w14:textId="399E1494" w:rsidR="002F6AB1" w:rsidRPr="002F6AB1" w:rsidRDefault="002F6AB1" w:rsidP="002F6AB1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 xml:space="preserve">Zmywacz do silników ARVA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9949" w14:textId="53012C66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10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5252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F498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5F23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752F23ED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CA9A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6A76" w14:textId="00884098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 xml:space="preserve">Benzyna ekstrakcyjna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F5B9" w14:textId="6F111AB2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10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B7A3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C4C1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E01A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73079084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3D2D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A76A" w14:textId="0622BDFF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Olej przekładniowy 85W90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4C98" w14:textId="7E3A101A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60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612C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BBDC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CFD3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173E7A3E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00102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5051" w14:textId="7DDF8AA5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 xml:space="preserve">Zmywacz w spray </w:t>
            </w:r>
            <w:proofErr w:type="spellStart"/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Brake</w:t>
            </w:r>
            <w:proofErr w:type="spellEnd"/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proofErr w:type="spellStart"/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Cleaner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FBCF" w14:textId="1488B5F3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F982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CABD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9EB0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72344741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447C2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1AFE6" w14:textId="03D6CB52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Zmywacz do hamulców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DCE7" w14:textId="5BB8F288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20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554B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141C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454D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6BDBC708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6FDD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656D1" w14:textId="6242C840" w:rsidR="002F6AB1" w:rsidRPr="002F6AB1" w:rsidRDefault="002F6AB1" w:rsidP="002F6AB1">
            <w:pPr>
              <w:pStyle w:val="Style24"/>
              <w:spacing w:line="240" w:lineRule="auto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</w:rPr>
              <w:t>Wazelina techniczna w sprayu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481F" w14:textId="613D41A4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6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AFF2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92DB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C163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20DACC22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F7677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971B" w14:textId="370939AF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Megilo</w:t>
            </w:r>
            <w:proofErr w:type="spellEnd"/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 xml:space="preserve"> odtłuszczacz uniwersalny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EBE2" w14:textId="060C228C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10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075B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081F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73D6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2C5E2569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603B4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8D195" w14:textId="77F6C0C4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Smar miedziany w spray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F5A7" w14:textId="1A9612E7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6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EE2B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D40C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7D78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22FBF132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DE531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E5D8C" w14:textId="504E295F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WD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880C" w14:textId="0A5FEAAF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6 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F314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FB04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9D7F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53358A67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DFC2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F217" w14:textId="6195F940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WURTH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2350" w14:textId="1CBAE8FC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6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8E6C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C7AF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678D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77CF68A0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66C3" w14:textId="77777777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1C68" w14:textId="518800FD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>Czyściwo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AC41" w14:textId="4988C1DF" w:rsidR="002F6AB1" w:rsidRPr="002F6AB1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2F6AB1">
              <w:rPr>
                <w:rFonts w:asciiTheme="minorHAnsi" w:hAnsiTheme="minorHAnsi" w:cstheme="minorHAnsi"/>
                <w:color w:val="000000"/>
                <w:sz w:val="20"/>
              </w:rPr>
              <w:t xml:space="preserve">40 kg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17CC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D350" w14:textId="77777777" w:rsidR="002F6AB1" w:rsidRPr="0004138D" w:rsidRDefault="002F6AB1" w:rsidP="002F6AB1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749D" w14:textId="77777777" w:rsidR="002F6AB1" w:rsidRPr="0004138D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2F6AB1" w:rsidRPr="0004138D" w14:paraId="4BCB2F76" w14:textId="77777777" w:rsidTr="00B85479">
        <w:trPr>
          <w:trHeight w:val="2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A7CD" w14:textId="04790590" w:rsidR="002F6AB1" w:rsidRPr="00C86CD6" w:rsidRDefault="002F6AB1" w:rsidP="002F6AB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500B" w14:textId="77777777" w:rsidR="002F6AB1" w:rsidRDefault="002F6AB1" w:rsidP="00B8547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75EE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  <w:p w14:paraId="764A977A" w14:textId="77777777" w:rsidR="002F6AB1" w:rsidRPr="0004138D" w:rsidRDefault="002F6AB1" w:rsidP="00B85479">
            <w:pPr>
              <w:spacing w:before="120" w:after="120"/>
              <w:jc w:val="right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Tę kwotę proszę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też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wpisać w odpowiedniej rubryce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formularza elektronicznego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>Systemu Zakupowego GK PGE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093A" w14:textId="77777777" w:rsidR="002F6AB1" w:rsidRPr="0004138D" w:rsidRDefault="002F6AB1" w:rsidP="00B85479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48AABF" w14:textId="77777777" w:rsidR="002F6AB1" w:rsidRPr="0004138D" w:rsidRDefault="002F6AB1" w:rsidP="00B85479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14:paraId="4CE8A60C" w14:textId="77777777" w:rsidR="002F6AB1" w:rsidRPr="00C506BC" w:rsidRDefault="002F6AB1" w:rsidP="002F6AB1">
      <w:pPr>
        <w:pStyle w:val="Akapitzlist"/>
        <w:spacing w:before="120" w:after="120"/>
        <w:ind w:left="142"/>
        <w:contextualSpacing w:val="0"/>
        <w:jc w:val="both"/>
        <w:rPr>
          <w:rFonts w:asciiTheme="minorHAnsi" w:hAnsiTheme="minorHAnsi" w:cstheme="minorHAnsi"/>
          <w:szCs w:val="22"/>
        </w:rPr>
      </w:pPr>
      <w:r w:rsidRPr="00C506BC">
        <w:rPr>
          <w:rFonts w:asciiTheme="minorHAnsi" w:hAnsiTheme="minorHAnsi" w:cstheme="minorHAnsi"/>
          <w:color w:val="FF0000"/>
          <w:szCs w:val="22"/>
        </w:rPr>
        <w:t>*</w:t>
      </w:r>
      <w:r>
        <w:rPr>
          <w:rFonts w:asciiTheme="minorHAnsi" w:hAnsiTheme="minorHAnsi" w:cstheme="minorHAnsi"/>
          <w:color w:val="FF0000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- w</w:t>
      </w:r>
      <w:r w:rsidRPr="00C506BC">
        <w:rPr>
          <w:rFonts w:asciiTheme="minorHAnsi" w:hAnsiTheme="minorHAnsi" w:cstheme="minorHAnsi"/>
          <w:szCs w:val="22"/>
        </w:rPr>
        <w:t xml:space="preserve"> kolu</w:t>
      </w:r>
      <w:r>
        <w:rPr>
          <w:rFonts w:asciiTheme="minorHAnsi" w:hAnsiTheme="minorHAnsi" w:cstheme="minorHAnsi"/>
          <w:szCs w:val="22"/>
        </w:rPr>
        <w:t>mnie 6</w:t>
      </w:r>
      <w:r w:rsidRPr="00C506BC">
        <w:rPr>
          <w:rFonts w:asciiTheme="minorHAnsi" w:hAnsiTheme="minorHAnsi" w:cstheme="minorHAnsi"/>
          <w:szCs w:val="22"/>
        </w:rPr>
        <w:t xml:space="preserve"> należy wpisać artykuły równoważne które </w:t>
      </w:r>
      <w:r>
        <w:rPr>
          <w:rFonts w:asciiTheme="minorHAnsi" w:hAnsiTheme="minorHAnsi" w:cstheme="minorHAnsi"/>
          <w:szCs w:val="22"/>
        </w:rPr>
        <w:t xml:space="preserve">wcześniej </w:t>
      </w:r>
      <w:r w:rsidRPr="00C506BC">
        <w:rPr>
          <w:rFonts w:asciiTheme="minorHAnsi" w:hAnsiTheme="minorHAnsi" w:cstheme="minorHAnsi"/>
          <w:szCs w:val="22"/>
        </w:rPr>
        <w:t xml:space="preserve">uzyskały akceptację techniczną Zamawiającego. Brak wpisu w tej kolumnie oznacza, </w:t>
      </w:r>
      <w:r>
        <w:rPr>
          <w:rFonts w:asciiTheme="minorHAnsi" w:hAnsiTheme="minorHAnsi" w:cstheme="minorHAnsi"/>
          <w:szCs w:val="22"/>
        </w:rPr>
        <w:t>że Dostawca oferuje „Materiały obecnie użytkowane przez Zamawiającego</w:t>
      </w:r>
      <w:r w:rsidRPr="00C506BC">
        <w:rPr>
          <w:rFonts w:asciiTheme="minorHAnsi" w:hAnsiTheme="minorHAnsi" w:cstheme="minorHAnsi"/>
          <w:szCs w:val="22"/>
        </w:rPr>
        <w:t>”.</w:t>
      </w:r>
    </w:p>
    <w:p w14:paraId="1436EE95" w14:textId="77777777" w:rsidR="002F6AB1" w:rsidRDefault="002F6AB1" w:rsidP="002F6AB1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302C78">
        <w:rPr>
          <w:rFonts w:asciiTheme="minorHAnsi" w:hAnsiTheme="minorHAnsi" w:cs="Arial"/>
          <w:szCs w:val="22"/>
        </w:rPr>
        <w:t xml:space="preserve">Stawka podatku VAT: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302C78">
        <w:rPr>
          <w:rFonts w:asciiTheme="minorHAnsi" w:hAnsiTheme="minorHAnsi" w:cs="Arial"/>
          <w:szCs w:val="22"/>
        </w:rPr>
        <w:t>%</w:t>
      </w:r>
    </w:p>
    <w:p w14:paraId="1A6B83E7" w14:textId="77777777" w:rsidR="002F6AB1" w:rsidRPr="006B034E" w:rsidRDefault="002F6AB1" w:rsidP="002F6AB1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6B034E">
        <w:rPr>
          <w:rFonts w:asciiTheme="minorHAnsi" w:hAnsiTheme="minorHAnsi" w:cs="Arial"/>
          <w:bCs/>
          <w:szCs w:val="22"/>
        </w:rPr>
        <w:t>T</w:t>
      </w:r>
      <w:r w:rsidRPr="006B034E">
        <w:rPr>
          <w:rFonts w:asciiTheme="minorHAnsi" w:hAnsiTheme="minorHAnsi" w:cs="Arial"/>
          <w:szCs w:val="22"/>
        </w:rPr>
        <w:t>ermin płatności</w:t>
      </w:r>
      <w:r>
        <w:rPr>
          <w:rFonts w:asciiTheme="minorHAnsi" w:hAnsiTheme="minorHAnsi" w:cs="Arial"/>
          <w:szCs w:val="22"/>
        </w:rPr>
        <w:t>:</w:t>
      </w:r>
      <w:r w:rsidRPr="006B034E">
        <w:rPr>
          <w:rFonts w:asciiTheme="minorHAnsi" w:hAnsiTheme="minorHAnsi" w:cs="Arial"/>
          <w:szCs w:val="22"/>
        </w:rPr>
        <w:t xml:space="preserve"> przelew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6B034E">
        <w:rPr>
          <w:rFonts w:asciiTheme="minorHAnsi" w:hAnsiTheme="minorHAnsi" w:cs="Arial"/>
          <w:szCs w:val="22"/>
        </w:rPr>
        <w:t xml:space="preserve"> dni od dnia dostarczenia faktury do Zamawiającego (30 dni).</w:t>
      </w:r>
    </w:p>
    <w:p w14:paraId="29AFEA1E" w14:textId="02DB9EE3" w:rsidR="002F6AB1" w:rsidRPr="00D72313" w:rsidRDefault="002F6AB1" w:rsidP="002F6AB1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5565B1">
        <w:rPr>
          <w:rFonts w:asciiTheme="minorHAnsi" w:hAnsiTheme="minorHAnsi" w:cs="Arial"/>
          <w:bCs/>
          <w:szCs w:val="22"/>
        </w:rPr>
        <w:t xml:space="preserve">Oświadczamy, iż akceptujemy termin realizacji Zamówienia </w:t>
      </w:r>
      <w:r>
        <w:rPr>
          <w:rFonts w:asciiTheme="minorHAnsi" w:hAnsiTheme="minorHAnsi" w:cs="Arial"/>
          <w:bCs/>
          <w:szCs w:val="22"/>
        </w:rPr>
        <w:t>dla Części</w:t>
      </w:r>
      <w:r>
        <w:rPr>
          <w:rFonts w:asciiTheme="minorHAnsi" w:hAnsiTheme="minorHAnsi" w:cs="Arial"/>
          <w:bCs/>
          <w:szCs w:val="22"/>
        </w:rPr>
        <w:t xml:space="preserve"> 3</w:t>
      </w:r>
      <w:r>
        <w:rPr>
          <w:rFonts w:asciiTheme="minorHAnsi" w:hAnsiTheme="minorHAnsi" w:cs="Arial"/>
          <w:bCs/>
          <w:szCs w:val="22"/>
        </w:rPr>
        <w:t xml:space="preserve"> </w:t>
      </w:r>
      <w:r w:rsidRPr="005565B1">
        <w:rPr>
          <w:rFonts w:asciiTheme="minorHAnsi" w:hAnsiTheme="minorHAnsi" w:cs="Arial"/>
          <w:bCs/>
          <w:szCs w:val="22"/>
        </w:rPr>
        <w:t>wskazany w SWZ.</w:t>
      </w:r>
    </w:p>
    <w:p w14:paraId="5CB55963" w14:textId="77777777" w:rsidR="002F6AB1" w:rsidRPr="006B034E" w:rsidRDefault="002F6AB1" w:rsidP="002F6AB1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Cs/>
          <w:szCs w:val="22"/>
        </w:rPr>
        <w:t>Oświadczamy, że na wszystkie ww. materiały udzielamy gwarancji producenta.</w:t>
      </w:r>
    </w:p>
    <w:p w14:paraId="0B041FDB" w14:textId="66FACBDE" w:rsidR="002F6AB1" w:rsidRDefault="002F6AB1" w:rsidP="006B034E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13564AA2" w14:textId="46A23279" w:rsidR="006B034E" w:rsidRDefault="006B034E" w:rsidP="006B034E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39AF9567" w14:textId="2FA85A9E" w:rsidR="006B034E" w:rsidRPr="002F6AB1" w:rsidRDefault="006B034E" w:rsidP="006B034E">
      <w:pPr>
        <w:spacing w:before="120" w:after="120"/>
        <w:rPr>
          <w:rFonts w:asciiTheme="minorHAnsi" w:hAnsiTheme="minorHAnsi" w:cs="Arial"/>
          <w:b/>
          <w:sz w:val="22"/>
          <w:szCs w:val="22"/>
        </w:rPr>
      </w:pPr>
      <w:r w:rsidRPr="002F6AB1">
        <w:rPr>
          <w:rFonts w:asciiTheme="minorHAnsi" w:hAnsiTheme="minorHAnsi" w:cs="Arial"/>
          <w:b/>
          <w:sz w:val="22"/>
          <w:szCs w:val="22"/>
          <w:u w:val="single"/>
        </w:rPr>
        <w:t>Częś</w:t>
      </w:r>
      <w:r w:rsidR="002F6AB1" w:rsidRPr="002F6AB1">
        <w:rPr>
          <w:rFonts w:asciiTheme="minorHAnsi" w:hAnsiTheme="minorHAnsi" w:cs="Arial"/>
          <w:b/>
          <w:sz w:val="22"/>
          <w:szCs w:val="22"/>
          <w:u w:val="single"/>
        </w:rPr>
        <w:t>ć</w:t>
      </w:r>
      <w:r w:rsidRPr="002F6AB1">
        <w:rPr>
          <w:rFonts w:asciiTheme="minorHAnsi" w:hAnsiTheme="minorHAnsi" w:cs="Arial"/>
          <w:b/>
          <w:sz w:val="22"/>
          <w:szCs w:val="22"/>
          <w:u w:val="single"/>
        </w:rPr>
        <w:t xml:space="preserve"> 4</w:t>
      </w:r>
      <w:r w:rsidRPr="002F6AB1">
        <w:rPr>
          <w:rFonts w:asciiTheme="minorHAnsi" w:hAnsiTheme="minorHAnsi" w:cs="Arial"/>
          <w:sz w:val="22"/>
          <w:szCs w:val="22"/>
          <w:u w:val="single"/>
        </w:rPr>
        <w:t xml:space="preserve"> -  „</w:t>
      </w:r>
      <w:r w:rsidRPr="002F6AB1">
        <w:rPr>
          <w:rFonts w:asciiTheme="minorHAnsi" w:hAnsiTheme="minorHAnsi" w:cs="Arial"/>
          <w:b/>
          <w:sz w:val="22"/>
          <w:u w:val="single"/>
        </w:rPr>
        <w:t xml:space="preserve">Dostawa olei i smarów na potrzeby sprzętu ciężkiego dla </w:t>
      </w:r>
      <w:r w:rsidR="00881C41">
        <w:rPr>
          <w:rFonts w:asciiTheme="minorHAnsi" w:hAnsiTheme="minorHAnsi" w:cs="Arial"/>
          <w:b/>
          <w:sz w:val="22"/>
          <w:u w:val="single"/>
        </w:rPr>
        <w:t xml:space="preserve">NIS </w:t>
      </w:r>
      <w:r w:rsidR="00681873">
        <w:rPr>
          <w:rFonts w:asciiTheme="minorHAnsi" w:hAnsiTheme="minorHAnsi" w:cs="Arial"/>
          <w:b/>
          <w:sz w:val="22"/>
          <w:u w:val="single"/>
        </w:rPr>
        <w:t xml:space="preserve">- </w:t>
      </w:r>
      <w:r w:rsidR="00881C41">
        <w:rPr>
          <w:rFonts w:asciiTheme="minorHAnsi" w:hAnsiTheme="minorHAnsi" w:cs="Arial"/>
          <w:b/>
          <w:sz w:val="22"/>
          <w:u w:val="single"/>
        </w:rPr>
        <w:t>Południe</w:t>
      </w:r>
      <w:r w:rsidRPr="002F6AB1">
        <w:rPr>
          <w:rFonts w:asciiTheme="minorHAnsi" w:hAnsiTheme="minorHAnsi" w:cs="Arial"/>
          <w:b/>
          <w:sz w:val="22"/>
          <w:u w:val="single"/>
        </w:rPr>
        <w:t xml:space="preserve"> na I</w:t>
      </w:r>
      <w:r w:rsidR="00F523FF" w:rsidRPr="002F6AB1">
        <w:rPr>
          <w:rFonts w:asciiTheme="minorHAnsi" w:hAnsiTheme="minorHAnsi" w:cs="Arial"/>
          <w:b/>
          <w:sz w:val="22"/>
          <w:u w:val="single"/>
        </w:rPr>
        <w:t>V</w:t>
      </w:r>
      <w:r w:rsidRPr="002F6AB1">
        <w:rPr>
          <w:rFonts w:asciiTheme="minorHAnsi" w:hAnsiTheme="minorHAnsi" w:cs="Arial"/>
          <w:b/>
          <w:sz w:val="22"/>
          <w:u w:val="single"/>
        </w:rPr>
        <w:t xml:space="preserve"> kwartał 2024.</w:t>
      </w:r>
      <w:r w:rsidRPr="002F6AB1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548"/>
        <w:gridCol w:w="1134"/>
        <w:gridCol w:w="1418"/>
        <w:gridCol w:w="1276"/>
        <w:gridCol w:w="992"/>
      </w:tblGrid>
      <w:tr w:rsidR="00621445" w14:paraId="312C643B" w14:textId="77777777" w:rsidTr="00B85479">
        <w:trPr>
          <w:trHeight w:hRule="exact" w:val="340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2A6B9302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8" w:type="dxa"/>
            <w:shd w:val="clear" w:color="auto" w:fill="auto"/>
            <w:noWrap/>
            <w:vAlign w:val="center"/>
            <w:hideMark/>
          </w:tcPr>
          <w:p w14:paraId="7BF36F24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FBB9DB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15D11E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4804151C" w14:textId="77777777" w:rsidR="00621445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5FAAA943" w14:textId="77777777" w:rsidR="00621445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621445" w14:paraId="5B45195D" w14:textId="77777777" w:rsidTr="00B85479">
        <w:trPr>
          <w:trHeight w:val="250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0F0DECB3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548" w:type="dxa"/>
            <w:shd w:val="clear" w:color="auto" w:fill="auto"/>
            <w:noWrap/>
            <w:vAlign w:val="center"/>
            <w:hideMark/>
          </w:tcPr>
          <w:p w14:paraId="243E4A86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Asortyment:</w:t>
            </w:r>
          </w:p>
        </w:tc>
        <w:tc>
          <w:tcPr>
            <w:tcW w:w="1134" w:type="dxa"/>
            <w:vAlign w:val="center"/>
          </w:tcPr>
          <w:p w14:paraId="04BDB2B4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Planowane, łączne </w:t>
            </w:r>
            <w:r w:rsidRPr="00DB1C01">
              <w:rPr>
                <w:rFonts w:asciiTheme="minorHAnsi" w:hAnsiTheme="minorHAnsi" w:cstheme="minorHAnsi"/>
                <w:b/>
                <w:sz w:val="18"/>
                <w:szCs w:val="18"/>
              </w:rPr>
              <w:t>ilości do z</w:t>
            </w:r>
            <w:r w:rsidRPr="00B170C9">
              <w:rPr>
                <w:rFonts w:asciiTheme="minorHAnsi" w:hAnsiTheme="minorHAnsi" w:cstheme="minorHAnsi"/>
                <w:b/>
                <w:sz w:val="18"/>
                <w:szCs w:val="18"/>
              </w:rPr>
              <w:t>akupu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7D4375" w14:textId="77777777" w:rsidR="00621445" w:rsidRPr="00B170C9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Ofertowe stawki jednostkowe netto</w:t>
            </w:r>
          </w:p>
        </w:tc>
        <w:tc>
          <w:tcPr>
            <w:tcW w:w="1276" w:type="dxa"/>
            <w:vAlign w:val="center"/>
          </w:tcPr>
          <w:p w14:paraId="6C91D5D0" w14:textId="77777777" w:rsidR="00621445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Iloczyny kolumny 3 i 4</w:t>
            </w:r>
          </w:p>
        </w:tc>
        <w:tc>
          <w:tcPr>
            <w:tcW w:w="992" w:type="dxa"/>
            <w:vAlign w:val="center"/>
          </w:tcPr>
          <w:p w14:paraId="31C48593" w14:textId="77777777" w:rsidR="00621445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Uwagi</w:t>
            </w:r>
            <w:r w:rsidRPr="000875E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621445" w:rsidRPr="0004138D" w14:paraId="65CA2C05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AF123" w14:textId="77777777" w:rsidR="00621445" w:rsidRPr="00C86CD6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71DA" w14:textId="178823D8" w:rsidR="00621445" w:rsidRPr="002F6AB1" w:rsidRDefault="00621445" w:rsidP="00621445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Olej Przekładniowy 80w90 GL-5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A37E" w14:textId="1CB2368B" w:rsidR="00621445" w:rsidRPr="002F6AB1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EE57AD">
              <w:rPr>
                <w:rFonts w:asciiTheme="minorHAnsi" w:hAnsiTheme="minorHAnsi" w:cstheme="minorHAnsi"/>
                <w:sz w:val="20"/>
                <w:szCs w:val="20"/>
              </w:rPr>
              <w:t>200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F6D0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3B77" w14:textId="77777777" w:rsidR="00621445" w:rsidRPr="0004138D" w:rsidRDefault="00621445" w:rsidP="00621445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1D06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621445" w:rsidRPr="0004138D" w14:paraId="7A2A9CC6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A88A" w14:textId="77777777" w:rsidR="00621445" w:rsidRPr="00C86CD6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97F1C" w14:textId="5CD3E138" w:rsidR="00621445" w:rsidRPr="002F6AB1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CA5076">
              <w:rPr>
                <w:rFonts w:asciiTheme="minorHAnsi" w:hAnsiTheme="minorHAnsi" w:cstheme="minorHAnsi"/>
                <w:sz w:val="20"/>
                <w:szCs w:val="20"/>
              </w:rPr>
              <w:t>Liebherr</w:t>
            </w:r>
            <w:proofErr w:type="spellEnd"/>
            <w:r w:rsidRPr="00CA5076">
              <w:rPr>
                <w:rFonts w:asciiTheme="minorHAnsi" w:hAnsiTheme="minorHAnsi" w:cstheme="minorHAnsi"/>
                <w:sz w:val="20"/>
                <w:szCs w:val="20"/>
              </w:rPr>
              <w:t xml:space="preserve"> GL-5 85W140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523A" w14:textId="7BE345BD" w:rsidR="00621445" w:rsidRPr="002F6AB1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  <w:r w:rsidRPr="00EE57AD">
              <w:rPr>
                <w:rFonts w:asciiTheme="minorHAnsi" w:hAnsiTheme="minorHAnsi" w:cstheme="minorHAnsi"/>
                <w:sz w:val="20"/>
                <w:szCs w:val="20"/>
              </w:rPr>
              <w:t xml:space="preserve">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5B0E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F5B7" w14:textId="77777777" w:rsidR="00621445" w:rsidRPr="0004138D" w:rsidRDefault="00621445" w:rsidP="00621445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27DA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621445" w:rsidRPr="0004138D" w14:paraId="6EED0ECF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5C2D" w14:textId="77777777" w:rsidR="00621445" w:rsidRPr="00C86CD6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61B1E" w14:textId="477413AF" w:rsidR="00621445" w:rsidRPr="002F6AB1" w:rsidRDefault="00621445" w:rsidP="00621445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EE57AD">
              <w:rPr>
                <w:rFonts w:asciiTheme="minorHAnsi" w:hAnsiTheme="minorHAnsi" w:cstheme="minorHAnsi"/>
                <w:sz w:val="20"/>
                <w:szCs w:val="20"/>
              </w:rPr>
              <w:t xml:space="preserve">Olej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Hydrauliczno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przekładniowy</w:t>
            </w:r>
            <w:r w:rsidRPr="00EE57AD">
              <w:rPr>
                <w:rFonts w:asciiTheme="minorHAnsi" w:hAnsiTheme="minorHAnsi" w:cstheme="minorHAnsi"/>
                <w:sz w:val="20"/>
                <w:szCs w:val="20"/>
              </w:rPr>
              <w:t xml:space="preserve"> 10W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0F89" w14:textId="58F75C4B" w:rsidR="00621445" w:rsidRPr="002F6AB1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EE57AD">
              <w:rPr>
                <w:rFonts w:asciiTheme="minorHAnsi" w:hAnsiTheme="minorHAnsi" w:cstheme="minorHAnsi"/>
                <w:sz w:val="20"/>
                <w:szCs w:val="20"/>
              </w:rPr>
              <w:t xml:space="preserve">0 L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D91B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AE96" w14:textId="77777777" w:rsidR="00621445" w:rsidRPr="0004138D" w:rsidRDefault="00621445" w:rsidP="00621445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78CC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621445" w:rsidRPr="0004138D" w14:paraId="4860B218" w14:textId="77777777" w:rsidTr="00B85479">
        <w:trPr>
          <w:trHeight w:hRule="exact" w:val="3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2033" w14:textId="77777777" w:rsidR="00621445" w:rsidRPr="00C86CD6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6CD6">
              <w:rPr>
                <w:rStyle w:val="CharStyle18"/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07E4" w14:textId="4B240175" w:rsidR="00621445" w:rsidRPr="002F6AB1" w:rsidRDefault="00621445" w:rsidP="00621445">
            <w:pPr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Płyn chłodniczy różowy G12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749F" w14:textId="249C942C" w:rsidR="00621445" w:rsidRPr="002F6AB1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B37A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469C" w14:textId="77777777" w:rsidR="00621445" w:rsidRPr="0004138D" w:rsidRDefault="00621445" w:rsidP="00621445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88BF" w14:textId="77777777" w:rsidR="00621445" w:rsidRPr="0004138D" w:rsidRDefault="00621445" w:rsidP="00621445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621445" w:rsidRPr="0004138D" w14:paraId="660207D0" w14:textId="77777777" w:rsidTr="00B85479">
        <w:trPr>
          <w:trHeight w:val="2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A1F50" w14:textId="60BDCE68" w:rsidR="00621445" w:rsidRPr="00C86CD6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199A" w14:textId="77777777" w:rsidR="00621445" w:rsidRDefault="00621445" w:rsidP="00B8547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75EE">
              <w:rPr>
                <w:rFonts w:asciiTheme="minorHAnsi" w:hAnsiTheme="minorHAnsi" w:cstheme="minorHAnsi"/>
                <w:b/>
                <w:sz w:val="18"/>
                <w:szCs w:val="18"/>
              </w:rPr>
              <w:t>Razem:</w:t>
            </w:r>
          </w:p>
          <w:p w14:paraId="37F3051C" w14:textId="77777777" w:rsidR="00621445" w:rsidRPr="0004138D" w:rsidRDefault="00621445" w:rsidP="00B85479">
            <w:pPr>
              <w:spacing w:before="120" w:after="120"/>
              <w:jc w:val="right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Tę kwotę proszę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też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wpisać w odpowiedniej rubryce </w:t>
            </w:r>
            <w:r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 xml:space="preserve">formularza elektronicznego </w:t>
            </w:r>
            <w:r w:rsidRPr="00C86CD6">
              <w:rPr>
                <w:rFonts w:asciiTheme="minorHAnsi" w:hAnsiTheme="minorHAnsi" w:cstheme="minorHAnsi"/>
                <w:b/>
                <w:color w:val="FF0000"/>
                <w:sz w:val="16"/>
                <w:szCs w:val="17"/>
              </w:rPr>
              <w:t>Systemu Zakupowego GK PGE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6B0" w14:textId="77777777" w:rsidR="00621445" w:rsidRPr="0004138D" w:rsidRDefault="00621445" w:rsidP="00B85479">
            <w:pPr>
              <w:spacing w:before="120" w:after="120"/>
              <w:jc w:val="center"/>
              <w:rPr>
                <w:rStyle w:val="CharStyle18"/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2DF44E" w14:textId="77777777" w:rsidR="00621445" w:rsidRPr="0004138D" w:rsidRDefault="00621445" w:rsidP="00B85479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14:paraId="76F293BC" w14:textId="77777777" w:rsidR="00621445" w:rsidRPr="00C506BC" w:rsidRDefault="00621445" w:rsidP="00621445">
      <w:pPr>
        <w:pStyle w:val="Akapitzlist"/>
        <w:spacing w:before="120" w:after="120"/>
        <w:ind w:left="142"/>
        <w:contextualSpacing w:val="0"/>
        <w:jc w:val="both"/>
        <w:rPr>
          <w:rFonts w:asciiTheme="minorHAnsi" w:hAnsiTheme="minorHAnsi" w:cstheme="minorHAnsi"/>
          <w:szCs w:val="22"/>
        </w:rPr>
      </w:pPr>
      <w:r w:rsidRPr="00C506BC">
        <w:rPr>
          <w:rFonts w:asciiTheme="minorHAnsi" w:hAnsiTheme="minorHAnsi" w:cstheme="minorHAnsi"/>
          <w:color w:val="FF0000"/>
          <w:szCs w:val="22"/>
        </w:rPr>
        <w:t>*</w:t>
      </w:r>
      <w:r>
        <w:rPr>
          <w:rFonts w:asciiTheme="minorHAnsi" w:hAnsiTheme="minorHAnsi" w:cstheme="minorHAnsi"/>
          <w:color w:val="FF0000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- w</w:t>
      </w:r>
      <w:r w:rsidRPr="00C506BC">
        <w:rPr>
          <w:rFonts w:asciiTheme="minorHAnsi" w:hAnsiTheme="minorHAnsi" w:cstheme="minorHAnsi"/>
          <w:szCs w:val="22"/>
        </w:rPr>
        <w:t xml:space="preserve"> kolu</w:t>
      </w:r>
      <w:r>
        <w:rPr>
          <w:rFonts w:asciiTheme="minorHAnsi" w:hAnsiTheme="minorHAnsi" w:cstheme="minorHAnsi"/>
          <w:szCs w:val="22"/>
        </w:rPr>
        <w:t>mnie 6</w:t>
      </w:r>
      <w:r w:rsidRPr="00C506BC">
        <w:rPr>
          <w:rFonts w:asciiTheme="minorHAnsi" w:hAnsiTheme="minorHAnsi" w:cstheme="minorHAnsi"/>
          <w:szCs w:val="22"/>
        </w:rPr>
        <w:t xml:space="preserve"> należy wpisać artykuły równoważne które </w:t>
      </w:r>
      <w:r>
        <w:rPr>
          <w:rFonts w:asciiTheme="minorHAnsi" w:hAnsiTheme="minorHAnsi" w:cstheme="minorHAnsi"/>
          <w:szCs w:val="22"/>
        </w:rPr>
        <w:t xml:space="preserve">wcześniej </w:t>
      </w:r>
      <w:r w:rsidRPr="00C506BC">
        <w:rPr>
          <w:rFonts w:asciiTheme="minorHAnsi" w:hAnsiTheme="minorHAnsi" w:cstheme="minorHAnsi"/>
          <w:szCs w:val="22"/>
        </w:rPr>
        <w:t xml:space="preserve">uzyskały akceptację techniczną Zamawiającego. Brak wpisu w tej kolumnie oznacza, </w:t>
      </w:r>
      <w:r>
        <w:rPr>
          <w:rFonts w:asciiTheme="minorHAnsi" w:hAnsiTheme="minorHAnsi" w:cstheme="minorHAnsi"/>
          <w:szCs w:val="22"/>
        </w:rPr>
        <w:t>że Dostawca oferuje „Materiały obecnie użytkowane przez Zamawiającego</w:t>
      </w:r>
      <w:r w:rsidRPr="00C506BC">
        <w:rPr>
          <w:rFonts w:asciiTheme="minorHAnsi" w:hAnsiTheme="minorHAnsi" w:cstheme="minorHAnsi"/>
          <w:szCs w:val="22"/>
        </w:rPr>
        <w:t>”.</w:t>
      </w:r>
    </w:p>
    <w:p w14:paraId="531A7B4C" w14:textId="77777777" w:rsidR="00621445" w:rsidRDefault="00621445" w:rsidP="00621445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302C78">
        <w:rPr>
          <w:rFonts w:asciiTheme="minorHAnsi" w:hAnsiTheme="minorHAnsi" w:cs="Arial"/>
          <w:szCs w:val="22"/>
        </w:rPr>
        <w:t xml:space="preserve">Stawka podatku VAT: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302C78">
        <w:rPr>
          <w:rFonts w:asciiTheme="minorHAnsi" w:hAnsiTheme="minorHAnsi" w:cs="Arial"/>
          <w:szCs w:val="22"/>
        </w:rPr>
        <w:t>%</w:t>
      </w:r>
    </w:p>
    <w:p w14:paraId="39F8F0F2" w14:textId="77777777" w:rsidR="00621445" w:rsidRPr="006B034E" w:rsidRDefault="00621445" w:rsidP="00621445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6B034E">
        <w:rPr>
          <w:rFonts w:asciiTheme="minorHAnsi" w:hAnsiTheme="minorHAnsi" w:cs="Arial"/>
          <w:bCs/>
          <w:szCs w:val="22"/>
        </w:rPr>
        <w:t>T</w:t>
      </w:r>
      <w:r w:rsidRPr="006B034E">
        <w:rPr>
          <w:rFonts w:asciiTheme="minorHAnsi" w:hAnsiTheme="minorHAnsi" w:cs="Arial"/>
          <w:szCs w:val="22"/>
        </w:rPr>
        <w:t>ermin płatności</w:t>
      </w:r>
      <w:r>
        <w:rPr>
          <w:rFonts w:asciiTheme="minorHAnsi" w:hAnsiTheme="minorHAnsi" w:cs="Arial"/>
          <w:szCs w:val="22"/>
        </w:rPr>
        <w:t>:</w:t>
      </w:r>
      <w:r w:rsidRPr="006B034E">
        <w:rPr>
          <w:rFonts w:asciiTheme="minorHAnsi" w:hAnsiTheme="minorHAnsi" w:cs="Arial"/>
          <w:szCs w:val="22"/>
        </w:rPr>
        <w:t xml:space="preserve"> przelew </w:t>
      </w:r>
      <w:r w:rsidRPr="001C4178">
        <w:rPr>
          <w:rFonts w:asciiTheme="minorHAnsi" w:hAnsiTheme="minorHAnsi" w:cs="Arial"/>
          <w:szCs w:val="22"/>
          <w:highlight w:val="yellow"/>
        </w:rPr>
        <w:t>……</w:t>
      </w:r>
      <w:r w:rsidRPr="006B034E">
        <w:rPr>
          <w:rFonts w:asciiTheme="minorHAnsi" w:hAnsiTheme="minorHAnsi" w:cs="Arial"/>
          <w:szCs w:val="22"/>
        </w:rPr>
        <w:t xml:space="preserve"> dni od dnia dostarczenia faktury do Zamawiającego (30 dni).</w:t>
      </w:r>
    </w:p>
    <w:p w14:paraId="1E4041B1" w14:textId="66F1D23D" w:rsidR="00621445" w:rsidRPr="00D72313" w:rsidRDefault="00621445" w:rsidP="00621445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 w:rsidRPr="005565B1">
        <w:rPr>
          <w:rFonts w:asciiTheme="minorHAnsi" w:hAnsiTheme="minorHAnsi" w:cs="Arial"/>
          <w:bCs/>
          <w:szCs w:val="22"/>
        </w:rPr>
        <w:t xml:space="preserve">Oświadczamy, iż akceptujemy termin realizacji Zamówienia </w:t>
      </w:r>
      <w:r>
        <w:rPr>
          <w:rFonts w:asciiTheme="minorHAnsi" w:hAnsiTheme="minorHAnsi" w:cs="Arial"/>
          <w:bCs/>
          <w:szCs w:val="22"/>
        </w:rPr>
        <w:t>dla Części</w:t>
      </w:r>
      <w:r>
        <w:rPr>
          <w:rFonts w:asciiTheme="minorHAnsi" w:hAnsiTheme="minorHAnsi" w:cs="Arial"/>
          <w:bCs/>
          <w:szCs w:val="22"/>
        </w:rPr>
        <w:t xml:space="preserve"> 4</w:t>
      </w:r>
      <w:r>
        <w:rPr>
          <w:rFonts w:asciiTheme="minorHAnsi" w:hAnsiTheme="minorHAnsi" w:cs="Arial"/>
          <w:bCs/>
          <w:szCs w:val="22"/>
        </w:rPr>
        <w:t xml:space="preserve"> </w:t>
      </w:r>
      <w:r w:rsidRPr="005565B1">
        <w:rPr>
          <w:rFonts w:asciiTheme="minorHAnsi" w:hAnsiTheme="minorHAnsi" w:cs="Arial"/>
          <w:bCs/>
          <w:szCs w:val="22"/>
        </w:rPr>
        <w:t>wskazany w SWZ.</w:t>
      </w:r>
    </w:p>
    <w:p w14:paraId="2224EB9C" w14:textId="77777777" w:rsidR="00621445" w:rsidRPr="006B034E" w:rsidRDefault="00621445" w:rsidP="00621445">
      <w:pPr>
        <w:pStyle w:val="Akapitzlist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Cs/>
          <w:szCs w:val="22"/>
        </w:rPr>
        <w:t>Oświadczamy, że na wszystkie ww. materiały udzielamy gwarancji producenta.</w:t>
      </w:r>
    </w:p>
    <w:p w14:paraId="526A0E6C" w14:textId="77777777" w:rsidR="00621445" w:rsidRDefault="00621445" w:rsidP="006B034E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483EA35B" w14:textId="4E4A5E04" w:rsidR="006B034E" w:rsidRDefault="006B034E" w:rsidP="006B034E">
      <w:pPr>
        <w:spacing w:before="120" w:after="120"/>
        <w:jc w:val="both"/>
        <w:rPr>
          <w:rFonts w:ascii="Arial" w:eastAsia="Batang" w:hAnsi="Arial" w:cs="Arial"/>
          <w:szCs w:val="22"/>
        </w:rPr>
      </w:pPr>
    </w:p>
    <w:p w14:paraId="09D9AE93" w14:textId="5B706E7E" w:rsidR="008E0E7A" w:rsidRPr="000A0D83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2F401A">
        <w:rPr>
          <w:rFonts w:asciiTheme="minorHAnsi" w:hAnsiTheme="minorHAnsi" w:cs="Arial"/>
          <w:szCs w:val="22"/>
        </w:rPr>
        <w:t xml:space="preserve">Zapoznaliśmy się i w pełni akceptujemy treść </w:t>
      </w:r>
      <w:r>
        <w:rPr>
          <w:rFonts w:asciiTheme="minorHAnsi" w:hAnsiTheme="minorHAnsi" w:cs="Arial"/>
          <w:szCs w:val="22"/>
        </w:rPr>
        <w:t>SWZ</w:t>
      </w:r>
      <w:r w:rsidRPr="002F401A">
        <w:rPr>
          <w:rFonts w:asciiTheme="minorHAnsi" w:hAnsiTheme="minorHAnsi" w:cs="Arial"/>
          <w:szCs w:val="22"/>
        </w:rPr>
        <w:t xml:space="preserve"> wraz ze wszystkimi załącznikami </w:t>
      </w:r>
      <w:r>
        <w:rPr>
          <w:rFonts w:asciiTheme="minorHAnsi" w:hAnsiTheme="minorHAnsi" w:cs="Arial"/>
          <w:szCs w:val="22"/>
        </w:rPr>
        <w:t>i</w:t>
      </w:r>
      <w:r w:rsidRPr="002F401A">
        <w:rPr>
          <w:rFonts w:asciiTheme="minorHAnsi" w:hAnsiTheme="minorHAnsi" w:cs="Arial"/>
          <w:szCs w:val="22"/>
        </w:rPr>
        <w:t xml:space="preserve"> nie wnosimy do nich zastrzeżeń</w:t>
      </w:r>
      <w:r>
        <w:rPr>
          <w:rFonts w:asciiTheme="minorHAnsi" w:hAnsiTheme="minorHAnsi"/>
        </w:rPr>
        <w:t>.</w:t>
      </w:r>
    </w:p>
    <w:p w14:paraId="4319C47C" w14:textId="7294FE53" w:rsidR="001E742E" w:rsidRPr="00177893" w:rsidRDefault="001E742E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theme="minorHAnsi"/>
        </w:rPr>
      </w:pPr>
      <w:r w:rsidRPr="00177893">
        <w:rPr>
          <w:rFonts w:asciiTheme="minorHAnsi" w:hAnsiTheme="minorHAnsi" w:cstheme="minorHAnsi"/>
        </w:rPr>
        <w:t>Oświadczamy, że posiadamy odpowiednią organizację oraz urządzenia techniczne niezbędne do prawidłowej realizacji zamówienia zgodnie ze złożoną ofertą.</w:t>
      </w:r>
    </w:p>
    <w:p w14:paraId="7F0AF512" w14:textId="77777777" w:rsidR="008E0E7A" w:rsidRPr="0056681A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56681A">
        <w:rPr>
          <w:rFonts w:asciiTheme="minorHAnsi" w:hAnsiTheme="minorHAnsi" w:cs="Arial"/>
          <w:szCs w:val="22"/>
        </w:rPr>
        <w:t>Oświadczamy, że zapoznaliśmy się z zasadami określonymi w Kodeksie Postępowania dla Partnerów Biznesowych Spółek GK PGE (zamieszczonym na stronie internetowej  Spółki PG</w:t>
      </w:r>
      <w:r>
        <w:rPr>
          <w:rFonts w:asciiTheme="minorHAnsi" w:hAnsiTheme="minorHAnsi" w:cs="Arial"/>
          <w:szCs w:val="22"/>
        </w:rPr>
        <w:t xml:space="preserve">E Ekoserwis www.pgeekoserwis.pl w </w:t>
      </w:r>
      <w:r w:rsidRPr="0056681A">
        <w:rPr>
          <w:rFonts w:asciiTheme="minorHAnsi" w:hAnsiTheme="minorHAnsi" w:cs="Arial"/>
          <w:szCs w:val="22"/>
        </w:rPr>
        <w:t>zakładce: „Nasze Standardy/Kodeks Etyki - Kodeks Postępowania dla Partnerów Biznesowych”). W przypadku wyboru naszej Oferty ostatecznej zapewniamy, że w swojej działalności będziemy przestrzegać wszystkich obowiązujących przepisów prawa oraz postanowień wyżej wymienionych dokumentów.</w:t>
      </w:r>
    </w:p>
    <w:p w14:paraId="6268B22B" w14:textId="77777777" w:rsidR="008E0E7A" w:rsidRDefault="008E0E7A" w:rsidP="006B034E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 w:cs="Arial"/>
          <w:szCs w:val="22"/>
        </w:rPr>
      </w:pPr>
      <w:r w:rsidRPr="0056681A">
        <w:rPr>
          <w:rFonts w:asciiTheme="minorHAnsi" w:hAnsiTheme="minorHAnsi" w:cs="Arial"/>
          <w:szCs w:val="22"/>
        </w:rPr>
        <w:t>Oświadczamy, że dołożymy należytej staranności, aby nasi pracownicy, współpracownicy, podwykonawcy lub osoby, przy pomocy, których będziemy świadczyć usługi/ dostawy/ roboty budowlane przestrzegali postanowień wyżej wymienionych dokumentów.</w:t>
      </w:r>
    </w:p>
    <w:p w14:paraId="6587F48F" w14:textId="1E4CC060" w:rsidR="008E0E7A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EF3716">
        <w:rPr>
          <w:rFonts w:asciiTheme="minorHAnsi" w:hAnsiTheme="minorHAnsi" w:cs="Arial"/>
          <w:szCs w:val="22"/>
        </w:rPr>
        <w:t>Otrzymaliśmy konieczne informacje do przygotowania Oferty i wykonania zamówienia.</w:t>
      </w:r>
    </w:p>
    <w:p w14:paraId="017CE018" w14:textId="0AA690DD" w:rsidR="00CE7741" w:rsidRDefault="00CE7741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105D14">
        <w:rPr>
          <w:rFonts w:asciiTheme="minorHAnsi" w:hAnsiTheme="minorHAnsi" w:cs="Arial"/>
          <w:szCs w:val="22"/>
        </w:rPr>
        <w:t xml:space="preserve">Oświadczamy, że </w:t>
      </w:r>
      <w:r w:rsidRPr="006B034E">
        <w:rPr>
          <w:rFonts w:asciiTheme="minorHAnsi" w:hAnsiTheme="minorHAnsi" w:cs="Arial"/>
          <w:b/>
          <w:szCs w:val="22"/>
          <w:highlight w:val="yellow"/>
        </w:rPr>
        <w:t>jesteśmy/nie jesteśmy</w:t>
      </w:r>
      <w:r w:rsidRPr="006B034E">
        <w:rPr>
          <w:rStyle w:val="Odwoanieprzypisudolnego"/>
          <w:rFonts w:asciiTheme="minorHAnsi" w:hAnsiTheme="minorHAnsi" w:cs="Arial"/>
          <w:szCs w:val="22"/>
          <w:highlight w:val="yellow"/>
        </w:rPr>
        <w:footnoteReference w:id="3"/>
      </w:r>
      <w:r w:rsidRPr="00105D14">
        <w:rPr>
          <w:rFonts w:asciiTheme="minorHAnsi" w:hAnsiTheme="minorHAnsi" w:cs="Arial"/>
          <w:szCs w:val="22"/>
        </w:rPr>
        <w:t xml:space="preserve"> czynnym podatnikiem VAT/ jesteśmy w trakcie rejestracji jako płatnik podatku VAT i załączamy do oferty kopię deklaracji VAT-R</w:t>
      </w:r>
      <w:r w:rsidRPr="00105D14">
        <w:rPr>
          <w:rStyle w:val="Odwoanieprzypisudolnego"/>
          <w:rFonts w:asciiTheme="minorHAnsi" w:hAnsiTheme="minorHAnsi" w:cs="Arial"/>
          <w:szCs w:val="22"/>
        </w:rPr>
        <w:footnoteReference w:id="4"/>
      </w:r>
      <w:r w:rsidRPr="00105D14">
        <w:rPr>
          <w:rFonts w:asciiTheme="minorHAnsi" w:hAnsiTheme="minorHAnsi" w:cs="Arial"/>
          <w:szCs w:val="22"/>
        </w:rPr>
        <w:t xml:space="preserve"> /posiadamy nr identyfikacji podatkowej VAT UE</w:t>
      </w:r>
      <w:r w:rsidRPr="00105D14">
        <w:rPr>
          <w:rStyle w:val="Odwoanieprzypisudolnego"/>
          <w:rFonts w:asciiTheme="minorHAnsi" w:hAnsiTheme="minorHAnsi" w:cs="Arial"/>
          <w:szCs w:val="22"/>
        </w:rPr>
        <w:footnoteReference w:id="5"/>
      </w:r>
      <w:r w:rsidRPr="00105D14">
        <w:rPr>
          <w:rFonts w:asciiTheme="minorHAnsi" w:hAnsiTheme="minorHAnsi" w:cs="Arial"/>
          <w:szCs w:val="22"/>
        </w:rPr>
        <w:t>:…</w:t>
      </w:r>
    </w:p>
    <w:p w14:paraId="33102A4E" w14:textId="246CA14A" w:rsidR="00CE7741" w:rsidRPr="005301AB" w:rsidRDefault="00CE7741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105D14">
        <w:rPr>
          <w:rFonts w:asciiTheme="minorHAnsi" w:hAnsiTheme="minorHAnsi" w:cs="Arial"/>
          <w:szCs w:val="22"/>
        </w:rPr>
        <w:t xml:space="preserve">Oświadczamy, że </w:t>
      </w:r>
      <w:r w:rsidRPr="006B034E">
        <w:rPr>
          <w:rFonts w:asciiTheme="minorHAnsi" w:hAnsiTheme="minorHAnsi" w:cs="Arial"/>
          <w:szCs w:val="22"/>
          <w:highlight w:val="yellow"/>
        </w:rPr>
        <w:t>jesteśmy/nie jesteśmy</w:t>
      </w:r>
      <w:r w:rsidRPr="006B034E">
        <w:rPr>
          <w:rStyle w:val="Odwoanieprzypisudolnego"/>
          <w:rFonts w:asciiTheme="minorHAnsi" w:hAnsiTheme="minorHAnsi" w:cs="Arial"/>
          <w:szCs w:val="22"/>
          <w:highlight w:val="yellow"/>
        </w:rPr>
        <w:footnoteReference w:id="6"/>
      </w:r>
      <w:r w:rsidRPr="00105D14">
        <w:rPr>
          <w:rFonts w:asciiTheme="minorHAnsi" w:hAnsiTheme="minorHAnsi" w:cs="Arial"/>
          <w:szCs w:val="22"/>
        </w:rPr>
        <w:t>mikroprzedsiębiorstwem bądź małym lub średnim przedsiębiorstwem</w:t>
      </w:r>
      <w:r>
        <w:rPr>
          <w:rFonts w:asciiTheme="minorHAnsi" w:hAnsiTheme="minorHAnsi" w:cs="Arial"/>
          <w:szCs w:val="22"/>
        </w:rPr>
        <w:t>.</w:t>
      </w:r>
    </w:p>
    <w:p w14:paraId="05308485" w14:textId="51A457AE" w:rsidR="00A77BD9" w:rsidRPr="00A77BD9" w:rsidRDefault="00A77BD9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6B034E">
        <w:rPr>
          <w:rFonts w:asciiTheme="minorHAnsi" w:hAnsiTheme="minorHAnsi" w:cs="Arial"/>
          <w:bCs/>
          <w:iCs/>
          <w:szCs w:val="22"/>
        </w:rPr>
        <w:lastRenderedPageBreak/>
        <w:t xml:space="preserve">Wykonawca oświadcza, iż </w:t>
      </w:r>
      <w:r>
        <w:rPr>
          <w:rFonts w:asciiTheme="minorHAnsi" w:hAnsiTheme="minorHAnsi" w:cs="Arial"/>
          <w:bCs/>
          <w:iCs/>
          <w:szCs w:val="22"/>
          <w:highlight w:val="yellow"/>
        </w:rPr>
        <w:t xml:space="preserve">powołał / nie powołał </w:t>
      </w:r>
      <w:r w:rsidRPr="006B034E">
        <w:rPr>
          <w:rFonts w:asciiTheme="minorHAnsi" w:hAnsiTheme="minorHAnsi" w:cs="Arial"/>
          <w:bCs/>
          <w:iCs/>
          <w:szCs w:val="22"/>
          <w:highlight w:val="yellow"/>
          <w:vertAlign w:val="superscript"/>
        </w:rPr>
        <w:t>2</w:t>
      </w:r>
      <w:r w:rsidRPr="006B034E">
        <w:rPr>
          <w:rFonts w:asciiTheme="minorHAnsi" w:hAnsiTheme="minorHAnsi" w:cs="Arial"/>
          <w:bCs/>
          <w:iCs/>
          <w:szCs w:val="22"/>
        </w:rPr>
        <w:t xml:space="preserve"> Inspektora Ochrony Danych Osobowych lub inną osobę kontaktową we wszelkich sprawach związanych z ochroną danych osobowych, adres e-mail: </w:t>
      </w:r>
      <w:r w:rsidRPr="006B034E">
        <w:rPr>
          <w:rFonts w:asciiTheme="minorHAnsi" w:hAnsiTheme="minorHAnsi" w:cs="Arial"/>
          <w:bCs/>
          <w:iCs/>
          <w:szCs w:val="22"/>
          <w:highlight w:val="yellow"/>
        </w:rPr>
        <w:t>............</w:t>
      </w:r>
      <w:r w:rsidRPr="006B034E">
        <w:rPr>
          <w:rFonts w:asciiTheme="minorHAnsi" w:hAnsiTheme="minorHAnsi" w:cs="Arial"/>
          <w:bCs/>
          <w:iCs/>
          <w:szCs w:val="22"/>
        </w:rPr>
        <w:t>.</w:t>
      </w:r>
    </w:p>
    <w:p w14:paraId="2BBE0318" w14:textId="2160447F" w:rsidR="008E0E7A" w:rsidRPr="00F559B5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F559B5">
        <w:rPr>
          <w:rFonts w:asciiTheme="minorHAnsi" w:hAnsiTheme="minorHAnsi" w:cs="Arial"/>
          <w:bCs/>
          <w:szCs w:val="22"/>
        </w:rPr>
        <w:t xml:space="preserve">Uważamy się za związanych niniejszą Ofertą przez okres </w:t>
      </w:r>
      <w:r w:rsidR="000A0D83">
        <w:rPr>
          <w:rFonts w:asciiTheme="minorHAnsi" w:hAnsiTheme="minorHAnsi" w:cs="Arial"/>
          <w:bCs/>
          <w:szCs w:val="22"/>
        </w:rPr>
        <w:t>6</w:t>
      </w:r>
      <w:r w:rsidRPr="00F559B5">
        <w:rPr>
          <w:rFonts w:asciiTheme="minorHAnsi" w:hAnsiTheme="minorHAnsi" w:cs="Arial"/>
          <w:bCs/>
          <w:szCs w:val="22"/>
        </w:rPr>
        <w:t>0 dni od upływu terminu składania Ofert.</w:t>
      </w:r>
    </w:p>
    <w:p w14:paraId="33896DD6" w14:textId="0BAD526B" w:rsidR="008E0E7A" w:rsidRPr="00F559B5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F559B5">
        <w:rPr>
          <w:rFonts w:asciiTheme="minorHAnsi" w:hAnsiTheme="minorHAnsi" w:cs="Arial"/>
          <w:bCs/>
          <w:szCs w:val="22"/>
        </w:rPr>
        <w:t>Oświadczamy, iż zachowamy poufność danych uzyskanych w toku postępowania zakupowego</w:t>
      </w:r>
      <w:r w:rsidR="009015DD">
        <w:rPr>
          <w:rFonts w:asciiTheme="minorHAnsi" w:hAnsiTheme="minorHAnsi" w:cs="Arial"/>
          <w:bCs/>
          <w:szCs w:val="22"/>
        </w:rPr>
        <w:t xml:space="preserve"> oraz w okresie realizacji zamówienia</w:t>
      </w:r>
      <w:r w:rsidRPr="00F559B5">
        <w:rPr>
          <w:rFonts w:asciiTheme="minorHAnsi" w:hAnsiTheme="minorHAnsi" w:cs="Arial"/>
          <w:bCs/>
          <w:szCs w:val="22"/>
        </w:rPr>
        <w:t>.</w:t>
      </w:r>
    </w:p>
    <w:p w14:paraId="624C159B" w14:textId="3EEFE438" w:rsidR="008E0E7A" w:rsidRPr="006B034E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bCs/>
          <w:szCs w:val="22"/>
        </w:rPr>
      </w:pPr>
      <w:r w:rsidRPr="00B9315B">
        <w:rPr>
          <w:rFonts w:asciiTheme="minorHAnsi" w:hAnsiTheme="minorHAnsi" w:cs="Arial"/>
          <w:bCs/>
          <w:szCs w:val="22"/>
        </w:rPr>
        <w:t>Oświadczamy, iż akceptujemy treść dokumentu OWZ – Ogólne Warunki Zamówienia</w:t>
      </w:r>
      <w:r w:rsidR="00671C4E">
        <w:rPr>
          <w:rFonts w:asciiTheme="minorHAnsi" w:hAnsiTheme="minorHAnsi" w:cs="Arial"/>
          <w:bCs/>
          <w:szCs w:val="22"/>
        </w:rPr>
        <w:t xml:space="preserve"> znajdującego się na stronie internetowej Zamawiaj</w:t>
      </w:r>
      <w:r w:rsidR="00177893">
        <w:rPr>
          <w:rFonts w:asciiTheme="minorHAnsi" w:hAnsiTheme="minorHAnsi" w:cs="Arial"/>
          <w:bCs/>
          <w:szCs w:val="22"/>
        </w:rPr>
        <w:t>ą</w:t>
      </w:r>
      <w:r w:rsidR="00671C4E">
        <w:rPr>
          <w:rFonts w:asciiTheme="minorHAnsi" w:hAnsiTheme="minorHAnsi" w:cs="Arial"/>
          <w:bCs/>
          <w:szCs w:val="22"/>
        </w:rPr>
        <w:t xml:space="preserve">cego pod linkiem: </w:t>
      </w:r>
      <w:hyperlink r:id="rId13" w:history="1">
        <w:r w:rsidR="006B034E" w:rsidRPr="00B81C81">
          <w:rPr>
            <w:rStyle w:val="Hipercze"/>
            <w:rFonts w:asciiTheme="minorHAnsi" w:hAnsiTheme="minorHAnsi" w:cs="Arial"/>
            <w:bCs/>
            <w:sz w:val="24"/>
            <w:szCs w:val="22"/>
          </w:rPr>
          <w:t>https://pgeekoserwis.pl/pl/przetargi/ogolne-warunki-zakupu.html /</w:t>
        </w:r>
      </w:hyperlink>
      <w:r w:rsidR="006B034E">
        <w:rPr>
          <w:rFonts w:asciiTheme="minorHAnsi" w:hAnsiTheme="minorHAnsi" w:cs="Arial"/>
          <w:bCs/>
          <w:szCs w:val="22"/>
        </w:rPr>
        <w:t xml:space="preserve"> </w:t>
      </w:r>
      <w:r w:rsidR="00D47A8F" w:rsidRPr="006B034E">
        <w:rPr>
          <w:rFonts w:asciiTheme="minorHAnsi" w:hAnsiTheme="minorHAnsi" w:cs="Arial"/>
          <w:bCs/>
          <w:iCs/>
          <w:szCs w:val="22"/>
        </w:rPr>
        <w:t xml:space="preserve">stanowiącego załącznik nr </w:t>
      </w:r>
      <w:r w:rsidR="006B034E" w:rsidRPr="006B034E">
        <w:rPr>
          <w:rFonts w:asciiTheme="minorHAnsi" w:hAnsiTheme="minorHAnsi" w:cs="Arial"/>
          <w:bCs/>
          <w:iCs/>
          <w:szCs w:val="22"/>
        </w:rPr>
        <w:t>3</w:t>
      </w:r>
      <w:r w:rsidR="00D47A8F" w:rsidRPr="006B034E">
        <w:rPr>
          <w:rFonts w:asciiTheme="minorHAnsi" w:hAnsiTheme="minorHAnsi" w:cs="Arial"/>
          <w:bCs/>
          <w:iCs/>
          <w:szCs w:val="22"/>
        </w:rPr>
        <w:t xml:space="preserve"> do SWZ oraz nie jesteśmy podmiotem objętym sankcjami  i składamy oświadczenie o treści zgodnej z treścią Załącznika nr 1 do OWZ</w:t>
      </w:r>
      <w:r w:rsidR="006B034E" w:rsidRPr="006B034E">
        <w:rPr>
          <w:rFonts w:asciiTheme="minorHAnsi" w:hAnsiTheme="minorHAnsi" w:cs="Arial"/>
          <w:bCs/>
          <w:iCs/>
          <w:szCs w:val="22"/>
        </w:rPr>
        <w:t>.</w:t>
      </w:r>
    </w:p>
    <w:p w14:paraId="1F33BCED" w14:textId="2493E5AC" w:rsidR="006620F9" w:rsidRPr="006B034E" w:rsidRDefault="006620F9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4854FF">
        <w:rPr>
          <w:rFonts w:asciiTheme="minorHAnsi" w:hAnsiTheme="minorHAnsi" w:cs="Arial"/>
          <w:szCs w:val="22"/>
        </w:rPr>
        <w:t>W przypadku, gdy realizowane przez Wykonawcę zamówienie będzie wymagało powierzenia przez PGE Ekoserwis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</w:t>
      </w:r>
      <w:r>
        <w:rPr>
          <w:rFonts w:asciiTheme="minorHAnsi" w:hAnsiTheme="minorHAnsi" w:cs="Arial"/>
          <w:szCs w:val="22"/>
        </w:rPr>
        <w:t>.</w:t>
      </w:r>
    </w:p>
    <w:p w14:paraId="1BE5B85F" w14:textId="508C28CE" w:rsidR="008E0E7A" w:rsidRPr="0056681A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F83AC8">
        <w:rPr>
          <w:rFonts w:asciiTheme="minorHAnsi" w:hAnsiTheme="minorHAnsi" w:cs="Arial"/>
          <w:szCs w:val="22"/>
        </w:rPr>
        <w:t xml:space="preserve">Zapoznaliśmy się z Komunikatem dot. obowiązku informacyjnego wynikającym </w:t>
      </w:r>
      <w:r>
        <w:rPr>
          <w:rFonts w:asciiTheme="minorHAnsi" w:hAnsiTheme="minorHAnsi" w:cs="Arial"/>
          <w:szCs w:val="22"/>
        </w:rPr>
        <w:t>z</w:t>
      </w:r>
      <w:r w:rsidRPr="00F83AC8">
        <w:rPr>
          <w:rFonts w:asciiTheme="minorHAnsi" w:hAnsiTheme="minorHAnsi" w:cs="Arial"/>
          <w:szCs w:val="22"/>
        </w:rPr>
        <w:t xml:space="preserve"> Rozporządzenia Parlamentu Europejskiego i Rady (UE) 2016/679 z dnia 27 kwietnia 2016 r. </w:t>
      </w:r>
      <w:r>
        <w:rPr>
          <w:rFonts w:asciiTheme="minorHAnsi" w:hAnsiTheme="minorHAnsi" w:cs="Arial"/>
          <w:szCs w:val="22"/>
        </w:rPr>
        <w:t xml:space="preserve"> </w:t>
      </w:r>
      <w:r w:rsidRPr="00F83AC8">
        <w:rPr>
          <w:rFonts w:asciiTheme="minorHAnsi" w:hAnsiTheme="minorHAnsi" w:cs="Arial"/>
          <w:szCs w:val="22"/>
        </w:rPr>
        <w:t xml:space="preserve">w sprawie ochrony osób fizycznych w związku z </w:t>
      </w:r>
      <w:r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>przetwarzaniem danych osobowych</w:t>
      </w:r>
      <w:r w:rsidR="006B034E">
        <w:rPr>
          <w:rFonts w:asciiTheme="minorHAnsi" w:hAnsiTheme="minorHAnsi" w:cs="Arial"/>
          <w:szCs w:val="22"/>
        </w:rPr>
        <w:t xml:space="preserve"> </w:t>
      </w:r>
      <w:r w:rsidRPr="00F83AC8">
        <w:rPr>
          <w:rFonts w:asciiTheme="minorHAnsi" w:hAnsiTheme="minorHAnsi" w:cs="Arial"/>
          <w:szCs w:val="22"/>
        </w:rPr>
        <w:t>i w sprawie swobodnego przepływu takich danych oraz uchylenia dyrektywy 95/46/WE (dalej „Rozporządzenie”), znajdującym się na stronie internetowej</w:t>
      </w:r>
      <w:r w:rsidR="001F7762">
        <w:rPr>
          <w:rFonts w:asciiTheme="minorHAnsi" w:hAnsiTheme="minorHAnsi" w:cs="Arial"/>
          <w:szCs w:val="22"/>
        </w:rPr>
        <w:t xml:space="preserve"> pod linkiem: </w:t>
      </w:r>
      <w:hyperlink r:id="rId14" w:history="1">
        <w:r w:rsidR="001F7762" w:rsidRPr="001F7762">
          <w:rPr>
            <w:rStyle w:val="Hipercze"/>
            <w:rFonts w:asciiTheme="minorHAnsi" w:hAnsiTheme="minorHAnsi" w:cs="Arial"/>
            <w:sz w:val="24"/>
            <w:szCs w:val="22"/>
          </w:rPr>
          <w:t>https://pgeekoserwis.pl/pl/polityka-danych/informacja-o-przetwarzaniu-danych.html</w:t>
        </w:r>
      </w:hyperlink>
      <w:r w:rsidRPr="0056681A">
        <w:rPr>
          <w:rFonts w:asciiTheme="minorHAnsi" w:hAnsiTheme="minorHAnsi" w:cs="Arial"/>
          <w:sz w:val="22"/>
          <w:szCs w:val="22"/>
        </w:rPr>
        <w:t>.</w:t>
      </w:r>
    </w:p>
    <w:p w14:paraId="56DEDEEA" w14:textId="6310035E" w:rsidR="008E0E7A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83AC8">
        <w:rPr>
          <w:rFonts w:asciiTheme="minorHAnsi" w:hAnsiTheme="minorHAnsi" w:cs="Arial"/>
          <w:szCs w:val="22"/>
        </w:rPr>
        <w:t>Zapewniamy wystarczające gwarancje wdrożenia odpowiednich środków technicznych</w:t>
      </w:r>
      <w:r>
        <w:rPr>
          <w:rFonts w:asciiTheme="minorHAnsi" w:hAnsiTheme="minorHAnsi" w:cs="Arial"/>
          <w:szCs w:val="22"/>
        </w:rPr>
        <w:t xml:space="preserve"> </w:t>
      </w:r>
      <w:r w:rsidRPr="00F83AC8">
        <w:rPr>
          <w:rFonts w:asciiTheme="minorHAnsi" w:hAnsiTheme="minorHAnsi" w:cs="Arial"/>
          <w:szCs w:val="22"/>
        </w:rPr>
        <w:t>i</w:t>
      </w:r>
      <w:r w:rsidR="006B034E"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>organizacyjnych, aby przetwarzanie danych osobowych spełniało wymogi wynikające</w:t>
      </w:r>
      <w:r>
        <w:rPr>
          <w:rFonts w:asciiTheme="minorHAnsi" w:hAnsiTheme="minorHAnsi" w:cs="Arial"/>
          <w:szCs w:val="22"/>
        </w:rPr>
        <w:t xml:space="preserve"> </w:t>
      </w:r>
      <w:r w:rsidRPr="00F83AC8">
        <w:rPr>
          <w:rFonts w:asciiTheme="minorHAnsi" w:hAnsiTheme="minorHAnsi" w:cs="Arial"/>
          <w:szCs w:val="22"/>
        </w:rPr>
        <w:t>z</w:t>
      </w:r>
      <w:r w:rsidR="006B034E"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 xml:space="preserve">obowiązujących przepisów o ochronie danych osobowych oraz przepisów Rozporządzenia (ogólne rozporządzenie o ochronie danych) – dalej: „RODO”, mających zastosowanie i chroniło prawa osób, których dane dotyczą, </w:t>
      </w:r>
    </w:p>
    <w:p w14:paraId="3F1A9F02" w14:textId="77777777" w:rsidR="008E0E7A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83AC8">
        <w:rPr>
          <w:rFonts w:asciiTheme="minorHAnsi" w:hAnsiTheme="minorHAnsi" w:cs="Arial"/>
          <w:szCs w:val="22"/>
        </w:rPr>
        <w:t>Znane są nam wszelkie obowiązki wynikające z obowiązujących przepisów o</w:t>
      </w:r>
      <w:r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 xml:space="preserve">ochronie danych osobowych i przepisów RODO mających zastosowanie, które zobowiązany jest wykonywać podmiot przetwarzający dane osobowe na zlecenie administratora danych, </w:t>
      </w:r>
    </w:p>
    <w:p w14:paraId="2B2C1C95" w14:textId="77777777" w:rsidR="006620F9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F83AC8">
        <w:rPr>
          <w:rFonts w:asciiTheme="minorHAnsi" w:hAnsiTheme="minorHAnsi" w:cs="Arial"/>
          <w:szCs w:val="22"/>
        </w:rPr>
        <w:t xml:space="preserve">Dopełniliśmy wszelkich obowiązków w stosunku do osób, których dane przekazujemy oraz </w:t>
      </w:r>
      <w:r>
        <w:rPr>
          <w:rFonts w:asciiTheme="minorHAnsi" w:hAnsiTheme="minorHAnsi" w:cs="Arial"/>
          <w:szCs w:val="22"/>
        </w:rPr>
        <w:t>w</w:t>
      </w:r>
      <w:r w:rsidRPr="00F83AC8">
        <w:rPr>
          <w:rFonts w:asciiTheme="minorHAnsi" w:hAnsiTheme="minorHAnsi" w:cs="Arial"/>
          <w:szCs w:val="22"/>
        </w:rPr>
        <w:t xml:space="preserve"> stosunku do Zamawiającego wynikających z przepisów o </w:t>
      </w:r>
      <w:r>
        <w:rPr>
          <w:rFonts w:asciiTheme="minorHAnsi" w:hAnsiTheme="minorHAnsi" w:cs="Arial"/>
          <w:szCs w:val="22"/>
        </w:rPr>
        <w:t> </w:t>
      </w:r>
      <w:r w:rsidRPr="00F83AC8">
        <w:rPr>
          <w:rFonts w:asciiTheme="minorHAnsi" w:hAnsiTheme="minorHAnsi" w:cs="Arial"/>
          <w:szCs w:val="22"/>
        </w:rPr>
        <w:t xml:space="preserve">ochronie danych osobowych </w:t>
      </w:r>
      <w:r>
        <w:rPr>
          <w:rFonts w:asciiTheme="minorHAnsi" w:hAnsiTheme="minorHAnsi" w:cs="Arial"/>
          <w:szCs w:val="22"/>
        </w:rPr>
        <w:t>i przepisów RODO</w:t>
      </w:r>
      <w:r w:rsidR="006620F9">
        <w:rPr>
          <w:rFonts w:asciiTheme="minorHAnsi" w:hAnsiTheme="minorHAnsi" w:cs="Arial"/>
          <w:szCs w:val="22"/>
        </w:rPr>
        <w:t>.</w:t>
      </w:r>
    </w:p>
    <w:p w14:paraId="7B52EE0F" w14:textId="4D49990B" w:rsidR="008E0E7A" w:rsidRDefault="006620F9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W</w:t>
      </w:r>
      <w:r w:rsidRPr="004854FF">
        <w:rPr>
          <w:rFonts w:asciiTheme="minorHAnsi" w:hAnsiTheme="minorHAnsi" w:cs="Arial"/>
          <w:szCs w:val="22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</w:t>
      </w:r>
      <w:r>
        <w:rPr>
          <w:rFonts w:asciiTheme="minorHAnsi" w:hAnsiTheme="minorHAnsi" w:cs="Arial"/>
          <w:szCs w:val="22"/>
        </w:rPr>
        <w:t>.</w:t>
      </w:r>
    </w:p>
    <w:p w14:paraId="3783A997" w14:textId="1E01E210" w:rsidR="008E0E7A" w:rsidRPr="002774F0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  <w:rPr>
          <w:rFonts w:asciiTheme="minorHAnsi" w:hAnsiTheme="minorHAnsi" w:cs="Arial"/>
          <w:szCs w:val="22"/>
        </w:rPr>
      </w:pPr>
      <w:r w:rsidRPr="002774F0">
        <w:rPr>
          <w:rFonts w:asciiTheme="minorHAnsi" w:hAnsiTheme="minorHAnsi" w:cs="Arial"/>
          <w:szCs w:val="22"/>
        </w:rPr>
        <w:lastRenderedPageBreak/>
        <w:t xml:space="preserve">Przekazywane przez nas dane osobowe mogą być wykorzystane wyłącznie w  celach związanych </w:t>
      </w:r>
      <w:r w:rsidRPr="002774F0">
        <w:rPr>
          <w:rFonts w:asciiTheme="minorHAnsi" w:hAnsiTheme="minorHAnsi" w:cstheme="minorHAnsi"/>
        </w:rPr>
        <w:t>z prowadzonym postępowaniem nr P</w:t>
      </w:r>
      <w:r w:rsidR="00B16D3C">
        <w:rPr>
          <w:rFonts w:asciiTheme="minorHAnsi" w:hAnsiTheme="minorHAnsi" w:cstheme="minorHAnsi"/>
        </w:rPr>
        <w:t>GE Ekoserwis</w:t>
      </w:r>
      <w:r w:rsidR="006B034E">
        <w:rPr>
          <w:rFonts w:asciiTheme="minorHAnsi" w:hAnsiTheme="minorHAnsi" w:cstheme="minorHAnsi"/>
        </w:rPr>
        <w:t xml:space="preserve"> POST/EKO/EKO/FZ/00104/2024</w:t>
      </w:r>
      <w:r w:rsidR="00F21A9C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601E4B4C" w14:textId="61EA27CF" w:rsidR="008E0E7A" w:rsidRPr="001F7762" w:rsidRDefault="008E0E7A" w:rsidP="006B034E">
      <w:pPr>
        <w:pStyle w:val="Akapitzlist"/>
        <w:numPr>
          <w:ilvl w:val="3"/>
          <w:numId w:val="5"/>
        </w:numPr>
        <w:spacing w:before="120" w:after="120"/>
        <w:ind w:left="709" w:hanging="425"/>
        <w:contextualSpacing w:val="0"/>
        <w:jc w:val="both"/>
      </w:pPr>
      <w:r w:rsidRPr="00335F9D">
        <w:rPr>
          <w:rFonts w:asciiTheme="minorHAnsi" w:hAnsiTheme="minorHAnsi" w:cs="Arial"/>
          <w:szCs w:val="22"/>
        </w:rPr>
        <w:t>Do niniejszej oferty są d</w:t>
      </w:r>
      <w:r>
        <w:rPr>
          <w:rFonts w:asciiTheme="minorHAnsi" w:hAnsiTheme="minorHAnsi" w:cs="Arial"/>
          <w:szCs w:val="22"/>
        </w:rPr>
        <w:t>ołączone następujące załączniki:</w:t>
      </w:r>
    </w:p>
    <w:p w14:paraId="27DDA300" w14:textId="59244956" w:rsidR="008E0E7A" w:rsidRPr="00D721DB" w:rsidRDefault="008E0E7A" w:rsidP="006B034E">
      <w:pPr>
        <w:pStyle w:val="Akapitzlist"/>
        <w:tabs>
          <w:tab w:val="left" w:pos="2340"/>
        </w:tabs>
        <w:spacing w:before="120" w:after="120"/>
        <w:contextualSpacing w:val="0"/>
        <w:rPr>
          <w:rFonts w:asciiTheme="minorHAnsi" w:hAnsiTheme="minorHAnsi" w:cs="Arial"/>
          <w:bCs/>
          <w:i/>
          <w:szCs w:val="22"/>
        </w:rPr>
      </w:pPr>
      <w:r w:rsidRPr="00D721DB">
        <w:rPr>
          <w:rFonts w:asciiTheme="minorHAnsi" w:hAnsiTheme="minorHAnsi" w:cs="Arial"/>
          <w:bCs/>
          <w:i/>
          <w:szCs w:val="22"/>
        </w:rPr>
        <w:t xml:space="preserve">Załącznik nr 1 - </w:t>
      </w:r>
      <w:r w:rsidRPr="00D55982">
        <w:rPr>
          <w:rFonts w:asciiTheme="minorHAnsi" w:hAnsiTheme="minorHAnsi" w:cs="Arial"/>
          <w:bCs/>
          <w:i/>
          <w:sz w:val="16"/>
          <w:szCs w:val="16"/>
        </w:rPr>
        <w:t>…………</w:t>
      </w:r>
      <w:r>
        <w:rPr>
          <w:rFonts w:asciiTheme="minorHAnsi" w:hAnsiTheme="minorHAnsi" w:cs="Arial"/>
          <w:bCs/>
          <w:i/>
          <w:sz w:val="16"/>
          <w:szCs w:val="16"/>
        </w:rPr>
        <w:t>……………………………………….</w:t>
      </w:r>
    </w:p>
    <w:p w14:paraId="609D3CAA" w14:textId="77777777" w:rsidR="008E0E7A" w:rsidRDefault="008E0E7A" w:rsidP="006B034E">
      <w:pPr>
        <w:pStyle w:val="Akapitzlist"/>
        <w:tabs>
          <w:tab w:val="left" w:pos="2340"/>
        </w:tabs>
        <w:spacing w:before="120" w:after="120"/>
        <w:contextualSpacing w:val="0"/>
      </w:pPr>
    </w:p>
    <w:p w14:paraId="0B2D28BE" w14:textId="77777777" w:rsidR="008E0E7A" w:rsidRPr="002F401A" w:rsidRDefault="008E0E7A" w:rsidP="006B034E">
      <w:pPr>
        <w:tabs>
          <w:tab w:val="left" w:pos="2340"/>
        </w:tabs>
        <w:spacing w:before="120" w:after="120"/>
        <w:rPr>
          <w:rFonts w:asciiTheme="minorHAnsi" w:hAnsiTheme="minorHAnsi" w:cs="Arial"/>
          <w:bCs/>
          <w:i/>
          <w:szCs w:val="22"/>
        </w:rPr>
      </w:pPr>
    </w:p>
    <w:p w14:paraId="5E80B279" w14:textId="4D4F9092" w:rsidR="008E0E7A" w:rsidRPr="002F401A" w:rsidRDefault="008E0E7A" w:rsidP="006B034E">
      <w:pPr>
        <w:spacing w:before="120" w:after="120"/>
        <w:ind w:right="-993"/>
        <w:rPr>
          <w:rFonts w:asciiTheme="minorHAnsi" w:hAnsiTheme="minorHAnsi"/>
          <w:sz w:val="16"/>
          <w:szCs w:val="16"/>
        </w:rPr>
      </w:pPr>
      <w:r w:rsidRPr="002F401A">
        <w:rPr>
          <w:rFonts w:asciiTheme="minorHAnsi" w:hAnsiTheme="minorHAnsi"/>
          <w:sz w:val="16"/>
          <w:szCs w:val="16"/>
        </w:rPr>
        <w:t>.............................., dn. .............</w:t>
      </w:r>
      <w:r>
        <w:rPr>
          <w:rFonts w:asciiTheme="minorHAnsi" w:hAnsiTheme="minorHAnsi"/>
          <w:sz w:val="16"/>
          <w:szCs w:val="16"/>
        </w:rPr>
        <w:t>............</w:t>
      </w:r>
      <w:r>
        <w:rPr>
          <w:rFonts w:asciiTheme="minorHAnsi" w:hAnsiTheme="minorHAnsi"/>
          <w:sz w:val="16"/>
          <w:szCs w:val="16"/>
        </w:rPr>
        <w:tab/>
        <w:t xml:space="preserve">           </w:t>
      </w:r>
      <w:r>
        <w:rPr>
          <w:rFonts w:asciiTheme="minorHAnsi" w:hAnsiTheme="minorHAnsi"/>
          <w:sz w:val="16"/>
          <w:szCs w:val="16"/>
        </w:rPr>
        <w:tab/>
        <w:t xml:space="preserve">                         </w:t>
      </w:r>
      <w:r w:rsidRPr="002F401A">
        <w:rPr>
          <w:rFonts w:asciiTheme="minorHAnsi" w:hAnsiTheme="minorHAnsi"/>
          <w:sz w:val="16"/>
          <w:szCs w:val="16"/>
        </w:rPr>
        <w:t>.................................</w:t>
      </w:r>
      <w:r>
        <w:rPr>
          <w:rFonts w:asciiTheme="minorHAnsi" w:hAnsiTheme="minorHAnsi"/>
          <w:sz w:val="16"/>
          <w:szCs w:val="16"/>
        </w:rPr>
        <w:t>..................................................</w:t>
      </w:r>
      <w:r w:rsidRPr="002F401A">
        <w:rPr>
          <w:rFonts w:asciiTheme="minorHAnsi" w:hAnsiTheme="minorHAnsi"/>
          <w:sz w:val="16"/>
          <w:szCs w:val="16"/>
        </w:rPr>
        <w:t>..............................</w:t>
      </w:r>
    </w:p>
    <w:p w14:paraId="36698C76" w14:textId="27FF8192" w:rsidR="00FC63FC" w:rsidRDefault="008E0E7A" w:rsidP="006B034E">
      <w:pPr>
        <w:spacing w:before="120" w:after="120"/>
        <w:ind w:right="68"/>
        <w:jc w:val="right"/>
        <w:rPr>
          <w:rFonts w:asciiTheme="minorHAnsi" w:hAnsiTheme="minorHAnsi"/>
          <w:i/>
          <w:sz w:val="16"/>
          <w:szCs w:val="16"/>
        </w:rPr>
      </w:pPr>
      <w:r w:rsidRPr="002F401A">
        <w:rPr>
          <w:rFonts w:asciiTheme="minorHAnsi" w:hAnsiTheme="minorHAnsi"/>
          <w:i/>
          <w:sz w:val="16"/>
          <w:szCs w:val="16"/>
        </w:rPr>
        <w:t>Podpis osób uprawnionych do składania oświadczeń woli w imieniu Wykonawcy oraz pieczątka / pieczątki</w:t>
      </w:r>
    </w:p>
    <w:p w14:paraId="1A006F46" w14:textId="6E93B4CE" w:rsidR="00335DE0" w:rsidRPr="00335DE0" w:rsidRDefault="00335DE0" w:rsidP="00177893">
      <w:pPr>
        <w:ind w:right="68"/>
        <w:rPr>
          <w:rFonts w:ascii="Arial" w:hAnsi="Arial" w:cs="Arial"/>
          <w:sz w:val="20"/>
          <w:szCs w:val="20"/>
        </w:rPr>
      </w:pPr>
    </w:p>
    <w:sectPr w:rsidR="00335DE0" w:rsidRPr="00335DE0" w:rsidSect="003D768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991" w:bottom="993" w:left="993" w:header="708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5544A" w14:textId="77777777" w:rsidR="0048287B" w:rsidRDefault="0048287B" w:rsidP="00BD627E">
      <w:r>
        <w:separator/>
      </w:r>
    </w:p>
  </w:endnote>
  <w:endnote w:type="continuationSeparator" w:id="0">
    <w:p w14:paraId="5F9DBB2E" w14:textId="77777777" w:rsidR="0048287B" w:rsidRDefault="0048287B" w:rsidP="00BD627E">
      <w:r>
        <w:continuationSeparator/>
      </w:r>
    </w:p>
  </w:endnote>
  <w:endnote w:type="continuationNotice" w:id="1">
    <w:p w14:paraId="6C853394" w14:textId="77777777" w:rsidR="0048287B" w:rsidRDefault="00482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2255599"/>
      <w:docPartObj>
        <w:docPartGallery w:val="Page Numbers (Bottom of Page)"/>
        <w:docPartUnique/>
      </w:docPartObj>
    </w:sdtPr>
    <w:sdtEndPr/>
    <w:sdtContent>
      <w:p w14:paraId="7D115D59" w14:textId="64006221" w:rsidR="0048287B" w:rsidRDefault="004828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873">
          <w:rPr>
            <w:noProof/>
          </w:rPr>
          <w:t>8</w:t>
        </w:r>
        <w:r>
          <w:fldChar w:fldCharType="end"/>
        </w:r>
      </w:p>
    </w:sdtContent>
  </w:sdt>
  <w:p w14:paraId="3AB337F9" w14:textId="77777777" w:rsidR="0048287B" w:rsidRDefault="00482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DA57B" w14:textId="5770CA1E" w:rsidR="0048287B" w:rsidRDefault="0048287B">
    <w:pPr>
      <w:pStyle w:val="Stopka"/>
      <w:jc w:val="right"/>
    </w:pPr>
  </w:p>
  <w:p w14:paraId="058B76EA" w14:textId="77777777" w:rsidR="0048287B" w:rsidRDefault="00482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DC5AF" w14:textId="77777777" w:rsidR="0048287B" w:rsidRDefault="0048287B" w:rsidP="00BD627E">
      <w:r>
        <w:separator/>
      </w:r>
    </w:p>
  </w:footnote>
  <w:footnote w:type="continuationSeparator" w:id="0">
    <w:p w14:paraId="612EB92D" w14:textId="77777777" w:rsidR="0048287B" w:rsidRDefault="0048287B" w:rsidP="00BD627E">
      <w:r>
        <w:continuationSeparator/>
      </w:r>
    </w:p>
  </w:footnote>
  <w:footnote w:type="continuationNotice" w:id="1">
    <w:p w14:paraId="300E9931" w14:textId="77777777" w:rsidR="0048287B" w:rsidRDefault="0048287B"/>
  </w:footnote>
  <w:footnote w:id="2">
    <w:p w14:paraId="715A7881" w14:textId="77777777" w:rsidR="0048287B" w:rsidRPr="001270AE" w:rsidRDefault="0048287B" w:rsidP="006E5612">
      <w:pPr>
        <w:pStyle w:val="Tekstprzypisudolnego"/>
        <w:jc w:val="both"/>
        <w:rPr>
          <w:sz w:val="18"/>
          <w:szCs w:val="18"/>
        </w:rPr>
      </w:pPr>
      <w:r w:rsidRPr="001270AE">
        <w:rPr>
          <w:rStyle w:val="Odwoanieprzypisudolnego"/>
          <w:sz w:val="18"/>
          <w:szCs w:val="18"/>
        </w:rPr>
        <w:footnoteRef/>
      </w:r>
      <w:r w:rsidRPr="001270AE">
        <w:rPr>
          <w:sz w:val="18"/>
          <w:szCs w:val="18"/>
        </w:rPr>
        <w:t xml:space="preserve"> W przypadku konsorcjum należy wpisać wszystkich wykonawców oraz wskazać lidera.</w:t>
      </w:r>
    </w:p>
  </w:footnote>
  <w:footnote w:id="3">
    <w:p w14:paraId="0CB05326" w14:textId="77777777" w:rsidR="0048287B" w:rsidRDefault="0048287B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Niewłaściwe skreślić</w:t>
      </w:r>
    </w:p>
  </w:footnote>
  <w:footnote w:id="4">
    <w:p w14:paraId="6372A00F" w14:textId="77777777" w:rsidR="0048287B" w:rsidRDefault="0048287B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5504">
        <w:rPr>
          <w:rFonts w:cs="Arial"/>
          <w:sz w:val="16"/>
          <w:szCs w:val="16"/>
        </w:rPr>
        <w:t>Wybrać jeżeli ma zastosowanie i należy załączyć wymagane dokumenty lub skreślić, jeżeli nie ma zastosowania -</w:t>
      </w:r>
      <w:r w:rsidRPr="002C5504">
        <w:t xml:space="preserve"> </w:t>
      </w:r>
      <w:r w:rsidRPr="002C5504">
        <w:rPr>
          <w:rFonts w:cs="Arial"/>
          <w:sz w:val="16"/>
          <w:szCs w:val="16"/>
        </w:rPr>
        <w:t>dotyczy podmiotów mających zarejestrowaną działalność gospodarczą na terenie RP</w:t>
      </w:r>
    </w:p>
  </w:footnote>
  <w:footnote w:id="5">
    <w:p w14:paraId="3F7355B0" w14:textId="77777777" w:rsidR="0048287B" w:rsidRDefault="0048287B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Dotyczy podmiotów zagranicznych z terenu UE</w:t>
      </w:r>
    </w:p>
  </w:footnote>
  <w:footnote w:id="6">
    <w:p w14:paraId="75ECD3C6" w14:textId="77777777" w:rsidR="0048287B" w:rsidRDefault="0048287B" w:rsidP="00CE7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2989">
        <w:rPr>
          <w:rFonts w:cs="Arial"/>
          <w:sz w:val="16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EF46F" w14:textId="77777777" w:rsidR="0048287B" w:rsidRDefault="0048287B" w:rsidP="001530B1">
    <w:pPr>
      <w:ind w:left="2268" w:right="360" w:hanging="142"/>
      <w:rPr>
        <w:rFonts w:ascii="Arial" w:hAnsi="Arial" w:cs="Arial"/>
        <w:sz w:val="16"/>
        <w:szCs w:val="20"/>
      </w:rPr>
    </w:pPr>
    <w:r>
      <w:rPr>
        <w:noProof/>
        <w:color w:val="707173"/>
        <w:sz w:val="14"/>
        <w:szCs w:val="14"/>
      </w:rPr>
      <w:drawing>
        <wp:anchor distT="0" distB="0" distL="114300" distR="114300" simplePos="0" relativeHeight="251665920" behindDoc="1" locked="0" layoutInCell="1" allowOverlap="1" wp14:anchorId="2961778E" wp14:editId="6D8337A4">
          <wp:simplePos x="0" y="0"/>
          <wp:positionH relativeFrom="margin">
            <wp:align>left</wp:align>
          </wp:positionH>
          <wp:positionV relativeFrom="paragraph">
            <wp:posOffset>-421005</wp:posOffset>
          </wp:positionV>
          <wp:extent cx="1452245" cy="11239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20"/>
      </w:rPr>
      <w:tab/>
    </w:r>
  </w:p>
  <w:p w14:paraId="08F11A5B" w14:textId="4059F7D2" w:rsidR="0048287B" w:rsidRDefault="0048287B" w:rsidP="001530B1">
    <w:pPr>
      <w:pStyle w:val="Nagwek"/>
      <w:ind w:left="2268"/>
      <w:rPr>
        <w:rFonts w:asciiTheme="minorHAnsi" w:hAnsiTheme="minorHAnsi" w:cstheme="minorHAnsi"/>
        <w:color w:val="1F497D" w:themeColor="text2"/>
        <w:sz w:val="18"/>
        <w:szCs w:val="18"/>
      </w:rPr>
    </w:pPr>
    <w:r w:rsidRPr="001530B1">
      <w:rPr>
        <w:rFonts w:asciiTheme="minorHAnsi" w:hAnsiTheme="minorHAnsi" w:cstheme="minorHAnsi"/>
        <w:b/>
        <w:color w:val="1F497D" w:themeColor="text2"/>
        <w:sz w:val="18"/>
        <w:szCs w:val="18"/>
      </w:rPr>
      <w:t>PGE Ekoserwis S.A.</w:t>
    </w:r>
    <w:r w:rsidRPr="001530B1">
      <w:rPr>
        <w:rFonts w:asciiTheme="minorHAnsi" w:hAnsiTheme="minorHAnsi" w:cstheme="minorHAnsi"/>
        <w:b/>
        <w:color w:val="1F497D" w:themeColor="text2"/>
        <w:sz w:val="18"/>
        <w:szCs w:val="18"/>
      </w:rPr>
      <w:br/>
    </w:r>
    <w:r w:rsidRPr="001530B1">
      <w:rPr>
        <w:rFonts w:asciiTheme="minorHAnsi" w:hAnsiTheme="minorHAnsi" w:cstheme="minorHAnsi"/>
        <w:color w:val="1F497D" w:themeColor="text2"/>
        <w:sz w:val="18"/>
        <w:szCs w:val="18"/>
      </w:rPr>
      <w:t>tel. (+48) 32 429 47 00</w:t>
    </w:r>
  </w:p>
  <w:p w14:paraId="56850243" w14:textId="77777777" w:rsidR="0048287B" w:rsidRDefault="0048287B" w:rsidP="001530B1">
    <w:pPr>
      <w:pStyle w:val="Nagwek"/>
      <w:ind w:left="2268"/>
      <w:rPr>
        <w:rFonts w:ascii="Calibri" w:hAnsi="Calibri" w:cs="Calibri"/>
        <w:sz w:val="16"/>
      </w:rPr>
    </w:pPr>
  </w:p>
  <w:p w14:paraId="3AB337F7" w14:textId="248CC491" w:rsidR="0048287B" w:rsidRPr="006F301D" w:rsidRDefault="0048287B">
    <w:pPr>
      <w:pStyle w:val="Nagwek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33800" wp14:editId="76129BAC">
              <wp:simplePos x="0" y="0"/>
              <wp:positionH relativeFrom="column">
                <wp:posOffset>-88900</wp:posOffset>
              </wp:positionH>
              <wp:positionV relativeFrom="paragraph">
                <wp:posOffset>64135</wp:posOffset>
              </wp:positionV>
              <wp:extent cx="6449695" cy="0"/>
              <wp:effectExtent l="0" t="0" r="2730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E5B1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5.05pt;width:507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" strokecolor="#4f81bd [320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80E0D" w14:textId="77777777" w:rsidR="0048287B" w:rsidRDefault="0048287B" w:rsidP="001530B1">
    <w:pPr>
      <w:ind w:left="2268" w:right="360" w:hanging="142"/>
      <w:rPr>
        <w:rFonts w:ascii="Arial" w:hAnsi="Arial" w:cs="Arial"/>
        <w:sz w:val="16"/>
        <w:szCs w:val="20"/>
      </w:rPr>
    </w:pPr>
    <w:r>
      <w:rPr>
        <w:noProof/>
        <w:color w:val="707173"/>
        <w:sz w:val="14"/>
        <w:szCs w:val="14"/>
      </w:rPr>
      <w:drawing>
        <wp:anchor distT="0" distB="0" distL="114300" distR="114300" simplePos="0" relativeHeight="251663872" behindDoc="1" locked="0" layoutInCell="1" allowOverlap="1" wp14:anchorId="2631468A" wp14:editId="401F9128">
          <wp:simplePos x="0" y="0"/>
          <wp:positionH relativeFrom="margin">
            <wp:align>left</wp:align>
          </wp:positionH>
          <wp:positionV relativeFrom="paragraph">
            <wp:posOffset>-354330</wp:posOffset>
          </wp:positionV>
          <wp:extent cx="1452245" cy="112395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20"/>
      </w:rPr>
      <w:tab/>
    </w:r>
  </w:p>
  <w:p w14:paraId="1D7C3FB2" w14:textId="26CE3A1C" w:rsidR="0048287B" w:rsidRPr="001530B1" w:rsidRDefault="0048287B" w:rsidP="001530B1">
    <w:pPr>
      <w:ind w:left="2268" w:right="360"/>
      <w:rPr>
        <w:rFonts w:asciiTheme="minorHAnsi" w:hAnsiTheme="minorHAnsi" w:cstheme="minorHAnsi"/>
        <w:sz w:val="18"/>
        <w:szCs w:val="18"/>
      </w:rPr>
    </w:pPr>
    <w:r w:rsidRPr="001530B1">
      <w:rPr>
        <w:rFonts w:asciiTheme="minorHAnsi" w:hAnsiTheme="minorHAnsi" w:cstheme="minorHAnsi"/>
        <w:b/>
        <w:color w:val="1F497D" w:themeColor="text2"/>
        <w:sz w:val="18"/>
        <w:szCs w:val="18"/>
      </w:rPr>
      <w:t>PGE Ekoserwis S.A.</w:t>
    </w:r>
    <w:r w:rsidRPr="001530B1">
      <w:rPr>
        <w:rFonts w:asciiTheme="minorHAnsi" w:hAnsiTheme="minorHAnsi" w:cstheme="minorHAnsi"/>
        <w:b/>
        <w:color w:val="1F497D" w:themeColor="text2"/>
        <w:sz w:val="18"/>
        <w:szCs w:val="18"/>
      </w:rPr>
      <w:br/>
    </w:r>
    <w:r w:rsidRPr="001530B1">
      <w:rPr>
        <w:rFonts w:asciiTheme="minorHAnsi" w:hAnsiTheme="minorHAnsi" w:cstheme="minorHAnsi"/>
        <w:color w:val="1F497D" w:themeColor="text2"/>
        <w:sz w:val="18"/>
        <w:szCs w:val="18"/>
      </w:rPr>
      <w:t>tel. (+48) 32 429 47 00</w:t>
    </w:r>
  </w:p>
  <w:p w14:paraId="2FDDEEF8" w14:textId="77777777" w:rsidR="0048287B" w:rsidRDefault="0048287B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</w:p>
  <w:p w14:paraId="5A8582A2" w14:textId="77777777" w:rsidR="0048287B" w:rsidRDefault="0048287B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</w:p>
  <w:p w14:paraId="6F00482A" w14:textId="594CB638" w:rsidR="0048287B" w:rsidRPr="00D875F6" w:rsidRDefault="0048287B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  <w:r w:rsidRPr="00D875F6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AB33804" wp14:editId="50A9FF00">
              <wp:simplePos x="0" y="0"/>
              <wp:positionH relativeFrom="column">
                <wp:posOffset>-88900</wp:posOffset>
              </wp:positionH>
              <wp:positionV relativeFrom="paragraph">
                <wp:posOffset>142875</wp:posOffset>
              </wp:positionV>
              <wp:extent cx="6449695" cy="0"/>
              <wp:effectExtent l="0" t="0" r="2730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857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11.25pt;width:507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" strokecolor="#4f81bd [3204]"/>
          </w:pict>
        </mc:Fallback>
      </mc:AlternateContent>
    </w:r>
  </w:p>
  <w:p w14:paraId="3AB337FD" w14:textId="19291D10" w:rsidR="0048287B" w:rsidRPr="00D875F6" w:rsidRDefault="0048287B" w:rsidP="009B202C">
    <w:pPr>
      <w:pStyle w:val="Nagwek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5A4E"/>
    <w:multiLevelType w:val="hybridMultilevel"/>
    <w:tmpl w:val="63367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0053"/>
    <w:multiLevelType w:val="hybridMultilevel"/>
    <w:tmpl w:val="2A24F5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12AEA"/>
    <w:multiLevelType w:val="multilevel"/>
    <w:tmpl w:val="8CE0D150"/>
    <w:lvl w:ilvl="0">
      <w:start w:val="1"/>
      <w:numFmt w:val="decimal"/>
      <w:pStyle w:val="EDFNagwek1"/>
      <w:lvlText w:val="%1"/>
      <w:lvlJc w:val="left"/>
      <w:pPr>
        <w:tabs>
          <w:tab w:val="num" w:pos="705"/>
        </w:tabs>
        <w:ind w:left="703" w:hanging="703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EDFNagwek2"/>
      <w:lvlText w:val="%1.%2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pStyle w:val="EDFPunktor1"/>
      <w:lvlText w:val="%3) "/>
      <w:lvlJc w:val="left"/>
      <w:pPr>
        <w:tabs>
          <w:tab w:val="num" w:pos="1152"/>
        </w:tabs>
        <w:ind w:left="1566" w:hanging="43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pStyle w:val="EDFPunktor2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 w:val="0"/>
        <w:i w:val="0"/>
        <w:color w:val="auto"/>
        <w:sz w:val="22"/>
      </w:rPr>
    </w:lvl>
    <w:lvl w:ilvl="4">
      <w:start w:val="1"/>
      <w:numFmt w:val="decimal"/>
      <w:pStyle w:val="EDFZaczniki1"/>
      <w:suff w:val="space"/>
      <w:lvlText w:val="Załącznik nr %5 -"/>
      <w:lvlJc w:val="left"/>
      <w:pPr>
        <w:ind w:left="1080" w:hanging="1080"/>
      </w:pPr>
      <w:rPr>
        <w:rFonts w:ascii="Arial" w:hAnsi="Arial" w:hint="default"/>
        <w:b w:val="0"/>
        <w:i/>
        <w:sz w:val="18"/>
      </w:rPr>
    </w:lvl>
    <w:lvl w:ilvl="5">
      <w:start w:val="1"/>
      <w:numFmt w:val="lowerLetter"/>
      <w:pStyle w:val="EDFZaczniki2"/>
      <w:suff w:val="space"/>
      <w:lvlText w:val="Załącznik nr %5%6 -"/>
      <w:lvlJc w:val="left"/>
      <w:pPr>
        <w:ind w:left="1080" w:hanging="1080"/>
      </w:pPr>
      <w:rPr>
        <w:rFonts w:ascii="Arial" w:hAnsi="Arial" w:hint="default"/>
        <w:b w:val="0"/>
        <w:i/>
        <w:sz w:val="1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940FF2"/>
    <w:multiLevelType w:val="multilevel"/>
    <w:tmpl w:val="EA08CC32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Times New Roman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6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B401DC"/>
    <w:multiLevelType w:val="multilevel"/>
    <w:tmpl w:val="5A7CC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6229EE"/>
    <w:multiLevelType w:val="hybridMultilevel"/>
    <w:tmpl w:val="92509BE4"/>
    <w:lvl w:ilvl="0" w:tplc="1258097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6F8F"/>
    <w:multiLevelType w:val="hybridMultilevel"/>
    <w:tmpl w:val="1410E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77F53"/>
    <w:multiLevelType w:val="hybridMultilevel"/>
    <w:tmpl w:val="1BCEEE46"/>
    <w:lvl w:ilvl="0" w:tplc="83BE90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E6071"/>
    <w:multiLevelType w:val="hybridMultilevel"/>
    <w:tmpl w:val="D3863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26C63"/>
    <w:multiLevelType w:val="hybridMultilevel"/>
    <w:tmpl w:val="B21A1E62"/>
    <w:lvl w:ilvl="0" w:tplc="E8C8EC06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3" w15:restartNumberingAfterBreak="0">
    <w:nsid w:val="219C259D"/>
    <w:multiLevelType w:val="multilevel"/>
    <w:tmpl w:val="6C045A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842791"/>
    <w:multiLevelType w:val="multilevel"/>
    <w:tmpl w:val="5A7CC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1E00CB2"/>
    <w:multiLevelType w:val="multilevel"/>
    <w:tmpl w:val="51EAF0D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A13208A"/>
    <w:multiLevelType w:val="multilevel"/>
    <w:tmpl w:val="16840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B271149"/>
    <w:multiLevelType w:val="multilevel"/>
    <w:tmpl w:val="D3BA38E6"/>
    <w:lvl w:ilvl="0">
      <w:start w:val="1"/>
      <w:numFmt w:val="decimal"/>
      <w:lvlText w:val="%1."/>
      <w:lvlJc w:val="left"/>
      <w:pPr>
        <w:ind w:left="1860" w:hanging="360"/>
      </w:pPr>
    </w:lvl>
    <w:lvl w:ilvl="1">
      <w:start w:val="1"/>
      <w:numFmt w:val="decimal"/>
      <w:isLgl/>
      <w:lvlText w:val="%1.%2."/>
      <w:lvlJc w:val="left"/>
      <w:pPr>
        <w:ind w:left="18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18" w15:restartNumberingAfterBreak="0">
    <w:nsid w:val="3EFD3CEF"/>
    <w:multiLevelType w:val="hybridMultilevel"/>
    <w:tmpl w:val="2C262C84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27A410EA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C102E"/>
    <w:multiLevelType w:val="hybridMultilevel"/>
    <w:tmpl w:val="FD7C1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0737B"/>
    <w:multiLevelType w:val="multilevel"/>
    <w:tmpl w:val="5F7A3B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095543"/>
    <w:multiLevelType w:val="hybridMultilevel"/>
    <w:tmpl w:val="8498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27638"/>
    <w:multiLevelType w:val="hybridMultilevel"/>
    <w:tmpl w:val="05B414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813284A"/>
    <w:multiLevelType w:val="multilevel"/>
    <w:tmpl w:val="73DAE6B2"/>
    <w:lvl w:ilvl="0">
      <w:start w:val="1"/>
      <w:numFmt w:val="decimal"/>
      <w:lvlText w:val="%1."/>
      <w:lvlJc w:val="left"/>
      <w:pPr>
        <w:ind w:left="1494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cstheme="minorHAnsi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theme="minorHAnsi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cstheme="minorHAnsi" w:hint="default"/>
      </w:rPr>
    </w:lvl>
  </w:abstractNum>
  <w:abstractNum w:abstractNumId="24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DE436BC"/>
    <w:multiLevelType w:val="multilevel"/>
    <w:tmpl w:val="2EB2E8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BA37DC"/>
    <w:multiLevelType w:val="multilevel"/>
    <w:tmpl w:val="7CF06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4442656"/>
    <w:multiLevelType w:val="hybridMultilevel"/>
    <w:tmpl w:val="B570F9D8"/>
    <w:lvl w:ilvl="0" w:tplc="CE32E9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AB131C"/>
    <w:multiLevelType w:val="hybridMultilevel"/>
    <w:tmpl w:val="8A1CE2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1C68FD"/>
    <w:multiLevelType w:val="hybridMultilevel"/>
    <w:tmpl w:val="06F2D5D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A097EAC"/>
    <w:multiLevelType w:val="hybridMultilevel"/>
    <w:tmpl w:val="3C145898"/>
    <w:lvl w:ilvl="0" w:tplc="5492E6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21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C31CC"/>
    <w:multiLevelType w:val="multilevel"/>
    <w:tmpl w:val="273C97F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C16861"/>
    <w:multiLevelType w:val="multilevel"/>
    <w:tmpl w:val="49BE7FF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7"/>
  </w:num>
  <w:num w:numId="3">
    <w:abstractNumId w:val="30"/>
  </w:num>
  <w:num w:numId="4">
    <w:abstractNumId w:val="24"/>
  </w:num>
  <w:num w:numId="5">
    <w:abstractNumId w:val="18"/>
  </w:num>
  <w:num w:numId="6">
    <w:abstractNumId w:val="6"/>
  </w:num>
  <w:num w:numId="7">
    <w:abstractNumId w:val="11"/>
  </w:num>
  <w:num w:numId="8">
    <w:abstractNumId w:val="12"/>
  </w:num>
  <w:num w:numId="9">
    <w:abstractNumId w:val="21"/>
  </w:num>
  <w:num w:numId="10">
    <w:abstractNumId w:val="17"/>
  </w:num>
  <w:num w:numId="11">
    <w:abstractNumId w:val="32"/>
  </w:num>
  <w:num w:numId="12">
    <w:abstractNumId w:val="16"/>
  </w:num>
  <w:num w:numId="13">
    <w:abstractNumId w:val="10"/>
  </w:num>
  <w:num w:numId="14">
    <w:abstractNumId w:val="5"/>
  </w:num>
  <w:num w:numId="15">
    <w:abstractNumId w:val="31"/>
  </w:num>
  <w:num w:numId="16">
    <w:abstractNumId w:val="13"/>
  </w:num>
  <w:num w:numId="17">
    <w:abstractNumId w:val="4"/>
  </w:num>
  <w:num w:numId="18">
    <w:abstractNumId w:val="3"/>
  </w:num>
  <w:num w:numId="19">
    <w:abstractNumId w:val="0"/>
  </w:num>
  <w:num w:numId="20">
    <w:abstractNumId w:val="7"/>
  </w:num>
  <w:num w:numId="21">
    <w:abstractNumId w:val="28"/>
  </w:num>
  <w:num w:numId="22">
    <w:abstractNumId w:val="1"/>
  </w:num>
  <w:num w:numId="23">
    <w:abstractNumId w:val="20"/>
  </w:num>
  <w:num w:numId="24">
    <w:abstractNumId w:val="29"/>
  </w:num>
  <w:num w:numId="25">
    <w:abstractNumId w:val="26"/>
  </w:num>
  <w:num w:numId="26">
    <w:abstractNumId w:val="19"/>
  </w:num>
  <w:num w:numId="27">
    <w:abstractNumId w:val="25"/>
  </w:num>
  <w:num w:numId="28">
    <w:abstractNumId w:val="9"/>
  </w:num>
  <w:num w:numId="29">
    <w:abstractNumId w:val="2"/>
  </w:num>
  <w:num w:numId="30">
    <w:abstractNumId w:val="15"/>
  </w:num>
  <w:num w:numId="31">
    <w:abstractNumId w:val="23"/>
  </w:num>
  <w:num w:numId="32">
    <w:abstractNumId w:val="14"/>
  </w:num>
  <w:num w:numId="33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60"/>
    <w:rsid w:val="0000055F"/>
    <w:rsid w:val="00004EDB"/>
    <w:rsid w:val="000079EA"/>
    <w:rsid w:val="00010F68"/>
    <w:rsid w:val="000149D3"/>
    <w:rsid w:val="00025CF4"/>
    <w:rsid w:val="00026678"/>
    <w:rsid w:val="00026810"/>
    <w:rsid w:val="00026D9A"/>
    <w:rsid w:val="00035AA4"/>
    <w:rsid w:val="00036148"/>
    <w:rsid w:val="00040E4D"/>
    <w:rsid w:val="00043CFD"/>
    <w:rsid w:val="00045B50"/>
    <w:rsid w:val="000478CC"/>
    <w:rsid w:val="000479B0"/>
    <w:rsid w:val="00051290"/>
    <w:rsid w:val="00053A9B"/>
    <w:rsid w:val="0005490C"/>
    <w:rsid w:val="00056274"/>
    <w:rsid w:val="00057683"/>
    <w:rsid w:val="000611BA"/>
    <w:rsid w:val="000613E1"/>
    <w:rsid w:val="00063D21"/>
    <w:rsid w:val="00065195"/>
    <w:rsid w:val="00065919"/>
    <w:rsid w:val="0006776B"/>
    <w:rsid w:val="000707A5"/>
    <w:rsid w:val="00073CA8"/>
    <w:rsid w:val="0007434D"/>
    <w:rsid w:val="000753C9"/>
    <w:rsid w:val="00080C91"/>
    <w:rsid w:val="000843ED"/>
    <w:rsid w:val="00086115"/>
    <w:rsid w:val="00090208"/>
    <w:rsid w:val="00090921"/>
    <w:rsid w:val="00090E09"/>
    <w:rsid w:val="00092CD3"/>
    <w:rsid w:val="000965A3"/>
    <w:rsid w:val="000965AD"/>
    <w:rsid w:val="000971AB"/>
    <w:rsid w:val="000A0D83"/>
    <w:rsid w:val="000A1032"/>
    <w:rsid w:val="000A1A02"/>
    <w:rsid w:val="000A52CD"/>
    <w:rsid w:val="000B10F9"/>
    <w:rsid w:val="000B3CF8"/>
    <w:rsid w:val="000B7759"/>
    <w:rsid w:val="000C1124"/>
    <w:rsid w:val="000C2902"/>
    <w:rsid w:val="000C626D"/>
    <w:rsid w:val="000D34C1"/>
    <w:rsid w:val="000D368C"/>
    <w:rsid w:val="000D4C49"/>
    <w:rsid w:val="000E0040"/>
    <w:rsid w:val="000F0671"/>
    <w:rsid w:val="000F1C74"/>
    <w:rsid w:val="000F1D0C"/>
    <w:rsid w:val="000F2CAC"/>
    <w:rsid w:val="000F553D"/>
    <w:rsid w:val="000F5B10"/>
    <w:rsid w:val="00101262"/>
    <w:rsid w:val="00101EA8"/>
    <w:rsid w:val="00107DD3"/>
    <w:rsid w:val="00112A94"/>
    <w:rsid w:val="001152C1"/>
    <w:rsid w:val="0011630C"/>
    <w:rsid w:val="00123136"/>
    <w:rsid w:val="00125B02"/>
    <w:rsid w:val="001314DC"/>
    <w:rsid w:val="00136F7C"/>
    <w:rsid w:val="001410C8"/>
    <w:rsid w:val="001417C4"/>
    <w:rsid w:val="001530B1"/>
    <w:rsid w:val="001560D1"/>
    <w:rsid w:val="001570D5"/>
    <w:rsid w:val="00163016"/>
    <w:rsid w:val="001654AC"/>
    <w:rsid w:val="001661F0"/>
    <w:rsid w:val="00167E9B"/>
    <w:rsid w:val="00177893"/>
    <w:rsid w:val="00180173"/>
    <w:rsid w:val="00181037"/>
    <w:rsid w:val="00184CB9"/>
    <w:rsid w:val="0018569D"/>
    <w:rsid w:val="00187FDA"/>
    <w:rsid w:val="00193FAC"/>
    <w:rsid w:val="001A14FA"/>
    <w:rsid w:val="001A39F0"/>
    <w:rsid w:val="001A7207"/>
    <w:rsid w:val="001B08CC"/>
    <w:rsid w:val="001B2188"/>
    <w:rsid w:val="001B2252"/>
    <w:rsid w:val="001C141E"/>
    <w:rsid w:val="001C54FB"/>
    <w:rsid w:val="001D2272"/>
    <w:rsid w:val="001D4985"/>
    <w:rsid w:val="001D72FF"/>
    <w:rsid w:val="001E195A"/>
    <w:rsid w:val="001E3808"/>
    <w:rsid w:val="001E4EE7"/>
    <w:rsid w:val="001E5E1F"/>
    <w:rsid w:val="001E730D"/>
    <w:rsid w:val="001E742E"/>
    <w:rsid w:val="001E7580"/>
    <w:rsid w:val="001F29B5"/>
    <w:rsid w:val="001F2A15"/>
    <w:rsid w:val="001F357F"/>
    <w:rsid w:val="001F4B1F"/>
    <w:rsid w:val="001F7762"/>
    <w:rsid w:val="00205A93"/>
    <w:rsid w:val="002116EB"/>
    <w:rsid w:val="00211DFD"/>
    <w:rsid w:val="00211ED6"/>
    <w:rsid w:val="0021306E"/>
    <w:rsid w:val="00220278"/>
    <w:rsid w:val="00222EEA"/>
    <w:rsid w:val="002320AA"/>
    <w:rsid w:val="00245068"/>
    <w:rsid w:val="00246629"/>
    <w:rsid w:val="00247800"/>
    <w:rsid w:val="00253AF4"/>
    <w:rsid w:val="00260096"/>
    <w:rsid w:val="00270FFB"/>
    <w:rsid w:val="002748DC"/>
    <w:rsid w:val="00276006"/>
    <w:rsid w:val="0028253E"/>
    <w:rsid w:val="002829F6"/>
    <w:rsid w:val="002837B2"/>
    <w:rsid w:val="002868F7"/>
    <w:rsid w:val="0028774D"/>
    <w:rsid w:val="00290726"/>
    <w:rsid w:val="0029227A"/>
    <w:rsid w:val="0029303A"/>
    <w:rsid w:val="00294CE1"/>
    <w:rsid w:val="002A015E"/>
    <w:rsid w:val="002A41B0"/>
    <w:rsid w:val="002B0244"/>
    <w:rsid w:val="002B0B62"/>
    <w:rsid w:val="002B14DF"/>
    <w:rsid w:val="002B6872"/>
    <w:rsid w:val="002C1DDD"/>
    <w:rsid w:val="002C1F47"/>
    <w:rsid w:val="002C6224"/>
    <w:rsid w:val="002C6879"/>
    <w:rsid w:val="002D057D"/>
    <w:rsid w:val="002D1259"/>
    <w:rsid w:val="002D33EB"/>
    <w:rsid w:val="002D6519"/>
    <w:rsid w:val="002D7149"/>
    <w:rsid w:val="002E0E9A"/>
    <w:rsid w:val="002F089B"/>
    <w:rsid w:val="002F13C5"/>
    <w:rsid w:val="002F320B"/>
    <w:rsid w:val="002F481A"/>
    <w:rsid w:val="002F6AB1"/>
    <w:rsid w:val="002F6DD7"/>
    <w:rsid w:val="0030317E"/>
    <w:rsid w:val="00304F1E"/>
    <w:rsid w:val="00313C3B"/>
    <w:rsid w:val="00313FAE"/>
    <w:rsid w:val="00315938"/>
    <w:rsid w:val="00322EE3"/>
    <w:rsid w:val="00323960"/>
    <w:rsid w:val="00330196"/>
    <w:rsid w:val="00333D7A"/>
    <w:rsid w:val="003343F8"/>
    <w:rsid w:val="0033583A"/>
    <w:rsid w:val="00335DE0"/>
    <w:rsid w:val="00343B06"/>
    <w:rsid w:val="00344C20"/>
    <w:rsid w:val="00345D7F"/>
    <w:rsid w:val="00352372"/>
    <w:rsid w:val="003536AF"/>
    <w:rsid w:val="003548F9"/>
    <w:rsid w:val="00356B04"/>
    <w:rsid w:val="00357F1F"/>
    <w:rsid w:val="00361946"/>
    <w:rsid w:val="00362FB1"/>
    <w:rsid w:val="0036703F"/>
    <w:rsid w:val="003712C5"/>
    <w:rsid w:val="00372D42"/>
    <w:rsid w:val="00373670"/>
    <w:rsid w:val="00373A11"/>
    <w:rsid w:val="003751ED"/>
    <w:rsid w:val="00381895"/>
    <w:rsid w:val="0038409B"/>
    <w:rsid w:val="0038624A"/>
    <w:rsid w:val="00386CD6"/>
    <w:rsid w:val="0038718C"/>
    <w:rsid w:val="003872F9"/>
    <w:rsid w:val="0039029B"/>
    <w:rsid w:val="003906C1"/>
    <w:rsid w:val="003939C4"/>
    <w:rsid w:val="00396D0D"/>
    <w:rsid w:val="003A43B2"/>
    <w:rsid w:val="003B16AC"/>
    <w:rsid w:val="003B3213"/>
    <w:rsid w:val="003B453B"/>
    <w:rsid w:val="003B65A9"/>
    <w:rsid w:val="003C1619"/>
    <w:rsid w:val="003C3388"/>
    <w:rsid w:val="003C621B"/>
    <w:rsid w:val="003D2D59"/>
    <w:rsid w:val="003D423A"/>
    <w:rsid w:val="003D7685"/>
    <w:rsid w:val="003D79C0"/>
    <w:rsid w:val="003E0084"/>
    <w:rsid w:val="003E1034"/>
    <w:rsid w:val="003E2526"/>
    <w:rsid w:val="003E73B8"/>
    <w:rsid w:val="003E764B"/>
    <w:rsid w:val="003F20EB"/>
    <w:rsid w:val="003F2586"/>
    <w:rsid w:val="003F61B7"/>
    <w:rsid w:val="003F6F73"/>
    <w:rsid w:val="0040184C"/>
    <w:rsid w:val="00406A8C"/>
    <w:rsid w:val="00412D3D"/>
    <w:rsid w:val="004156A8"/>
    <w:rsid w:val="004164B8"/>
    <w:rsid w:val="0041699F"/>
    <w:rsid w:val="004236AF"/>
    <w:rsid w:val="00424424"/>
    <w:rsid w:val="00433DDD"/>
    <w:rsid w:val="00434372"/>
    <w:rsid w:val="004379D0"/>
    <w:rsid w:val="00437A0B"/>
    <w:rsid w:val="004406C4"/>
    <w:rsid w:val="004442D2"/>
    <w:rsid w:val="004515E3"/>
    <w:rsid w:val="00454491"/>
    <w:rsid w:val="00457E17"/>
    <w:rsid w:val="00460E46"/>
    <w:rsid w:val="004624C0"/>
    <w:rsid w:val="00465D74"/>
    <w:rsid w:val="004703B6"/>
    <w:rsid w:val="004731BE"/>
    <w:rsid w:val="00477DD3"/>
    <w:rsid w:val="0048287B"/>
    <w:rsid w:val="00483D3D"/>
    <w:rsid w:val="00484303"/>
    <w:rsid w:val="0048480E"/>
    <w:rsid w:val="00490BAE"/>
    <w:rsid w:val="00497E9F"/>
    <w:rsid w:val="004A7C72"/>
    <w:rsid w:val="004B20CD"/>
    <w:rsid w:val="004B2B96"/>
    <w:rsid w:val="004B4283"/>
    <w:rsid w:val="004B4819"/>
    <w:rsid w:val="004B49B3"/>
    <w:rsid w:val="004B7222"/>
    <w:rsid w:val="004B7A8B"/>
    <w:rsid w:val="004C111C"/>
    <w:rsid w:val="004C67EA"/>
    <w:rsid w:val="004D0773"/>
    <w:rsid w:val="004D10DF"/>
    <w:rsid w:val="004D1DD8"/>
    <w:rsid w:val="004D77CB"/>
    <w:rsid w:val="004E1AE9"/>
    <w:rsid w:val="004E25DD"/>
    <w:rsid w:val="004E64BA"/>
    <w:rsid w:val="004F13AA"/>
    <w:rsid w:val="004F4DD5"/>
    <w:rsid w:val="004F6EE1"/>
    <w:rsid w:val="004F7383"/>
    <w:rsid w:val="00503F05"/>
    <w:rsid w:val="00504D39"/>
    <w:rsid w:val="00505306"/>
    <w:rsid w:val="005077B7"/>
    <w:rsid w:val="00507E7C"/>
    <w:rsid w:val="00507F3C"/>
    <w:rsid w:val="00507FAF"/>
    <w:rsid w:val="00516601"/>
    <w:rsid w:val="00521B3F"/>
    <w:rsid w:val="00530350"/>
    <w:rsid w:val="0053152C"/>
    <w:rsid w:val="0053401B"/>
    <w:rsid w:val="005343DA"/>
    <w:rsid w:val="00535C5D"/>
    <w:rsid w:val="005362D5"/>
    <w:rsid w:val="005376AF"/>
    <w:rsid w:val="005437C3"/>
    <w:rsid w:val="00545DB5"/>
    <w:rsid w:val="005468F5"/>
    <w:rsid w:val="005527AF"/>
    <w:rsid w:val="00557060"/>
    <w:rsid w:val="00560DB7"/>
    <w:rsid w:val="00562C5F"/>
    <w:rsid w:val="00565A11"/>
    <w:rsid w:val="0056681A"/>
    <w:rsid w:val="00566D89"/>
    <w:rsid w:val="005673B3"/>
    <w:rsid w:val="0056777E"/>
    <w:rsid w:val="00571F15"/>
    <w:rsid w:val="00572C83"/>
    <w:rsid w:val="005732FF"/>
    <w:rsid w:val="00573F97"/>
    <w:rsid w:val="00575293"/>
    <w:rsid w:val="00577DED"/>
    <w:rsid w:val="005815CC"/>
    <w:rsid w:val="005842F7"/>
    <w:rsid w:val="00585022"/>
    <w:rsid w:val="00587815"/>
    <w:rsid w:val="00590C10"/>
    <w:rsid w:val="005A0BEE"/>
    <w:rsid w:val="005A0C86"/>
    <w:rsid w:val="005A0E1A"/>
    <w:rsid w:val="005A18CB"/>
    <w:rsid w:val="005A20BE"/>
    <w:rsid w:val="005A4B60"/>
    <w:rsid w:val="005C18EE"/>
    <w:rsid w:val="005C4633"/>
    <w:rsid w:val="005D4494"/>
    <w:rsid w:val="005D4618"/>
    <w:rsid w:val="005D54E3"/>
    <w:rsid w:val="005E6333"/>
    <w:rsid w:val="005F0A63"/>
    <w:rsid w:val="005F78E2"/>
    <w:rsid w:val="005F7F6C"/>
    <w:rsid w:val="00607130"/>
    <w:rsid w:val="00610C30"/>
    <w:rsid w:val="00614BD4"/>
    <w:rsid w:val="006157E5"/>
    <w:rsid w:val="00615C70"/>
    <w:rsid w:val="00616C5D"/>
    <w:rsid w:val="00621445"/>
    <w:rsid w:val="006234FF"/>
    <w:rsid w:val="00630A06"/>
    <w:rsid w:val="006379C4"/>
    <w:rsid w:val="00640B9C"/>
    <w:rsid w:val="00641D0E"/>
    <w:rsid w:val="00643A7D"/>
    <w:rsid w:val="00651179"/>
    <w:rsid w:val="00652C8A"/>
    <w:rsid w:val="00657883"/>
    <w:rsid w:val="00660F12"/>
    <w:rsid w:val="00661CD1"/>
    <w:rsid w:val="006620F9"/>
    <w:rsid w:val="00665194"/>
    <w:rsid w:val="006657ED"/>
    <w:rsid w:val="00671C4E"/>
    <w:rsid w:val="00676651"/>
    <w:rsid w:val="0067761E"/>
    <w:rsid w:val="00681873"/>
    <w:rsid w:val="00685FD6"/>
    <w:rsid w:val="006860C0"/>
    <w:rsid w:val="00690682"/>
    <w:rsid w:val="00694BEE"/>
    <w:rsid w:val="006A4105"/>
    <w:rsid w:val="006A4651"/>
    <w:rsid w:val="006A5939"/>
    <w:rsid w:val="006A6BAA"/>
    <w:rsid w:val="006B034E"/>
    <w:rsid w:val="006B19ED"/>
    <w:rsid w:val="006B3955"/>
    <w:rsid w:val="006B7AAA"/>
    <w:rsid w:val="006C0C72"/>
    <w:rsid w:val="006C1F1C"/>
    <w:rsid w:val="006C478E"/>
    <w:rsid w:val="006C6A68"/>
    <w:rsid w:val="006D494B"/>
    <w:rsid w:val="006D7A2A"/>
    <w:rsid w:val="006E4432"/>
    <w:rsid w:val="006E4485"/>
    <w:rsid w:val="006E4AEE"/>
    <w:rsid w:val="006E5612"/>
    <w:rsid w:val="006E6146"/>
    <w:rsid w:val="006F255C"/>
    <w:rsid w:val="006F301D"/>
    <w:rsid w:val="006F44B4"/>
    <w:rsid w:val="007012D8"/>
    <w:rsid w:val="00701ED5"/>
    <w:rsid w:val="007035E7"/>
    <w:rsid w:val="00704F4A"/>
    <w:rsid w:val="007060FB"/>
    <w:rsid w:val="0070639E"/>
    <w:rsid w:val="00707554"/>
    <w:rsid w:val="00710CB3"/>
    <w:rsid w:val="00716A81"/>
    <w:rsid w:val="007202D1"/>
    <w:rsid w:val="0072065E"/>
    <w:rsid w:val="00737B3D"/>
    <w:rsid w:val="00740956"/>
    <w:rsid w:val="00741B17"/>
    <w:rsid w:val="00741FDB"/>
    <w:rsid w:val="00743534"/>
    <w:rsid w:val="00743B2F"/>
    <w:rsid w:val="0074417F"/>
    <w:rsid w:val="00746535"/>
    <w:rsid w:val="007515B4"/>
    <w:rsid w:val="007531FA"/>
    <w:rsid w:val="007539B7"/>
    <w:rsid w:val="007541E9"/>
    <w:rsid w:val="00756143"/>
    <w:rsid w:val="00756553"/>
    <w:rsid w:val="007621BE"/>
    <w:rsid w:val="00765250"/>
    <w:rsid w:val="0077077F"/>
    <w:rsid w:val="00772E60"/>
    <w:rsid w:val="007737C3"/>
    <w:rsid w:val="007742EE"/>
    <w:rsid w:val="00774D7A"/>
    <w:rsid w:val="00776D95"/>
    <w:rsid w:val="00783130"/>
    <w:rsid w:val="007845B5"/>
    <w:rsid w:val="0079606E"/>
    <w:rsid w:val="0079613A"/>
    <w:rsid w:val="007A2799"/>
    <w:rsid w:val="007A313D"/>
    <w:rsid w:val="007A4654"/>
    <w:rsid w:val="007A64E2"/>
    <w:rsid w:val="007A7365"/>
    <w:rsid w:val="007C0617"/>
    <w:rsid w:val="007C688A"/>
    <w:rsid w:val="007D1FB1"/>
    <w:rsid w:val="007D2FD9"/>
    <w:rsid w:val="007E54CD"/>
    <w:rsid w:val="007E5F77"/>
    <w:rsid w:val="007E6273"/>
    <w:rsid w:val="007F7B06"/>
    <w:rsid w:val="00803278"/>
    <w:rsid w:val="00821B4B"/>
    <w:rsid w:val="008276A3"/>
    <w:rsid w:val="00831D54"/>
    <w:rsid w:val="0083299E"/>
    <w:rsid w:val="00837F3B"/>
    <w:rsid w:val="00844DA1"/>
    <w:rsid w:val="00846C1E"/>
    <w:rsid w:val="00847310"/>
    <w:rsid w:val="0085294A"/>
    <w:rsid w:val="0085337D"/>
    <w:rsid w:val="008542A0"/>
    <w:rsid w:val="0085532A"/>
    <w:rsid w:val="00855DAF"/>
    <w:rsid w:val="00860AC2"/>
    <w:rsid w:val="00860B9C"/>
    <w:rsid w:val="0087083E"/>
    <w:rsid w:val="0087423B"/>
    <w:rsid w:val="008759BF"/>
    <w:rsid w:val="00875E04"/>
    <w:rsid w:val="00877407"/>
    <w:rsid w:val="0088095D"/>
    <w:rsid w:val="00881C41"/>
    <w:rsid w:val="00882D36"/>
    <w:rsid w:val="00884581"/>
    <w:rsid w:val="008914F2"/>
    <w:rsid w:val="00892662"/>
    <w:rsid w:val="008926B0"/>
    <w:rsid w:val="00892D96"/>
    <w:rsid w:val="00893B39"/>
    <w:rsid w:val="008965EE"/>
    <w:rsid w:val="008A0CA1"/>
    <w:rsid w:val="008A221A"/>
    <w:rsid w:val="008A5D4D"/>
    <w:rsid w:val="008A7DF5"/>
    <w:rsid w:val="008B068E"/>
    <w:rsid w:val="008B5322"/>
    <w:rsid w:val="008B710F"/>
    <w:rsid w:val="008C0A9E"/>
    <w:rsid w:val="008C263D"/>
    <w:rsid w:val="008C278D"/>
    <w:rsid w:val="008C3467"/>
    <w:rsid w:val="008C6D35"/>
    <w:rsid w:val="008D0174"/>
    <w:rsid w:val="008D5FCE"/>
    <w:rsid w:val="008E00C7"/>
    <w:rsid w:val="008E02A6"/>
    <w:rsid w:val="008E0E7A"/>
    <w:rsid w:val="008E28F5"/>
    <w:rsid w:val="008E2D93"/>
    <w:rsid w:val="008E4147"/>
    <w:rsid w:val="008E5878"/>
    <w:rsid w:val="008E7820"/>
    <w:rsid w:val="008F6D7C"/>
    <w:rsid w:val="008F75D7"/>
    <w:rsid w:val="009015DD"/>
    <w:rsid w:val="00903745"/>
    <w:rsid w:val="00906650"/>
    <w:rsid w:val="009111E0"/>
    <w:rsid w:val="00915AD0"/>
    <w:rsid w:val="009218BC"/>
    <w:rsid w:val="009220A2"/>
    <w:rsid w:val="00923D22"/>
    <w:rsid w:val="00925D87"/>
    <w:rsid w:val="009276AB"/>
    <w:rsid w:val="0093106E"/>
    <w:rsid w:val="009316FD"/>
    <w:rsid w:val="0093395D"/>
    <w:rsid w:val="00945524"/>
    <w:rsid w:val="009459CD"/>
    <w:rsid w:val="009461AC"/>
    <w:rsid w:val="00946D0E"/>
    <w:rsid w:val="00947AEA"/>
    <w:rsid w:val="00950FB8"/>
    <w:rsid w:val="009534D9"/>
    <w:rsid w:val="00953951"/>
    <w:rsid w:val="0096285A"/>
    <w:rsid w:val="009635BE"/>
    <w:rsid w:val="009667F6"/>
    <w:rsid w:val="00975DB4"/>
    <w:rsid w:val="00976EC5"/>
    <w:rsid w:val="00981835"/>
    <w:rsid w:val="009873BB"/>
    <w:rsid w:val="00990505"/>
    <w:rsid w:val="009925EE"/>
    <w:rsid w:val="00994E8A"/>
    <w:rsid w:val="009A3D3A"/>
    <w:rsid w:val="009A3EB4"/>
    <w:rsid w:val="009A404E"/>
    <w:rsid w:val="009A4573"/>
    <w:rsid w:val="009A49DD"/>
    <w:rsid w:val="009A4B70"/>
    <w:rsid w:val="009A5006"/>
    <w:rsid w:val="009A7959"/>
    <w:rsid w:val="009B0D73"/>
    <w:rsid w:val="009B202C"/>
    <w:rsid w:val="009B30EB"/>
    <w:rsid w:val="009B6A19"/>
    <w:rsid w:val="009C00D2"/>
    <w:rsid w:val="009C0CC4"/>
    <w:rsid w:val="009D0A05"/>
    <w:rsid w:val="009D112E"/>
    <w:rsid w:val="009D25B8"/>
    <w:rsid w:val="009D393B"/>
    <w:rsid w:val="009D55DA"/>
    <w:rsid w:val="009D6B05"/>
    <w:rsid w:val="009D6CE5"/>
    <w:rsid w:val="009E372D"/>
    <w:rsid w:val="009F2A73"/>
    <w:rsid w:val="009F2BB4"/>
    <w:rsid w:val="009F315A"/>
    <w:rsid w:val="009F3734"/>
    <w:rsid w:val="009F55B4"/>
    <w:rsid w:val="009F7DCA"/>
    <w:rsid w:val="00A02E16"/>
    <w:rsid w:val="00A132C7"/>
    <w:rsid w:val="00A1554A"/>
    <w:rsid w:val="00A22E19"/>
    <w:rsid w:val="00A23E9A"/>
    <w:rsid w:val="00A24048"/>
    <w:rsid w:val="00A26422"/>
    <w:rsid w:val="00A267F8"/>
    <w:rsid w:val="00A30063"/>
    <w:rsid w:val="00A33E90"/>
    <w:rsid w:val="00A3534A"/>
    <w:rsid w:val="00A36522"/>
    <w:rsid w:val="00A40B9B"/>
    <w:rsid w:val="00A42673"/>
    <w:rsid w:val="00A4680C"/>
    <w:rsid w:val="00A46A33"/>
    <w:rsid w:val="00A46F0D"/>
    <w:rsid w:val="00A525F1"/>
    <w:rsid w:val="00A62206"/>
    <w:rsid w:val="00A623FB"/>
    <w:rsid w:val="00A641E9"/>
    <w:rsid w:val="00A66791"/>
    <w:rsid w:val="00A71614"/>
    <w:rsid w:val="00A71CF1"/>
    <w:rsid w:val="00A77BD9"/>
    <w:rsid w:val="00A82781"/>
    <w:rsid w:val="00A83EE1"/>
    <w:rsid w:val="00A8787E"/>
    <w:rsid w:val="00A922B6"/>
    <w:rsid w:val="00A935BD"/>
    <w:rsid w:val="00A95F2F"/>
    <w:rsid w:val="00A9650E"/>
    <w:rsid w:val="00AA24D7"/>
    <w:rsid w:val="00AB045C"/>
    <w:rsid w:val="00AB058C"/>
    <w:rsid w:val="00AB1C5D"/>
    <w:rsid w:val="00AB3493"/>
    <w:rsid w:val="00AB72C6"/>
    <w:rsid w:val="00AC2AAF"/>
    <w:rsid w:val="00AC3795"/>
    <w:rsid w:val="00AC4C7C"/>
    <w:rsid w:val="00AC57E5"/>
    <w:rsid w:val="00AC69B2"/>
    <w:rsid w:val="00AC6A46"/>
    <w:rsid w:val="00AC7ED3"/>
    <w:rsid w:val="00AD1445"/>
    <w:rsid w:val="00AD1C7A"/>
    <w:rsid w:val="00AD304B"/>
    <w:rsid w:val="00AD46E4"/>
    <w:rsid w:val="00AD76F1"/>
    <w:rsid w:val="00AE2F2D"/>
    <w:rsid w:val="00AE4651"/>
    <w:rsid w:val="00AE7C6B"/>
    <w:rsid w:val="00AF16F8"/>
    <w:rsid w:val="00AF1E42"/>
    <w:rsid w:val="00AF381D"/>
    <w:rsid w:val="00AF3C57"/>
    <w:rsid w:val="00AF4D15"/>
    <w:rsid w:val="00AF50FF"/>
    <w:rsid w:val="00AF6AE7"/>
    <w:rsid w:val="00B023AD"/>
    <w:rsid w:val="00B03286"/>
    <w:rsid w:val="00B03E60"/>
    <w:rsid w:val="00B07C73"/>
    <w:rsid w:val="00B11C81"/>
    <w:rsid w:val="00B14B76"/>
    <w:rsid w:val="00B15499"/>
    <w:rsid w:val="00B156DC"/>
    <w:rsid w:val="00B15FCE"/>
    <w:rsid w:val="00B16D3C"/>
    <w:rsid w:val="00B31388"/>
    <w:rsid w:val="00B41E14"/>
    <w:rsid w:val="00B44998"/>
    <w:rsid w:val="00B45562"/>
    <w:rsid w:val="00B470E0"/>
    <w:rsid w:val="00B50D59"/>
    <w:rsid w:val="00B52759"/>
    <w:rsid w:val="00B52BA6"/>
    <w:rsid w:val="00B52F09"/>
    <w:rsid w:val="00B5341A"/>
    <w:rsid w:val="00B55776"/>
    <w:rsid w:val="00B60102"/>
    <w:rsid w:val="00B60D16"/>
    <w:rsid w:val="00B61DF4"/>
    <w:rsid w:val="00B641AD"/>
    <w:rsid w:val="00B66DA6"/>
    <w:rsid w:val="00B671B6"/>
    <w:rsid w:val="00B675B6"/>
    <w:rsid w:val="00B67661"/>
    <w:rsid w:val="00B70F8A"/>
    <w:rsid w:val="00B73720"/>
    <w:rsid w:val="00B737BC"/>
    <w:rsid w:val="00B76827"/>
    <w:rsid w:val="00B77615"/>
    <w:rsid w:val="00B778FC"/>
    <w:rsid w:val="00B810BB"/>
    <w:rsid w:val="00B84922"/>
    <w:rsid w:val="00B90666"/>
    <w:rsid w:val="00B9315B"/>
    <w:rsid w:val="00B95B75"/>
    <w:rsid w:val="00BA08E6"/>
    <w:rsid w:val="00BB352F"/>
    <w:rsid w:val="00BB4EFB"/>
    <w:rsid w:val="00BC4799"/>
    <w:rsid w:val="00BD3823"/>
    <w:rsid w:val="00BD5099"/>
    <w:rsid w:val="00BD627E"/>
    <w:rsid w:val="00BD6803"/>
    <w:rsid w:val="00BE432E"/>
    <w:rsid w:val="00BE65E4"/>
    <w:rsid w:val="00BF12E3"/>
    <w:rsid w:val="00BF1459"/>
    <w:rsid w:val="00BF286F"/>
    <w:rsid w:val="00BF2F27"/>
    <w:rsid w:val="00BF570A"/>
    <w:rsid w:val="00BF6B15"/>
    <w:rsid w:val="00C01A7A"/>
    <w:rsid w:val="00C02139"/>
    <w:rsid w:val="00C05767"/>
    <w:rsid w:val="00C06E80"/>
    <w:rsid w:val="00C11921"/>
    <w:rsid w:val="00C11DCC"/>
    <w:rsid w:val="00C12BB1"/>
    <w:rsid w:val="00C1300A"/>
    <w:rsid w:val="00C15237"/>
    <w:rsid w:val="00C16833"/>
    <w:rsid w:val="00C16EDD"/>
    <w:rsid w:val="00C210CD"/>
    <w:rsid w:val="00C23E4D"/>
    <w:rsid w:val="00C3086F"/>
    <w:rsid w:val="00C30D33"/>
    <w:rsid w:val="00C316BE"/>
    <w:rsid w:val="00C33C73"/>
    <w:rsid w:val="00C408BA"/>
    <w:rsid w:val="00C41B32"/>
    <w:rsid w:val="00C453C9"/>
    <w:rsid w:val="00C47406"/>
    <w:rsid w:val="00C47E5D"/>
    <w:rsid w:val="00C51790"/>
    <w:rsid w:val="00C51A34"/>
    <w:rsid w:val="00C53999"/>
    <w:rsid w:val="00C575E4"/>
    <w:rsid w:val="00C60248"/>
    <w:rsid w:val="00C70BAF"/>
    <w:rsid w:val="00C71E06"/>
    <w:rsid w:val="00C72E99"/>
    <w:rsid w:val="00C765BD"/>
    <w:rsid w:val="00C80AF8"/>
    <w:rsid w:val="00C83ADD"/>
    <w:rsid w:val="00C84494"/>
    <w:rsid w:val="00C8612D"/>
    <w:rsid w:val="00C8640B"/>
    <w:rsid w:val="00C86610"/>
    <w:rsid w:val="00C90C86"/>
    <w:rsid w:val="00C930C5"/>
    <w:rsid w:val="00CA297D"/>
    <w:rsid w:val="00CA4142"/>
    <w:rsid w:val="00CA5171"/>
    <w:rsid w:val="00CA6DBA"/>
    <w:rsid w:val="00CB1A60"/>
    <w:rsid w:val="00CB50B5"/>
    <w:rsid w:val="00CB7363"/>
    <w:rsid w:val="00CC0B9F"/>
    <w:rsid w:val="00CC14E2"/>
    <w:rsid w:val="00CC3B08"/>
    <w:rsid w:val="00CC5E8A"/>
    <w:rsid w:val="00CC60DB"/>
    <w:rsid w:val="00CC6AAC"/>
    <w:rsid w:val="00CD10E4"/>
    <w:rsid w:val="00CD2710"/>
    <w:rsid w:val="00CD4DF3"/>
    <w:rsid w:val="00CD6609"/>
    <w:rsid w:val="00CD7711"/>
    <w:rsid w:val="00CE0416"/>
    <w:rsid w:val="00CE412D"/>
    <w:rsid w:val="00CE7741"/>
    <w:rsid w:val="00D07FEF"/>
    <w:rsid w:val="00D13CB1"/>
    <w:rsid w:val="00D239CC"/>
    <w:rsid w:val="00D27A98"/>
    <w:rsid w:val="00D320F9"/>
    <w:rsid w:val="00D33A8C"/>
    <w:rsid w:val="00D36303"/>
    <w:rsid w:val="00D37DF7"/>
    <w:rsid w:val="00D405E2"/>
    <w:rsid w:val="00D4279F"/>
    <w:rsid w:val="00D439EC"/>
    <w:rsid w:val="00D446C8"/>
    <w:rsid w:val="00D44FD1"/>
    <w:rsid w:val="00D47A8F"/>
    <w:rsid w:val="00D55509"/>
    <w:rsid w:val="00D564A2"/>
    <w:rsid w:val="00D56A80"/>
    <w:rsid w:val="00D56ABE"/>
    <w:rsid w:val="00D60FA4"/>
    <w:rsid w:val="00D6664C"/>
    <w:rsid w:val="00D71C3F"/>
    <w:rsid w:val="00D72313"/>
    <w:rsid w:val="00D74054"/>
    <w:rsid w:val="00D75FFB"/>
    <w:rsid w:val="00D82A86"/>
    <w:rsid w:val="00D85357"/>
    <w:rsid w:val="00D85EF9"/>
    <w:rsid w:val="00D86E3E"/>
    <w:rsid w:val="00D875F6"/>
    <w:rsid w:val="00D87A07"/>
    <w:rsid w:val="00D906E9"/>
    <w:rsid w:val="00D90760"/>
    <w:rsid w:val="00D93E75"/>
    <w:rsid w:val="00DA4723"/>
    <w:rsid w:val="00DB0021"/>
    <w:rsid w:val="00DB0D7C"/>
    <w:rsid w:val="00DB1020"/>
    <w:rsid w:val="00DB4925"/>
    <w:rsid w:val="00DB4A58"/>
    <w:rsid w:val="00DC46B0"/>
    <w:rsid w:val="00DC60C9"/>
    <w:rsid w:val="00DC65F5"/>
    <w:rsid w:val="00DC7B29"/>
    <w:rsid w:val="00DD5EF5"/>
    <w:rsid w:val="00DE13D9"/>
    <w:rsid w:val="00DE1781"/>
    <w:rsid w:val="00DE31A6"/>
    <w:rsid w:val="00DE3B55"/>
    <w:rsid w:val="00DE5B8E"/>
    <w:rsid w:val="00DE6E6A"/>
    <w:rsid w:val="00DE727A"/>
    <w:rsid w:val="00DF3BA9"/>
    <w:rsid w:val="00E01B02"/>
    <w:rsid w:val="00E03342"/>
    <w:rsid w:val="00E130AE"/>
    <w:rsid w:val="00E13D59"/>
    <w:rsid w:val="00E144C9"/>
    <w:rsid w:val="00E15A65"/>
    <w:rsid w:val="00E16EA7"/>
    <w:rsid w:val="00E26130"/>
    <w:rsid w:val="00E2632E"/>
    <w:rsid w:val="00E26956"/>
    <w:rsid w:val="00E32277"/>
    <w:rsid w:val="00E3647A"/>
    <w:rsid w:val="00E37382"/>
    <w:rsid w:val="00E37679"/>
    <w:rsid w:val="00E46422"/>
    <w:rsid w:val="00E54DD0"/>
    <w:rsid w:val="00E61E03"/>
    <w:rsid w:val="00E62928"/>
    <w:rsid w:val="00E6487F"/>
    <w:rsid w:val="00E64E4C"/>
    <w:rsid w:val="00E654A2"/>
    <w:rsid w:val="00E70FFC"/>
    <w:rsid w:val="00E71718"/>
    <w:rsid w:val="00E73691"/>
    <w:rsid w:val="00E73B7B"/>
    <w:rsid w:val="00E73BC2"/>
    <w:rsid w:val="00E748DA"/>
    <w:rsid w:val="00E81FFC"/>
    <w:rsid w:val="00E8386C"/>
    <w:rsid w:val="00E8570A"/>
    <w:rsid w:val="00E90CE6"/>
    <w:rsid w:val="00E94B84"/>
    <w:rsid w:val="00EA2140"/>
    <w:rsid w:val="00EA38D0"/>
    <w:rsid w:val="00EA6AA6"/>
    <w:rsid w:val="00EA7795"/>
    <w:rsid w:val="00EB20F7"/>
    <w:rsid w:val="00EC4C50"/>
    <w:rsid w:val="00EC5C3D"/>
    <w:rsid w:val="00ED032D"/>
    <w:rsid w:val="00ED082C"/>
    <w:rsid w:val="00ED46B4"/>
    <w:rsid w:val="00ED4E4A"/>
    <w:rsid w:val="00ED4FC8"/>
    <w:rsid w:val="00ED6353"/>
    <w:rsid w:val="00ED6777"/>
    <w:rsid w:val="00ED6ABF"/>
    <w:rsid w:val="00ED77EB"/>
    <w:rsid w:val="00EE5FA5"/>
    <w:rsid w:val="00EE6AFD"/>
    <w:rsid w:val="00EE7CE3"/>
    <w:rsid w:val="00EF0F2F"/>
    <w:rsid w:val="00EF79EA"/>
    <w:rsid w:val="00F00104"/>
    <w:rsid w:val="00F02D73"/>
    <w:rsid w:val="00F03346"/>
    <w:rsid w:val="00F039AC"/>
    <w:rsid w:val="00F0574A"/>
    <w:rsid w:val="00F147D1"/>
    <w:rsid w:val="00F21A9C"/>
    <w:rsid w:val="00F22414"/>
    <w:rsid w:val="00F23C5E"/>
    <w:rsid w:val="00F27E25"/>
    <w:rsid w:val="00F30B09"/>
    <w:rsid w:val="00F36D8B"/>
    <w:rsid w:val="00F43BAD"/>
    <w:rsid w:val="00F44F8D"/>
    <w:rsid w:val="00F45A3E"/>
    <w:rsid w:val="00F46237"/>
    <w:rsid w:val="00F4628F"/>
    <w:rsid w:val="00F523FF"/>
    <w:rsid w:val="00F53C2C"/>
    <w:rsid w:val="00F621DD"/>
    <w:rsid w:val="00F63C3B"/>
    <w:rsid w:val="00F64CF0"/>
    <w:rsid w:val="00F6700B"/>
    <w:rsid w:val="00F7580A"/>
    <w:rsid w:val="00F77DB1"/>
    <w:rsid w:val="00F80564"/>
    <w:rsid w:val="00F80B12"/>
    <w:rsid w:val="00F80FA0"/>
    <w:rsid w:val="00F825B7"/>
    <w:rsid w:val="00F82FD0"/>
    <w:rsid w:val="00F8399D"/>
    <w:rsid w:val="00F92F7B"/>
    <w:rsid w:val="00F930BC"/>
    <w:rsid w:val="00F939DF"/>
    <w:rsid w:val="00F94632"/>
    <w:rsid w:val="00F95826"/>
    <w:rsid w:val="00F973F3"/>
    <w:rsid w:val="00FB4F0F"/>
    <w:rsid w:val="00FB7107"/>
    <w:rsid w:val="00FB7E5A"/>
    <w:rsid w:val="00FC63FC"/>
    <w:rsid w:val="00FC6871"/>
    <w:rsid w:val="00FD07CB"/>
    <w:rsid w:val="00FD11F2"/>
    <w:rsid w:val="00FD17C0"/>
    <w:rsid w:val="00FD1DD0"/>
    <w:rsid w:val="00FD363E"/>
    <w:rsid w:val="00FD5333"/>
    <w:rsid w:val="00FF1ED4"/>
    <w:rsid w:val="00FF29EE"/>
    <w:rsid w:val="00FF444B"/>
    <w:rsid w:val="00FF55C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AB337B2"/>
  <w15:docId w15:val="{94B33F12-D4A2-4BAE-A92C-2E06F719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5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EC5C3D"/>
    <w:pPr>
      <w:spacing w:before="100" w:beforeAutospacing="1" w:after="100" w:afterAutospacing="1"/>
      <w:outlineLvl w:val="3"/>
    </w:pPr>
    <w:rPr>
      <w:b/>
      <w:bCs/>
      <w:caps/>
      <w:color w:val="999999"/>
      <w:spacing w:val="45"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708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,Normal,Akapit z listą3,Akapit z listą31,Preambuła,lp1,List Paragraph1,List Paragraph2,ISCG Numerowanie,Akapit z listą;1_literowka,1_literowka,Literowanie,Punktowanie,1) AaA,1_literowka Znak Znak,Wypunktowanie"/>
    <w:basedOn w:val="Normalny"/>
    <w:link w:val="AkapitzlistZnak"/>
    <w:uiPriority w:val="34"/>
    <w:qFormat/>
    <w:rsid w:val="001C141E"/>
    <w:pPr>
      <w:ind w:left="720"/>
      <w:contextualSpacing/>
    </w:pPr>
  </w:style>
  <w:style w:type="character" w:customStyle="1" w:styleId="Teksttreci">
    <w:name w:val="Tekst treści_"/>
    <w:link w:val="Teksttreci0"/>
    <w:locked/>
    <w:rsid w:val="00CC60DB"/>
    <w:rPr>
      <w:rFonts w:ascii="Batang" w:eastAsia="Batang" w:hAnsi="Batang" w:cs="Batang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C60DB"/>
    <w:pPr>
      <w:widowControl w:val="0"/>
      <w:shd w:val="clear" w:color="auto" w:fill="FFFFFF"/>
      <w:spacing w:before="660" w:after="1140" w:line="0" w:lineRule="atLeast"/>
      <w:ind w:hanging="260"/>
      <w:jc w:val="right"/>
    </w:pPr>
    <w:rPr>
      <w:rFonts w:ascii="Batang" w:eastAsia="Batang" w:hAnsi="Batang" w:cs="Batang"/>
      <w:sz w:val="20"/>
      <w:szCs w:val="20"/>
    </w:rPr>
  </w:style>
  <w:style w:type="character" w:customStyle="1" w:styleId="Teksttreci3">
    <w:name w:val="Tekst treści (3)_"/>
    <w:link w:val="Teksttreci30"/>
    <w:locked/>
    <w:rsid w:val="002D7149"/>
    <w:rPr>
      <w:rFonts w:ascii="Batang" w:eastAsia="Batang" w:hAnsi="Batang" w:cs="Batang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D7149"/>
    <w:pPr>
      <w:widowControl w:val="0"/>
      <w:shd w:val="clear" w:color="auto" w:fill="FFFFFF"/>
      <w:spacing w:before="600" w:line="278" w:lineRule="exact"/>
      <w:jc w:val="both"/>
    </w:pPr>
    <w:rPr>
      <w:rFonts w:ascii="Batang" w:eastAsia="Batang" w:hAnsi="Batang" w:cs="Batang"/>
      <w:b/>
      <w:bCs/>
      <w:sz w:val="23"/>
      <w:szCs w:val="23"/>
    </w:rPr>
  </w:style>
  <w:style w:type="character" w:customStyle="1" w:styleId="AkapitzlistZnak">
    <w:name w:val="Akapit z listą Znak"/>
    <w:aliases w:val="RR PGE Akapit z listą Znak,Styl 1 Znak,Normal Znak,Akapit z listą3 Znak,Akapit z listą31 Znak,Preambuła Znak,lp1 Znak,List Paragraph1 Znak,List Paragraph2 Znak,ISCG Numerowanie Znak,Akapit z listą;1_literowka Znak,1_literowka Znak"/>
    <w:basedOn w:val="Domylnaczcionkaakapitu"/>
    <w:link w:val="Akapitzlist"/>
    <w:uiPriority w:val="34"/>
    <w:qFormat/>
    <w:rsid w:val="00D4279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D4279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279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D4279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E00C7"/>
    <w:rPr>
      <w:color w:val="808080"/>
    </w:rPr>
  </w:style>
  <w:style w:type="paragraph" w:customStyle="1" w:styleId="Nagwek91">
    <w:name w:val="Nagłówek 91"/>
    <w:basedOn w:val="Normalny"/>
    <w:next w:val="Normalny"/>
    <w:uiPriority w:val="99"/>
    <w:semiHidden/>
    <w:unhideWhenUsed/>
    <w:qFormat/>
    <w:rsid w:val="00B14B76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31388"/>
    <w:pPr>
      <w:spacing w:after="120" w:line="288" w:lineRule="auto"/>
      <w:jc w:val="both"/>
    </w:pPr>
    <w:rPr>
      <w:rFonts w:ascii="Arial" w:hAnsi="Arial" w:cs="Arial"/>
      <w:sz w:val="22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1388"/>
    <w:rPr>
      <w:rFonts w:ascii="Arial" w:hAnsi="Arial" w:cs="Arial"/>
      <w:sz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8708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EDFNagwek1">
    <w:name w:val="EDF Nagłówek 1"/>
    <w:next w:val="Normalny"/>
    <w:qFormat/>
    <w:rsid w:val="0048287B"/>
    <w:pPr>
      <w:numPr>
        <w:numId w:val="29"/>
      </w:numPr>
      <w:spacing w:before="180" w:after="120" w:line="259" w:lineRule="auto"/>
      <w:jc w:val="both"/>
    </w:pPr>
    <w:rPr>
      <w:rFonts w:ascii="Arial" w:eastAsiaTheme="minorHAnsi" w:hAnsi="Arial" w:cstheme="minorBidi"/>
      <w:b/>
      <w:sz w:val="24"/>
      <w:szCs w:val="22"/>
      <w:lang w:eastAsia="en-US"/>
    </w:rPr>
  </w:style>
  <w:style w:type="paragraph" w:customStyle="1" w:styleId="EDFNagwek2">
    <w:name w:val="EDF Nagłówek 2"/>
    <w:qFormat/>
    <w:rsid w:val="0048287B"/>
    <w:pPr>
      <w:numPr>
        <w:ilvl w:val="1"/>
        <w:numId w:val="29"/>
      </w:numPr>
      <w:spacing w:after="8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EDFPunktor1">
    <w:name w:val="EDF Punktor 1"/>
    <w:next w:val="Normalny"/>
    <w:qFormat/>
    <w:rsid w:val="0048287B"/>
    <w:pPr>
      <w:numPr>
        <w:ilvl w:val="2"/>
        <w:numId w:val="29"/>
      </w:numPr>
      <w:spacing w:after="40" w:line="259" w:lineRule="auto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EDFPunktor2">
    <w:name w:val="EDF Punktor 2"/>
    <w:link w:val="EDFPunktor2Znak"/>
    <w:qFormat/>
    <w:rsid w:val="0048287B"/>
    <w:pPr>
      <w:numPr>
        <w:ilvl w:val="3"/>
        <w:numId w:val="29"/>
      </w:numPr>
      <w:spacing w:after="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EDFZaczniki1">
    <w:name w:val="EDF Załączniki 1"/>
    <w:next w:val="Normalny"/>
    <w:qFormat/>
    <w:rsid w:val="0048287B"/>
    <w:pPr>
      <w:numPr>
        <w:ilvl w:val="4"/>
        <w:numId w:val="29"/>
      </w:numPr>
      <w:spacing w:after="160" w:line="259" w:lineRule="auto"/>
      <w:jc w:val="right"/>
    </w:pPr>
    <w:rPr>
      <w:rFonts w:ascii="Arial" w:eastAsiaTheme="minorHAnsi" w:hAnsi="Arial" w:cstheme="minorBidi"/>
      <w:i/>
      <w:sz w:val="18"/>
      <w:szCs w:val="22"/>
      <w:lang w:eastAsia="en-US"/>
    </w:rPr>
  </w:style>
  <w:style w:type="paragraph" w:customStyle="1" w:styleId="EDFZaczniki2">
    <w:name w:val="EDF Załączniki 2"/>
    <w:next w:val="Normalny"/>
    <w:qFormat/>
    <w:rsid w:val="0048287B"/>
    <w:pPr>
      <w:numPr>
        <w:ilvl w:val="5"/>
        <w:numId w:val="29"/>
      </w:numPr>
      <w:spacing w:after="160" w:line="259" w:lineRule="auto"/>
      <w:jc w:val="right"/>
    </w:pPr>
    <w:rPr>
      <w:rFonts w:ascii="Arial" w:eastAsiaTheme="minorHAnsi" w:hAnsi="Arial" w:cstheme="minorBidi"/>
      <w:i/>
      <w:sz w:val="18"/>
      <w:szCs w:val="22"/>
      <w:lang w:eastAsia="en-US"/>
    </w:rPr>
  </w:style>
  <w:style w:type="character" w:customStyle="1" w:styleId="EDFPunktor2Znak">
    <w:name w:val="EDF Punktor 2 Znak"/>
    <w:basedOn w:val="Domylnaczcionkaakapitu"/>
    <w:link w:val="EDFPunktor2"/>
    <w:rsid w:val="0048287B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CharStyle18">
    <w:name w:val="Char Style 18"/>
    <w:basedOn w:val="Domylnaczcionkaakapitu"/>
    <w:link w:val="Style17"/>
    <w:rsid w:val="003F2586"/>
  </w:style>
  <w:style w:type="paragraph" w:customStyle="1" w:styleId="Style17">
    <w:name w:val="Style 17"/>
    <w:basedOn w:val="Normalny"/>
    <w:link w:val="CharStyle18"/>
    <w:rsid w:val="003F2586"/>
    <w:pPr>
      <w:widowControl w:val="0"/>
      <w:spacing w:after="120" w:line="254" w:lineRule="auto"/>
    </w:pPr>
    <w:rPr>
      <w:sz w:val="20"/>
      <w:szCs w:val="20"/>
    </w:rPr>
  </w:style>
  <w:style w:type="character" w:customStyle="1" w:styleId="CharStyle25">
    <w:name w:val="Char Style 25"/>
    <w:basedOn w:val="Domylnaczcionkaakapitu"/>
    <w:link w:val="Style24"/>
    <w:rsid w:val="00D72313"/>
    <w:rPr>
      <w:rFonts w:ascii="Arial" w:eastAsia="Arial" w:hAnsi="Arial" w:cs="Arial"/>
    </w:rPr>
  </w:style>
  <w:style w:type="paragraph" w:customStyle="1" w:styleId="Style24">
    <w:name w:val="Style 24"/>
    <w:basedOn w:val="Normalny"/>
    <w:link w:val="CharStyle25"/>
    <w:rsid w:val="00D72313"/>
    <w:pPr>
      <w:widowControl w:val="0"/>
      <w:spacing w:line="27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2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pgeekoserwis.pl/pl/przetargi/ogolne-warunki-zakupu.html%20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geekoserwis.pl/pl/polityka-danych/informacja-o-przetwarzaniu-danych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10_wymagania%20w%20stos_do%20dokumentu%20systemu%20zarz&#261;dz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1 Formularz ofertowy, rew.0.docx</dmsv2BaseFileName>
    <dmsv2BaseDisplayName xmlns="http://schemas.microsoft.com/sharepoint/v3">Zał. 1 Formularz ofertowy, rew.0</dmsv2BaseDisplayName>
    <dmsv2SWPP2ObjectNumber xmlns="http://schemas.microsoft.com/sharepoint/v3">POST/EKO/EKO/FZ/00104/2024                        </dmsv2SWPP2ObjectNumber>
    <dmsv2SWPP2SumMD5 xmlns="http://schemas.microsoft.com/sharepoint/v3">6ebce961d237a11dc8a7207e633d687a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649852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20100930</dmsv2BaseClientSystemDocumentID>
    <dmsv2BaseModifiedByID xmlns="http://schemas.microsoft.com/sharepoint/v3">16800501</dmsv2BaseModifiedByID>
    <dmsv2BaseCreatedByID xmlns="http://schemas.microsoft.com/sharepoint/v3">16800501</dmsv2BaseCreatedByID>
    <dmsv2SWPP2ObjectDepartment xmlns="http://schemas.microsoft.com/sharepoint/v3">00000001000w00000000000000010000</dmsv2SWPP2ObjectDepartment>
    <dmsv2SWPP2ObjectName xmlns="http://schemas.microsoft.com/sharepoint/v3">Postępowanie</dmsv2SWPP2ObjectName>
    <_dlc_DocId xmlns="a19cb1c7-c5c7-46d4-85ae-d83685407bba">7Q6WV3WKR5HX-1453799229-2794</_dlc_DocId>
    <_dlc_DocIdUrl xmlns="a19cb1c7-c5c7-46d4-85ae-d83685407bba">
      <Url>https://swpp2.dms.gkpge.pl/sites/30/_layouts/15/DocIdRedir.aspx?ID=7Q6WV3WKR5HX-1453799229-2794</Url>
      <Description>7Q6WV3WKR5HX-1453799229-2794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F75675E86A21746AC1AAAB07A00EFE7" ma:contentTypeVersion="0" ma:contentTypeDescription="SWPP2 Dokument bazowy" ma:contentTypeScope="" ma:versionID="77fb4227558073eab1359e12c78a2e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156334-EA98-4630-9D15-BE1CD9ADC4B7}">
  <ds:schemaRefs>
    <ds:schemaRef ds:uri="http://purl.org/dc/elements/1.1/"/>
    <ds:schemaRef ds:uri="http://schemas.microsoft.com/office/2006/metadata/properties"/>
    <ds:schemaRef ds:uri="66482263-b0b6-4e84-9c6a-c0880250d6e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10a7abf-1c0e-4131-905a-b057f8efa42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60E392-8098-4B11-9C2D-3AC08C6937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7D318-5A5E-4E75-B7DB-CEE5B8A2D625}"/>
</file>

<file path=customXml/itemProps4.xml><?xml version="1.0" encoding="utf-8"?>
<ds:datastoreItem xmlns:ds="http://schemas.openxmlformats.org/officeDocument/2006/customXml" ds:itemID="{5AD9610D-353A-43DB-A061-391CE18EA8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517A4E4-B6BE-4ECA-B316-DC8EDB6FA77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8E2B32A-3A63-4BDE-A67B-57020CA2C6F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0C8B7CF-8F47-4B29-8F6F-0F6494899A08}"/>
</file>

<file path=docProps/app.xml><?xml version="1.0" encoding="utf-8"?>
<Properties xmlns="http://schemas.openxmlformats.org/officeDocument/2006/extended-properties" xmlns:vt="http://schemas.openxmlformats.org/officeDocument/2006/docPropsVTypes">
  <Template>Zał_10_wymagania w stos_do dokumentu systemu zarządz_25062013</Template>
  <TotalTime>84</TotalTime>
  <Pages>8</Pages>
  <Words>2299</Words>
  <Characters>14188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 00001_A Zał_3_Wymagania w stosunku do zawartości i oznaczeń Dokumentu Systemu Zarządzania</vt:lpstr>
    </vt:vector>
  </TitlesOfParts>
  <Company>PGE Polska Grupa Energetyczna S.A.</Company>
  <LinksUpToDate>false</LinksUpToDate>
  <CharactersWithSpaces>16455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 00001_A Zał_3_Wymagania w stosunku do zawartości i oznaczeń Dokumentu Systemu Zarządzania</dc:title>
  <dc:creator>pawel.jaworski</dc:creator>
  <cp:lastModifiedBy>Stanko Jacek [PGE Ekoserwis S.A.]</cp:lastModifiedBy>
  <cp:revision>11</cp:revision>
  <cp:lastPrinted>2019-01-25T10:59:00Z</cp:lastPrinted>
  <dcterms:created xsi:type="dcterms:W3CDTF">2024-07-09T08:47:00Z</dcterms:created>
  <dcterms:modified xsi:type="dcterms:W3CDTF">2024-07-09T11:16:00Z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0x01018910002F75675E86A21746AC1AAAB07A00EFE7</vt:lpwstr>
  </property>
  <property fmtid="{D5CDD505-2E9C-101B-9397-08002B2CF9AE}" pid="3" name="_dlc_DocIdItemGuid">
    <vt:lpwstr>a43d8b06-9f77-497e-8b36-dc61de01af94</vt:lpwstr>
  </property>
</Properties>
</file>