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204FA491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9B1A22">
        <w:rPr>
          <w:rFonts w:ascii="Verdana" w:eastAsia="Verdana" w:hAnsi="Verdana" w:cs="Times New Roman"/>
          <w:b/>
        </w:rPr>
        <w:t xml:space="preserve">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EADF6DB" w14:textId="77777777" w:rsidR="00604B83" w:rsidRPr="00604B83" w:rsidRDefault="00B67D39" w:rsidP="00604B8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604B83"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3F4CA6ED" w14:textId="42E3E356" w:rsidR="00B67D39" w:rsidRPr="006B56FD" w:rsidRDefault="00604B83" w:rsidP="00604B8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E07F959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604B83">
        <w:rPr>
          <w:rFonts w:cstheme="minorHAnsi"/>
          <w:b/>
          <w:i/>
        </w:rPr>
        <w:fldChar w:fldCharType="begin"/>
      </w:r>
      <w:r w:rsidR="00604B83">
        <w:rPr>
          <w:rFonts w:cstheme="minorHAnsi"/>
          <w:b/>
          <w:i/>
        </w:rPr>
        <w:instrText xml:space="preserve"> MERGEFIELD "nazwa_post" </w:instrText>
      </w:r>
      <w:r w:rsidR="00604B83">
        <w:rPr>
          <w:rFonts w:cstheme="minorHAnsi"/>
          <w:b/>
          <w:i/>
        </w:rPr>
        <w:fldChar w:fldCharType="separate"/>
      </w:r>
      <w:r w:rsidR="00FC1AE0" w:rsidRPr="00395792">
        <w:rPr>
          <w:rFonts w:cstheme="minorHAnsi"/>
          <w:b/>
          <w:i/>
          <w:noProof/>
        </w:rPr>
        <w:t>Dostawa odbiorników geodezyjnych GNSS wraz z kontrolerami w podziale na 2 części.</w:t>
      </w:r>
      <w:r w:rsidR="00604B83"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 nr </w:t>
      </w:r>
      <w:r w:rsidR="00604B83">
        <w:rPr>
          <w:rFonts w:cstheme="minorHAnsi"/>
        </w:rPr>
        <w:t>POST/DYS/OW/GZ/0</w:t>
      </w:r>
      <w:r w:rsidR="00604B83">
        <w:rPr>
          <w:rFonts w:cstheme="minorHAnsi"/>
        </w:rPr>
        <w:fldChar w:fldCharType="begin"/>
      </w:r>
      <w:r w:rsidR="00604B83">
        <w:rPr>
          <w:rFonts w:cstheme="minorHAnsi"/>
        </w:rPr>
        <w:instrText xml:space="preserve"> MERGEFIELD "nr_postepowania" </w:instrText>
      </w:r>
      <w:r w:rsidR="00604B83">
        <w:rPr>
          <w:rFonts w:cstheme="minorHAnsi"/>
        </w:rPr>
        <w:fldChar w:fldCharType="separate"/>
      </w:r>
      <w:r w:rsidR="00FC1AE0" w:rsidRPr="00395792">
        <w:rPr>
          <w:rFonts w:cstheme="minorHAnsi"/>
          <w:noProof/>
        </w:rPr>
        <w:t>2440</w:t>
      </w:r>
      <w:r w:rsidR="00604B83">
        <w:rPr>
          <w:rFonts w:cstheme="minorHAnsi"/>
        </w:rPr>
        <w:fldChar w:fldCharType="end"/>
      </w:r>
      <w:r w:rsidR="00604B83">
        <w:rPr>
          <w:rFonts w:cstheme="minorHAnsi"/>
        </w:rPr>
        <w:t>/2025</w:t>
      </w:r>
      <w:r w:rsidRPr="00CC7E12">
        <w:rPr>
          <w:rFonts w:cstheme="minorHAnsi"/>
        </w:rPr>
        <w:t xml:space="preserve">, prowadzonego przez </w:t>
      </w:r>
      <w:r w:rsidR="00604B83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0E942" w14:textId="77777777" w:rsidR="00FF2EAC" w:rsidRDefault="00FF2E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5589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AE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125E2" w14:textId="77777777" w:rsidR="00FF2EAC" w:rsidRDefault="00FF2E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7478342" w14:textId="444ED7E0" w:rsidR="00FF2EAC" w:rsidRDefault="00FF2EA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C1AE0" w:rsidRPr="00395792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Dostawa odbiorników geodezyjnych GNSS wraz z kontrolerami w podziale na 2 części.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02F50C2C" w:rsidR="00347E8D" w:rsidRPr="006B2C28" w:rsidRDefault="00604B8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"nr_postepowania"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C1AE0" w:rsidRPr="00395792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2440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307C92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307C92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5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33B5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4B8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1A22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1AE0"/>
    <w:rsid w:val="00FC7BB0"/>
    <w:rsid w:val="00FD22AB"/>
    <w:rsid w:val="00FD2808"/>
    <w:rsid w:val="00FD3338"/>
    <w:rsid w:val="00FE13ED"/>
    <w:rsid w:val="00FE2FDB"/>
    <w:rsid w:val="00FE4AEE"/>
    <w:rsid w:val="00FE53C8"/>
    <w:rsid w:val="00FF2EAC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4-PROC_PN_Oświadczenie_wykluczenie.docx</dmsv2BaseFileName>
    <dmsv2BaseDisplayName xmlns="http://schemas.microsoft.com/sharepoint/v3">4-PROC_PN_Oświadczenie_wykluczenie</dmsv2BaseDisplayName>
    <dmsv2SWPP2ObjectNumber xmlns="http://schemas.microsoft.com/sharepoint/v3">POST/DYS/OW/GZ/02440/2025                         </dmsv2SWPP2ObjectNumber>
    <dmsv2SWPP2SumMD5 xmlns="http://schemas.microsoft.com/sharepoint/v3">7ae7dc96e037852f05e0c413fab919d1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685753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22807668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000000010007000500000006</dmsv2SWPP2ObjectDepartment>
    <dmsv2SWPP2ObjectName xmlns="http://schemas.microsoft.com/sharepoint/v3">Postępowanie</dmsv2SWPP2ObjectName>
    <_dlc_DocId xmlns="a19cb1c7-c5c7-46d4-85ae-d83685407bba">XD3KHSRJV2AP-1182365650-5322</_dlc_DocId>
    <_dlc_DocIdUrl xmlns="a19cb1c7-c5c7-46d4-85ae-d83685407bba">
      <Url>https://swpp2.dms.gkpge.pl/sites/38/_layouts/15/DocIdRedir.aspx?ID=XD3KHSRJV2AP-1182365650-5322</Url>
      <Description>XD3KHSRJV2AP-1182365650-5322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621D927-8149-4F94-AEF5-9C143F8047FC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CBA2AC-E94F-4038-A8AC-63526970190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C34C4A1-249C-4D9F-BFF4-9B679BE889B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68</TotalTime>
  <Pages>2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16</cp:revision>
  <cp:lastPrinted>2024-07-15T11:21:00Z</cp:lastPrinted>
  <dcterms:created xsi:type="dcterms:W3CDTF">2025-01-15T13:15:00Z</dcterms:created>
  <dcterms:modified xsi:type="dcterms:W3CDTF">2025-06-27T11:32:00Z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2bd49b96-a3ac-4635-8e93-b5738bc12e1e</vt:lpwstr>
  </property>
</Properties>
</file>