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3405C9B0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9B417C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2770482C" w14:textId="77777777" w:rsidR="00AE3D2D" w:rsidRDefault="00AE3D2D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15158F6" w14:textId="77777777" w:rsidR="00AE3D2D" w:rsidRDefault="00AE3D2D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6C33358" w14:textId="77777777" w:rsidR="00AE3D2D" w:rsidRDefault="00AE3D2D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924E6F8" w14:textId="77777777" w:rsidR="00AE3D2D" w:rsidRDefault="00AE3D2D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8B9F7FD" w14:textId="7593FB84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0912993" w14:textId="77777777" w:rsidR="00AE3D2D" w:rsidRDefault="00AE3D2D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8AEE435" w14:textId="7BF13BD4" w:rsidR="009B417C" w:rsidRPr="009B417C" w:rsidRDefault="009B417C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8759B20" w14:textId="77777777" w:rsidR="009B417C" w:rsidRPr="009B417C" w:rsidRDefault="009B417C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42CCD43F" w14:textId="77777777" w:rsidR="009B417C" w:rsidRPr="009B417C" w:rsidRDefault="009B417C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46F74283" w14:textId="77777777" w:rsidR="009B417C" w:rsidRPr="009B417C" w:rsidRDefault="009B417C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3F4CA6ED" w14:textId="06D1C63E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BEE7848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  <w:r w:rsidR="00F656A0">
        <w:rPr>
          <w:rFonts w:cstheme="minorHAnsi"/>
          <w:b/>
          <w:szCs w:val="18"/>
        </w:rPr>
        <w:t xml:space="preserve">    </w:t>
      </w:r>
      <w:bookmarkStart w:id="6" w:name="_GoBack"/>
      <w:bookmarkEnd w:id="6"/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C2B7DA3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9B417C">
        <w:rPr>
          <w:rFonts w:cstheme="minorHAnsi"/>
          <w:lang w:eastAsia="pl-PL"/>
        </w:rPr>
        <w:fldChar w:fldCharType="begin"/>
      </w:r>
      <w:r w:rsidR="009B417C">
        <w:rPr>
          <w:rFonts w:cstheme="minorHAnsi"/>
          <w:lang w:eastAsia="pl-PL"/>
        </w:rPr>
        <w:instrText xml:space="preserve"> MERGEFIELD nr_postepowania </w:instrText>
      </w:r>
      <w:r w:rsidR="009B417C">
        <w:rPr>
          <w:rFonts w:cstheme="minorHAnsi"/>
          <w:lang w:eastAsia="pl-PL"/>
        </w:rPr>
        <w:fldChar w:fldCharType="separate"/>
      </w:r>
      <w:r w:rsidR="00A913F9" w:rsidRPr="00AC3B95">
        <w:rPr>
          <w:rFonts w:cstheme="minorHAnsi"/>
          <w:noProof/>
          <w:lang w:eastAsia="pl-PL"/>
        </w:rPr>
        <w:t>POST/DYS/OW/GZ/02235/2025</w:t>
      </w:r>
      <w:r w:rsidR="009B417C"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9B417C">
        <w:rPr>
          <w:rFonts w:cstheme="minorHAnsi"/>
          <w:lang w:eastAsia="pl-PL"/>
        </w:rPr>
        <w:fldChar w:fldCharType="begin"/>
      </w:r>
      <w:r w:rsidR="009B417C">
        <w:rPr>
          <w:rFonts w:cstheme="minorHAnsi"/>
          <w:lang w:eastAsia="pl-PL"/>
        </w:rPr>
        <w:instrText xml:space="preserve"> MERGEFIELD nazwa_post </w:instrText>
      </w:r>
      <w:r w:rsidR="009B417C">
        <w:rPr>
          <w:rFonts w:cstheme="minorHAnsi"/>
          <w:lang w:eastAsia="pl-PL"/>
        </w:rPr>
        <w:fldChar w:fldCharType="separate"/>
      </w:r>
      <w:r w:rsidR="00A913F9" w:rsidRPr="00AC3B95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Otwock obszar R61: Sulejówek, Halinów, Warszawa – Wesoła, Dębe Wielkie – teren działania RE Otwock</w:t>
      </w:r>
      <w:r w:rsidR="009B417C"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="00AE3D2D"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 w:rsidR="00AE3D2D"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 w:rsidR="00AE3D2D"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AE3D2D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AE3D2D">
        <w:trPr>
          <w:trHeight w:val="843"/>
        </w:trPr>
        <w:tc>
          <w:tcPr>
            <w:tcW w:w="568" w:type="dxa"/>
            <w:vAlign w:val="center"/>
          </w:tcPr>
          <w:p w14:paraId="0B629F08" w14:textId="5A9F9DAF" w:rsidR="000D24FD" w:rsidRP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0703FB36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4483A790" w:rsidR="000D24F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AE3D2D" w:rsidRPr="000D24FD" w14:paraId="05F02AB0" w14:textId="77777777" w:rsidTr="00AE3D2D">
        <w:trPr>
          <w:trHeight w:val="843"/>
        </w:trPr>
        <w:tc>
          <w:tcPr>
            <w:tcW w:w="568" w:type="dxa"/>
            <w:vAlign w:val="center"/>
          </w:tcPr>
          <w:p w14:paraId="3A1E1794" w14:textId="46F40968" w:rsidR="00AE3D2D" w:rsidRP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2F7B48D5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7A5D278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881D30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47AE0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C54E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AE3D2D" w:rsidRPr="000D24FD" w14:paraId="091DB477" w14:textId="77777777" w:rsidTr="00AE3D2D">
        <w:trPr>
          <w:trHeight w:val="843"/>
        </w:trPr>
        <w:tc>
          <w:tcPr>
            <w:tcW w:w="568" w:type="dxa"/>
            <w:vAlign w:val="center"/>
          </w:tcPr>
          <w:p w14:paraId="256681FE" w14:textId="78574445" w:rsid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20D61791" w14:textId="71675CF8" w:rsidR="00AE3D2D" w:rsidRP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052D8E3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5753AF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322489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06BF1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E407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AE3D2D" w:rsidRPr="000D24FD" w14:paraId="4FBD00D7" w14:textId="77777777" w:rsidTr="00AE3D2D">
        <w:trPr>
          <w:trHeight w:val="843"/>
        </w:trPr>
        <w:tc>
          <w:tcPr>
            <w:tcW w:w="568" w:type="dxa"/>
            <w:vAlign w:val="center"/>
          </w:tcPr>
          <w:p w14:paraId="727F9C4F" w14:textId="6DDEBE62" w:rsidR="00AE3D2D" w:rsidRP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249C6EE6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0572C1F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446E70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D9BFA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7EC5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AE3D2D" w:rsidRPr="000D24FD" w14:paraId="1F779D85" w14:textId="77777777" w:rsidTr="00AE3D2D">
        <w:trPr>
          <w:trHeight w:val="843"/>
        </w:trPr>
        <w:tc>
          <w:tcPr>
            <w:tcW w:w="568" w:type="dxa"/>
            <w:vAlign w:val="center"/>
          </w:tcPr>
          <w:p w14:paraId="1CF8E47F" w14:textId="6E1879C6" w:rsidR="00AE3D2D" w:rsidRP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3629F80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98DB04A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B0E8F6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61CA8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131B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AE3D2D" w:rsidRPr="000D24FD" w14:paraId="6F22969C" w14:textId="77777777" w:rsidTr="00AE3D2D">
        <w:trPr>
          <w:trHeight w:val="843"/>
        </w:trPr>
        <w:tc>
          <w:tcPr>
            <w:tcW w:w="568" w:type="dxa"/>
            <w:vAlign w:val="center"/>
          </w:tcPr>
          <w:p w14:paraId="51F08C04" w14:textId="79572B91" w:rsidR="00AE3D2D" w:rsidRP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43865B3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52A23B40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34C7DB12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22C0CB0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C343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1D3AE04B" w14:textId="77777777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362D510B" w14:textId="77777777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BA83762" w14:textId="77777777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3015B1B7" w14:textId="77777777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51B1E3D" w14:textId="77777777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A512AB8" w14:textId="0F74977F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6E4A23B" w14:textId="6A795D65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D00D591" w14:textId="77777777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2C1DE8E9" w14:textId="3BB2ED94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6018BC74" w14:textId="46F1EF9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 w:rsidR="00AE3D2D"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B8676" w14:textId="77777777" w:rsidR="00FD64E0" w:rsidRDefault="00FD64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085D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6A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298FE" w14:textId="77777777" w:rsidR="00FD64E0" w:rsidRDefault="00FD64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1661587" w14:textId="33E820BE" w:rsidR="00FD64E0" w:rsidRDefault="00FD64E0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A913F9" w:rsidRPr="00AC3B9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Otwock obszar R61: Sulejówek, Halinów, Warszawa – Wesoła, Dębe Wielkie – teren działania RE Otwock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513BE673" w:rsidR="00347E8D" w:rsidRPr="006B2C28" w:rsidRDefault="00FD64E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"nr_postepowania"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A913F9" w:rsidRPr="00AC3B9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POST/DYS/OW/GZ/02235/2025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CB33948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18C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2044"/>
    <w:rsid w:val="007246D0"/>
    <w:rsid w:val="00726BF1"/>
    <w:rsid w:val="00727EC1"/>
    <w:rsid w:val="0073187A"/>
    <w:rsid w:val="007343BE"/>
    <w:rsid w:val="007343C5"/>
    <w:rsid w:val="0073571F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CE3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417C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4A54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779F6"/>
    <w:rsid w:val="00A809BD"/>
    <w:rsid w:val="00A81CFB"/>
    <w:rsid w:val="00A85D6F"/>
    <w:rsid w:val="00A913F9"/>
    <w:rsid w:val="00AA134E"/>
    <w:rsid w:val="00AA3417"/>
    <w:rsid w:val="00AB5621"/>
    <w:rsid w:val="00AB78A2"/>
    <w:rsid w:val="00AC4A8D"/>
    <w:rsid w:val="00AC5A4C"/>
    <w:rsid w:val="00AD5D81"/>
    <w:rsid w:val="00AE1A85"/>
    <w:rsid w:val="00AE3D2D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C68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675E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342C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0E75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6A0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64E0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2235_zał nr 7 do SWZ– Wykaz wykonanych zamówień.docx</dmsv2BaseFileName>
    <dmsv2BaseDisplayName xmlns="http://schemas.microsoft.com/sharepoint/v3">2235_zał nr 7 do SWZ– Wykaz wykonanych zamówień</dmsv2BaseDisplayName>
    <dmsv2SWPP2ObjectNumber xmlns="http://schemas.microsoft.com/sharepoint/v3">POST/DYS/OW/GZ/02235/2025                         </dmsv2SWPP2ObjectNumber>
    <dmsv2SWPP2SumMD5 xmlns="http://schemas.microsoft.com/sharepoint/v3">464ddd56c306b3f2c378f73f660018f2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683921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22702709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XD3KHSRJV2AP-92384522-27143</_dlc_DocId>
    <_dlc_DocIdUrl xmlns="a19cb1c7-c5c7-46d4-85ae-d83685407bba">
      <Url>https://swpp2.dms.gkpge.pl/sites/38/_layouts/15/DocIdRedir.aspx?ID=XD3KHSRJV2AP-92384522-27143</Url>
      <Description>XD3KHSRJV2AP-92384522-27143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8234D4-76B9-42BB-9C33-50425F0AB1F7}"/>
</file>

<file path=customXml/itemProps4.xml><?xml version="1.0" encoding="utf-8"?>
<ds:datastoreItem xmlns:ds="http://schemas.openxmlformats.org/officeDocument/2006/customXml" ds:itemID="{9C73B43B-6D8E-409B-8390-2561CD60755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B6A6C5B-1F8A-4679-8AA1-9EB33C0C61E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2025-06-12T12:44:00Z</dcterms:created>
  <dcterms:modified xsi:type="dcterms:W3CDTF">2025-06-13T05:50:00Z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3881dc0a-538c-4ebe-bc31-a481f6cb2f45</vt:lpwstr>
  </property>
</Properties>
</file>