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7D7ED234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6E43EB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ED09F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ED09F1">
            <w:pPr>
              <w:ind w:right="28"/>
              <w:rPr>
                <w:rFonts w:asciiTheme="minorHAnsi" w:hAnsiTheme="minorHAnsi" w:cstheme="minorHAnsi"/>
              </w:rPr>
            </w:pPr>
          </w:p>
          <w:p w14:paraId="7EE57FA3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56E2FEEA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01574FB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56E41C1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37A1762" w14:textId="77777777" w:rsidR="00080848" w:rsidRDefault="00080848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E5CFCE7" w14:textId="6153B600" w:rsidR="00381365" w:rsidRPr="003C16EE" w:rsidRDefault="00381365" w:rsidP="00ED09F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ED09F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ED09F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ED09F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AFE4E91" w14:textId="77777777" w:rsidR="00080848" w:rsidRDefault="00080848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176210C3" w14:textId="3D373BCF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829B98C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3BFE5E1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3E2E784" w14:textId="77777777" w:rsidR="003768DF" w:rsidRPr="002040C7" w:rsidRDefault="003768DF" w:rsidP="003768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651FB8D" w14:textId="674D311D" w:rsidR="00381365" w:rsidRPr="003C16EE" w:rsidRDefault="00381365" w:rsidP="00ED09F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218970BC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  <w:r w:rsidR="00196758">
        <w:rPr>
          <w:rFonts w:cstheme="minorHAnsi"/>
          <w:b/>
          <w:szCs w:val="18"/>
        </w:rPr>
        <w:t xml:space="preserve">     </w:t>
      </w:r>
      <w:bookmarkStart w:id="6" w:name="_GoBack"/>
      <w:bookmarkEnd w:id="6"/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9D11CA8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768DF" w:rsidRPr="00780BD5">
        <w:rPr>
          <w:rFonts w:cstheme="minorHAnsi"/>
          <w:lang w:eastAsia="pl-PL"/>
        </w:rPr>
        <w:fldChar w:fldCharType="begin"/>
      </w:r>
      <w:r w:rsidR="003768DF" w:rsidRPr="00780BD5">
        <w:rPr>
          <w:rFonts w:cstheme="minorHAnsi"/>
          <w:lang w:eastAsia="pl-PL"/>
        </w:rPr>
        <w:instrText xml:space="preserve"> MERGEFIELD nr_postepowania </w:instrText>
      </w:r>
      <w:r w:rsidR="003768DF" w:rsidRPr="00780BD5">
        <w:rPr>
          <w:rFonts w:cstheme="minorHAnsi"/>
          <w:lang w:eastAsia="pl-PL"/>
        </w:rPr>
        <w:fldChar w:fldCharType="separate"/>
      </w:r>
      <w:r w:rsidR="00935BDF" w:rsidRPr="006C54B3">
        <w:rPr>
          <w:rFonts w:cstheme="minorHAnsi"/>
          <w:noProof/>
          <w:lang w:eastAsia="pl-PL"/>
        </w:rPr>
        <w:t>POST/DYS/OW/GZ/02193/2025</w:t>
      </w:r>
      <w:r w:rsidR="003768DF"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="003768DF" w:rsidRPr="00780BD5">
        <w:rPr>
          <w:rFonts w:cstheme="minorHAnsi"/>
        </w:rPr>
        <w:fldChar w:fldCharType="begin"/>
      </w:r>
      <w:r w:rsidR="003768DF" w:rsidRPr="00780BD5">
        <w:rPr>
          <w:rFonts w:cstheme="minorHAnsi"/>
        </w:rPr>
        <w:instrText xml:space="preserve"> MERGEFIELD nazwa_post </w:instrText>
      </w:r>
      <w:r w:rsidR="003768DF" w:rsidRPr="00780BD5">
        <w:rPr>
          <w:rFonts w:cstheme="minorHAnsi"/>
        </w:rPr>
        <w:fldChar w:fldCharType="separate"/>
      </w:r>
      <w:r w:rsidR="00935BDF" w:rsidRPr="006C54B3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3768DF"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ED09F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E977D41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5938CFE0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1C79D569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137AF4C3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0730" w14:textId="77777777" w:rsidR="00381365" w:rsidRDefault="00381365" w:rsidP="00080848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27EFDF7A" w:rsidR="00080848" w:rsidRPr="00381365" w:rsidRDefault="00080848" w:rsidP="00080848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4A744A73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2F425284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041775A5" w:rsidR="00381365" w:rsidRPr="00381365" w:rsidRDefault="00381365" w:rsidP="00ED09F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020BD1E5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29506E8E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5909976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66BC3A94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6EFBF644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1616B095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ED09F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ED09F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2A8841D6" w:rsidR="00381365" w:rsidRPr="00381365" w:rsidRDefault="00381365" w:rsidP="00ED09F1">
            <w:pPr>
              <w:rPr>
                <w:rFonts w:cstheme="minorHAnsi"/>
                <w:szCs w:val="18"/>
              </w:rPr>
            </w:pP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49309" w14:textId="77777777" w:rsidR="00ED09F1" w:rsidRDefault="00ED09F1" w:rsidP="00582CE9">
      <w:pPr>
        <w:spacing w:after="0"/>
      </w:pPr>
      <w:r>
        <w:separator/>
      </w:r>
    </w:p>
  </w:endnote>
  <w:endnote w:type="continuationSeparator" w:id="0">
    <w:p w14:paraId="4839E54A" w14:textId="77777777" w:rsidR="00ED09F1" w:rsidRDefault="00ED09F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C465B26" w:rsidR="00ED09F1" w:rsidRDefault="00ED09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758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ED09F1" w:rsidRDefault="00ED09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ED09F1" w:rsidRDefault="00ED09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ED09F1" w:rsidRDefault="00ED0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D198" w14:textId="77777777" w:rsidR="00ED09F1" w:rsidRDefault="00ED09F1" w:rsidP="00582CE9">
      <w:pPr>
        <w:spacing w:after="0"/>
      </w:pPr>
      <w:r>
        <w:separator/>
      </w:r>
    </w:p>
  </w:footnote>
  <w:footnote w:type="continuationSeparator" w:id="0">
    <w:p w14:paraId="40781716" w14:textId="77777777" w:rsidR="00ED09F1" w:rsidRDefault="00ED09F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ED09F1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ED09F1" w:rsidRPr="006E100D" w:rsidRDefault="00ED09F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6D14E71" w14:textId="76CD75E9" w:rsidR="00ED09F1" w:rsidRDefault="00ED09F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35BDF" w:rsidRPr="006C54B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</w:p>
        <w:p w14:paraId="5205B493" w14:textId="194E6258" w:rsidR="00ED09F1" w:rsidRPr="006B2C28" w:rsidRDefault="00ED09F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35BDF" w:rsidRPr="006C54B3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POST/DYS/OW/GZ/02193/2025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ED09F1" w:rsidRPr="006B2C28" w:rsidRDefault="00ED09F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ED09F1" w:rsidRPr="006B2C28" w:rsidRDefault="00ED09F1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AFF4CE" w:rsidR="00ED09F1" w:rsidRDefault="00ED09F1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ED09F1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ED09F1" w:rsidRPr="006B2C28" w:rsidRDefault="00ED09F1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ED09F1" w:rsidRDefault="00ED0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1"/>
  </w:num>
  <w:num w:numId="4">
    <w:abstractNumId w:val="17"/>
  </w:num>
  <w:num w:numId="5">
    <w:abstractNumId w:val="16"/>
  </w:num>
  <w:num w:numId="6">
    <w:abstractNumId w:val="16"/>
  </w:num>
  <w:num w:numId="7">
    <w:abstractNumId w:val="3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14"/>
  </w:num>
  <w:num w:numId="16">
    <w:abstractNumId w:val="8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4"/>
  </w:num>
  <w:num w:numId="21">
    <w:abstractNumId w:val="1"/>
  </w:num>
  <w:num w:numId="22">
    <w:abstractNumId w:val="13"/>
  </w:num>
  <w:num w:numId="23">
    <w:abstractNumId w:val="9"/>
  </w:num>
  <w:num w:numId="24">
    <w:abstractNumId w:val="18"/>
  </w:num>
  <w:num w:numId="25">
    <w:abstractNumId w:val="21"/>
  </w:num>
  <w:num w:numId="26">
    <w:abstractNumId w:val="2"/>
  </w:num>
  <w:num w:numId="2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084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6758"/>
    <w:rsid w:val="001974F6"/>
    <w:rsid w:val="001A4996"/>
    <w:rsid w:val="001B0061"/>
    <w:rsid w:val="001B611D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2A59"/>
    <w:rsid w:val="002A3129"/>
    <w:rsid w:val="002A48F7"/>
    <w:rsid w:val="002B5C62"/>
    <w:rsid w:val="002C470F"/>
    <w:rsid w:val="002D4CAD"/>
    <w:rsid w:val="002F10CA"/>
    <w:rsid w:val="00303C67"/>
    <w:rsid w:val="00310CB3"/>
    <w:rsid w:val="00343E32"/>
    <w:rsid w:val="00347E8D"/>
    <w:rsid w:val="00362C4E"/>
    <w:rsid w:val="00366FFB"/>
    <w:rsid w:val="00371A75"/>
    <w:rsid w:val="00375780"/>
    <w:rsid w:val="003768DF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5E0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43EB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0BD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5BDF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3E33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2BEE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09F1"/>
    <w:rsid w:val="00ED2FD4"/>
    <w:rsid w:val="00EE5E2C"/>
    <w:rsid w:val="00EF64DE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2193_zał nr 11 do SWZ - Ankieta weryfikacji Wykonawcy w zakresie zapewnienia gwarancji bezpieczeństwa przetwarzania danych osobowych.docx</dmsv2BaseFileName>
    <dmsv2BaseDisplayName xmlns="http://schemas.microsoft.com/sharepoint/v3">2193_zał nr 11 do SWZ - Ankieta weryfikacji Wykonawcy w zakresie zapewnienia gwarancji bezpieczeństwa przetwarzania danych osobowych</dmsv2BaseDisplayName>
    <dmsv2SWPP2ObjectNumber xmlns="http://schemas.microsoft.com/sharepoint/v3">POST/DYS/OW/GZ/02193/2025                         </dmsv2SWPP2ObjectNumber>
    <dmsv2SWPP2SumMD5 xmlns="http://schemas.microsoft.com/sharepoint/v3">91bdd425c835b26182d1516dc0b5823a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683758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22702604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XD3KHSRJV2AP-92384522-27199</_dlc_DocId>
    <_dlc_DocIdUrl xmlns="a19cb1c7-c5c7-46d4-85ae-d83685407bba">
      <Url>https://swpp2.dms.gkpge.pl/sites/38/_layouts/15/DocIdRedir.aspx?ID=XD3KHSRJV2AP-92384522-27199</Url>
      <Description>XD3KHSRJV2AP-92384522-27199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390CB7-A00E-41E6-9FED-A926B518AA6F}"/>
</file>

<file path=customXml/itemProps4.xml><?xml version="1.0" encoding="utf-8"?>
<ds:datastoreItem xmlns:ds="http://schemas.openxmlformats.org/officeDocument/2006/customXml" ds:itemID="{A5CB912E-1836-40FC-9886-623984D3860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3B8963-EDB7-4F4E-A920-65455E67773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2025-06-12T12:51:00Z</dcterms:created>
  <dcterms:modified xsi:type="dcterms:W3CDTF">2025-06-13T05:21:00Z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9f479b24-681b-40fc-a17b-da196ac4d7cf</vt:lpwstr>
  </property>
</Properties>
</file>