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516B82F2" w14:textId="77777777" w:rsidR="00B67D39" w:rsidRPr="006B56FD" w:rsidRDefault="00B67D39" w:rsidP="00EA234C">
            <w:pPr>
              <w:ind w:right="28"/>
              <w:jc w:val="center"/>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60C6EA6"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1555C6" w:rsidRPr="00706970">
        <w:rPr>
          <w:rFonts w:cstheme="minorHAnsi"/>
          <w:b/>
          <w:noProof/>
          <w:szCs w:val="18"/>
          <w:lang w:eastAsia="pl-PL"/>
        </w:rPr>
        <w:t>POST/DYS/OW/GZ/02190/2025</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1555C6" w:rsidRPr="00706970">
        <w:rPr>
          <w:rFonts w:cstheme="minorHAnsi"/>
          <w:b/>
          <w:noProof/>
          <w:szCs w:val="18"/>
          <w:lang w:eastAsia="pl-PL"/>
        </w:rPr>
        <w:t>Prace budowlane w podziale na: - Prace budowlane w zakresie przyłączenia w m. Kajetany gm. Nadarzyn zgodnie z umową 23-G0/S/00380, D1GI/23PG201562 - Prace budowlane w zakresie przyłączenia w m. Mikówiec gm. Góra Kalwaria; zgodnie z umową 23-G0/S/00601, D1GI/23PG201052 - Prace budowlane w zakresie przyłączenia w m. Wieliczna gm. Stoczek zgodnie z umową 21-G0/S/00249, D1GI/21OG700016</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529D956" w:rsidR="00B67D39" w:rsidRDefault="00B67D39" w:rsidP="00807D09">
      <w:pPr>
        <w:tabs>
          <w:tab w:val="center" w:pos="4536"/>
          <w:tab w:val="right" w:pos="9072"/>
        </w:tabs>
        <w:spacing w:line="240" w:lineRule="exact"/>
        <w:ind w:left="426" w:hanging="426"/>
        <w:rPr>
          <w:rFonts w:cstheme="minorHAnsi"/>
          <w:szCs w:val="18"/>
        </w:rPr>
      </w:pPr>
    </w:p>
    <w:p w14:paraId="6183BD17" w14:textId="2BC76794" w:rsidR="001F2A6F" w:rsidRDefault="001F2A6F" w:rsidP="00807D09">
      <w:pPr>
        <w:tabs>
          <w:tab w:val="center" w:pos="4536"/>
          <w:tab w:val="right" w:pos="9072"/>
        </w:tabs>
        <w:spacing w:line="240" w:lineRule="exact"/>
        <w:ind w:left="426" w:hanging="426"/>
        <w:rPr>
          <w:rFonts w:cstheme="minorHAnsi"/>
          <w:szCs w:val="18"/>
        </w:rPr>
      </w:pPr>
    </w:p>
    <w:p w14:paraId="1BDD6CB0" w14:textId="77777777" w:rsidR="001F2A6F" w:rsidRPr="00B67D39" w:rsidRDefault="001F2A6F"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lastRenderedPageBreak/>
        <w:t>CENA OFERTY</w:t>
      </w:r>
      <w:r w:rsidRPr="00807D09">
        <w:rPr>
          <w:rStyle w:val="Odwoanieprzypisudolnego"/>
          <w:rFonts w:cstheme="minorHAnsi"/>
          <w:b/>
        </w:rPr>
        <w:footnoteReference w:id="2"/>
      </w:r>
      <w:r w:rsidRPr="00807D09">
        <w:rPr>
          <w:rFonts w:cstheme="minorHAnsi"/>
          <w:b/>
        </w:rPr>
        <w:t>:</w:t>
      </w:r>
    </w:p>
    <w:p w14:paraId="017BC153" w14:textId="3226E326" w:rsidR="00631E60" w:rsidRDefault="00631E60" w:rsidP="00631E60">
      <w:pPr>
        <w:pStyle w:val="Nagwek2"/>
        <w:widowControl w:val="0"/>
        <w:numPr>
          <w:ilvl w:val="0"/>
          <w:numId w:val="0"/>
        </w:numPr>
        <w:spacing w:before="120" w:after="120" w:line="240" w:lineRule="exact"/>
        <w:ind w:left="3600"/>
        <w:rPr>
          <w:rFonts w:cstheme="minorHAnsi"/>
          <w:b/>
        </w:rPr>
      </w:pPr>
    </w:p>
    <w:p w14:paraId="18E4F037" w14:textId="77777777" w:rsidR="005060CE" w:rsidRDefault="005060CE" w:rsidP="00631E60">
      <w:pPr>
        <w:pStyle w:val="Nagwek2"/>
        <w:widowControl w:val="0"/>
        <w:numPr>
          <w:ilvl w:val="0"/>
          <w:numId w:val="0"/>
        </w:numPr>
        <w:spacing w:before="120" w:after="120" w:line="240" w:lineRule="exact"/>
        <w:ind w:left="3600"/>
        <w:rPr>
          <w:rFonts w:cstheme="minorHAnsi"/>
          <w:b/>
        </w:rPr>
      </w:pPr>
    </w:p>
    <w:p w14:paraId="4AC5620B" w14:textId="3969E6A8" w:rsidR="00631E60" w:rsidRDefault="001F2A6F" w:rsidP="001F2A6F">
      <w:pPr>
        <w:pStyle w:val="Nagwek2"/>
        <w:widowControl w:val="0"/>
        <w:numPr>
          <w:ilvl w:val="0"/>
          <w:numId w:val="0"/>
        </w:numPr>
        <w:spacing w:before="120" w:after="120" w:line="240" w:lineRule="exact"/>
        <w:ind w:left="3600" w:hanging="3316"/>
        <w:jc w:val="left"/>
        <w:rPr>
          <w:rFonts w:cstheme="minorHAnsi"/>
          <w:b/>
        </w:rPr>
      </w:pPr>
      <w:r>
        <w:rPr>
          <w:rFonts w:cstheme="minorHAnsi"/>
          <w:b/>
        </w:rPr>
        <w:t>Zadanie nr 1:</w:t>
      </w:r>
      <w:r w:rsidR="001555C6">
        <w:rPr>
          <w:rFonts w:cstheme="minorHAnsi"/>
          <w:b/>
        </w:rPr>
        <w:t xml:space="preserve"> </w:t>
      </w:r>
      <w:r w:rsidR="001555C6" w:rsidRPr="001555C6">
        <w:rPr>
          <w:rFonts w:cstheme="minorHAnsi"/>
          <w:b/>
        </w:rPr>
        <w:t>Kajetany gm. Nadarzyn</w:t>
      </w:r>
    </w:p>
    <w:p w14:paraId="5886F09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5E7B38A3"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838BD1A" w14:textId="4640E878" w:rsidR="001F2A6F" w:rsidRDefault="001F2A6F" w:rsidP="006B49A3">
      <w:pPr>
        <w:pStyle w:val="Akapitzlist"/>
        <w:spacing w:before="100" w:beforeAutospacing="1" w:after="100" w:afterAutospacing="1"/>
        <w:ind w:left="426"/>
        <w:rPr>
          <w:rFonts w:cstheme="minorHAnsi"/>
          <w:szCs w:val="18"/>
        </w:rPr>
      </w:pPr>
    </w:p>
    <w:p w14:paraId="3D8D89D1" w14:textId="747A662A" w:rsidR="001F2A6F" w:rsidRPr="001F2A6F" w:rsidRDefault="001F2A6F" w:rsidP="001F2A6F">
      <w:pPr>
        <w:pStyle w:val="Nagwek2"/>
        <w:widowControl w:val="0"/>
        <w:numPr>
          <w:ilvl w:val="0"/>
          <w:numId w:val="0"/>
        </w:numPr>
        <w:spacing w:before="120" w:after="120" w:line="240" w:lineRule="exact"/>
        <w:ind w:left="3600" w:hanging="3316"/>
        <w:jc w:val="left"/>
        <w:rPr>
          <w:rFonts w:cstheme="minorHAnsi"/>
          <w:b/>
        </w:rPr>
      </w:pPr>
      <w:r>
        <w:rPr>
          <w:rFonts w:cstheme="minorHAnsi"/>
          <w:b/>
        </w:rPr>
        <w:t>Zadanie nr 2:</w:t>
      </w:r>
      <w:r w:rsidR="001555C6">
        <w:rPr>
          <w:rFonts w:cstheme="minorHAnsi"/>
          <w:b/>
        </w:rPr>
        <w:t xml:space="preserve"> </w:t>
      </w:r>
      <w:r w:rsidR="001555C6" w:rsidRPr="001555C6">
        <w:rPr>
          <w:rFonts w:cstheme="minorHAnsi"/>
          <w:b/>
        </w:rPr>
        <w:t>Mikówiec gm. Góra Kalwaria</w:t>
      </w:r>
    </w:p>
    <w:p w14:paraId="4BD25664" w14:textId="77777777" w:rsidR="001F2A6F" w:rsidRPr="00B67D39" w:rsidRDefault="001F2A6F" w:rsidP="001F2A6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F492972" w14:textId="77777777" w:rsidR="001F2A6F" w:rsidRPr="00B67D39" w:rsidRDefault="001F2A6F" w:rsidP="001F2A6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AAD887B" w14:textId="74319CC3" w:rsidR="001F2A6F" w:rsidRDefault="001F2A6F" w:rsidP="001F2A6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0938DAC" w14:textId="448E3203" w:rsidR="001F2A6F" w:rsidRPr="001F2A6F" w:rsidRDefault="001F2A6F" w:rsidP="001F2A6F">
      <w:pPr>
        <w:pStyle w:val="Nagwek2"/>
        <w:widowControl w:val="0"/>
        <w:numPr>
          <w:ilvl w:val="0"/>
          <w:numId w:val="0"/>
        </w:numPr>
        <w:spacing w:before="120" w:after="120" w:line="240" w:lineRule="exact"/>
        <w:ind w:left="3600" w:hanging="3316"/>
        <w:jc w:val="left"/>
        <w:rPr>
          <w:rFonts w:cstheme="minorHAnsi"/>
          <w:b/>
        </w:rPr>
      </w:pPr>
      <w:r>
        <w:rPr>
          <w:rFonts w:cstheme="minorHAnsi"/>
          <w:b/>
        </w:rPr>
        <w:t>Zadanie nr 3:</w:t>
      </w:r>
      <w:r w:rsidR="001555C6">
        <w:rPr>
          <w:rFonts w:cstheme="minorHAnsi"/>
          <w:b/>
        </w:rPr>
        <w:t xml:space="preserve"> </w:t>
      </w:r>
      <w:r w:rsidR="001555C6" w:rsidRPr="001555C6">
        <w:rPr>
          <w:rFonts w:cstheme="minorHAnsi"/>
          <w:b/>
        </w:rPr>
        <w:t>Wieliczna gm. Stoczek</w:t>
      </w:r>
    </w:p>
    <w:p w14:paraId="5311C43B" w14:textId="77777777" w:rsidR="001F2A6F" w:rsidRPr="00B67D39" w:rsidRDefault="001F2A6F" w:rsidP="001F2A6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BA1FF1F" w14:textId="77777777" w:rsidR="001F2A6F" w:rsidRPr="00B67D39" w:rsidRDefault="001F2A6F" w:rsidP="001F2A6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446C0AA" w14:textId="40C5337C" w:rsidR="001F2A6F" w:rsidRPr="00B67D39" w:rsidRDefault="001F2A6F" w:rsidP="001F2A6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EA234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EA234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0C7B985E" w:rsidR="00B67D39" w:rsidRPr="00EA234C" w:rsidRDefault="00B67D39" w:rsidP="00B67D39">
      <w:pPr>
        <w:pStyle w:val="Akapitzlist"/>
        <w:numPr>
          <w:ilvl w:val="3"/>
          <w:numId w:val="30"/>
        </w:numPr>
        <w:spacing w:before="120" w:after="0"/>
        <w:ind w:left="426" w:hanging="426"/>
        <w:jc w:val="both"/>
        <w:rPr>
          <w:rFonts w:cstheme="minorHAnsi"/>
          <w:strike/>
          <w:szCs w:val="18"/>
          <w:lang w:eastAsia="pl-PL"/>
        </w:rPr>
      </w:pPr>
      <w:r w:rsidRPr="00EA234C">
        <w:rPr>
          <w:rFonts w:cstheme="minorHAnsi"/>
          <w:strike/>
          <w:szCs w:val="18"/>
          <w:lang w:eastAsia="pl-PL"/>
        </w:rPr>
        <w:t xml:space="preserve">Wadium o wartości </w:t>
      </w:r>
      <w:r w:rsidR="00631E60" w:rsidRPr="00EA234C">
        <w:rPr>
          <w:rFonts w:cstheme="minorHAnsi"/>
          <w:strike/>
          <w:szCs w:val="18"/>
          <w:lang w:eastAsia="pl-PL"/>
        </w:rPr>
        <w:fldChar w:fldCharType="begin"/>
      </w:r>
      <w:r w:rsidR="00631E60" w:rsidRPr="00EA234C">
        <w:rPr>
          <w:rFonts w:cstheme="minorHAnsi"/>
          <w:strike/>
          <w:szCs w:val="18"/>
          <w:lang w:eastAsia="pl-PL"/>
        </w:rPr>
        <w:instrText xml:space="preserve"> MERGEFIELD wadium_wartosc </w:instrText>
      </w:r>
      <w:r w:rsidR="00631E60" w:rsidRPr="00EA234C">
        <w:rPr>
          <w:rFonts w:cstheme="minorHAnsi"/>
          <w:strike/>
          <w:szCs w:val="18"/>
          <w:lang w:eastAsia="pl-PL"/>
        </w:rPr>
        <w:fldChar w:fldCharType="separate"/>
      </w:r>
      <w:r w:rsidR="001555C6" w:rsidRPr="00EA234C">
        <w:rPr>
          <w:rFonts w:cstheme="minorHAnsi"/>
          <w:strike/>
          <w:noProof/>
          <w:szCs w:val="18"/>
          <w:lang w:eastAsia="pl-PL"/>
        </w:rPr>
        <w:t>0</w:t>
      </w:r>
      <w:r w:rsidR="00631E60" w:rsidRPr="00EA234C">
        <w:rPr>
          <w:rFonts w:cstheme="minorHAnsi"/>
          <w:strike/>
          <w:szCs w:val="18"/>
          <w:lang w:eastAsia="pl-PL"/>
        </w:rPr>
        <w:fldChar w:fldCharType="end"/>
      </w:r>
      <w:r w:rsidRPr="00EA234C">
        <w:rPr>
          <w:rFonts w:cstheme="minorHAnsi"/>
          <w:strike/>
          <w:szCs w:val="18"/>
          <w:lang w:eastAsia="pl-PL"/>
        </w:rPr>
        <w:t xml:space="preserve">. zł zostało wniesione w formie …............................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EA234C"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w:t>
      </w:r>
      <w:r w:rsidR="00B67D39" w:rsidRPr="00B67D39">
        <w:rPr>
          <w:rFonts w:cstheme="minorHAnsi"/>
          <w:szCs w:val="18"/>
          <w:lang w:eastAsia="pl-PL"/>
        </w:rPr>
        <w:lastRenderedPageBreak/>
        <w:t>informacyjny Zamawiającego z art. 14 RODO, zgodnie z klauzulą informacyjną Zamawiającego zamieszczoną na stronie internetowej:</w:t>
      </w:r>
    </w:p>
    <w:p w14:paraId="58783B24" w14:textId="77777777" w:rsidR="00B67D39" w:rsidRPr="00B67D39" w:rsidRDefault="00EA234C"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59760CFD" w:rsidR="00381365" w:rsidRDefault="00381365" w:rsidP="00381365">
      <w:pPr>
        <w:rPr>
          <w:rFonts w:cstheme="minorHAnsi"/>
        </w:rPr>
      </w:pPr>
    </w:p>
    <w:p w14:paraId="20DD3ACD" w14:textId="39FD6C8E" w:rsidR="001F2A6F" w:rsidRDefault="001F2A6F" w:rsidP="00381365">
      <w:pPr>
        <w:rPr>
          <w:rFonts w:cstheme="minorHAnsi"/>
        </w:rPr>
      </w:pPr>
    </w:p>
    <w:p w14:paraId="4A3A5269" w14:textId="5B1416BD" w:rsidR="001F2A6F" w:rsidRDefault="001F2A6F" w:rsidP="00381365">
      <w:pPr>
        <w:rPr>
          <w:rFonts w:cstheme="minorHAnsi"/>
        </w:rPr>
      </w:pPr>
    </w:p>
    <w:p w14:paraId="2CB9337E" w14:textId="5003FEEB" w:rsidR="001F2A6F" w:rsidRDefault="001F2A6F" w:rsidP="00381365">
      <w:pPr>
        <w:rPr>
          <w:rFonts w:cstheme="minorHAnsi"/>
        </w:rPr>
      </w:pPr>
    </w:p>
    <w:p w14:paraId="44575410" w14:textId="77777777" w:rsidR="001F2A6F" w:rsidRDefault="001F2A6F" w:rsidP="00381365">
      <w:pPr>
        <w:rPr>
          <w:rFonts w:cstheme="minorHAnsi"/>
        </w:rPr>
      </w:pPr>
    </w:p>
    <w:p w14:paraId="4BB21D18" w14:textId="0976264C" w:rsidR="00381365" w:rsidRDefault="00381365" w:rsidP="00381365">
      <w:pPr>
        <w:rPr>
          <w:rFonts w:cstheme="minorHAnsi"/>
        </w:rPr>
      </w:pPr>
    </w:p>
    <w:p w14:paraId="14A7E922" w14:textId="24F84409" w:rsidR="001F2A6F" w:rsidRDefault="001F2A6F" w:rsidP="00381365">
      <w:pPr>
        <w:rPr>
          <w:rFonts w:cstheme="minorHAnsi"/>
        </w:rPr>
      </w:pPr>
    </w:p>
    <w:p w14:paraId="6356D50D" w14:textId="1D1B841C" w:rsidR="001F2A6F" w:rsidRDefault="001F2A6F" w:rsidP="00381365">
      <w:pPr>
        <w:rPr>
          <w:rFonts w:cstheme="minorHAnsi"/>
        </w:rPr>
      </w:pPr>
    </w:p>
    <w:p w14:paraId="43A7D7ED" w14:textId="0803CBE2" w:rsidR="001F2A6F" w:rsidRDefault="001F2A6F" w:rsidP="00381365">
      <w:pPr>
        <w:rPr>
          <w:rFonts w:cstheme="minorHAnsi"/>
        </w:rPr>
      </w:pPr>
    </w:p>
    <w:p w14:paraId="14B15A2C" w14:textId="3410EEDD" w:rsidR="001F2A6F" w:rsidRDefault="001F2A6F" w:rsidP="00381365">
      <w:pPr>
        <w:rPr>
          <w:rFonts w:cstheme="minorHAnsi"/>
        </w:rPr>
      </w:pPr>
    </w:p>
    <w:p w14:paraId="08A87552" w14:textId="7B966F3F" w:rsidR="001F2A6F" w:rsidRDefault="001F2A6F" w:rsidP="00381365">
      <w:pPr>
        <w:rPr>
          <w:rFonts w:cstheme="minorHAnsi"/>
        </w:rPr>
      </w:pPr>
    </w:p>
    <w:p w14:paraId="5536AD4F" w14:textId="32C78ED3" w:rsidR="001F2A6F" w:rsidRDefault="001F2A6F" w:rsidP="00381365">
      <w:pPr>
        <w:rPr>
          <w:rFonts w:cstheme="minorHAnsi"/>
        </w:rPr>
      </w:pPr>
    </w:p>
    <w:p w14:paraId="2CBEFBE9" w14:textId="31BA4CD9" w:rsidR="001F2A6F" w:rsidRDefault="001F2A6F" w:rsidP="00381365">
      <w:pPr>
        <w:rPr>
          <w:rFonts w:cstheme="minorHAnsi"/>
        </w:rPr>
      </w:pPr>
    </w:p>
    <w:p w14:paraId="5322F7F9" w14:textId="77B4F88C" w:rsidR="00EA234C" w:rsidRDefault="00EA234C" w:rsidP="00381365">
      <w:pPr>
        <w:rPr>
          <w:rFonts w:cstheme="minorHAnsi"/>
        </w:rPr>
      </w:pPr>
    </w:p>
    <w:p w14:paraId="74B01B27" w14:textId="4F7EEDC2" w:rsidR="00EA234C" w:rsidRDefault="00EA234C" w:rsidP="00381365">
      <w:pPr>
        <w:rPr>
          <w:rFonts w:cstheme="minorHAnsi"/>
        </w:rPr>
      </w:pPr>
    </w:p>
    <w:p w14:paraId="537400F8" w14:textId="4F5B5A68" w:rsidR="00EA234C" w:rsidRDefault="00EA234C" w:rsidP="00381365">
      <w:pPr>
        <w:rPr>
          <w:rFonts w:cstheme="minorHAnsi"/>
        </w:rPr>
      </w:pPr>
    </w:p>
    <w:p w14:paraId="7EA81CE5" w14:textId="25FEB5B7" w:rsidR="00EA234C" w:rsidRDefault="00EA234C" w:rsidP="00381365">
      <w:pPr>
        <w:rPr>
          <w:rFonts w:cstheme="minorHAnsi"/>
        </w:rPr>
      </w:pPr>
    </w:p>
    <w:p w14:paraId="378DFC61" w14:textId="38EC0C4D" w:rsidR="00EA234C" w:rsidRDefault="00EA234C" w:rsidP="00381365">
      <w:pPr>
        <w:rPr>
          <w:rFonts w:cstheme="minorHAnsi"/>
        </w:rPr>
      </w:pPr>
    </w:p>
    <w:p w14:paraId="52A0A6EF" w14:textId="5325F16B" w:rsidR="00EA234C" w:rsidRDefault="00EA234C" w:rsidP="00381365">
      <w:pPr>
        <w:rPr>
          <w:rFonts w:cstheme="minorHAnsi"/>
        </w:rPr>
      </w:pPr>
    </w:p>
    <w:p w14:paraId="71AB673E" w14:textId="73E99AC8" w:rsidR="00EA234C" w:rsidRDefault="00EA234C" w:rsidP="00381365">
      <w:pPr>
        <w:rPr>
          <w:rFonts w:cstheme="minorHAnsi"/>
        </w:rPr>
      </w:pPr>
    </w:p>
    <w:p w14:paraId="63E3D8A6" w14:textId="335855D0" w:rsidR="00EA234C" w:rsidRDefault="00EA234C" w:rsidP="00381365">
      <w:pPr>
        <w:rPr>
          <w:rFonts w:cstheme="minorHAnsi"/>
        </w:rPr>
      </w:pPr>
    </w:p>
    <w:p w14:paraId="5EE0D4CB" w14:textId="16BB895F" w:rsidR="00EA234C" w:rsidRDefault="00EA234C" w:rsidP="00381365">
      <w:pPr>
        <w:rPr>
          <w:rFonts w:cstheme="minorHAnsi"/>
        </w:rPr>
      </w:pPr>
    </w:p>
    <w:p w14:paraId="3391AD59" w14:textId="4D1BD485" w:rsidR="00EA234C" w:rsidRDefault="00EA234C" w:rsidP="00381365">
      <w:pPr>
        <w:rPr>
          <w:rFonts w:cstheme="minorHAnsi"/>
        </w:rPr>
      </w:pPr>
    </w:p>
    <w:p w14:paraId="3FB4D945" w14:textId="3B6E2592" w:rsidR="00EA234C" w:rsidRDefault="00EA234C" w:rsidP="00381365">
      <w:pPr>
        <w:rPr>
          <w:rFonts w:cstheme="minorHAnsi"/>
        </w:rPr>
      </w:pPr>
    </w:p>
    <w:p w14:paraId="0BA422F7" w14:textId="1E8F3A48" w:rsidR="00EA234C" w:rsidRDefault="00EA234C" w:rsidP="00381365">
      <w:pPr>
        <w:rPr>
          <w:rFonts w:cstheme="minorHAnsi"/>
        </w:rPr>
      </w:pPr>
    </w:p>
    <w:p w14:paraId="77BBAD73" w14:textId="4E111B15" w:rsidR="00EA234C" w:rsidRDefault="00EA234C" w:rsidP="00381365">
      <w:pPr>
        <w:rPr>
          <w:rFonts w:cstheme="minorHAnsi"/>
        </w:rPr>
      </w:pPr>
    </w:p>
    <w:p w14:paraId="0148C5EE" w14:textId="1B7277D6" w:rsidR="00EA234C" w:rsidRDefault="00EA234C" w:rsidP="00381365">
      <w:pPr>
        <w:rPr>
          <w:rFonts w:cstheme="minorHAnsi"/>
        </w:rPr>
      </w:pPr>
    </w:p>
    <w:p w14:paraId="7E689D8B" w14:textId="1966F807" w:rsidR="00EA234C" w:rsidRDefault="00EA234C" w:rsidP="00381365">
      <w:pPr>
        <w:rPr>
          <w:rFonts w:cstheme="minorHAnsi"/>
        </w:rPr>
      </w:pPr>
    </w:p>
    <w:p w14:paraId="1E45F399" w14:textId="77777777" w:rsidR="00EA234C" w:rsidRDefault="00EA234C"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E97DBEC" w14:textId="749A9E92" w:rsidR="00EA234C" w:rsidRPr="001F2A6F" w:rsidRDefault="00381365" w:rsidP="00EA234C">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281D82DA" w14:textId="77777777" w:rsidR="00414591" w:rsidRDefault="00414591" w:rsidP="00414591">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0F31B5E5" w14:textId="77777777" w:rsidR="00414591" w:rsidRDefault="00414591" w:rsidP="00414591">
      <w:pPr>
        <w:jc w:val="right"/>
        <w:rPr>
          <w:rFonts w:ascii="Verdana" w:eastAsia="Verdana" w:hAnsi="Verdana" w:cs="Times New Roman"/>
          <w:b/>
        </w:rPr>
      </w:pPr>
    </w:p>
    <w:p w14:paraId="011BDDB9" w14:textId="77777777" w:rsidR="00414591" w:rsidRPr="00535E9B" w:rsidRDefault="00414591" w:rsidP="00414591">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414591" w:rsidRPr="006B56FD" w14:paraId="67064179" w14:textId="77777777" w:rsidTr="00414591">
        <w:trPr>
          <w:trHeight w:val="1820"/>
        </w:trPr>
        <w:tc>
          <w:tcPr>
            <w:tcW w:w="3965" w:type="dxa"/>
            <w:tcBorders>
              <w:right w:val="single" w:sz="4" w:space="0" w:color="auto"/>
            </w:tcBorders>
          </w:tcPr>
          <w:p w14:paraId="2515B948" w14:textId="77777777" w:rsidR="00414591" w:rsidRPr="006B56FD" w:rsidRDefault="00414591" w:rsidP="0041459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D71C60A" w14:textId="77777777" w:rsidR="00414591" w:rsidRDefault="00414591" w:rsidP="00414591">
            <w:pPr>
              <w:ind w:right="28"/>
              <w:rPr>
                <w:rFonts w:asciiTheme="minorHAnsi" w:hAnsiTheme="minorHAnsi" w:cstheme="minorHAnsi"/>
              </w:rPr>
            </w:pPr>
          </w:p>
          <w:p w14:paraId="20C74C88" w14:textId="77777777" w:rsidR="00414591" w:rsidRPr="006B56FD" w:rsidRDefault="00414591" w:rsidP="00414591">
            <w:pPr>
              <w:ind w:right="28"/>
              <w:rPr>
                <w:rFonts w:asciiTheme="minorHAnsi" w:hAnsiTheme="minorHAnsi" w:cstheme="minorHAnsi"/>
              </w:rPr>
            </w:pPr>
          </w:p>
          <w:p w14:paraId="15764925" w14:textId="77777777" w:rsidR="00414591" w:rsidRPr="006B56FD" w:rsidRDefault="00414591" w:rsidP="00EA234C">
            <w:pPr>
              <w:ind w:right="28"/>
              <w:jc w:val="center"/>
              <w:rPr>
                <w:rFonts w:asciiTheme="minorHAnsi" w:hAnsiTheme="minorHAnsi" w:cstheme="minorHAnsi"/>
              </w:rPr>
            </w:pPr>
          </w:p>
        </w:tc>
        <w:tc>
          <w:tcPr>
            <w:tcW w:w="1700" w:type="dxa"/>
            <w:tcBorders>
              <w:top w:val="nil"/>
              <w:left w:val="single" w:sz="4" w:space="0" w:color="auto"/>
              <w:bottom w:val="nil"/>
              <w:right w:val="single" w:sz="4" w:space="0" w:color="auto"/>
            </w:tcBorders>
          </w:tcPr>
          <w:p w14:paraId="75E0CBA2" w14:textId="77777777" w:rsidR="00414591" w:rsidRPr="006B56FD" w:rsidRDefault="00414591" w:rsidP="00414591">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4BF0F2B9" w14:textId="77777777" w:rsidR="00414591" w:rsidRPr="006B56FD" w:rsidRDefault="00414591" w:rsidP="0041459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59C7A32" w14:textId="77777777" w:rsidR="00414591" w:rsidRPr="006B56FD" w:rsidRDefault="00414591" w:rsidP="0041459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F08CBF3" w14:textId="77777777" w:rsidR="00414591" w:rsidRPr="006B56FD" w:rsidRDefault="00414591" w:rsidP="0041459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F84DF73" w14:textId="77777777" w:rsidR="00414591" w:rsidRPr="00604B83" w:rsidRDefault="00414591" w:rsidP="0041459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77D2522" w14:textId="77777777" w:rsidR="00414591" w:rsidRPr="006B56FD" w:rsidRDefault="00414591" w:rsidP="00414591">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60A9AAB" w14:textId="77777777" w:rsidR="00414591" w:rsidRDefault="00414591" w:rsidP="00414591">
      <w:pPr>
        <w:rPr>
          <w:rFonts w:ascii="Verdana" w:eastAsia="Verdana" w:hAnsi="Verdana" w:cs="Times New Roman"/>
          <w:b/>
        </w:rPr>
      </w:pPr>
    </w:p>
    <w:p w14:paraId="0FDC788D" w14:textId="77777777" w:rsidR="00414591" w:rsidRPr="00A62B4C" w:rsidRDefault="00414591" w:rsidP="00414591">
      <w:pPr>
        <w:rPr>
          <w:rFonts w:ascii="Verdana" w:eastAsia="Verdana" w:hAnsi="Verdana" w:cs="Times New Roman"/>
        </w:rPr>
      </w:pPr>
    </w:p>
    <w:p w14:paraId="18097864" w14:textId="77777777" w:rsidR="00414591" w:rsidRPr="00CC7E12" w:rsidRDefault="00414591" w:rsidP="00414591">
      <w:pPr>
        <w:tabs>
          <w:tab w:val="left" w:pos="1628"/>
        </w:tabs>
        <w:jc w:val="center"/>
        <w:rPr>
          <w:rFonts w:cstheme="minorHAnsi"/>
          <w:b/>
          <w:szCs w:val="18"/>
        </w:rPr>
      </w:pPr>
      <w:r w:rsidRPr="00CC7E12">
        <w:rPr>
          <w:rFonts w:cstheme="minorHAnsi"/>
          <w:b/>
          <w:szCs w:val="18"/>
        </w:rPr>
        <w:t xml:space="preserve">OŚWIADCZENIE O BRAKU PODSTAW WYKLUCZENIA </w:t>
      </w:r>
    </w:p>
    <w:p w14:paraId="3E5C4C86" w14:textId="77777777" w:rsidR="00414591" w:rsidRPr="00B67D39" w:rsidRDefault="00414591" w:rsidP="00414591">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75F0935B" w14:textId="77777777" w:rsidR="00414591" w:rsidRPr="00B67D39" w:rsidRDefault="00414591" w:rsidP="00414591">
      <w:pPr>
        <w:rPr>
          <w:rFonts w:eastAsia="Verdana" w:cs="Times New Roman"/>
          <w:szCs w:val="18"/>
        </w:rPr>
      </w:pPr>
    </w:p>
    <w:p w14:paraId="295212BB" w14:textId="77777777" w:rsidR="00414591" w:rsidRPr="00CC7E12" w:rsidRDefault="00414591" w:rsidP="00414591">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CA54F66" w14:textId="77777777" w:rsidR="00414591" w:rsidRPr="00CC7E12" w:rsidRDefault="00414591" w:rsidP="00414591">
      <w:pPr>
        <w:jc w:val="both"/>
        <w:rPr>
          <w:rFonts w:cstheme="minorHAnsi"/>
        </w:rPr>
      </w:pPr>
    </w:p>
    <w:p w14:paraId="7CE3D01F" w14:textId="7A6AB318" w:rsidR="00414591" w:rsidRPr="00CC7E12" w:rsidRDefault="00414591" w:rsidP="00414591">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1555C6" w:rsidRPr="00706970">
        <w:rPr>
          <w:rFonts w:cstheme="minorHAnsi"/>
          <w:b/>
          <w:i/>
          <w:noProof/>
        </w:rPr>
        <w:t>Prace budowlane w podziale na: - Prace budowlane w zakresie przyłączenia w m. Kajetany gm. Nadarzyn zgodnie z umową 23-G0/S/00380, D1GI/23PG201562 - Prace budowlane w zakresie przyłączenia w m. Mikówiec gm. Góra Kalwaria; zgodnie z umową 23-G0/S/00601, D1GI/23PG201052 - Prace budowlane w zakresie przyłączenia w m. Wieliczna gm. Stoczek zgodnie z umową 21-G0/S/00249, D1GI/21OG700016</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1555C6" w:rsidRPr="00706970">
        <w:rPr>
          <w:rFonts w:cstheme="minorHAnsi"/>
          <w:noProof/>
        </w:rPr>
        <w:t>POST/DYS/OW/GZ/02190/2025</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4AB42DD2" w14:textId="77777777" w:rsidR="00414591" w:rsidRPr="00CC7E12" w:rsidRDefault="00414591" w:rsidP="00414591">
      <w:pPr>
        <w:jc w:val="both"/>
        <w:rPr>
          <w:rFonts w:cstheme="minorHAnsi"/>
        </w:rPr>
      </w:pPr>
    </w:p>
    <w:p w14:paraId="7D4EB52A" w14:textId="77777777" w:rsidR="00414591" w:rsidRPr="00CC7E12" w:rsidRDefault="00414591" w:rsidP="00414591">
      <w:pPr>
        <w:rPr>
          <w:rFonts w:cstheme="minorHAnsi"/>
          <w:b/>
        </w:rPr>
      </w:pPr>
      <w:r w:rsidRPr="00CC7E12">
        <w:rPr>
          <w:rFonts w:cstheme="minorHAnsi"/>
          <w:b/>
        </w:rPr>
        <w:t>OŚWIADCZENIA DOTYCZĄCE WYKONAWCY:</w:t>
      </w:r>
    </w:p>
    <w:p w14:paraId="4F891154" w14:textId="77777777" w:rsidR="00414591" w:rsidRPr="002C2C2F" w:rsidRDefault="00414591" w:rsidP="00414591">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586AB422" w14:textId="77777777" w:rsidR="00414591" w:rsidRPr="002C2C2F" w:rsidRDefault="00414591" w:rsidP="00414591">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108D566B" w14:textId="77777777" w:rsidR="00414591" w:rsidRPr="00CC7E12" w:rsidRDefault="00414591" w:rsidP="00414591">
      <w:pPr>
        <w:jc w:val="both"/>
        <w:rPr>
          <w:rFonts w:cstheme="minorHAnsi"/>
          <w:b/>
        </w:rPr>
      </w:pPr>
      <w:r w:rsidRPr="00CC7E12">
        <w:rPr>
          <w:rFonts w:cstheme="minorHAnsi"/>
          <w:b/>
        </w:rPr>
        <w:lastRenderedPageBreak/>
        <w:t>OŚWIADCZENIE DOTYCZĄCE PODWYKONAWCY, NA KTÓREGO PRZYPADA PONAD 10% WARTOŚCI ZAMÓWIENIA:</w:t>
      </w:r>
    </w:p>
    <w:p w14:paraId="19390716" w14:textId="77777777" w:rsidR="00414591" w:rsidRPr="00CC7E12" w:rsidRDefault="00414591" w:rsidP="00414591">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3BD1A405" w14:textId="77777777" w:rsidR="00414591" w:rsidRPr="00CC7E12" w:rsidRDefault="00414591" w:rsidP="00414591">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748E232A" w14:textId="77777777" w:rsidR="00414591" w:rsidRPr="00CC7E12" w:rsidRDefault="00414591" w:rsidP="00414591">
      <w:pPr>
        <w:jc w:val="both"/>
        <w:rPr>
          <w:rFonts w:cstheme="minorHAnsi"/>
        </w:rPr>
      </w:pPr>
    </w:p>
    <w:p w14:paraId="0BE7E9D0" w14:textId="77777777" w:rsidR="00414591" w:rsidRPr="00CC7E12" w:rsidRDefault="00414591" w:rsidP="00414591">
      <w:pPr>
        <w:jc w:val="both"/>
        <w:rPr>
          <w:rFonts w:cstheme="minorHAnsi"/>
          <w:b/>
        </w:rPr>
      </w:pPr>
      <w:r w:rsidRPr="00CC7E12">
        <w:rPr>
          <w:rFonts w:cstheme="minorHAnsi"/>
          <w:b/>
        </w:rPr>
        <w:t>OŚWIADCZENIE DOTYCZĄCE DOSTAWCY, NA KTÓREGO PRZYPADA PONAD 10% WARTOŚCI ZAMÓWIENIA:</w:t>
      </w:r>
    </w:p>
    <w:p w14:paraId="5B01853C" w14:textId="77777777" w:rsidR="00414591" w:rsidRPr="00CC7E12" w:rsidRDefault="00414591" w:rsidP="00414591">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461433C" w14:textId="77777777" w:rsidR="00414591" w:rsidRPr="00CC7E12" w:rsidRDefault="00414591" w:rsidP="00414591">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025D38FB" w14:textId="77777777" w:rsidR="00414591" w:rsidRPr="00CC7E12" w:rsidRDefault="00414591" w:rsidP="00414591">
      <w:pPr>
        <w:jc w:val="both"/>
        <w:rPr>
          <w:rFonts w:cstheme="minorHAnsi"/>
          <w:i/>
        </w:rPr>
      </w:pPr>
    </w:p>
    <w:p w14:paraId="4D5FA30A" w14:textId="77777777" w:rsidR="00414591" w:rsidRPr="00CC7E12" w:rsidRDefault="00414591" w:rsidP="00414591">
      <w:pPr>
        <w:jc w:val="both"/>
        <w:rPr>
          <w:rFonts w:cstheme="minorHAnsi"/>
          <w:b/>
        </w:rPr>
      </w:pPr>
      <w:r w:rsidRPr="00CC7E12">
        <w:rPr>
          <w:rFonts w:cstheme="minorHAnsi"/>
          <w:b/>
        </w:rPr>
        <w:t>OŚWIADCZENIE DOTYCZĄCE PODANYCH INFORMACJI:</w:t>
      </w:r>
    </w:p>
    <w:p w14:paraId="68FE96C4" w14:textId="77777777" w:rsidR="00414591" w:rsidRPr="00CC7E12" w:rsidRDefault="00414591" w:rsidP="00414591">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9EACFC6" w14:textId="77777777" w:rsidR="00414591" w:rsidRPr="00CC7E12" w:rsidRDefault="00414591" w:rsidP="00414591">
      <w:pPr>
        <w:jc w:val="both"/>
        <w:rPr>
          <w:rFonts w:cstheme="minorHAnsi"/>
        </w:rPr>
      </w:pPr>
    </w:p>
    <w:p w14:paraId="103187FE" w14:textId="77777777" w:rsidR="00414591" w:rsidRPr="00CC7E12" w:rsidRDefault="00414591" w:rsidP="00414591">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573AE36E" w14:textId="77777777" w:rsidR="00414591" w:rsidRPr="00CC7E12" w:rsidRDefault="00414591" w:rsidP="00414591">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933C9BB" w14:textId="77777777" w:rsidR="00414591" w:rsidRPr="00CC7E12" w:rsidRDefault="00414591" w:rsidP="00414591">
      <w:pPr>
        <w:jc w:val="both"/>
        <w:rPr>
          <w:rFonts w:cstheme="minorHAnsi"/>
        </w:rPr>
      </w:pPr>
      <w:r w:rsidRPr="00CC7E12">
        <w:rPr>
          <w:rFonts w:cstheme="minorHAnsi"/>
        </w:rPr>
        <w:t>1) ..................................................................................................................................................</w:t>
      </w:r>
    </w:p>
    <w:p w14:paraId="22CECB73" w14:textId="77777777" w:rsidR="00414591" w:rsidRPr="00CC7E12" w:rsidRDefault="00414591" w:rsidP="00414591">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725FBD50" w14:textId="77777777" w:rsidR="00414591" w:rsidRPr="00CC7E12" w:rsidRDefault="00414591" w:rsidP="00414591">
      <w:pPr>
        <w:jc w:val="both"/>
        <w:rPr>
          <w:rFonts w:cstheme="minorHAnsi"/>
        </w:rPr>
      </w:pPr>
      <w:r w:rsidRPr="00CC7E12">
        <w:rPr>
          <w:rFonts w:cstheme="minorHAnsi"/>
        </w:rPr>
        <w:t>2) ...................................................................................................................................................</w:t>
      </w:r>
    </w:p>
    <w:p w14:paraId="5DEE8B4A" w14:textId="77777777" w:rsidR="00414591" w:rsidRPr="00CC7E12" w:rsidRDefault="00414591" w:rsidP="00414591">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070D8F21" w14:textId="7D78D695" w:rsidR="00EA234C" w:rsidRDefault="00EA234C" w:rsidP="00414591">
      <w:pPr>
        <w:rPr>
          <w:rFonts w:cstheme="minorHAnsi"/>
        </w:rPr>
      </w:pPr>
    </w:p>
    <w:p w14:paraId="1FCD200C" w14:textId="77777777" w:rsidR="00EA234C" w:rsidRDefault="00EA234C" w:rsidP="00414591">
      <w:pPr>
        <w:rPr>
          <w:rFonts w:cstheme="minorHAnsi"/>
        </w:rPr>
      </w:pPr>
    </w:p>
    <w:p w14:paraId="22BD3BD3" w14:textId="77777777" w:rsidR="00414591" w:rsidRDefault="00414591" w:rsidP="00414591">
      <w:pPr>
        <w:rPr>
          <w:rFonts w:cstheme="minorHAnsi"/>
        </w:rPr>
      </w:pPr>
    </w:p>
    <w:p w14:paraId="50ACDB94" w14:textId="77777777" w:rsidR="00414591" w:rsidRPr="009C2468" w:rsidRDefault="00414591" w:rsidP="00414591">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12709303" w14:textId="77777777" w:rsidR="00414591" w:rsidRDefault="00414591" w:rsidP="00414591">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A260ABF" w14:textId="6F1B16FA" w:rsidR="00A62B4C" w:rsidRPr="00EA234C" w:rsidRDefault="00414591" w:rsidP="00EA234C">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7456F401" w14:textId="77777777" w:rsidR="00414591" w:rsidRDefault="00A62B4C" w:rsidP="00414591">
      <w:pPr>
        <w:jc w:val="right"/>
        <w:rPr>
          <w:rFonts w:ascii="Verdana" w:eastAsia="Verdana" w:hAnsi="Verdana" w:cs="Times New Roman"/>
          <w:b/>
        </w:rPr>
      </w:pPr>
      <w:r>
        <w:rPr>
          <w:rFonts w:ascii="Verdana" w:eastAsia="Verdana" w:hAnsi="Verdana" w:cs="Times New Roman"/>
        </w:rPr>
        <w:lastRenderedPageBreak/>
        <w:tab/>
      </w:r>
      <w:bookmarkEnd w:id="0"/>
      <w:bookmarkEnd w:id="1"/>
      <w:bookmarkEnd w:id="2"/>
      <w:bookmarkEnd w:id="3"/>
      <w:bookmarkEnd w:id="4"/>
      <w:bookmarkEnd w:id="5"/>
      <w:r w:rsidR="00414591" w:rsidRPr="000D24FD">
        <w:rPr>
          <w:rFonts w:ascii="Verdana" w:eastAsia="Verdana" w:hAnsi="Verdana" w:cs="Times New Roman"/>
          <w:b/>
        </w:rPr>
        <w:t xml:space="preserve">ZAŁĄCZNIK NR </w:t>
      </w:r>
      <w:r w:rsidR="00414591">
        <w:rPr>
          <w:rFonts w:ascii="Verdana" w:eastAsia="Verdana" w:hAnsi="Verdana" w:cs="Times New Roman"/>
          <w:b/>
        </w:rPr>
        <w:t>7</w:t>
      </w:r>
      <w:r w:rsidR="00414591" w:rsidRPr="000D24FD">
        <w:rPr>
          <w:rFonts w:ascii="Verdana" w:eastAsia="Verdana" w:hAnsi="Verdana" w:cs="Times New Roman"/>
          <w:b/>
        </w:rPr>
        <w:t xml:space="preserve"> DO SWZ – WYKAZ WYKONANYCH ZAMÓWIEŃ</w:t>
      </w:r>
    </w:p>
    <w:p w14:paraId="46DBBC7B" w14:textId="77777777" w:rsidR="00414591" w:rsidRDefault="00414591" w:rsidP="00414591">
      <w:pPr>
        <w:jc w:val="right"/>
        <w:rPr>
          <w:rFonts w:ascii="Verdana" w:eastAsia="Verdana" w:hAnsi="Verdana" w:cs="Times New Roman"/>
          <w:b/>
        </w:rPr>
      </w:pPr>
    </w:p>
    <w:p w14:paraId="76DA86BC" w14:textId="77777777" w:rsidR="00414591" w:rsidRPr="00535E9B" w:rsidRDefault="00414591" w:rsidP="00414591">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414591" w:rsidRPr="006B56FD" w14:paraId="251CB0FB" w14:textId="77777777" w:rsidTr="00414591">
        <w:trPr>
          <w:trHeight w:val="1820"/>
        </w:trPr>
        <w:tc>
          <w:tcPr>
            <w:tcW w:w="4390" w:type="dxa"/>
            <w:tcBorders>
              <w:right w:val="single" w:sz="4" w:space="0" w:color="auto"/>
            </w:tcBorders>
          </w:tcPr>
          <w:p w14:paraId="386FC226" w14:textId="77777777" w:rsidR="00414591" w:rsidRPr="006B56FD" w:rsidRDefault="00414591" w:rsidP="0041459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3277FC5B" w14:textId="77777777" w:rsidR="00414591" w:rsidRDefault="00414591" w:rsidP="00414591">
            <w:pPr>
              <w:ind w:right="28"/>
              <w:rPr>
                <w:rFonts w:asciiTheme="minorHAnsi" w:hAnsiTheme="minorHAnsi" w:cstheme="minorHAnsi"/>
              </w:rPr>
            </w:pPr>
          </w:p>
          <w:p w14:paraId="643BF25C" w14:textId="77777777" w:rsidR="00414591" w:rsidRPr="006B56FD" w:rsidRDefault="00414591" w:rsidP="00EA234C">
            <w:pPr>
              <w:ind w:right="28"/>
              <w:jc w:val="center"/>
              <w:rPr>
                <w:rFonts w:asciiTheme="minorHAnsi" w:hAnsiTheme="minorHAnsi" w:cstheme="minorHAnsi"/>
              </w:rPr>
            </w:pPr>
          </w:p>
        </w:tc>
        <w:tc>
          <w:tcPr>
            <w:tcW w:w="1134" w:type="dxa"/>
            <w:tcBorders>
              <w:top w:val="nil"/>
              <w:left w:val="single" w:sz="4" w:space="0" w:color="auto"/>
              <w:bottom w:val="nil"/>
              <w:right w:val="single" w:sz="4" w:space="0" w:color="auto"/>
            </w:tcBorders>
          </w:tcPr>
          <w:p w14:paraId="6ACD9234" w14:textId="77777777" w:rsidR="00414591" w:rsidRPr="006B56FD" w:rsidRDefault="00414591" w:rsidP="00414591">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6B6ECC79" w14:textId="77777777" w:rsidR="00414591" w:rsidRPr="006B56FD" w:rsidRDefault="00414591" w:rsidP="0041459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4A73A44" w14:textId="77777777" w:rsidR="00414591" w:rsidRPr="006B56FD" w:rsidRDefault="00414591" w:rsidP="0041459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E73035D" w14:textId="77777777" w:rsidR="00414591" w:rsidRPr="006B56FD" w:rsidRDefault="00414591" w:rsidP="0041459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4D54FD9F" w14:textId="77777777" w:rsidR="00414591" w:rsidRDefault="00414591" w:rsidP="0041459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509299E6" w14:textId="77777777" w:rsidR="00414591" w:rsidRPr="00604B83" w:rsidRDefault="00414591" w:rsidP="00414591">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2326DDEE" w14:textId="77777777" w:rsidR="00414591" w:rsidRPr="006B56FD" w:rsidRDefault="00414591" w:rsidP="00414591">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58BE4587" w14:textId="77777777" w:rsidR="00414591" w:rsidRDefault="00414591" w:rsidP="00414591">
      <w:pPr>
        <w:rPr>
          <w:rFonts w:ascii="Verdana" w:eastAsia="Verdana" w:hAnsi="Verdana" w:cs="Times New Roman"/>
          <w:b/>
        </w:rPr>
      </w:pPr>
    </w:p>
    <w:p w14:paraId="167E3CAA" w14:textId="77777777" w:rsidR="00414591" w:rsidRPr="00A62B4C" w:rsidRDefault="00414591" w:rsidP="00414591">
      <w:pPr>
        <w:rPr>
          <w:rFonts w:ascii="Verdana" w:eastAsia="Verdana" w:hAnsi="Verdana" w:cs="Times New Roman"/>
        </w:rPr>
      </w:pPr>
    </w:p>
    <w:p w14:paraId="03E9F976" w14:textId="77777777" w:rsidR="00414591" w:rsidRPr="00B67D39" w:rsidRDefault="00414591" w:rsidP="00414591">
      <w:pPr>
        <w:tabs>
          <w:tab w:val="left" w:pos="1628"/>
        </w:tabs>
        <w:jc w:val="center"/>
        <w:rPr>
          <w:rFonts w:cstheme="minorHAnsi"/>
          <w:b/>
          <w:szCs w:val="18"/>
        </w:rPr>
      </w:pPr>
      <w:r>
        <w:rPr>
          <w:rFonts w:cstheme="minorHAnsi"/>
          <w:b/>
          <w:szCs w:val="18"/>
        </w:rPr>
        <w:t xml:space="preserve">WYKAZ WYKONANYCH ZAMÓWIEŃ  </w:t>
      </w:r>
    </w:p>
    <w:p w14:paraId="4213E415" w14:textId="77777777" w:rsidR="00414591" w:rsidRDefault="00414591" w:rsidP="00414591">
      <w:pPr>
        <w:rPr>
          <w:rFonts w:eastAsia="Verdana" w:cs="Times New Roman"/>
          <w:szCs w:val="18"/>
        </w:rPr>
      </w:pPr>
    </w:p>
    <w:p w14:paraId="1021C6A9" w14:textId="4DA659EB" w:rsidR="00414591" w:rsidRPr="000D24FD" w:rsidRDefault="00414591" w:rsidP="00414591">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1555C6" w:rsidRPr="00706970">
        <w:rPr>
          <w:rFonts w:cstheme="minorHAnsi"/>
          <w:b/>
          <w:noProof/>
          <w:lang w:eastAsia="pl-PL"/>
        </w:rPr>
        <w:t>POST/DYS/OW/GZ/02190/2025</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1555C6" w:rsidRPr="00706970">
        <w:rPr>
          <w:rFonts w:cstheme="minorHAnsi"/>
          <w:b/>
          <w:noProof/>
          <w:lang w:eastAsia="pl-PL"/>
        </w:rPr>
        <w:t>Prace budowlane w podziale na: - Prace budowlane w zakresie przyłączenia w m. Kajetany gm. Nadarzyn zgodnie z umową 23-G0/S/00380, D1GI/23PG201562 - Prace budowlane w zakresie przyłączenia w m. Mikówiec gm. Góra Kalwaria; zgodnie z umową 23-G0/S/00601, D1GI/23PG201052 - Prace budowlane w zakresie przyłączenia w m. Wieliczna gm. Stoczek zgodnie z umową 21-G0/S/00249, D1GI/21OG700016</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p w14:paraId="7ACEEA61" w14:textId="77777777" w:rsidR="00414591" w:rsidRPr="000D24FD" w:rsidRDefault="00414591" w:rsidP="00414591">
      <w:pPr>
        <w:widowControl w:val="0"/>
        <w:snapToGrid w:val="0"/>
        <w:ind w:right="170"/>
        <w:jc w:val="both"/>
        <w:rPr>
          <w:rFonts w:cstheme="minorHAnsi"/>
          <w:lang w:eastAsia="pl-PL"/>
        </w:rPr>
      </w:pPr>
    </w:p>
    <w:p w14:paraId="6F0272C9" w14:textId="77777777" w:rsidR="00414591" w:rsidRPr="000D24FD" w:rsidRDefault="00414591" w:rsidP="00414591">
      <w:pPr>
        <w:widowControl w:val="0"/>
        <w:snapToGrid w:val="0"/>
        <w:ind w:right="170"/>
        <w:jc w:val="both"/>
        <w:rPr>
          <w:rFonts w:cstheme="minorHAnsi"/>
          <w:lang w:eastAsia="pl-PL"/>
        </w:rPr>
      </w:pPr>
    </w:p>
    <w:p w14:paraId="4BFA8A6C" w14:textId="77777777" w:rsidR="00414591" w:rsidRPr="000D24FD" w:rsidRDefault="00414591" w:rsidP="00414591">
      <w:pPr>
        <w:spacing w:after="120"/>
        <w:jc w:val="both"/>
        <w:rPr>
          <w:rFonts w:cstheme="minorHAnsi"/>
          <w:lang w:eastAsia="pl-PL"/>
        </w:rPr>
      </w:pP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414591" w:rsidRPr="000D24FD" w14:paraId="307D3270" w14:textId="77777777" w:rsidTr="00414591">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659D1F62" w14:textId="77777777" w:rsidR="00414591" w:rsidRPr="00DC202A" w:rsidRDefault="00414591" w:rsidP="00414591">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7C9DDBF" w14:textId="77777777" w:rsidR="00414591" w:rsidRPr="00DC202A" w:rsidRDefault="00414591" w:rsidP="00414591">
            <w:pPr>
              <w:jc w:val="center"/>
              <w:rPr>
                <w:rFonts w:cstheme="minorHAnsi"/>
              </w:rPr>
            </w:pPr>
          </w:p>
          <w:p w14:paraId="764CDED8" w14:textId="77777777" w:rsidR="00414591" w:rsidRPr="00DC202A" w:rsidRDefault="00414591" w:rsidP="00414591">
            <w:pPr>
              <w:jc w:val="center"/>
              <w:rPr>
                <w:rFonts w:cstheme="minorHAnsi"/>
              </w:rPr>
            </w:pPr>
            <w:r w:rsidRPr="00DC202A">
              <w:rPr>
                <w:rFonts w:cstheme="minorHAnsi"/>
              </w:rPr>
              <w:t>Przedmiot zakupu</w:t>
            </w:r>
          </w:p>
          <w:p w14:paraId="7E0E0B56" w14:textId="77777777" w:rsidR="00414591" w:rsidRPr="00DC202A" w:rsidRDefault="00414591" w:rsidP="00414591">
            <w:pPr>
              <w:jc w:val="center"/>
              <w:rPr>
                <w:rFonts w:cstheme="minorHAnsi"/>
              </w:rPr>
            </w:pPr>
          </w:p>
        </w:tc>
        <w:tc>
          <w:tcPr>
            <w:tcW w:w="1696" w:type="dxa"/>
            <w:vMerge w:val="restart"/>
            <w:tcBorders>
              <w:top w:val="single" w:sz="4" w:space="0" w:color="auto"/>
            </w:tcBorders>
            <w:shd w:val="clear" w:color="auto" w:fill="B7CDF9" w:themeFill="text2" w:themeFillTint="33"/>
          </w:tcPr>
          <w:p w14:paraId="7BD5E0A5" w14:textId="77777777" w:rsidR="00414591" w:rsidRPr="00DC202A" w:rsidRDefault="00414591" w:rsidP="00414591">
            <w:pPr>
              <w:jc w:val="center"/>
              <w:rPr>
                <w:rFonts w:cstheme="minorHAnsi"/>
              </w:rPr>
            </w:pPr>
          </w:p>
          <w:p w14:paraId="57180443" w14:textId="77777777" w:rsidR="00414591" w:rsidRPr="00DC202A" w:rsidRDefault="00414591" w:rsidP="00414591">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4F6874F3" w14:textId="77777777" w:rsidR="00414591" w:rsidRPr="00DC202A" w:rsidRDefault="00414591" w:rsidP="00414591">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55B7CB8" w14:textId="77777777" w:rsidR="00414591" w:rsidRPr="00DC202A" w:rsidRDefault="00414591" w:rsidP="00414591">
            <w:pPr>
              <w:jc w:val="center"/>
              <w:rPr>
                <w:rFonts w:cstheme="minorHAnsi"/>
                <w:lang w:eastAsia="pl-PL"/>
              </w:rPr>
            </w:pPr>
            <w:r w:rsidRPr="00DC202A">
              <w:rPr>
                <w:rFonts w:cstheme="minorHAnsi"/>
                <w:lang w:eastAsia="pl-PL"/>
              </w:rPr>
              <w:t>Nazwa Odbiorcy</w:t>
            </w:r>
          </w:p>
          <w:p w14:paraId="51CC9501" w14:textId="77777777" w:rsidR="00414591" w:rsidRPr="00DC202A" w:rsidRDefault="00414591" w:rsidP="00414591">
            <w:pPr>
              <w:jc w:val="center"/>
              <w:rPr>
                <w:rFonts w:cstheme="minorHAnsi"/>
                <w:i/>
                <w:lang w:eastAsia="pl-PL"/>
              </w:rPr>
            </w:pPr>
            <w:r w:rsidRPr="00DC202A">
              <w:rPr>
                <w:rFonts w:cstheme="minorHAnsi"/>
                <w:i/>
                <w:lang w:eastAsia="pl-PL"/>
              </w:rPr>
              <w:t>(wraz z adresem i nr telefonu)</w:t>
            </w:r>
          </w:p>
        </w:tc>
      </w:tr>
      <w:tr w:rsidR="00414591" w:rsidRPr="000D24FD" w14:paraId="34EA8A4D" w14:textId="77777777" w:rsidTr="00414591">
        <w:trPr>
          <w:cantSplit/>
          <w:trHeight w:val="504"/>
          <w:tblHeader/>
        </w:trPr>
        <w:tc>
          <w:tcPr>
            <w:tcW w:w="568" w:type="dxa"/>
            <w:vMerge/>
            <w:tcBorders>
              <w:left w:val="single" w:sz="4" w:space="0" w:color="auto"/>
            </w:tcBorders>
            <w:vAlign w:val="center"/>
          </w:tcPr>
          <w:p w14:paraId="4E04BBD1" w14:textId="77777777" w:rsidR="00414591" w:rsidRPr="000D24FD" w:rsidRDefault="00414591" w:rsidP="00414591">
            <w:pPr>
              <w:jc w:val="center"/>
              <w:rPr>
                <w:rFonts w:cstheme="minorHAnsi"/>
                <w:i/>
              </w:rPr>
            </w:pPr>
          </w:p>
        </w:tc>
        <w:tc>
          <w:tcPr>
            <w:tcW w:w="2126" w:type="dxa"/>
            <w:vMerge/>
            <w:tcBorders>
              <w:top w:val="nil"/>
              <w:right w:val="single" w:sz="4" w:space="0" w:color="auto"/>
            </w:tcBorders>
            <w:vAlign w:val="center"/>
          </w:tcPr>
          <w:p w14:paraId="26A6258E" w14:textId="77777777" w:rsidR="00414591" w:rsidRPr="000D24FD" w:rsidRDefault="00414591" w:rsidP="00414591">
            <w:pPr>
              <w:jc w:val="center"/>
              <w:rPr>
                <w:rFonts w:cstheme="minorHAnsi"/>
                <w:i/>
              </w:rPr>
            </w:pPr>
          </w:p>
        </w:tc>
        <w:tc>
          <w:tcPr>
            <w:tcW w:w="1696" w:type="dxa"/>
            <w:vMerge/>
          </w:tcPr>
          <w:p w14:paraId="4EFB9040" w14:textId="77777777" w:rsidR="00414591" w:rsidRPr="000D24FD" w:rsidRDefault="00414591" w:rsidP="00414591">
            <w:pPr>
              <w:jc w:val="center"/>
              <w:rPr>
                <w:rFonts w:cstheme="minorHAnsi"/>
                <w:i/>
              </w:rPr>
            </w:pPr>
          </w:p>
        </w:tc>
        <w:tc>
          <w:tcPr>
            <w:tcW w:w="1423" w:type="dxa"/>
            <w:tcBorders>
              <w:top w:val="nil"/>
            </w:tcBorders>
            <w:shd w:val="clear" w:color="auto" w:fill="EFF5E0" w:themeFill="accent1" w:themeFillTint="33"/>
            <w:vAlign w:val="center"/>
          </w:tcPr>
          <w:p w14:paraId="23D9D506" w14:textId="77777777" w:rsidR="00414591" w:rsidRPr="000D24FD" w:rsidRDefault="00414591" w:rsidP="00414591">
            <w:pPr>
              <w:jc w:val="center"/>
              <w:rPr>
                <w:rFonts w:cstheme="minorHAnsi"/>
                <w:i/>
              </w:rPr>
            </w:pPr>
            <w:r w:rsidRPr="000D24FD">
              <w:rPr>
                <w:rFonts w:cstheme="minorHAnsi"/>
                <w:i/>
              </w:rPr>
              <w:t>Data</w:t>
            </w:r>
          </w:p>
          <w:p w14:paraId="76CDFEA0" w14:textId="77777777" w:rsidR="00414591" w:rsidRPr="000D24FD" w:rsidRDefault="00414591" w:rsidP="00414591">
            <w:pPr>
              <w:jc w:val="center"/>
              <w:rPr>
                <w:rFonts w:cstheme="minorHAnsi"/>
                <w:i/>
              </w:rPr>
            </w:pPr>
            <w:r>
              <w:rPr>
                <w:rFonts w:cstheme="minorHAnsi"/>
                <w:i/>
              </w:rPr>
              <w:t>r</w:t>
            </w:r>
            <w:r w:rsidRPr="000D24FD">
              <w:rPr>
                <w:rFonts w:cstheme="minorHAnsi"/>
                <w:i/>
              </w:rPr>
              <w:t>ozpoczęcia</w:t>
            </w:r>
          </w:p>
        </w:tc>
        <w:tc>
          <w:tcPr>
            <w:tcW w:w="1559" w:type="dxa"/>
            <w:tcBorders>
              <w:top w:val="nil"/>
              <w:right w:val="single" w:sz="4" w:space="0" w:color="auto"/>
            </w:tcBorders>
            <w:shd w:val="clear" w:color="auto" w:fill="EFF5E0" w:themeFill="accent1" w:themeFillTint="33"/>
            <w:vAlign w:val="center"/>
          </w:tcPr>
          <w:p w14:paraId="57AE29D9" w14:textId="77777777" w:rsidR="00414591" w:rsidRPr="000D24FD" w:rsidRDefault="00414591" w:rsidP="00414591">
            <w:pPr>
              <w:jc w:val="center"/>
              <w:rPr>
                <w:rFonts w:cstheme="minorHAnsi"/>
                <w:i/>
              </w:rPr>
            </w:pPr>
            <w:r w:rsidRPr="000D24FD">
              <w:rPr>
                <w:rFonts w:cstheme="minorHAnsi"/>
                <w:i/>
              </w:rPr>
              <w:t>Data</w:t>
            </w:r>
          </w:p>
          <w:p w14:paraId="4F884F0F" w14:textId="77777777" w:rsidR="00414591" w:rsidRPr="000D24FD" w:rsidRDefault="00414591" w:rsidP="00414591">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3B4DDB80" w14:textId="77777777" w:rsidR="00414591" w:rsidRPr="000D24FD" w:rsidRDefault="00414591" w:rsidP="00414591">
            <w:pPr>
              <w:jc w:val="center"/>
              <w:rPr>
                <w:rFonts w:cstheme="minorHAnsi"/>
                <w:i/>
              </w:rPr>
            </w:pPr>
          </w:p>
        </w:tc>
      </w:tr>
      <w:tr w:rsidR="00414591" w:rsidRPr="000D24FD" w14:paraId="2BBAE7ED" w14:textId="77777777" w:rsidTr="00EA234C">
        <w:trPr>
          <w:trHeight w:val="843"/>
        </w:trPr>
        <w:tc>
          <w:tcPr>
            <w:tcW w:w="568" w:type="dxa"/>
            <w:vAlign w:val="center"/>
          </w:tcPr>
          <w:p w14:paraId="24C88CC8" w14:textId="77777777" w:rsidR="00414591" w:rsidRPr="000D24FD" w:rsidRDefault="00414591" w:rsidP="00414591">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CCDA235" w14:textId="77777777" w:rsidR="00414591" w:rsidRPr="000D24FD" w:rsidRDefault="00414591" w:rsidP="00414591">
            <w:pPr>
              <w:spacing w:before="120"/>
              <w:jc w:val="center"/>
              <w:rPr>
                <w:rFonts w:cstheme="minorHAnsi"/>
              </w:rPr>
            </w:pPr>
          </w:p>
        </w:tc>
        <w:tc>
          <w:tcPr>
            <w:tcW w:w="1696" w:type="dxa"/>
            <w:vAlign w:val="center"/>
          </w:tcPr>
          <w:p w14:paraId="37D4A505" w14:textId="77777777" w:rsidR="00414591" w:rsidRPr="000D24FD" w:rsidRDefault="00414591" w:rsidP="00414591">
            <w:pPr>
              <w:spacing w:before="120"/>
              <w:jc w:val="center"/>
              <w:rPr>
                <w:rFonts w:cstheme="minorHAnsi"/>
              </w:rPr>
            </w:pPr>
          </w:p>
        </w:tc>
        <w:tc>
          <w:tcPr>
            <w:tcW w:w="1423" w:type="dxa"/>
            <w:tcBorders>
              <w:top w:val="nil"/>
              <w:bottom w:val="single" w:sz="4" w:space="0" w:color="auto"/>
            </w:tcBorders>
            <w:vAlign w:val="center"/>
          </w:tcPr>
          <w:p w14:paraId="73CB7B84" w14:textId="77777777" w:rsidR="00414591" w:rsidRPr="000D24FD" w:rsidRDefault="00414591" w:rsidP="00414591">
            <w:pPr>
              <w:spacing w:before="120"/>
              <w:jc w:val="center"/>
              <w:rPr>
                <w:rFonts w:cstheme="minorHAnsi"/>
              </w:rPr>
            </w:pPr>
          </w:p>
        </w:tc>
        <w:tc>
          <w:tcPr>
            <w:tcW w:w="1559" w:type="dxa"/>
            <w:tcBorders>
              <w:top w:val="nil"/>
              <w:bottom w:val="single" w:sz="4" w:space="0" w:color="auto"/>
              <w:right w:val="single" w:sz="4" w:space="0" w:color="auto"/>
            </w:tcBorders>
            <w:vAlign w:val="center"/>
          </w:tcPr>
          <w:p w14:paraId="604E7AD3" w14:textId="77777777" w:rsidR="00414591" w:rsidRPr="000D24FD" w:rsidRDefault="00414591" w:rsidP="00414591">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DCAE4DE" w14:textId="77777777" w:rsidR="00414591" w:rsidRPr="000D24FD" w:rsidRDefault="00414591" w:rsidP="00414591">
            <w:pPr>
              <w:spacing w:before="120"/>
              <w:jc w:val="center"/>
              <w:rPr>
                <w:rFonts w:cstheme="minorHAnsi"/>
              </w:rPr>
            </w:pPr>
          </w:p>
        </w:tc>
      </w:tr>
      <w:tr w:rsidR="00EA234C" w:rsidRPr="000D24FD" w14:paraId="1E4C2C47" w14:textId="77777777" w:rsidTr="00EA234C">
        <w:trPr>
          <w:trHeight w:val="843"/>
        </w:trPr>
        <w:tc>
          <w:tcPr>
            <w:tcW w:w="568" w:type="dxa"/>
            <w:vAlign w:val="center"/>
          </w:tcPr>
          <w:p w14:paraId="4B17487D" w14:textId="77777777" w:rsidR="00EA234C" w:rsidRPr="000D24FD" w:rsidRDefault="00EA234C" w:rsidP="00414591">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5744AFC3" w14:textId="77777777" w:rsidR="00EA234C" w:rsidRPr="000D24FD" w:rsidRDefault="00EA234C" w:rsidP="00414591">
            <w:pPr>
              <w:spacing w:before="120"/>
              <w:jc w:val="center"/>
              <w:rPr>
                <w:rFonts w:cstheme="minorHAnsi"/>
              </w:rPr>
            </w:pPr>
          </w:p>
        </w:tc>
        <w:tc>
          <w:tcPr>
            <w:tcW w:w="1696" w:type="dxa"/>
            <w:tcBorders>
              <w:right w:val="single" w:sz="4" w:space="0" w:color="auto"/>
            </w:tcBorders>
            <w:vAlign w:val="center"/>
          </w:tcPr>
          <w:p w14:paraId="0117A934" w14:textId="77777777" w:rsidR="00EA234C" w:rsidRPr="000D24FD" w:rsidRDefault="00EA234C" w:rsidP="00414591">
            <w:pPr>
              <w:spacing w:before="120"/>
              <w:jc w:val="center"/>
              <w:rPr>
                <w:rFonts w:cstheme="minorHAnsi"/>
              </w:rPr>
            </w:pPr>
          </w:p>
        </w:tc>
        <w:tc>
          <w:tcPr>
            <w:tcW w:w="1423" w:type="dxa"/>
            <w:tcBorders>
              <w:top w:val="single" w:sz="4" w:space="0" w:color="auto"/>
              <w:left w:val="single" w:sz="4" w:space="0" w:color="auto"/>
              <w:bottom w:val="single" w:sz="4" w:space="0" w:color="auto"/>
              <w:right w:val="single" w:sz="4" w:space="0" w:color="auto"/>
            </w:tcBorders>
            <w:vAlign w:val="center"/>
          </w:tcPr>
          <w:p w14:paraId="03C2EFCF" w14:textId="77777777" w:rsidR="00EA234C" w:rsidRPr="000D24FD" w:rsidRDefault="00EA234C" w:rsidP="00414591">
            <w:pPr>
              <w:spacing w:before="120"/>
              <w:jc w:val="center"/>
              <w:rPr>
                <w:rFonts w:cstheme="minorHAnsi"/>
              </w:rPr>
            </w:pPr>
          </w:p>
        </w:tc>
        <w:tc>
          <w:tcPr>
            <w:tcW w:w="1559" w:type="dxa"/>
            <w:tcBorders>
              <w:top w:val="single" w:sz="4" w:space="0" w:color="auto"/>
              <w:left w:val="single" w:sz="4" w:space="0" w:color="auto"/>
              <w:bottom w:val="single" w:sz="4" w:space="0" w:color="auto"/>
              <w:right w:val="single" w:sz="4" w:space="0" w:color="auto"/>
            </w:tcBorders>
            <w:vAlign w:val="center"/>
          </w:tcPr>
          <w:p w14:paraId="6876895A" w14:textId="77777777" w:rsidR="00EA234C" w:rsidRPr="000D24FD" w:rsidRDefault="00EA234C" w:rsidP="00414591">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26802D07" w14:textId="77777777" w:rsidR="00EA234C" w:rsidRPr="000D24FD" w:rsidRDefault="00EA234C" w:rsidP="00414591">
            <w:pPr>
              <w:spacing w:before="120"/>
              <w:jc w:val="center"/>
              <w:rPr>
                <w:rFonts w:cstheme="minorHAnsi"/>
              </w:rPr>
            </w:pPr>
          </w:p>
        </w:tc>
      </w:tr>
      <w:tr w:rsidR="00EA234C" w:rsidRPr="000D24FD" w14:paraId="7A52A094" w14:textId="77777777" w:rsidTr="00EA234C">
        <w:trPr>
          <w:trHeight w:val="843"/>
        </w:trPr>
        <w:tc>
          <w:tcPr>
            <w:tcW w:w="568" w:type="dxa"/>
            <w:vAlign w:val="center"/>
          </w:tcPr>
          <w:p w14:paraId="709DE5F2" w14:textId="77777777" w:rsidR="00EA234C" w:rsidRPr="000D24FD" w:rsidRDefault="00EA234C" w:rsidP="00414591">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748B5F02" w14:textId="77777777" w:rsidR="00EA234C" w:rsidRPr="000D24FD" w:rsidRDefault="00EA234C" w:rsidP="00414591">
            <w:pPr>
              <w:spacing w:before="120"/>
              <w:jc w:val="center"/>
              <w:rPr>
                <w:rFonts w:cstheme="minorHAnsi"/>
              </w:rPr>
            </w:pPr>
          </w:p>
        </w:tc>
        <w:tc>
          <w:tcPr>
            <w:tcW w:w="1696" w:type="dxa"/>
            <w:tcBorders>
              <w:right w:val="single" w:sz="4" w:space="0" w:color="auto"/>
            </w:tcBorders>
            <w:vAlign w:val="center"/>
          </w:tcPr>
          <w:p w14:paraId="21C8D7B9" w14:textId="77777777" w:rsidR="00EA234C" w:rsidRPr="000D24FD" w:rsidRDefault="00EA234C" w:rsidP="00414591">
            <w:pPr>
              <w:spacing w:before="120"/>
              <w:jc w:val="center"/>
              <w:rPr>
                <w:rFonts w:cstheme="minorHAnsi"/>
              </w:rPr>
            </w:pPr>
          </w:p>
        </w:tc>
        <w:tc>
          <w:tcPr>
            <w:tcW w:w="1423" w:type="dxa"/>
            <w:tcBorders>
              <w:top w:val="single" w:sz="4" w:space="0" w:color="auto"/>
              <w:left w:val="single" w:sz="4" w:space="0" w:color="auto"/>
              <w:bottom w:val="single" w:sz="4" w:space="0" w:color="auto"/>
              <w:right w:val="single" w:sz="4" w:space="0" w:color="auto"/>
            </w:tcBorders>
            <w:vAlign w:val="center"/>
          </w:tcPr>
          <w:p w14:paraId="3108A1C2" w14:textId="77777777" w:rsidR="00EA234C" w:rsidRPr="000D24FD" w:rsidRDefault="00EA234C" w:rsidP="00414591">
            <w:pPr>
              <w:spacing w:before="120"/>
              <w:jc w:val="center"/>
              <w:rPr>
                <w:rFonts w:cstheme="minorHAnsi"/>
              </w:rPr>
            </w:pPr>
          </w:p>
        </w:tc>
        <w:tc>
          <w:tcPr>
            <w:tcW w:w="1559" w:type="dxa"/>
            <w:tcBorders>
              <w:top w:val="single" w:sz="4" w:space="0" w:color="auto"/>
              <w:left w:val="single" w:sz="4" w:space="0" w:color="auto"/>
              <w:bottom w:val="single" w:sz="4" w:space="0" w:color="auto"/>
              <w:right w:val="single" w:sz="4" w:space="0" w:color="auto"/>
            </w:tcBorders>
            <w:vAlign w:val="center"/>
          </w:tcPr>
          <w:p w14:paraId="3332693E" w14:textId="77777777" w:rsidR="00EA234C" w:rsidRPr="000D24FD" w:rsidRDefault="00EA234C" w:rsidP="00414591">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2FFC3A3A" w14:textId="77777777" w:rsidR="00EA234C" w:rsidRPr="000D24FD" w:rsidRDefault="00EA234C" w:rsidP="00414591">
            <w:pPr>
              <w:spacing w:before="120"/>
              <w:jc w:val="center"/>
              <w:rPr>
                <w:rFonts w:cstheme="minorHAnsi"/>
              </w:rPr>
            </w:pPr>
          </w:p>
        </w:tc>
      </w:tr>
    </w:tbl>
    <w:p w14:paraId="3C602951" w14:textId="77777777" w:rsidR="00414591" w:rsidRPr="000D24FD" w:rsidRDefault="00414591" w:rsidP="00414591">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501DE76F" w14:textId="77777777" w:rsidR="00414591" w:rsidRPr="000D24FD" w:rsidRDefault="00414591" w:rsidP="00414591">
      <w:pPr>
        <w:spacing w:before="120"/>
        <w:ind w:left="-284" w:right="-569"/>
        <w:outlineLvl w:val="0"/>
        <w:rPr>
          <w:rFonts w:cstheme="minorHAnsi"/>
          <w:i/>
        </w:rPr>
      </w:pPr>
    </w:p>
    <w:p w14:paraId="3EABEED8" w14:textId="639DCD93" w:rsidR="001F2A6F" w:rsidRDefault="00414591" w:rsidP="00EA234C">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37E46688" w14:textId="77777777" w:rsidR="00EA234C" w:rsidRPr="00EA234C" w:rsidRDefault="00EA234C" w:rsidP="00EA234C">
      <w:pPr>
        <w:spacing w:before="120"/>
        <w:ind w:right="28"/>
        <w:outlineLvl w:val="0"/>
        <w:rPr>
          <w:rFonts w:cstheme="minorHAnsi"/>
          <w:i/>
        </w:rPr>
      </w:pPr>
    </w:p>
    <w:p w14:paraId="52E64DBF" w14:textId="7B1130E0" w:rsidR="00EA234C" w:rsidRDefault="00EA234C" w:rsidP="00414591">
      <w:pPr>
        <w:rPr>
          <w:rFonts w:cstheme="minorHAnsi"/>
        </w:rPr>
      </w:pPr>
    </w:p>
    <w:p w14:paraId="5D8CFE6E" w14:textId="77777777" w:rsidR="00EA234C" w:rsidRDefault="00EA234C" w:rsidP="00414591">
      <w:pPr>
        <w:rPr>
          <w:rFonts w:cstheme="minorHAnsi"/>
        </w:rPr>
      </w:pPr>
    </w:p>
    <w:p w14:paraId="30812B8C" w14:textId="77777777" w:rsidR="00414591" w:rsidRPr="009C2468" w:rsidRDefault="00414591" w:rsidP="00414591">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667054AD" w14:textId="77777777" w:rsidR="00414591" w:rsidRDefault="00414591" w:rsidP="00414591">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5A0F161" w14:textId="5B7805B3" w:rsidR="00EA234C" w:rsidRPr="001F2A6F" w:rsidRDefault="00414591" w:rsidP="00EA234C">
      <w:pPr>
        <w:ind w:left="5398" w:right="68" w:hanging="153"/>
        <w:jc w:val="center"/>
        <w:rPr>
          <w:rFonts w:cstheme="minorHAnsi"/>
          <w:i/>
          <w:sz w:val="16"/>
          <w:szCs w:val="16"/>
        </w:rPr>
      </w:pPr>
      <w:r w:rsidRPr="009C2468">
        <w:rPr>
          <w:rFonts w:cstheme="minorHAnsi"/>
          <w:i/>
          <w:sz w:val="16"/>
          <w:szCs w:val="16"/>
        </w:rPr>
        <w:t>oświadczeń woli w imieni</w:t>
      </w:r>
      <w:r w:rsidR="001F2A6F">
        <w:rPr>
          <w:rFonts w:cstheme="minorHAnsi"/>
          <w:i/>
          <w:sz w:val="16"/>
          <w:szCs w:val="16"/>
        </w:rPr>
        <w:t>u Wykonawcy</w:t>
      </w:r>
    </w:p>
    <w:p w14:paraId="2B572917" w14:textId="77777777" w:rsidR="00414591" w:rsidRDefault="00414591" w:rsidP="00414591">
      <w:pPr>
        <w:jc w:val="right"/>
        <w:rPr>
          <w:rFonts w:ascii="Verdana" w:eastAsia="Verdana" w:hAnsi="Verdana" w:cs="Times New Roman"/>
          <w:b/>
        </w:rPr>
      </w:pPr>
      <w:r w:rsidRPr="000855FF">
        <w:rPr>
          <w:rFonts w:ascii="Verdana" w:eastAsia="Verdana" w:hAnsi="Verdana" w:cs="Times New Roman"/>
          <w:b/>
        </w:rPr>
        <w:lastRenderedPageBreak/>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49D02B0D" w14:textId="77777777" w:rsidR="00414591" w:rsidRDefault="00414591" w:rsidP="00414591">
      <w:pPr>
        <w:jc w:val="right"/>
        <w:rPr>
          <w:rFonts w:ascii="Verdana" w:eastAsia="Verdana" w:hAnsi="Verdana" w:cs="Times New Roman"/>
          <w:b/>
        </w:rPr>
      </w:pPr>
    </w:p>
    <w:p w14:paraId="52106771" w14:textId="77777777" w:rsidR="00414591" w:rsidRDefault="00414591" w:rsidP="00414591">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414591" w:rsidRPr="000855FF" w14:paraId="36A8CCDB" w14:textId="77777777" w:rsidTr="00414591">
        <w:trPr>
          <w:trHeight w:val="1820"/>
        </w:trPr>
        <w:tc>
          <w:tcPr>
            <w:tcW w:w="3969" w:type="dxa"/>
            <w:tcBorders>
              <w:right w:val="single" w:sz="4" w:space="0" w:color="auto"/>
            </w:tcBorders>
          </w:tcPr>
          <w:p w14:paraId="5A5D2C19" w14:textId="77777777" w:rsidR="00414591" w:rsidRPr="000855FF" w:rsidRDefault="00414591" w:rsidP="00414591">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437190F3" w14:textId="77777777" w:rsidR="00414591" w:rsidRPr="000855FF" w:rsidRDefault="00414591" w:rsidP="00414591">
            <w:pPr>
              <w:ind w:right="28"/>
              <w:rPr>
                <w:rFonts w:asciiTheme="minorHAnsi" w:hAnsiTheme="minorHAnsi" w:cstheme="minorHAnsi"/>
              </w:rPr>
            </w:pPr>
          </w:p>
          <w:p w14:paraId="5E1C4972" w14:textId="77777777" w:rsidR="00414591" w:rsidRPr="000855FF" w:rsidRDefault="00414591" w:rsidP="00EA234C">
            <w:pPr>
              <w:ind w:right="28"/>
              <w:jc w:val="center"/>
              <w:rPr>
                <w:rFonts w:asciiTheme="minorHAnsi" w:hAnsiTheme="minorHAnsi" w:cstheme="minorHAnsi"/>
              </w:rPr>
            </w:pPr>
          </w:p>
        </w:tc>
        <w:tc>
          <w:tcPr>
            <w:tcW w:w="1559" w:type="dxa"/>
            <w:tcBorders>
              <w:top w:val="nil"/>
              <w:left w:val="single" w:sz="4" w:space="0" w:color="auto"/>
              <w:bottom w:val="nil"/>
              <w:right w:val="single" w:sz="4" w:space="0" w:color="auto"/>
            </w:tcBorders>
          </w:tcPr>
          <w:p w14:paraId="7E3A8B1A" w14:textId="77777777" w:rsidR="00414591" w:rsidRPr="000855FF" w:rsidRDefault="00414591" w:rsidP="00414591">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26F76BD8" w14:textId="77777777" w:rsidR="00414591" w:rsidRPr="000855FF" w:rsidRDefault="00414591" w:rsidP="00414591">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7CF0F9A2" w14:textId="77777777" w:rsidR="00414591" w:rsidRPr="000855FF" w:rsidRDefault="00414591" w:rsidP="00414591">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43A5B696" w14:textId="77777777" w:rsidR="00414591" w:rsidRPr="000855FF" w:rsidRDefault="00414591" w:rsidP="00414591">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475A6059" w14:textId="77777777" w:rsidR="00414591" w:rsidRPr="000855FF" w:rsidRDefault="00414591" w:rsidP="00414591">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712F1796" w14:textId="77777777" w:rsidR="00414591" w:rsidRPr="000855FF" w:rsidRDefault="00414591" w:rsidP="00414591">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04C7AEAD" w14:textId="77777777" w:rsidR="00414591" w:rsidRDefault="00414591" w:rsidP="00414591">
      <w:pPr>
        <w:rPr>
          <w:rFonts w:ascii="Verdana" w:eastAsia="Verdana" w:hAnsi="Verdana" w:cs="Times New Roman"/>
        </w:rPr>
      </w:pPr>
    </w:p>
    <w:p w14:paraId="7B84D067" w14:textId="77777777" w:rsidR="00414591" w:rsidRDefault="00414591" w:rsidP="00414591">
      <w:pPr>
        <w:jc w:val="both"/>
        <w:rPr>
          <w:rFonts w:ascii="Verdana" w:eastAsia="Verdana" w:hAnsi="Verdana" w:cs="Times New Roman"/>
        </w:rPr>
      </w:pPr>
    </w:p>
    <w:p w14:paraId="313BEA0B" w14:textId="77777777" w:rsidR="00414591" w:rsidRDefault="00414591" w:rsidP="00414591">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628E6DC1" w14:textId="77777777" w:rsidR="00414591" w:rsidRPr="000855FF" w:rsidRDefault="00414591" w:rsidP="00414591">
      <w:pPr>
        <w:pStyle w:val="Akapitzlist"/>
        <w:spacing w:before="120" w:line="276" w:lineRule="auto"/>
        <w:ind w:left="284"/>
        <w:jc w:val="both"/>
        <w:outlineLvl w:val="0"/>
        <w:rPr>
          <w:rFonts w:cstheme="minorHAnsi"/>
          <w:b/>
          <w:sz w:val="16"/>
        </w:rPr>
      </w:pPr>
    </w:p>
    <w:p w14:paraId="0D156314" w14:textId="2B3A33AF" w:rsidR="00414591" w:rsidRDefault="00414591" w:rsidP="00414591">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1555C6" w:rsidRPr="00706970">
        <w:rPr>
          <w:rFonts w:cstheme="minorHAnsi"/>
          <w:b/>
          <w:noProof/>
          <w:lang w:eastAsia="pl-PL"/>
        </w:rPr>
        <w:t>POST/DYS/OW/GZ/02190/2025</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1555C6" w:rsidRPr="00706970">
        <w:rPr>
          <w:rFonts w:cstheme="minorHAnsi"/>
          <w:b/>
          <w:noProof/>
          <w:lang w:eastAsia="pl-PL"/>
        </w:rPr>
        <w:t>Prace budowlane w podziale na: - Prace budowlane w zakresie przyłączenia w m. Kajetany gm. Nadarzyn zgodnie z umową 23-G0/S/00380, D1GI/23PG201562 - Prace budowlane w zakresie przyłączenia w m. Mikówiec gm. Góra Kalwaria; zgodnie z umową 23-G0/S/00601, D1GI/23PG201052 - Prace budowlane w zakresie przyłączenia w m. Wieliczna gm. Stoczek zgodnie z umową 21-G0/S/00249, D1GI/21OG700016</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0886A134" w14:textId="77777777" w:rsidR="00414591" w:rsidRDefault="00414591" w:rsidP="00414591">
      <w:pPr>
        <w:widowControl w:val="0"/>
        <w:snapToGrid w:val="0"/>
        <w:ind w:left="170" w:right="170"/>
        <w:jc w:val="both"/>
        <w:rPr>
          <w:rFonts w:cstheme="minorHAnsi"/>
          <w:lang w:eastAsia="pl-PL"/>
        </w:rPr>
      </w:pPr>
    </w:p>
    <w:p w14:paraId="2FE2FE71" w14:textId="77777777" w:rsidR="00414591" w:rsidRDefault="00414591" w:rsidP="00414591">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3247F185" w14:textId="77777777" w:rsidR="00414591" w:rsidRPr="000855FF" w:rsidRDefault="00414591" w:rsidP="00414591">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414591" w:rsidRPr="000855FF" w14:paraId="3C70F854" w14:textId="77777777" w:rsidTr="00414591">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D094533" w14:textId="77777777" w:rsidR="00414591" w:rsidRPr="002F4B1B" w:rsidRDefault="00414591" w:rsidP="00414591">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37B06CC0" w14:textId="77777777" w:rsidR="00414591" w:rsidRPr="002F4B1B" w:rsidRDefault="00414591" w:rsidP="00414591">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648D693" w14:textId="77777777" w:rsidR="00414591" w:rsidRPr="002F4B1B" w:rsidRDefault="00414591" w:rsidP="00414591">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335C6A31" w14:textId="77777777" w:rsidR="00414591" w:rsidRPr="002F4B1B" w:rsidRDefault="00414591" w:rsidP="00414591">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7B62BAC1" w14:textId="77777777" w:rsidR="00414591" w:rsidRPr="002F4B1B" w:rsidRDefault="00414591" w:rsidP="00414591">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5A37FF8" w14:textId="77777777" w:rsidR="00414591" w:rsidRPr="002F4B1B" w:rsidRDefault="00414591" w:rsidP="00414591">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414591" w:rsidRPr="000855FF" w14:paraId="18A5F9D8" w14:textId="77777777" w:rsidTr="00414591">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4F380F0" w14:textId="77777777" w:rsidR="00414591" w:rsidRPr="000855FF" w:rsidRDefault="00414591" w:rsidP="00414591">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1CA64989" w14:textId="77777777" w:rsidR="00414591" w:rsidRPr="000855FF" w:rsidRDefault="00414591" w:rsidP="00414591">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325FD826" w14:textId="77777777" w:rsidR="00414591" w:rsidRPr="000855FF" w:rsidRDefault="00414591" w:rsidP="00414591">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1F3F94E" w14:textId="77777777" w:rsidR="00414591" w:rsidRPr="000855FF" w:rsidRDefault="00414591" w:rsidP="00414591">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7AFF476" w14:textId="77777777" w:rsidR="00414591" w:rsidRPr="000855FF" w:rsidRDefault="00414591" w:rsidP="00414591">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4422584" w14:textId="77777777" w:rsidR="00414591" w:rsidRPr="000855FF" w:rsidRDefault="00414591" w:rsidP="00414591">
            <w:pPr>
              <w:widowControl w:val="0"/>
              <w:snapToGrid w:val="0"/>
              <w:spacing w:line="300" w:lineRule="auto"/>
              <w:ind w:right="170"/>
              <w:jc w:val="both"/>
              <w:rPr>
                <w:rFonts w:cstheme="minorHAnsi"/>
                <w:b/>
                <w:lang w:eastAsia="pl-PL"/>
              </w:rPr>
            </w:pPr>
          </w:p>
        </w:tc>
      </w:tr>
      <w:tr w:rsidR="00414591" w:rsidRPr="000855FF" w14:paraId="64786DAA" w14:textId="77777777" w:rsidTr="00414591">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326E927C" w14:textId="77777777" w:rsidR="00414591" w:rsidRPr="000855FF" w:rsidRDefault="00414591" w:rsidP="00414591">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56F66FAB" w14:textId="77777777" w:rsidR="00414591" w:rsidRPr="000855FF" w:rsidRDefault="00414591" w:rsidP="00414591">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726DE0B" w14:textId="77777777" w:rsidR="00414591" w:rsidRPr="000855FF" w:rsidRDefault="00414591" w:rsidP="00414591">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9212D8E" w14:textId="77777777" w:rsidR="00414591" w:rsidRPr="000855FF" w:rsidRDefault="00414591" w:rsidP="00414591">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8DD6718" w14:textId="77777777" w:rsidR="00414591" w:rsidRPr="000855FF" w:rsidRDefault="00414591" w:rsidP="00414591">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70C8DAA2" w14:textId="77777777" w:rsidR="00414591" w:rsidRPr="000855FF" w:rsidRDefault="00414591" w:rsidP="00414591">
            <w:pPr>
              <w:widowControl w:val="0"/>
              <w:snapToGrid w:val="0"/>
              <w:spacing w:line="300" w:lineRule="auto"/>
              <w:ind w:right="170"/>
              <w:jc w:val="both"/>
              <w:rPr>
                <w:rFonts w:cstheme="minorHAnsi"/>
                <w:b/>
                <w:lang w:eastAsia="pl-PL"/>
              </w:rPr>
            </w:pPr>
          </w:p>
        </w:tc>
      </w:tr>
      <w:tr w:rsidR="00414591" w:rsidRPr="000855FF" w14:paraId="01353024" w14:textId="77777777" w:rsidTr="00414591">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7B13F37D" w14:textId="77777777" w:rsidR="00414591" w:rsidRPr="000855FF" w:rsidRDefault="00414591" w:rsidP="00414591">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4770EF5B" w14:textId="77777777" w:rsidR="00414591" w:rsidRPr="000855FF" w:rsidRDefault="00414591" w:rsidP="00414591">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29B5418" w14:textId="77777777" w:rsidR="00414591" w:rsidRPr="000855FF" w:rsidRDefault="00414591" w:rsidP="00414591">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BF5F4FC" w14:textId="77777777" w:rsidR="00414591" w:rsidRPr="000855FF" w:rsidRDefault="00414591" w:rsidP="00414591">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5C44057" w14:textId="77777777" w:rsidR="00414591" w:rsidRPr="000855FF" w:rsidRDefault="00414591" w:rsidP="00414591">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4E50673" w14:textId="77777777" w:rsidR="00414591" w:rsidRPr="000855FF" w:rsidRDefault="00414591" w:rsidP="00414591">
            <w:pPr>
              <w:widowControl w:val="0"/>
              <w:snapToGrid w:val="0"/>
              <w:spacing w:line="300" w:lineRule="auto"/>
              <w:ind w:right="170"/>
              <w:jc w:val="both"/>
              <w:rPr>
                <w:rFonts w:cstheme="minorHAnsi"/>
                <w:b/>
                <w:lang w:eastAsia="pl-PL"/>
              </w:rPr>
            </w:pPr>
          </w:p>
        </w:tc>
      </w:tr>
    </w:tbl>
    <w:p w14:paraId="281E25F9" w14:textId="4C1CD055" w:rsidR="001F2A6F" w:rsidRDefault="001F2A6F" w:rsidP="00414591">
      <w:pPr>
        <w:pStyle w:val="Akapitzlist"/>
        <w:spacing w:before="120" w:line="276" w:lineRule="auto"/>
        <w:ind w:left="284"/>
        <w:jc w:val="center"/>
        <w:outlineLvl w:val="0"/>
        <w:rPr>
          <w:rFonts w:cstheme="minorHAnsi"/>
          <w:sz w:val="16"/>
          <w:szCs w:val="16"/>
        </w:rPr>
      </w:pPr>
    </w:p>
    <w:p w14:paraId="087130E9" w14:textId="3AC0210D" w:rsidR="001F2A6F" w:rsidRDefault="001F2A6F" w:rsidP="00414591">
      <w:pPr>
        <w:pStyle w:val="Akapitzlist"/>
        <w:spacing w:before="120" w:line="276" w:lineRule="auto"/>
        <w:ind w:left="284"/>
        <w:jc w:val="center"/>
        <w:outlineLvl w:val="0"/>
        <w:rPr>
          <w:rFonts w:cstheme="minorHAnsi"/>
          <w:sz w:val="16"/>
          <w:szCs w:val="16"/>
        </w:rPr>
      </w:pPr>
    </w:p>
    <w:p w14:paraId="77C0C4EA" w14:textId="23FD99AD" w:rsidR="00EA234C" w:rsidRDefault="00EA234C" w:rsidP="00414591">
      <w:pPr>
        <w:pStyle w:val="Akapitzlist"/>
        <w:spacing w:before="120" w:line="276" w:lineRule="auto"/>
        <w:ind w:left="284"/>
        <w:jc w:val="center"/>
        <w:outlineLvl w:val="0"/>
        <w:rPr>
          <w:rFonts w:cstheme="minorHAnsi"/>
          <w:sz w:val="16"/>
          <w:szCs w:val="16"/>
        </w:rPr>
      </w:pPr>
    </w:p>
    <w:p w14:paraId="52FD3805" w14:textId="51405B64" w:rsidR="00EA234C" w:rsidRDefault="00EA234C" w:rsidP="00414591">
      <w:pPr>
        <w:pStyle w:val="Akapitzlist"/>
        <w:spacing w:before="120" w:line="276" w:lineRule="auto"/>
        <w:ind w:left="284"/>
        <w:jc w:val="center"/>
        <w:outlineLvl w:val="0"/>
        <w:rPr>
          <w:rFonts w:cstheme="minorHAnsi"/>
          <w:sz w:val="16"/>
          <w:szCs w:val="16"/>
        </w:rPr>
      </w:pPr>
    </w:p>
    <w:p w14:paraId="2CFEFA4C" w14:textId="6AB455FC" w:rsidR="00EA234C" w:rsidRDefault="00EA234C" w:rsidP="00414591">
      <w:pPr>
        <w:pStyle w:val="Akapitzlist"/>
        <w:spacing w:before="120" w:line="276" w:lineRule="auto"/>
        <w:ind w:left="284"/>
        <w:jc w:val="center"/>
        <w:outlineLvl w:val="0"/>
        <w:rPr>
          <w:rFonts w:cstheme="minorHAnsi"/>
          <w:sz w:val="16"/>
          <w:szCs w:val="16"/>
        </w:rPr>
      </w:pPr>
    </w:p>
    <w:p w14:paraId="235390AC" w14:textId="53931F56" w:rsidR="00EA234C" w:rsidRDefault="00EA234C" w:rsidP="00414591">
      <w:pPr>
        <w:pStyle w:val="Akapitzlist"/>
        <w:spacing w:before="120" w:line="276" w:lineRule="auto"/>
        <w:ind w:left="284"/>
        <w:jc w:val="center"/>
        <w:outlineLvl w:val="0"/>
        <w:rPr>
          <w:rFonts w:cstheme="minorHAnsi"/>
          <w:sz w:val="16"/>
          <w:szCs w:val="16"/>
        </w:rPr>
      </w:pPr>
    </w:p>
    <w:p w14:paraId="4E2606AD" w14:textId="76EFB076" w:rsidR="00EA234C" w:rsidRDefault="00EA234C" w:rsidP="00414591">
      <w:pPr>
        <w:pStyle w:val="Akapitzlist"/>
        <w:spacing w:before="120" w:line="276" w:lineRule="auto"/>
        <w:ind w:left="284"/>
        <w:jc w:val="center"/>
        <w:outlineLvl w:val="0"/>
        <w:rPr>
          <w:rFonts w:cstheme="minorHAnsi"/>
          <w:sz w:val="16"/>
          <w:szCs w:val="16"/>
        </w:rPr>
      </w:pPr>
    </w:p>
    <w:p w14:paraId="64519002" w14:textId="1A24560B" w:rsidR="00EA234C" w:rsidRDefault="00EA234C" w:rsidP="00414591">
      <w:pPr>
        <w:pStyle w:val="Akapitzlist"/>
        <w:spacing w:before="120" w:line="276" w:lineRule="auto"/>
        <w:ind w:left="284"/>
        <w:jc w:val="center"/>
        <w:outlineLvl w:val="0"/>
        <w:rPr>
          <w:rFonts w:cstheme="minorHAnsi"/>
          <w:sz w:val="16"/>
          <w:szCs w:val="16"/>
        </w:rPr>
      </w:pPr>
    </w:p>
    <w:p w14:paraId="7F05972B" w14:textId="1541D7AE" w:rsidR="00EA234C" w:rsidRDefault="00EA234C" w:rsidP="00414591">
      <w:pPr>
        <w:pStyle w:val="Akapitzlist"/>
        <w:spacing w:before="120" w:line="276" w:lineRule="auto"/>
        <w:ind w:left="284"/>
        <w:jc w:val="center"/>
        <w:outlineLvl w:val="0"/>
        <w:rPr>
          <w:rFonts w:cstheme="minorHAnsi"/>
          <w:sz w:val="16"/>
          <w:szCs w:val="16"/>
        </w:rPr>
      </w:pPr>
    </w:p>
    <w:p w14:paraId="19FBE702" w14:textId="545E8481" w:rsidR="00EA234C" w:rsidRDefault="00EA234C" w:rsidP="00414591">
      <w:pPr>
        <w:pStyle w:val="Akapitzlist"/>
        <w:spacing w:before="120" w:line="276" w:lineRule="auto"/>
        <w:ind w:left="284"/>
        <w:jc w:val="center"/>
        <w:outlineLvl w:val="0"/>
        <w:rPr>
          <w:rFonts w:cstheme="minorHAnsi"/>
          <w:sz w:val="16"/>
          <w:szCs w:val="16"/>
        </w:rPr>
      </w:pPr>
    </w:p>
    <w:p w14:paraId="490E1A9C" w14:textId="2A98407A" w:rsidR="00EA234C" w:rsidRDefault="00EA234C" w:rsidP="00414591">
      <w:pPr>
        <w:pStyle w:val="Akapitzlist"/>
        <w:spacing w:before="120" w:line="276" w:lineRule="auto"/>
        <w:ind w:left="284"/>
        <w:jc w:val="center"/>
        <w:outlineLvl w:val="0"/>
        <w:rPr>
          <w:rFonts w:cstheme="minorHAnsi"/>
          <w:sz w:val="16"/>
          <w:szCs w:val="16"/>
        </w:rPr>
      </w:pPr>
    </w:p>
    <w:p w14:paraId="2DEE416B" w14:textId="43636F6E" w:rsidR="00EA234C" w:rsidRDefault="00EA234C" w:rsidP="00414591">
      <w:pPr>
        <w:pStyle w:val="Akapitzlist"/>
        <w:spacing w:before="120" w:line="276" w:lineRule="auto"/>
        <w:ind w:left="284"/>
        <w:jc w:val="center"/>
        <w:outlineLvl w:val="0"/>
        <w:rPr>
          <w:rFonts w:cstheme="minorHAnsi"/>
          <w:sz w:val="16"/>
          <w:szCs w:val="16"/>
        </w:rPr>
      </w:pPr>
    </w:p>
    <w:p w14:paraId="58B69EE9" w14:textId="034F0BD4" w:rsidR="00EA234C" w:rsidRDefault="00EA234C" w:rsidP="00414591">
      <w:pPr>
        <w:pStyle w:val="Akapitzlist"/>
        <w:spacing w:before="120" w:line="276" w:lineRule="auto"/>
        <w:ind w:left="284"/>
        <w:jc w:val="center"/>
        <w:outlineLvl w:val="0"/>
        <w:rPr>
          <w:rFonts w:cstheme="minorHAnsi"/>
          <w:sz w:val="16"/>
          <w:szCs w:val="16"/>
        </w:rPr>
      </w:pPr>
    </w:p>
    <w:p w14:paraId="0A8581AF" w14:textId="3D00EC4E" w:rsidR="00EA234C" w:rsidRDefault="00EA234C" w:rsidP="00414591">
      <w:pPr>
        <w:pStyle w:val="Akapitzlist"/>
        <w:spacing w:before="120" w:line="276" w:lineRule="auto"/>
        <w:ind w:left="284"/>
        <w:jc w:val="center"/>
        <w:outlineLvl w:val="0"/>
        <w:rPr>
          <w:rFonts w:cstheme="minorHAnsi"/>
          <w:sz w:val="16"/>
          <w:szCs w:val="16"/>
        </w:rPr>
      </w:pPr>
    </w:p>
    <w:p w14:paraId="677639A9" w14:textId="77777777" w:rsidR="00EA234C" w:rsidRDefault="00EA234C" w:rsidP="00414591">
      <w:pPr>
        <w:pStyle w:val="Akapitzlist"/>
        <w:spacing w:before="120" w:line="276" w:lineRule="auto"/>
        <w:ind w:left="284"/>
        <w:jc w:val="center"/>
        <w:outlineLvl w:val="0"/>
        <w:rPr>
          <w:rFonts w:cstheme="minorHAnsi"/>
          <w:sz w:val="16"/>
          <w:szCs w:val="16"/>
        </w:rPr>
      </w:pPr>
    </w:p>
    <w:p w14:paraId="4CD57E8A" w14:textId="77777777" w:rsidR="00414591" w:rsidRDefault="00414591" w:rsidP="00414591">
      <w:pPr>
        <w:spacing w:line="240" w:lineRule="exact"/>
        <w:ind w:left="4690" w:right="-993" w:firstLine="708"/>
        <w:rPr>
          <w:rFonts w:cstheme="minorHAnsi"/>
          <w:sz w:val="16"/>
          <w:szCs w:val="16"/>
        </w:rPr>
      </w:pPr>
      <w:r>
        <w:rPr>
          <w:rFonts w:cstheme="minorHAnsi"/>
          <w:sz w:val="16"/>
          <w:szCs w:val="16"/>
        </w:rPr>
        <w:t>..........................................................................</w:t>
      </w:r>
    </w:p>
    <w:p w14:paraId="356442A9" w14:textId="77777777" w:rsidR="00414591" w:rsidRDefault="00414591" w:rsidP="00414591">
      <w:pPr>
        <w:ind w:left="5398" w:right="68" w:hanging="153"/>
        <w:jc w:val="center"/>
        <w:rPr>
          <w:rFonts w:cstheme="minorHAnsi"/>
          <w:i/>
          <w:sz w:val="16"/>
          <w:szCs w:val="16"/>
        </w:rPr>
      </w:pPr>
      <w:r>
        <w:rPr>
          <w:rFonts w:cstheme="minorHAnsi"/>
          <w:i/>
          <w:sz w:val="16"/>
          <w:szCs w:val="16"/>
        </w:rPr>
        <w:t>Data i podpisy osób uprawnionych do składania</w:t>
      </w:r>
    </w:p>
    <w:p w14:paraId="6B775BDE" w14:textId="4A3FD768" w:rsidR="001F2A6F" w:rsidRPr="001F2A6F" w:rsidRDefault="00414591" w:rsidP="001F2A6F">
      <w:pPr>
        <w:pStyle w:val="Akapitzlist"/>
        <w:spacing w:before="120" w:line="276" w:lineRule="auto"/>
        <w:ind w:left="4821" w:firstLine="135"/>
        <w:jc w:val="center"/>
        <w:outlineLvl w:val="0"/>
        <w:rPr>
          <w:rFonts w:cstheme="minorHAnsi"/>
          <w:i/>
          <w:sz w:val="16"/>
          <w:szCs w:val="16"/>
        </w:rPr>
      </w:pPr>
      <w:r>
        <w:rPr>
          <w:rFonts w:cstheme="minorHAnsi"/>
          <w:i/>
          <w:sz w:val="16"/>
          <w:szCs w:val="16"/>
        </w:rPr>
        <w:t xml:space="preserve"> oświadczeń woli w imieniu Wykonawcy</w:t>
      </w:r>
    </w:p>
    <w:p w14:paraId="01A33201" w14:textId="77777777" w:rsidR="00414591" w:rsidRDefault="00414591" w:rsidP="00414591">
      <w:pPr>
        <w:jc w:val="right"/>
        <w:rPr>
          <w:rFonts w:ascii="Verdana" w:eastAsia="Verdana" w:hAnsi="Verdana" w:cs="Times New Roman"/>
          <w:b/>
        </w:rPr>
      </w:pPr>
      <w:r w:rsidRPr="006F7CF2">
        <w:rPr>
          <w:rFonts w:ascii="Verdana" w:eastAsia="Verdana" w:hAnsi="Verdana" w:cs="Times New Roman"/>
          <w:b/>
        </w:rPr>
        <w:lastRenderedPageBreak/>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6CC20303" w14:textId="77777777" w:rsidR="00414591" w:rsidRDefault="00414591" w:rsidP="00414591">
      <w:pPr>
        <w:jc w:val="right"/>
        <w:rPr>
          <w:rFonts w:ascii="Verdana" w:eastAsia="Verdana" w:hAnsi="Verdana" w:cs="Times New Roman"/>
          <w:b/>
        </w:rPr>
      </w:pPr>
    </w:p>
    <w:p w14:paraId="69FA8233" w14:textId="77777777" w:rsidR="00414591" w:rsidRPr="00535E9B" w:rsidRDefault="00414591" w:rsidP="00414591">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414591" w:rsidRPr="006B56FD" w14:paraId="048DE3FC" w14:textId="77777777" w:rsidTr="00414591">
        <w:trPr>
          <w:trHeight w:val="1820"/>
        </w:trPr>
        <w:tc>
          <w:tcPr>
            <w:tcW w:w="4248" w:type="dxa"/>
            <w:tcBorders>
              <w:right w:val="single" w:sz="4" w:space="0" w:color="auto"/>
            </w:tcBorders>
          </w:tcPr>
          <w:p w14:paraId="4A61CA80" w14:textId="77777777" w:rsidR="00414591" w:rsidRPr="006B56FD" w:rsidRDefault="00414591" w:rsidP="0041459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26087" w14:textId="77777777" w:rsidR="00414591" w:rsidRDefault="00414591" w:rsidP="00414591">
            <w:pPr>
              <w:ind w:right="28"/>
              <w:rPr>
                <w:rFonts w:asciiTheme="minorHAnsi" w:hAnsiTheme="minorHAnsi" w:cstheme="minorHAnsi"/>
              </w:rPr>
            </w:pPr>
          </w:p>
          <w:p w14:paraId="045DCE39" w14:textId="77777777" w:rsidR="00414591" w:rsidRPr="006B56FD" w:rsidRDefault="00414591" w:rsidP="00414591">
            <w:pPr>
              <w:ind w:right="28"/>
              <w:rPr>
                <w:rFonts w:asciiTheme="minorHAnsi" w:hAnsiTheme="minorHAnsi" w:cstheme="minorHAnsi"/>
              </w:rPr>
            </w:pPr>
          </w:p>
          <w:p w14:paraId="5F9E0ECD" w14:textId="77777777" w:rsidR="00414591" w:rsidRPr="006B56FD" w:rsidRDefault="00414591" w:rsidP="00EA234C">
            <w:pPr>
              <w:ind w:right="28"/>
              <w:jc w:val="center"/>
              <w:rPr>
                <w:rFonts w:asciiTheme="minorHAnsi" w:hAnsiTheme="minorHAnsi" w:cstheme="minorHAnsi"/>
              </w:rPr>
            </w:pPr>
          </w:p>
        </w:tc>
        <w:tc>
          <w:tcPr>
            <w:tcW w:w="992" w:type="dxa"/>
            <w:tcBorders>
              <w:top w:val="nil"/>
              <w:left w:val="single" w:sz="4" w:space="0" w:color="auto"/>
              <w:bottom w:val="nil"/>
              <w:right w:val="single" w:sz="4" w:space="0" w:color="auto"/>
            </w:tcBorders>
          </w:tcPr>
          <w:p w14:paraId="4DAAC682" w14:textId="77777777" w:rsidR="00414591" w:rsidRPr="006B56FD" w:rsidRDefault="00414591" w:rsidP="00414591">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2B8E429E" w14:textId="77777777" w:rsidR="00414591" w:rsidRPr="006B56FD" w:rsidRDefault="00414591" w:rsidP="0041459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B9E75A1" w14:textId="77777777" w:rsidR="00414591" w:rsidRPr="002040C7" w:rsidRDefault="00414591" w:rsidP="00414591">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91346E0" w14:textId="77777777" w:rsidR="00414591" w:rsidRPr="002040C7" w:rsidRDefault="00414591" w:rsidP="00414591">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5392F1B7" w14:textId="77777777" w:rsidR="00414591" w:rsidRPr="002040C7" w:rsidRDefault="00414591" w:rsidP="00414591">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474FDA5D" w14:textId="77777777" w:rsidR="00414591" w:rsidRPr="002040C7" w:rsidRDefault="00414591" w:rsidP="00414591">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5D78F64E" w14:textId="77777777" w:rsidR="00414591" w:rsidRPr="006B56FD" w:rsidRDefault="00414591" w:rsidP="00414591">
            <w:pPr>
              <w:spacing w:line="360" w:lineRule="auto"/>
              <w:jc w:val="center"/>
              <w:rPr>
                <w:rFonts w:asciiTheme="minorHAnsi" w:eastAsiaTheme="majorEastAsia" w:hAnsiTheme="minorHAnsi" w:cstheme="minorHAnsi"/>
                <w:i/>
                <w:iCs/>
              </w:rPr>
            </w:pPr>
          </w:p>
        </w:tc>
      </w:tr>
    </w:tbl>
    <w:p w14:paraId="526FDF43" w14:textId="77777777" w:rsidR="00414591" w:rsidRDefault="00414591" w:rsidP="00414591">
      <w:pPr>
        <w:rPr>
          <w:rFonts w:ascii="Verdana" w:eastAsia="Verdana" w:hAnsi="Verdana" w:cs="Times New Roman"/>
          <w:b/>
        </w:rPr>
      </w:pPr>
    </w:p>
    <w:p w14:paraId="28D4E755" w14:textId="77777777" w:rsidR="00414591" w:rsidRPr="00A62B4C" w:rsidRDefault="00414591" w:rsidP="00414591">
      <w:pPr>
        <w:rPr>
          <w:rFonts w:ascii="Verdana" w:eastAsia="Verdana" w:hAnsi="Verdana" w:cs="Times New Roman"/>
        </w:rPr>
      </w:pPr>
    </w:p>
    <w:p w14:paraId="0ABB6121" w14:textId="77777777" w:rsidR="00414591" w:rsidRDefault="00414591" w:rsidP="00414591">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5189D9C6" w14:textId="77777777" w:rsidR="00414591" w:rsidRDefault="00414591" w:rsidP="00414591">
      <w:pPr>
        <w:rPr>
          <w:rFonts w:eastAsia="Calibri" w:cstheme="minorHAnsi"/>
          <w:sz w:val="20"/>
          <w:lang w:eastAsia="pl-PL"/>
        </w:rPr>
      </w:pPr>
    </w:p>
    <w:p w14:paraId="30744FE8" w14:textId="58E427AC" w:rsidR="00414591" w:rsidRPr="00E14432" w:rsidRDefault="00414591" w:rsidP="00414591">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1555C6" w:rsidRPr="00706970">
        <w:rPr>
          <w:rFonts w:cstheme="minorHAnsi"/>
          <w:b/>
          <w:noProof/>
          <w:sz w:val="20"/>
        </w:rPr>
        <w:t>POST/DYS/OW/GZ/02190/2025</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1555C6" w:rsidRPr="00706970">
        <w:rPr>
          <w:rFonts w:eastAsia="Calibri" w:cstheme="minorHAnsi"/>
          <w:b/>
          <w:i/>
          <w:noProof/>
          <w:sz w:val="20"/>
          <w:lang w:eastAsia="pl-PL"/>
        </w:rPr>
        <w:t>Prace budowlane w podziale na: - Prace budowlane w zakresie przyłączenia w m. Kajetany gm. Nadarzyn zgodnie z umową 23-G0/S/00380, D1GI/23PG201562 - Prace budowlane w zakresie przyłączenia w m. Mikówiec gm. Góra Kalwaria; zgodnie z umową 23-G0/S/00601, D1GI/23PG201052 - Prace budowlane w zakresie przyłączenia w m. Wieliczna gm. Stoczek zgodnie z umową 21-G0/S/00249, D1GI/21OG700016</w:t>
      </w:r>
      <w:r>
        <w:rPr>
          <w:rFonts w:eastAsia="Calibri" w:cstheme="minorHAnsi"/>
          <w:b/>
          <w:i/>
          <w:sz w:val="20"/>
          <w:lang w:eastAsia="pl-PL"/>
        </w:rPr>
        <w:fldChar w:fldCharType="end"/>
      </w:r>
      <w:r w:rsidRPr="00837E9A">
        <w:rPr>
          <w:rFonts w:eastAsia="Calibri" w:cstheme="minorHAnsi"/>
          <w:b/>
          <w:i/>
          <w:sz w:val="20"/>
          <w:lang w:eastAsia="pl-PL"/>
        </w:rPr>
        <w:t>.</w:t>
      </w:r>
    </w:p>
    <w:p w14:paraId="792A3BFD" w14:textId="77777777" w:rsidR="00414591" w:rsidRPr="00B67D39" w:rsidRDefault="00414591" w:rsidP="00414591">
      <w:pPr>
        <w:jc w:val="center"/>
        <w:rPr>
          <w:rFonts w:eastAsia="Verdana" w:cs="Times New Roman"/>
          <w:szCs w:val="18"/>
        </w:rPr>
      </w:pPr>
    </w:p>
    <w:p w14:paraId="644C4867" w14:textId="77777777" w:rsidR="00414591" w:rsidRPr="009C2468" w:rsidRDefault="00414591" w:rsidP="00414591">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5D827C0C" w14:textId="77777777" w:rsidR="00414591" w:rsidRPr="009C2468" w:rsidRDefault="00414591" w:rsidP="00414591">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71DDB006" w14:textId="77777777" w:rsidR="00414591" w:rsidRPr="009C2468" w:rsidRDefault="00414591" w:rsidP="00414591">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60B6C3F3" w14:textId="77777777" w:rsidR="00414591" w:rsidRPr="009C2468" w:rsidRDefault="00414591" w:rsidP="00414591">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5E881F29" w14:textId="77777777" w:rsidR="00414591" w:rsidRPr="009C2468" w:rsidRDefault="00414591" w:rsidP="00414591">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7205897" w14:textId="77777777" w:rsidR="00414591" w:rsidRPr="009C2468" w:rsidRDefault="00414591" w:rsidP="00414591">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EF35387" w14:textId="77777777" w:rsidR="00414591" w:rsidRPr="009C2468" w:rsidRDefault="00414591" w:rsidP="00414591">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77D81E22" w14:textId="77777777" w:rsidR="00414591" w:rsidRPr="007B5C8C" w:rsidRDefault="00414591" w:rsidP="00414591">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273D34CD" w14:textId="040EA575" w:rsidR="00414591" w:rsidRDefault="00414591" w:rsidP="00414591">
      <w:pPr>
        <w:rPr>
          <w:rFonts w:cstheme="minorHAnsi"/>
        </w:rPr>
      </w:pPr>
    </w:p>
    <w:p w14:paraId="721F7662" w14:textId="77777777" w:rsidR="00414591" w:rsidRPr="009C2468" w:rsidRDefault="00414591" w:rsidP="00414591">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C0D8C9B" w14:textId="77777777" w:rsidR="00414591" w:rsidRPr="001E7FD1" w:rsidRDefault="00414591" w:rsidP="00414591">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19546C04" w14:textId="77777777" w:rsidR="00414591" w:rsidRPr="00535E9B" w:rsidRDefault="00414591" w:rsidP="00414591">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56C095BE" w14:textId="77777777" w:rsidR="00414591" w:rsidRDefault="00414591" w:rsidP="00414591">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414591" w:rsidRPr="003C16EE" w14:paraId="1702DDC4" w14:textId="77777777" w:rsidTr="00414591">
        <w:trPr>
          <w:trHeight w:val="1820"/>
          <w:jc w:val="center"/>
        </w:trPr>
        <w:tc>
          <w:tcPr>
            <w:tcW w:w="3965" w:type="dxa"/>
            <w:tcBorders>
              <w:right w:val="single" w:sz="4" w:space="0" w:color="auto"/>
            </w:tcBorders>
          </w:tcPr>
          <w:p w14:paraId="353D6E05" w14:textId="77777777" w:rsidR="00414591" w:rsidRPr="003C16EE" w:rsidRDefault="00414591" w:rsidP="00414591">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10B2810C" w14:textId="77777777" w:rsidR="00414591" w:rsidRPr="003C16EE" w:rsidRDefault="00414591" w:rsidP="00414591">
            <w:pPr>
              <w:ind w:right="28"/>
              <w:rPr>
                <w:rFonts w:asciiTheme="minorHAnsi" w:hAnsiTheme="minorHAnsi" w:cstheme="minorHAnsi"/>
              </w:rPr>
            </w:pPr>
          </w:p>
          <w:p w14:paraId="166421E7" w14:textId="77777777" w:rsidR="00414591" w:rsidRPr="003C16EE" w:rsidRDefault="00414591" w:rsidP="00EA234C">
            <w:pPr>
              <w:ind w:right="28"/>
              <w:jc w:val="center"/>
              <w:rPr>
                <w:rFonts w:asciiTheme="minorHAnsi" w:hAnsiTheme="minorHAnsi" w:cstheme="minorHAnsi"/>
              </w:rPr>
            </w:pPr>
          </w:p>
        </w:tc>
        <w:tc>
          <w:tcPr>
            <w:tcW w:w="850" w:type="dxa"/>
            <w:tcBorders>
              <w:top w:val="nil"/>
              <w:left w:val="single" w:sz="4" w:space="0" w:color="auto"/>
              <w:bottom w:val="nil"/>
              <w:right w:val="single" w:sz="4" w:space="0" w:color="auto"/>
            </w:tcBorders>
          </w:tcPr>
          <w:p w14:paraId="1A755CC8" w14:textId="77777777" w:rsidR="00414591" w:rsidRPr="003C16EE" w:rsidRDefault="00414591" w:rsidP="00414591">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3753189" w14:textId="77777777" w:rsidR="00414591" w:rsidRPr="003C16EE" w:rsidRDefault="00414591" w:rsidP="00414591">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61FA162E" w14:textId="77777777" w:rsidR="00414591" w:rsidRPr="003C16EE" w:rsidRDefault="00414591" w:rsidP="00414591">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5231D281" w14:textId="77777777" w:rsidR="00414591" w:rsidRPr="003C16EE" w:rsidRDefault="00414591" w:rsidP="00414591">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5C657900" w14:textId="77777777" w:rsidR="00414591" w:rsidRPr="004143F4" w:rsidRDefault="00414591" w:rsidP="00414591">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3BDFE28C" w14:textId="77777777" w:rsidR="00414591" w:rsidRPr="003C16EE" w:rsidRDefault="00414591" w:rsidP="00414591">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640277ED" w14:textId="77777777" w:rsidR="00414591" w:rsidRPr="00A62B4C" w:rsidRDefault="00414591" w:rsidP="00414591">
      <w:pPr>
        <w:jc w:val="both"/>
        <w:rPr>
          <w:rFonts w:ascii="Verdana" w:eastAsia="Verdana" w:hAnsi="Verdana" w:cs="Times New Roman"/>
        </w:rPr>
      </w:pPr>
    </w:p>
    <w:p w14:paraId="4DBFA320" w14:textId="77777777" w:rsidR="00414591" w:rsidRPr="00381365" w:rsidRDefault="00414591" w:rsidP="00414591">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4BE1EF45" w14:textId="77777777" w:rsidR="00414591" w:rsidRPr="00A62B4C" w:rsidRDefault="00414591" w:rsidP="00414591">
      <w:pPr>
        <w:jc w:val="both"/>
        <w:rPr>
          <w:rFonts w:ascii="Verdana" w:eastAsia="Verdana" w:hAnsi="Verdana" w:cs="Times New Roman"/>
        </w:rPr>
      </w:pPr>
    </w:p>
    <w:p w14:paraId="35A51271" w14:textId="7D7A28D6" w:rsidR="00414591" w:rsidRPr="00381365" w:rsidRDefault="00414591" w:rsidP="00414591">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1555C6" w:rsidRPr="00706970">
        <w:rPr>
          <w:rFonts w:cstheme="minorHAnsi"/>
          <w:b/>
          <w:noProof/>
          <w:lang w:eastAsia="pl-PL"/>
        </w:rPr>
        <w:t>POST/DYS/OW/GZ/02190/2025</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1555C6" w:rsidRPr="00706970">
        <w:rPr>
          <w:rFonts w:cstheme="minorHAnsi"/>
          <w:b/>
          <w:noProof/>
        </w:rPr>
        <w:t>Prace budowlane w podziale na: - Prace budowlane w zakresie przyłączenia w m. Kajetany gm. Nadarzyn zgodnie z umową 23-G0/S/00380, D1GI/23PG201562 - Prace budowlane w zakresie przyłączenia w m. Mikówiec gm. Góra Kalwaria; zgodnie z umową 23-G0/S/00601, D1GI/23PG201052 - Prace budowlane w zakresie przyłączenia w m. Wieliczna gm. Stoczek zgodnie z umową 21-G0/S/00249, D1GI/21OG700016</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18C153DE" w14:textId="77777777" w:rsidR="00414591" w:rsidRDefault="00414591" w:rsidP="00414591">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414591" w:rsidRPr="00381365" w14:paraId="07820CB1" w14:textId="77777777" w:rsidTr="0041459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4BBB24D1"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5805677" w14:textId="77777777" w:rsidR="00414591" w:rsidRPr="00381365" w:rsidRDefault="00414591" w:rsidP="00414591">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414591" w:rsidRPr="00381365" w14:paraId="502C1E1C" w14:textId="77777777" w:rsidTr="0041459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232DA6A3"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20CC1FF6" w14:textId="77777777" w:rsidR="00414591" w:rsidRDefault="00414591" w:rsidP="00414591">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2A8F2285" w14:textId="5A94FD74" w:rsidR="00EA234C" w:rsidRPr="00381365" w:rsidRDefault="00EA234C" w:rsidP="00414591">
            <w:pPr>
              <w:pStyle w:val="opis"/>
              <w:spacing w:line="300" w:lineRule="auto"/>
              <w:ind w:left="0"/>
              <w:jc w:val="left"/>
              <w:rPr>
                <w:rFonts w:asciiTheme="minorHAnsi" w:hAnsiTheme="minorHAnsi" w:cstheme="minorHAnsi"/>
                <w:sz w:val="18"/>
                <w:szCs w:val="18"/>
              </w:rPr>
            </w:pPr>
          </w:p>
        </w:tc>
      </w:tr>
      <w:tr w:rsidR="00414591" w:rsidRPr="00381365" w14:paraId="092CDB6F" w14:textId="77777777" w:rsidTr="0041459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78BF130"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3C2B6ED4" w14:textId="77777777" w:rsidR="00414591" w:rsidRDefault="00414591" w:rsidP="00414591">
            <w:pPr>
              <w:rPr>
                <w:rFonts w:cstheme="minorHAnsi"/>
                <w:szCs w:val="18"/>
              </w:rPr>
            </w:pPr>
            <w:r w:rsidRPr="00381365">
              <w:rPr>
                <w:rFonts w:cstheme="minorHAnsi"/>
                <w:szCs w:val="18"/>
              </w:rPr>
              <w:t>Adres siedziby podmiotu przetwarzającego - prosimy o podanie adresu siedziby z CEIDG lub KRS:</w:t>
            </w:r>
          </w:p>
          <w:p w14:paraId="36983B6F" w14:textId="72121E90" w:rsidR="00EA234C" w:rsidRPr="00381365" w:rsidRDefault="00EA234C" w:rsidP="00414591">
            <w:pPr>
              <w:rPr>
                <w:rFonts w:cstheme="minorHAnsi"/>
                <w:szCs w:val="18"/>
              </w:rPr>
            </w:pPr>
          </w:p>
        </w:tc>
      </w:tr>
      <w:tr w:rsidR="00414591" w:rsidRPr="00381365" w14:paraId="2AED8680" w14:textId="77777777" w:rsidTr="0041459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18EAD717"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044A55D1" w14:textId="77777777" w:rsidR="00414591" w:rsidRPr="00381365" w:rsidRDefault="00414591" w:rsidP="00414591">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32CAD8D7" w14:textId="2D5CAA59" w:rsidR="00414591" w:rsidRPr="00381365" w:rsidRDefault="00414591" w:rsidP="00414591">
            <w:pPr>
              <w:pStyle w:val="opis"/>
              <w:spacing w:line="300" w:lineRule="auto"/>
              <w:ind w:left="0"/>
              <w:jc w:val="left"/>
              <w:rPr>
                <w:rFonts w:asciiTheme="minorHAnsi" w:hAnsiTheme="minorHAnsi" w:cstheme="minorHAnsi"/>
                <w:sz w:val="18"/>
                <w:szCs w:val="18"/>
              </w:rPr>
            </w:pPr>
          </w:p>
        </w:tc>
      </w:tr>
      <w:tr w:rsidR="00414591" w:rsidRPr="00381365" w14:paraId="751E7829" w14:textId="77777777" w:rsidTr="0041459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54DA088"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3E147EE9" w14:textId="77777777" w:rsidR="00414591" w:rsidRPr="00381365" w:rsidRDefault="00414591" w:rsidP="00414591">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33559413" w14:textId="6A9C6307" w:rsidR="00414591" w:rsidRPr="00381365" w:rsidRDefault="00414591" w:rsidP="00414591">
            <w:pPr>
              <w:pStyle w:val="opis"/>
              <w:spacing w:line="300" w:lineRule="auto"/>
              <w:ind w:left="0"/>
              <w:jc w:val="left"/>
              <w:rPr>
                <w:rFonts w:asciiTheme="minorHAnsi" w:hAnsiTheme="minorHAnsi" w:cstheme="minorHAnsi"/>
                <w:sz w:val="18"/>
                <w:szCs w:val="18"/>
              </w:rPr>
            </w:pPr>
          </w:p>
        </w:tc>
      </w:tr>
      <w:tr w:rsidR="00414591" w:rsidRPr="00381365" w14:paraId="72F017B7" w14:textId="77777777" w:rsidTr="0041459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F4C63D"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6BFBAED0" w14:textId="77777777" w:rsidR="00414591" w:rsidRDefault="00414591" w:rsidP="00EA234C">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71D0D108" w14:textId="377A5AD7" w:rsidR="00EA234C" w:rsidRPr="00381365" w:rsidRDefault="00EA234C" w:rsidP="00EA234C">
            <w:pPr>
              <w:rPr>
                <w:rFonts w:cstheme="minorHAnsi"/>
                <w:szCs w:val="18"/>
              </w:rPr>
            </w:pPr>
          </w:p>
        </w:tc>
      </w:tr>
      <w:tr w:rsidR="00414591" w:rsidRPr="00381365" w14:paraId="50012A31" w14:textId="77777777" w:rsidTr="0041459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CAB266"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1E2AFB0D" w14:textId="77777777" w:rsidR="00414591" w:rsidRPr="00381365" w:rsidRDefault="00414591" w:rsidP="00414591">
            <w:pPr>
              <w:rPr>
                <w:rFonts w:cstheme="minorHAnsi"/>
                <w:szCs w:val="18"/>
              </w:rPr>
            </w:pPr>
            <w:r w:rsidRPr="00381365">
              <w:rPr>
                <w:rFonts w:cstheme="minorHAnsi"/>
                <w:szCs w:val="18"/>
              </w:rPr>
              <w:t>Czy podmiot przetwarzający opracował polityki/procedury w zakresie ochrony danych osobowych?*</w:t>
            </w:r>
          </w:p>
          <w:p w14:paraId="71EDEF45" w14:textId="3D918FE4" w:rsidR="00414591" w:rsidRPr="00381365" w:rsidRDefault="00414591" w:rsidP="00414591">
            <w:pPr>
              <w:pStyle w:val="opis"/>
              <w:spacing w:line="300" w:lineRule="auto"/>
              <w:ind w:left="0"/>
              <w:jc w:val="left"/>
              <w:rPr>
                <w:rFonts w:asciiTheme="minorHAnsi" w:hAnsiTheme="minorHAnsi" w:cstheme="minorHAnsi"/>
                <w:sz w:val="18"/>
                <w:szCs w:val="18"/>
              </w:rPr>
            </w:pPr>
          </w:p>
        </w:tc>
      </w:tr>
      <w:tr w:rsidR="00414591" w:rsidRPr="00381365" w14:paraId="4C615D24" w14:textId="77777777" w:rsidTr="0041459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BC8B04"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772E03E6" w14:textId="77777777" w:rsidR="00414591" w:rsidRPr="00381365" w:rsidRDefault="00414591" w:rsidP="00414591">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3B587A87" w14:textId="74F87E7E" w:rsidR="00414591" w:rsidRPr="00381365" w:rsidRDefault="00414591" w:rsidP="00414591">
            <w:pPr>
              <w:pStyle w:val="opis"/>
              <w:spacing w:line="300" w:lineRule="auto"/>
              <w:ind w:left="0"/>
              <w:jc w:val="left"/>
              <w:rPr>
                <w:rFonts w:asciiTheme="minorHAnsi" w:hAnsiTheme="minorHAnsi" w:cstheme="minorHAnsi"/>
                <w:sz w:val="18"/>
                <w:szCs w:val="18"/>
              </w:rPr>
            </w:pPr>
          </w:p>
        </w:tc>
      </w:tr>
      <w:tr w:rsidR="00414591" w:rsidRPr="00381365" w14:paraId="4BD0DD3C" w14:textId="77777777" w:rsidTr="0041459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E3F0E96"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641F6888" w14:textId="77777777" w:rsidR="00414591" w:rsidRPr="00381365" w:rsidRDefault="00414591" w:rsidP="00414591">
            <w:pPr>
              <w:rPr>
                <w:rFonts w:cstheme="minorHAnsi"/>
                <w:szCs w:val="18"/>
              </w:rPr>
            </w:pPr>
            <w:r w:rsidRPr="00381365">
              <w:rPr>
                <w:rFonts w:cstheme="minorHAnsi"/>
                <w:szCs w:val="18"/>
              </w:rPr>
              <w:t>Czy pracownicy podmiotu zostali zobowiązani do zachowania poufności przetwarzanych danych osobowych?</w:t>
            </w:r>
          </w:p>
          <w:p w14:paraId="23FA13A8" w14:textId="3890F686" w:rsidR="00414591" w:rsidRPr="00381365" w:rsidRDefault="00414591" w:rsidP="00414591">
            <w:pPr>
              <w:pStyle w:val="opis"/>
              <w:spacing w:line="300" w:lineRule="auto"/>
              <w:ind w:left="0"/>
              <w:jc w:val="left"/>
              <w:rPr>
                <w:rFonts w:asciiTheme="minorHAnsi" w:hAnsiTheme="minorHAnsi" w:cstheme="minorHAnsi"/>
                <w:sz w:val="18"/>
                <w:szCs w:val="18"/>
              </w:rPr>
            </w:pPr>
          </w:p>
        </w:tc>
      </w:tr>
      <w:tr w:rsidR="00414591" w:rsidRPr="00381365" w14:paraId="698076D6" w14:textId="77777777" w:rsidTr="0041459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C43265"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FCE203C" w14:textId="77777777" w:rsidR="00414591" w:rsidRPr="00381365" w:rsidRDefault="00414591" w:rsidP="00414591">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31B78BF1" w14:textId="6097437D" w:rsidR="00414591" w:rsidRPr="00381365" w:rsidRDefault="00414591" w:rsidP="00414591">
            <w:pPr>
              <w:rPr>
                <w:rFonts w:cstheme="minorHAnsi"/>
                <w:szCs w:val="18"/>
              </w:rPr>
            </w:pPr>
          </w:p>
        </w:tc>
      </w:tr>
      <w:tr w:rsidR="00414591" w:rsidRPr="00381365" w14:paraId="781C4CF0" w14:textId="77777777" w:rsidTr="0041459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5BEB3A"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615BD0BB" w14:textId="77777777" w:rsidR="00414591" w:rsidRPr="00381365" w:rsidRDefault="00414591" w:rsidP="00414591">
            <w:pPr>
              <w:rPr>
                <w:rFonts w:cstheme="minorHAnsi"/>
                <w:szCs w:val="18"/>
              </w:rPr>
            </w:pPr>
            <w:r w:rsidRPr="00381365">
              <w:rPr>
                <w:rFonts w:cstheme="minorHAnsi"/>
                <w:szCs w:val="18"/>
              </w:rPr>
              <w:t>Czy podmiot przetwarzający korzysta wyłącznie z licencjonowanych programów/systemów teleinformatycznych?</w:t>
            </w:r>
          </w:p>
          <w:p w14:paraId="1A638CC6" w14:textId="38944BFB" w:rsidR="00414591" w:rsidRPr="00381365" w:rsidRDefault="00414591" w:rsidP="00414591">
            <w:pPr>
              <w:rPr>
                <w:rFonts w:cstheme="minorHAnsi"/>
                <w:szCs w:val="18"/>
              </w:rPr>
            </w:pPr>
          </w:p>
        </w:tc>
      </w:tr>
      <w:tr w:rsidR="00414591" w:rsidRPr="00381365" w14:paraId="7B4F62D1" w14:textId="77777777" w:rsidTr="0041459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C07830"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22CFC3F3" w14:textId="77777777" w:rsidR="00414591" w:rsidRPr="00381365" w:rsidRDefault="00414591" w:rsidP="00414591">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179CF428" w14:textId="710CBD8D" w:rsidR="00414591" w:rsidRPr="00381365" w:rsidRDefault="00414591" w:rsidP="00414591">
            <w:pPr>
              <w:rPr>
                <w:rFonts w:cstheme="minorHAnsi"/>
                <w:szCs w:val="18"/>
              </w:rPr>
            </w:pPr>
          </w:p>
        </w:tc>
      </w:tr>
      <w:tr w:rsidR="00414591" w:rsidRPr="00381365" w14:paraId="04AA9A53" w14:textId="77777777" w:rsidTr="0041459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8EE649"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182549D3" w14:textId="77777777" w:rsidR="00414591" w:rsidRPr="00381365" w:rsidRDefault="00414591" w:rsidP="00414591">
            <w:pPr>
              <w:rPr>
                <w:rFonts w:cstheme="minorHAnsi"/>
                <w:szCs w:val="18"/>
              </w:rPr>
            </w:pPr>
            <w:r w:rsidRPr="00381365">
              <w:rPr>
                <w:rFonts w:cstheme="minorHAnsi"/>
                <w:szCs w:val="18"/>
              </w:rPr>
              <w:t xml:space="preserve">Czy podmiot przetwarzający tworzy kopie zapasowe dla systemów teleinformatycznych? </w:t>
            </w:r>
          </w:p>
          <w:p w14:paraId="698DEC2E" w14:textId="4537AB24" w:rsidR="00414591" w:rsidRPr="00381365" w:rsidRDefault="00414591" w:rsidP="00414591">
            <w:pPr>
              <w:rPr>
                <w:rFonts w:cstheme="minorHAnsi"/>
                <w:szCs w:val="18"/>
              </w:rPr>
            </w:pPr>
          </w:p>
        </w:tc>
      </w:tr>
      <w:tr w:rsidR="00414591" w:rsidRPr="00381365" w14:paraId="5155CB44" w14:textId="77777777" w:rsidTr="0041459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EF0E10"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30FB4039" w14:textId="77777777" w:rsidR="00414591" w:rsidRPr="00381365" w:rsidRDefault="00414591" w:rsidP="00414591">
            <w:pPr>
              <w:rPr>
                <w:rFonts w:cstheme="minorHAnsi"/>
                <w:szCs w:val="18"/>
              </w:rPr>
            </w:pPr>
            <w:r w:rsidRPr="00381365">
              <w:rPr>
                <w:rFonts w:cstheme="minorHAnsi"/>
                <w:szCs w:val="18"/>
              </w:rPr>
              <w:t xml:space="preserve">Czy podmiot przetwarzający umożliwia realizację prawa jednostki zgodnie z RODO? </w:t>
            </w:r>
          </w:p>
          <w:p w14:paraId="31DB9E54" w14:textId="1490F011" w:rsidR="00414591" w:rsidRPr="00381365" w:rsidRDefault="00414591" w:rsidP="00414591">
            <w:pPr>
              <w:rPr>
                <w:rFonts w:cstheme="minorHAnsi"/>
                <w:szCs w:val="18"/>
              </w:rPr>
            </w:pPr>
          </w:p>
        </w:tc>
      </w:tr>
      <w:tr w:rsidR="00414591" w:rsidRPr="00381365" w14:paraId="3C8A6961" w14:textId="77777777" w:rsidTr="0041459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363C5DE"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5AAD182" w14:textId="77777777" w:rsidR="00414591" w:rsidRPr="00381365" w:rsidRDefault="00414591" w:rsidP="00414591">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0534255F" w14:textId="025DC539" w:rsidR="00414591" w:rsidRPr="00381365" w:rsidRDefault="00414591" w:rsidP="00414591">
            <w:pPr>
              <w:rPr>
                <w:rFonts w:cstheme="minorHAnsi"/>
                <w:szCs w:val="18"/>
              </w:rPr>
            </w:pPr>
          </w:p>
        </w:tc>
      </w:tr>
      <w:tr w:rsidR="00414591" w:rsidRPr="00381365" w14:paraId="76D18193" w14:textId="77777777" w:rsidTr="0041459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F98D19" w14:textId="77777777" w:rsidR="00414591" w:rsidRPr="00381365" w:rsidRDefault="00414591" w:rsidP="00414591">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14A6D047" w14:textId="77777777" w:rsidR="00414591" w:rsidRPr="00381365" w:rsidRDefault="00414591" w:rsidP="00414591">
            <w:pPr>
              <w:rPr>
                <w:rFonts w:cstheme="minorHAnsi"/>
                <w:szCs w:val="18"/>
              </w:rPr>
            </w:pPr>
            <w:r w:rsidRPr="00381365">
              <w:rPr>
                <w:rFonts w:cstheme="minorHAnsi"/>
                <w:szCs w:val="18"/>
              </w:rPr>
              <w:t>Prosimy o wskazanie danych osoby wypełniającej ankietę (imię, nazwisko, stanowisko, telefon, adres email):</w:t>
            </w:r>
          </w:p>
          <w:p w14:paraId="5E90DF40" w14:textId="75A486BF" w:rsidR="00414591" w:rsidRPr="00381365" w:rsidRDefault="00414591" w:rsidP="00414591">
            <w:pPr>
              <w:rPr>
                <w:rFonts w:cstheme="minorHAnsi"/>
                <w:szCs w:val="18"/>
              </w:rPr>
            </w:pPr>
            <w:bookmarkStart w:id="7" w:name="_GoBack"/>
            <w:bookmarkEnd w:id="7"/>
          </w:p>
        </w:tc>
      </w:tr>
    </w:tbl>
    <w:p w14:paraId="5E64D0BF" w14:textId="77777777" w:rsidR="00414591" w:rsidRDefault="00414591" w:rsidP="00414591">
      <w:pPr>
        <w:rPr>
          <w:rFonts w:ascii="Verdana" w:eastAsia="Verdana" w:hAnsi="Verdana" w:cs="Times New Roman"/>
        </w:rPr>
      </w:pPr>
    </w:p>
    <w:p w14:paraId="5CA92266" w14:textId="77777777" w:rsidR="00414591" w:rsidRDefault="00414591" w:rsidP="00414591">
      <w:pPr>
        <w:rPr>
          <w:rFonts w:cstheme="minorHAnsi"/>
        </w:rPr>
      </w:pPr>
      <w:r w:rsidRPr="00381365">
        <w:rPr>
          <w:rFonts w:cstheme="minorHAnsi"/>
        </w:rPr>
        <w:t>*Zamawiający może zażądać przedstawienia ww. dokumentów.</w:t>
      </w:r>
    </w:p>
    <w:p w14:paraId="5F999C49" w14:textId="77777777" w:rsidR="00414591" w:rsidRDefault="00414591" w:rsidP="00414591">
      <w:pPr>
        <w:rPr>
          <w:rFonts w:cstheme="minorHAnsi"/>
        </w:rPr>
      </w:pPr>
    </w:p>
    <w:p w14:paraId="230D98AE" w14:textId="77777777" w:rsidR="00414591" w:rsidRDefault="00414591" w:rsidP="00414591">
      <w:pPr>
        <w:rPr>
          <w:rFonts w:cstheme="minorHAnsi"/>
        </w:rPr>
      </w:pPr>
    </w:p>
    <w:p w14:paraId="5BA6FDDC" w14:textId="77777777" w:rsidR="00414591" w:rsidRDefault="00414591" w:rsidP="00414591">
      <w:pPr>
        <w:rPr>
          <w:rFonts w:cstheme="minorHAnsi"/>
        </w:rPr>
      </w:pPr>
    </w:p>
    <w:p w14:paraId="3065D908" w14:textId="77777777" w:rsidR="00414591" w:rsidRDefault="00414591" w:rsidP="00414591">
      <w:pPr>
        <w:rPr>
          <w:rFonts w:cstheme="minorHAnsi"/>
        </w:rPr>
      </w:pPr>
    </w:p>
    <w:p w14:paraId="4E43E843" w14:textId="5B3F57E8" w:rsidR="00414591" w:rsidRDefault="00414591" w:rsidP="00414591">
      <w:pPr>
        <w:rPr>
          <w:rFonts w:cstheme="minorHAnsi"/>
        </w:rPr>
      </w:pPr>
    </w:p>
    <w:p w14:paraId="281C36B9" w14:textId="25015ADF" w:rsidR="00706B18" w:rsidRDefault="00706B18" w:rsidP="00414591">
      <w:pPr>
        <w:rPr>
          <w:rFonts w:cstheme="minorHAnsi"/>
        </w:rPr>
      </w:pPr>
    </w:p>
    <w:p w14:paraId="4007F461" w14:textId="596841A2" w:rsidR="00706B18" w:rsidRDefault="00706B18" w:rsidP="00414591">
      <w:pPr>
        <w:rPr>
          <w:rFonts w:cstheme="minorHAnsi"/>
        </w:rPr>
      </w:pPr>
    </w:p>
    <w:p w14:paraId="0FAAD692" w14:textId="1127114F" w:rsidR="00706B18" w:rsidRDefault="00706B18" w:rsidP="00414591">
      <w:pPr>
        <w:rPr>
          <w:rFonts w:cstheme="minorHAnsi"/>
        </w:rPr>
      </w:pPr>
    </w:p>
    <w:p w14:paraId="22CFCC62" w14:textId="345DCB19" w:rsidR="00706B18" w:rsidRDefault="00706B18" w:rsidP="00414591">
      <w:pPr>
        <w:rPr>
          <w:rFonts w:cstheme="minorHAnsi"/>
        </w:rPr>
      </w:pPr>
    </w:p>
    <w:p w14:paraId="0D454831" w14:textId="2F04A713" w:rsidR="00706B18" w:rsidRDefault="00706B18" w:rsidP="00414591">
      <w:pPr>
        <w:rPr>
          <w:rFonts w:cstheme="minorHAnsi"/>
        </w:rPr>
      </w:pPr>
    </w:p>
    <w:p w14:paraId="608A5B58" w14:textId="21875B3D" w:rsidR="00706B18" w:rsidRDefault="00706B18" w:rsidP="00414591">
      <w:pPr>
        <w:rPr>
          <w:rFonts w:cstheme="minorHAnsi"/>
        </w:rPr>
      </w:pPr>
    </w:p>
    <w:p w14:paraId="60C3F7B8" w14:textId="3FE781F6" w:rsidR="00706B18" w:rsidRDefault="00706B18" w:rsidP="00414591">
      <w:pPr>
        <w:rPr>
          <w:rFonts w:cstheme="minorHAnsi"/>
        </w:rPr>
      </w:pPr>
    </w:p>
    <w:p w14:paraId="2F718526" w14:textId="43058262" w:rsidR="00706B18" w:rsidRDefault="00706B18" w:rsidP="00414591">
      <w:pPr>
        <w:rPr>
          <w:rFonts w:cstheme="minorHAnsi"/>
        </w:rPr>
      </w:pPr>
    </w:p>
    <w:p w14:paraId="4567D01A" w14:textId="3DA15AF4" w:rsidR="00706B18" w:rsidRDefault="00706B18" w:rsidP="00414591">
      <w:pPr>
        <w:rPr>
          <w:rFonts w:cstheme="minorHAnsi"/>
        </w:rPr>
      </w:pPr>
    </w:p>
    <w:p w14:paraId="722B1C2D" w14:textId="0DA3DB93" w:rsidR="00706B18" w:rsidRDefault="00706B18" w:rsidP="00414591">
      <w:pPr>
        <w:rPr>
          <w:rFonts w:cstheme="minorHAnsi"/>
        </w:rPr>
      </w:pPr>
    </w:p>
    <w:p w14:paraId="622B5497" w14:textId="4FB77A6E" w:rsidR="00706B18" w:rsidRDefault="00706B18" w:rsidP="00414591">
      <w:pPr>
        <w:rPr>
          <w:rFonts w:cstheme="minorHAnsi"/>
        </w:rPr>
      </w:pPr>
    </w:p>
    <w:p w14:paraId="4CE0A327" w14:textId="465031D2" w:rsidR="00706B18" w:rsidRDefault="00706B18" w:rsidP="00414591">
      <w:pPr>
        <w:rPr>
          <w:rFonts w:cstheme="minorHAnsi"/>
        </w:rPr>
      </w:pPr>
    </w:p>
    <w:p w14:paraId="0D94286C" w14:textId="288F2ABE" w:rsidR="00706B18" w:rsidRDefault="00706B18" w:rsidP="00414591">
      <w:pPr>
        <w:rPr>
          <w:rFonts w:cstheme="minorHAnsi"/>
        </w:rPr>
      </w:pPr>
    </w:p>
    <w:p w14:paraId="17677F23" w14:textId="386B5ADF" w:rsidR="00706B18" w:rsidRDefault="00706B18" w:rsidP="00414591">
      <w:pPr>
        <w:rPr>
          <w:rFonts w:cstheme="minorHAnsi"/>
        </w:rPr>
      </w:pPr>
    </w:p>
    <w:p w14:paraId="5CD43392" w14:textId="7A171593" w:rsidR="00706B18" w:rsidRDefault="00706B18" w:rsidP="00414591">
      <w:pPr>
        <w:rPr>
          <w:rFonts w:cstheme="minorHAnsi"/>
        </w:rPr>
      </w:pPr>
    </w:p>
    <w:p w14:paraId="1E3242CF" w14:textId="77777777" w:rsidR="00414591" w:rsidRDefault="00414591" w:rsidP="00414591">
      <w:pPr>
        <w:rPr>
          <w:rFonts w:cstheme="minorHAnsi"/>
        </w:rPr>
      </w:pPr>
    </w:p>
    <w:p w14:paraId="0939CB54" w14:textId="77777777" w:rsidR="00414591" w:rsidRPr="009C2468" w:rsidRDefault="00414591" w:rsidP="00414591">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093A1DFA" w14:textId="77777777" w:rsidR="00414591" w:rsidRDefault="00414591" w:rsidP="00414591">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59CA5BD" w14:textId="77777777" w:rsidR="00414591" w:rsidRDefault="00414591" w:rsidP="00414591">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52B295E2" w14:textId="19742D9F" w:rsidR="00535E9B" w:rsidRPr="00414591" w:rsidRDefault="00535E9B" w:rsidP="00A62B4C">
      <w:pPr>
        <w:tabs>
          <w:tab w:val="left" w:pos="8509"/>
        </w:tabs>
        <w:rPr>
          <w:rFonts w:ascii="Verdana" w:eastAsia="Verdana" w:hAnsi="Verdana" w:cs="Times New Roman"/>
          <w:b/>
        </w:rPr>
      </w:pPr>
    </w:p>
    <w:sectPr w:rsidR="00535E9B" w:rsidRPr="00414591"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414591" w:rsidRDefault="00414591" w:rsidP="00582CE9">
      <w:pPr>
        <w:spacing w:after="0"/>
      </w:pPr>
      <w:r>
        <w:separator/>
      </w:r>
    </w:p>
  </w:endnote>
  <w:endnote w:type="continuationSeparator" w:id="0">
    <w:p w14:paraId="58927104" w14:textId="77777777" w:rsidR="00414591" w:rsidRDefault="00414591"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0BA5C515" w:rsidR="00414591" w:rsidRDefault="00414591">
        <w:pPr>
          <w:pStyle w:val="Stopka"/>
          <w:jc w:val="right"/>
        </w:pPr>
        <w:r>
          <w:fldChar w:fldCharType="begin"/>
        </w:r>
        <w:r>
          <w:instrText>PAGE   \* MERGEFORMAT</w:instrText>
        </w:r>
        <w:r>
          <w:fldChar w:fldCharType="separate"/>
        </w:r>
        <w:r w:rsidR="00EA234C">
          <w:rPr>
            <w:noProof/>
          </w:rPr>
          <w:t>11</w:t>
        </w:r>
        <w:r>
          <w:fldChar w:fldCharType="end"/>
        </w:r>
      </w:p>
    </w:sdtContent>
  </w:sdt>
  <w:p w14:paraId="4A5385B6" w14:textId="77777777" w:rsidR="00414591" w:rsidRDefault="004145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414591" w:rsidRDefault="00414591">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414591" w:rsidRDefault="004145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414591" w:rsidRDefault="00414591" w:rsidP="00582CE9">
      <w:pPr>
        <w:spacing w:after="0"/>
      </w:pPr>
      <w:r>
        <w:separator/>
      </w:r>
    </w:p>
  </w:footnote>
  <w:footnote w:type="continuationSeparator" w:id="0">
    <w:p w14:paraId="5681B395" w14:textId="77777777" w:rsidR="00414591" w:rsidRDefault="00414591" w:rsidP="00582CE9">
      <w:pPr>
        <w:spacing w:after="0"/>
      </w:pPr>
      <w:r>
        <w:continuationSeparator/>
      </w:r>
    </w:p>
  </w:footnote>
  <w:footnote w:id="1">
    <w:p w14:paraId="679895A9" w14:textId="77777777" w:rsidR="00414591" w:rsidRPr="00B67D39" w:rsidRDefault="00414591"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414591" w:rsidRPr="00F2601C" w:rsidRDefault="00414591"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414591" w:rsidRPr="00B67D39" w:rsidRDefault="00414591"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414591" w:rsidRPr="001A6201" w:rsidRDefault="00414591"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414591" w:rsidRPr="00B67D39" w:rsidRDefault="00414591"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414591" w:rsidRPr="00B67D39" w:rsidRDefault="00414591"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414591" w:rsidRDefault="00414591"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26DC60D3" w14:textId="77777777" w:rsidR="00414591" w:rsidRPr="00872F1F" w:rsidRDefault="00414591" w:rsidP="00414591">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F7B3AE4" w14:textId="77777777" w:rsidR="00414591" w:rsidRPr="00872F1F" w:rsidRDefault="00414591" w:rsidP="00414591">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658F3E87" w14:textId="77777777" w:rsidR="00414591" w:rsidRPr="00872F1F" w:rsidRDefault="00414591" w:rsidP="00414591">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435EAB11" w14:textId="77777777" w:rsidR="00414591" w:rsidRPr="00872F1F" w:rsidRDefault="00414591" w:rsidP="00414591">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21D585D7" w14:textId="77777777" w:rsidR="00414591" w:rsidRPr="00872F1F" w:rsidRDefault="00414591" w:rsidP="00414591">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177C5AB5" w14:textId="77777777" w:rsidR="00414591" w:rsidRPr="00872F1F" w:rsidRDefault="00414591" w:rsidP="00414591">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18B07DD1" w14:textId="77777777" w:rsidR="00414591" w:rsidRPr="00872F1F" w:rsidRDefault="00414591" w:rsidP="00414591">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5D766E9" w14:textId="77777777" w:rsidR="00414591" w:rsidRPr="00872F1F" w:rsidRDefault="00414591" w:rsidP="00414591">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7393C405" w14:textId="77777777" w:rsidR="00414591" w:rsidRPr="00872F1F" w:rsidRDefault="00414591" w:rsidP="00414591">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414591" w:rsidRPr="006B2C28" w14:paraId="3B896BDC" w14:textId="77777777" w:rsidTr="00582CE9">
      <w:trPr>
        <w:trHeight w:val="1140"/>
      </w:trPr>
      <w:tc>
        <w:tcPr>
          <w:tcW w:w="6119" w:type="dxa"/>
          <w:vAlign w:val="center"/>
        </w:tcPr>
        <w:p w14:paraId="045985F7" w14:textId="6179CC2F" w:rsidR="00414591" w:rsidRPr="006E100D" w:rsidRDefault="00414591"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ACF7560" w14:textId="0074B6F5" w:rsidR="00414591" w:rsidRDefault="00414591"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1555C6" w:rsidRPr="00706970">
            <w:rPr>
              <w:rFonts w:asciiTheme="majorHAnsi" w:hAnsiTheme="majorHAnsi"/>
              <w:noProof/>
              <w:color w:val="000000" w:themeColor="text1"/>
              <w:sz w:val="14"/>
              <w:szCs w:val="18"/>
            </w:rPr>
            <w:t>Prace budowlane w podziale na: - Prace budowlane w zakresie przyłączenia w m. Kajetany gm. Nadarzyn zgodnie z umową 23-G0/S/00380, D1GI/23PG201562 - Prace budowlane w zakresie przyłączenia w m. Mikówiec gm. Góra Kalwaria; zgodnie z umową 23-G0/S/00601, D1GI/23PG201052 - Prace budowlane w zakresie przyłączenia w m. Wieliczna gm. Stoczek zgodnie z umową 21-G0/S/00249, D1GI/21OG700016</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w:t>
          </w:r>
        </w:p>
        <w:p w14:paraId="1A19274F" w14:textId="40BC15A2" w:rsidR="00414591" w:rsidRPr="006B2C28" w:rsidRDefault="00414591"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1555C6" w:rsidRPr="00706970">
            <w:rPr>
              <w:rFonts w:asciiTheme="majorHAnsi" w:hAnsiTheme="majorHAnsi"/>
              <w:noProof/>
              <w:color w:val="000000" w:themeColor="text1"/>
              <w:sz w:val="14"/>
              <w:szCs w:val="18"/>
            </w:rPr>
            <w:t>POST/DYS/OW/GZ/02190/2025</w:t>
          </w:r>
          <w:r>
            <w:rPr>
              <w:rFonts w:asciiTheme="majorHAnsi" w:hAnsiTheme="majorHAnsi"/>
              <w:color w:val="000000" w:themeColor="text1"/>
              <w:sz w:val="14"/>
              <w:szCs w:val="18"/>
            </w:rPr>
            <w:fldChar w:fldCharType="end"/>
          </w:r>
        </w:p>
        <w:p w14:paraId="5205B493" w14:textId="47502FF7" w:rsidR="00414591" w:rsidRPr="006B2C28" w:rsidRDefault="00414591"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414591" w:rsidRPr="006B2C28" w:rsidRDefault="00414591" w:rsidP="00582CE9">
          <w:pPr>
            <w:suppressAutoHyphens/>
            <w:ind w:right="187"/>
            <w:rPr>
              <w:rFonts w:asciiTheme="majorHAnsi" w:hAnsiTheme="majorHAnsi"/>
              <w:color w:val="092D74"/>
              <w:sz w:val="14"/>
              <w:szCs w:val="18"/>
            </w:rPr>
          </w:pPr>
        </w:p>
      </w:tc>
      <w:tc>
        <w:tcPr>
          <w:tcW w:w="3110" w:type="dxa"/>
          <w:vAlign w:val="center"/>
        </w:tcPr>
        <w:p w14:paraId="0E71B715" w14:textId="641FDE21" w:rsidR="00414591" w:rsidRPr="006B2C28" w:rsidRDefault="00414591"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414591" w:rsidRDefault="00414591"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414591" w:rsidRPr="00A62B4C" w:rsidRDefault="00414591"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595ACD20" w:rsidR="00414591" w:rsidRPr="00A62B4C" w:rsidRDefault="00414591"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414591" w:rsidRPr="006B2C28" w14:paraId="13E0C230" w14:textId="77777777" w:rsidTr="008E4838">
      <w:trPr>
        <w:trHeight w:val="1140"/>
      </w:trPr>
      <w:tc>
        <w:tcPr>
          <w:tcW w:w="6119" w:type="dxa"/>
          <w:vAlign w:val="center"/>
        </w:tcPr>
        <w:p w14:paraId="676ADCC0" w14:textId="77777777" w:rsidR="00414591" w:rsidRPr="006B2C28" w:rsidRDefault="00414591"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414591" w:rsidRPr="006B2C28" w:rsidRDefault="00414591" w:rsidP="00DE3208">
          <w:pPr>
            <w:suppressAutoHyphens/>
            <w:ind w:right="187"/>
            <w:rPr>
              <w:rFonts w:asciiTheme="majorHAnsi" w:hAnsiTheme="majorHAnsi"/>
              <w:color w:val="092D74"/>
              <w:sz w:val="14"/>
              <w:szCs w:val="18"/>
            </w:rPr>
          </w:pPr>
        </w:p>
      </w:tc>
      <w:tc>
        <w:tcPr>
          <w:tcW w:w="6119" w:type="dxa"/>
          <w:vAlign w:val="center"/>
        </w:tcPr>
        <w:p w14:paraId="62DB69C4" w14:textId="77777777" w:rsidR="00414591" w:rsidRPr="006B2C28" w:rsidRDefault="00414591" w:rsidP="00DE3208">
          <w:pPr>
            <w:suppressAutoHyphens/>
            <w:ind w:right="187"/>
            <w:rPr>
              <w:rFonts w:asciiTheme="majorHAnsi" w:hAnsiTheme="majorHAnsi"/>
              <w:color w:val="092D74"/>
              <w:sz w:val="14"/>
              <w:szCs w:val="18"/>
            </w:rPr>
          </w:pPr>
        </w:p>
      </w:tc>
      <w:tc>
        <w:tcPr>
          <w:tcW w:w="6119" w:type="dxa"/>
          <w:vAlign w:val="center"/>
        </w:tcPr>
        <w:p w14:paraId="167572E0" w14:textId="77777777" w:rsidR="00414591" w:rsidRPr="006B2C28" w:rsidRDefault="00414591"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414591" w:rsidRPr="006B2C28" w:rsidRDefault="00414591" w:rsidP="00DE3208">
          <w:pPr>
            <w:suppressAutoHyphens/>
            <w:ind w:right="187"/>
            <w:rPr>
              <w:rFonts w:asciiTheme="majorHAnsi" w:hAnsiTheme="majorHAnsi"/>
              <w:color w:val="092D74"/>
              <w:sz w:val="14"/>
              <w:szCs w:val="18"/>
            </w:rPr>
          </w:pPr>
        </w:p>
      </w:tc>
      <w:tc>
        <w:tcPr>
          <w:tcW w:w="3110" w:type="dxa"/>
          <w:vAlign w:val="center"/>
        </w:tcPr>
        <w:p w14:paraId="4015801D" w14:textId="77777777" w:rsidR="00414591" w:rsidRPr="006B2C28" w:rsidRDefault="00414591" w:rsidP="00DE3208">
          <w:pPr>
            <w:suppressAutoHyphens/>
            <w:ind w:right="187"/>
            <w:rPr>
              <w:rFonts w:asciiTheme="majorHAnsi" w:hAnsiTheme="majorHAnsi"/>
              <w:color w:val="092D74"/>
              <w:sz w:val="14"/>
              <w:szCs w:val="18"/>
            </w:rPr>
          </w:pPr>
        </w:p>
      </w:tc>
    </w:tr>
  </w:tbl>
  <w:p w14:paraId="30866343" w14:textId="6E573544" w:rsidR="00414591" w:rsidRDefault="004145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9"/>
  </w:num>
  <w:num w:numId="2">
    <w:abstractNumId w:val="7"/>
  </w:num>
  <w:num w:numId="3">
    <w:abstractNumId w:val="13"/>
  </w:num>
  <w:num w:numId="4">
    <w:abstractNumId w:val="21"/>
  </w:num>
  <w:num w:numId="5">
    <w:abstractNumId w:val="19"/>
  </w:num>
  <w:num w:numId="6">
    <w:abstractNumId w:val="19"/>
  </w:num>
  <w:num w:numId="7">
    <w:abstractNumId w:val="3"/>
  </w:num>
  <w:num w:numId="8">
    <w:abstractNumId w:val="28"/>
  </w:num>
  <w:num w:numId="9">
    <w:abstractNumId w:val="17"/>
  </w:num>
  <w:num w:numId="10">
    <w:abstractNumId w:val="4"/>
  </w:num>
  <w:num w:numId="11">
    <w:abstractNumId w:val="14"/>
  </w:num>
  <w:num w:numId="12">
    <w:abstractNumId w:val="12"/>
  </w:num>
  <w:num w:numId="13">
    <w:abstractNumId w:val="27"/>
  </w:num>
  <w:num w:numId="14">
    <w:abstractNumId w:val="23"/>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9"/>
  </w:num>
  <w:num w:numId="21">
    <w:abstractNumId w:val="1"/>
  </w:num>
  <w:num w:numId="22">
    <w:abstractNumId w:val="15"/>
  </w:num>
  <w:num w:numId="23">
    <w:abstractNumId w:val="10"/>
  </w:num>
  <w:num w:numId="24">
    <w:abstractNumId w:val="22"/>
  </w:num>
  <w:num w:numId="25">
    <w:abstractNumId w:val="26"/>
  </w:num>
  <w:num w:numId="26">
    <w:abstractNumId w:val="2"/>
  </w:num>
  <w:num w:numId="27">
    <w:abstractNumId w:val="25"/>
  </w:num>
  <w:num w:numId="28">
    <w:abstractNumId w:val="24"/>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1"/>
  </w:num>
  <w:num w:numId="32">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555C6"/>
    <w:rsid w:val="00167B53"/>
    <w:rsid w:val="00172B93"/>
    <w:rsid w:val="00175F4C"/>
    <w:rsid w:val="00185AAB"/>
    <w:rsid w:val="00192A23"/>
    <w:rsid w:val="001974F6"/>
    <w:rsid w:val="001A4996"/>
    <w:rsid w:val="001B0061"/>
    <w:rsid w:val="001D1A8B"/>
    <w:rsid w:val="001D2EB1"/>
    <w:rsid w:val="001E7E73"/>
    <w:rsid w:val="001F2A6F"/>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4591"/>
    <w:rsid w:val="00417E23"/>
    <w:rsid w:val="004257E0"/>
    <w:rsid w:val="00435F6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63F2"/>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31E60"/>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06B18"/>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1E77"/>
    <w:rsid w:val="00EA234C"/>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043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37139211">
      <w:bodyDiv w:val="1"/>
      <w:marLeft w:val="0"/>
      <w:marRight w:val="0"/>
      <w:marTop w:val="0"/>
      <w:marBottom w:val="0"/>
      <w:divBdr>
        <w:top w:val="none" w:sz="0" w:space="0" w:color="auto"/>
        <w:left w:val="none" w:sz="0" w:space="0" w:color="auto"/>
        <w:bottom w:val="none" w:sz="0" w:space="0" w:color="auto"/>
        <w:right w:val="none" w:sz="0" w:space="0" w:color="auto"/>
      </w:divBdr>
    </w:div>
    <w:div w:id="2136169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2190_Załącznik nr 3,4,7,8,11,12 do SWZ.docx</dmsv2BaseFileName>
    <dmsv2BaseDisplayName xmlns="http://schemas.microsoft.com/sharepoint/v3">2190_Załącznik nr 3,4,7,8,11,12 do SWZ</dmsv2BaseDisplayName>
    <dmsv2SWPP2ObjectNumber xmlns="http://schemas.microsoft.com/sharepoint/v3">POST/DYS/OW/GZ/02190/2025                         </dmsv2SWPP2ObjectNumber>
    <dmsv2SWPP2SumMD5 xmlns="http://schemas.microsoft.com/sharepoint/v3">03c7f63f0b32ea0436795bbdbe93f1d0</dmsv2SWPP2SumMD5>
    <dmsv2BaseMoved xmlns="http://schemas.microsoft.com/sharepoint/v3">false</dmsv2BaseMoved>
    <dmsv2BaseIsSensitive xmlns="http://schemas.microsoft.com/sharepoint/v3">true</dmsv2BaseIsSensitive>
    <dmsv2SWPP2IDSWPP2 xmlns="http://schemas.microsoft.com/sharepoint/v3">683755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22705705</dmsv2BaseClientSystemDocumentID>
    <dmsv2BaseModifiedByID xmlns="http://schemas.microsoft.com/sharepoint/v3">11900488</dmsv2BaseModifiedByID>
    <dmsv2BaseCreatedByID xmlns="http://schemas.microsoft.com/sharepoint/v3">11900488</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XD3KHSRJV2AP-92384522-28587</_dlc_DocId>
    <_dlc_DocIdUrl xmlns="a19cb1c7-c5c7-46d4-85ae-d83685407bba">
      <Url>https://swpp2.dms.gkpge.pl/sites/38/_layouts/15/DocIdRedir.aspx?ID=XD3KHSRJV2AP-92384522-28587</Url>
      <Description>XD3KHSRJV2AP-92384522-28587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http://purl.org/dc/terms/"/>
    <ds:schemaRef ds:uri="ab6a7fc3-c441-41c3-bbfc-a960266391eb"/>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6B1550A4-1F13-49CE-81AA-F43C6D14E0CB}"/>
</file>

<file path=customXml/itemProps4.xml><?xml version="1.0" encoding="utf-8"?>
<ds:datastoreItem xmlns:ds="http://schemas.openxmlformats.org/officeDocument/2006/customXml" ds:itemID="{6CA3C18E-C4E6-4682-921F-9F58DDF3B43C}">
  <ds:schemaRefs>
    <ds:schemaRef ds:uri="http://schemas.openxmlformats.org/officeDocument/2006/bibliography"/>
  </ds:schemaRefs>
</ds:datastoreItem>
</file>

<file path=customXml/itemProps5.xml><?xml version="1.0" encoding="utf-8"?>
<ds:datastoreItem xmlns:ds="http://schemas.openxmlformats.org/officeDocument/2006/customXml" ds:itemID="{291E28AD-6ADF-45E5-B4D1-7B4A7827430E}"/>
</file>

<file path=docProps/app.xml><?xml version="1.0" encoding="utf-8"?>
<Properties xmlns="http://schemas.openxmlformats.org/officeDocument/2006/extended-properties" xmlns:vt="http://schemas.openxmlformats.org/officeDocument/2006/docPropsVTypes">
  <Template>PGE word swz test</Template>
  <TotalTime>32</TotalTime>
  <Pages>11</Pages>
  <Words>3471</Words>
  <Characters>20828</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Skomorucha Kamil [PGE Dystr. O.Warszawa]</cp:lastModifiedBy>
  <cp:revision>9</cp:revision>
  <cp:lastPrinted>2024-07-15T11:21:00Z</cp:lastPrinted>
  <dcterms:created xsi:type="dcterms:W3CDTF">2025-06-13T05:57:00Z</dcterms:created>
  <dcterms:modified xsi:type="dcterms:W3CDTF">2025-06-13T08:18:00Z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d21d0a74-7782-4b29-a935-02f9a46eb287</vt:lpwstr>
  </property>
</Properties>
</file>