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20931BB8">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AA6546" w:rsidRDefault="00AA6546" w:rsidP="006E100D">
                              <w:pPr>
                                <w:pStyle w:val="Tytu"/>
                                <w:rPr>
                                  <w:spacing w:val="0"/>
                                </w:rPr>
                              </w:pPr>
                            </w:p>
                            <w:p w14:paraId="74CCA4FD" w14:textId="7683A686" w:rsidR="00AA6546" w:rsidRDefault="00AA6546" w:rsidP="00A809BD">
                              <w:pPr>
                                <w:pStyle w:val="Tytu"/>
                                <w:jc w:val="center"/>
                                <w:rPr>
                                  <w:spacing w:val="0"/>
                                </w:rPr>
                              </w:pPr>
                              <w:r w:rsidRPr="001318C9">
                                <w:rPr>
                                  <w:spacing w:val="0"/>
                                </w:rPr>
                                <w:t>SPECYFIKACJA WARUNKÓW ZAMÓWIENIA (SWZ)</w:t>
                              </w:r>
                            </w:p>
                            <w:p w14:paraId="69E2714C" w14:textId="77777777" w:rsidR="00AA6546" w:rsidRDefault="00AA6546" w:rsidP="006E100D">
                              <w:pPr>
                                <w:pStyle w:val="Tytu"/>
                                <w:rPr>
                                  <w:spacing w:val="0"/>
                                </w:rPr>
                              </w:pPr>
                            </w:p>
                            <w:p w14:paraId="22BFD0D6" w14:textId="2903D16A" w:rsidR="00AA6546" w:rsidRDefault="00AA6546" w:rsidP="00D206B4">
                              <w:pPr>
                                <w:pStyle w:val="PODTYTU"/>
                                <w:spacing w:before="400"/>
                                <w:jc w:val="center"/>
                              </w:pPr>
                              <w:r>
                                <w:t>POSTĘPOWANIE ZAKUPOWE W TRYBIE PRZETARGU NIEOGRANICZONEGO</w:t>
                              </w:r>
                            </w:p>
                            <w:p w14:paraId="06C24C27" w14:textId="0B5AA4A9" w:rsidR="00AA6546" w:rsidRDefault="00AA6546" w:rsidP="00D206B4">
                              <w:pPr>
                                <w:pStyle w:val="PODTYTU"/>
                                <w:spacing w:before="400"/>
                                <w:jc w:val="center"/>
                              </w:pPr>
                              <w:r>
                                <w:t xml:space="preserve">NA PODSTAWIE PROC30031/H </w:t>
                              </w:r>
                              <w:r w:rsidRPr="00AE0670">
                                <w:t>PROCEDURY ZAKUPÓW PGE DYSTRYBUCJA S.A.</w:t>
                              </w:r>
                            </w:p>
                            <w:p w14:paraId="2F5F3F57" w14:textId="54850988" w:rsidR="00AA6546" w:rsidRDefault="00AA6546" w:rsidP="00A809BD">
                              <w:pPr>
                                <w:pStyle w:val="PODTYTU"/>
                                <w:spacing w:before="2160"/>
                                <w:jc w:val="center"/>
                              </w:pPr>
                              <w:r>
                                <w:t xml:space="preserve"> </w:t>
                              </w:r>
                              <w:r w:rsidR="00136D05" w:rsidRPr="00136D05">
                                <w:t>Wykonanie dokumentacji i robót budowlanych w branży elektroenergetycznej na terenie działania OŁD w RE Sieradz i RE Zgierz-Pabianice w podziale na 4 części</w:t>
                              </w:r>
                            </w:p>
                            <w:p w14:paraId="0E983132" w14:textId="77777777" w:rsidR="00AA6546" w:rsidRDefault="00AA6546" w:rsidP="00BF7B08">
                              <w:pPr>
                                <w:pStyle w:val="tekst"/>
                                <w:spacing w:before="720"/>
                                <w:jc w:val="center"/>
                              </w:pPr>
                              <w:r w:rsidRPr="006E100D">
                                <w:t>Nume</w:t>
                              </w:r>
                              <w:r>
                                <w:t>r Postępowania:</w:t>
                              </w:r>
                              <w:r>
                                <w:tab/>
                              </w:r>
                            </w:p>
                            <w:p w14:paraId="740DC77E" w14:textId="3C621B34" w:rsidR="00AA6546" w:rsidRDefault="00AA6546" w:rsidP="00BF7B08">
                              <w:pPr>
                                <w:pStyle w:val="tekst"/>
                                <w:spacing w:before="720"/>
                                <w:jc w:val="center"/>
                              </w:pPr>
                              <w:r>
                                <w:t>POST/DYS/OLD/GZ/0</w:t>
                              </w:r>
                              <w:r w:rsidR="004B43D2">
                                <w:t>4</w:t>
                              </w:r>
                              <w:r w:rsidR="00136D05">
                                <w:t>648</w:t>
                              </w:r>
                              <w:r>
                                <w:t>/2025</w:t>
                              </w:r>
                            </w:p>
                            <w:p w14:paraId="1B29D8E9" w14:textId="1594A975" w:rsidR="00AA6546" w:rsidRDefault="00AA6546" w:rsidP="001318C9"/>
                            <w:p w14:paraId="39B9F193" w14:textId="77777777" w:rsidR="00AA6546" w:rsidRDefault="00AA6546" w:rsidP="00D03C12">
                              <w:pPr>
                                <w:pStyle w:val="tekst"/>
                                <w:spacing w:before="0"/>
                                <w:jc w:val="center"/>
                              </w:pPr>
                            </w:p>
                            <w:p w14:paraId="696F8BC2" w14:textId="23B6EAD7" w:rsidR="00AA6546" w:rsidRDefault="00AA6546" w:rsidP="00D03C12">
                              <w:pPr>
                                <w:pStyle w:val="tekst"/>
                                <w:spacing w:before="0"/>
                                <w:jc w:val="center"/>
                              </w:pPr>
                            </w:p>
                            <w:p w14:paraId="3B5BFAC5" w14:textId="59128818" w:rsidR="00AA6546" w:rsidRDefault="00AA6546" w:rsidP="00304DC0"/>
                            <w:p w14:paraId="36FBE38D" w14:textId="7370F5EC" w:rsidR="00AA6546" w:rsidRDefault="00AA6546" w:rsidP="00304DC0"/>
                            <w:p w14:paraId="4F975CD7" w14:textId="255572F7" w:rsidR="00AA6546" w:rsidRDefault="00AA6546" w:rsidP="00304DC0"/>
                            <w:p w14:paraId="5A282CAB" w14:textId="55B0DC38" w:rsidR="00AA6546" w:rsidRDefault="00AA6546" w:rsidP="00304DC0"/>
                            <w:p w14:paraId="7CFD345F" w14:textId="77777777" w:rsidR="00AA6546" w:rsidRPr="00304DC0" w:rsidRDefault="00AA6546" w:rsidP="00304DC0"/>
                            <w:p w14:paraId="6DEB1E91" w14:textId="77777777" w:rsidR="00AA6546" w:rsidRDefault="00AA6546" w:rsidP="00D03C12">
                              <w:pPr>
                                <w:pStyle w:val="tekst"/>
                                <w:spacing w:before="0"/>
                                <w:jc w:val="center"/>
                              </w:pPr>
                            </w:p>
                            <w:p w14:paraId="10856547" w14:textId="24D41CCB" w:rsidR="00AA6546" w:rsidRDefault="00AA6546" w:rsidP="00D03C12">
                              <w:pPr>
                                <w:pStyle w:val="tekst"/>
                                <w:spacing w:before="0"/>
                                <w:jc w:val="center"/>
                              </w:pPr>
                              <w:r>
                                <w:t xml:space="preserve">Lublin, </w:t>
                              </w:r>
                              <w:r>
                                <w:fldChar w:fldCharType="begin"/>
                              </w:r>
                              <w:r>
                                <w:instrText xml:space="preserve"> TIME \@ "d MMMM yyyy" </w:instrText>
                              </w:r>
                              <w:r>
                                <w:fldChar w:fldCharType="separate"/>
                              </w:r>
                              <w:r w:rsidR="000B3516">
                                <w:rPr>
                                  <w:noProof/>
                                </w:rPr>
                                <w:t>14 stycznia 2026</w:t>
                              </w:r>
                              <w:r>
                                <w:fldChar w:fldCharType="end"/>
                              </w:r>
                              <w:r>
                                <w:t xml:space="preserve"> r.</w:t>
                              </w:r>
                              <w:r w:rsidRPr="0014785F">
                                <w:rPr>
                                  <w:noProof/>
                                  <w:lang w:eastAsia="pl-PL"/>
                                </w:rPr>
                                <w:t xml:space="preserve"> </w:t>
                              </w:r>
                            </w:p>
                            <w:p w14:paraId="10E52E55" w14:textId="77777777" w:rsidR="00AA6546" w:rsidRDefault="00AA6546" w:rsidP="00582CE9"/>
                            <w:p w14:paraId="432F2C46" w14:textId="014A5F14" w:rsidR="00AA6546" w:rsidRDefault="00AA6546" w:rsidP="00582CE9"/>
                            <w:p w14:paraId="03C25885" w14:textId="6397BFDD" w:rsidR="00AA6546" w:rsidRDefault="00AA6546" w:rsidP="00582CE9"/>
                            <w:p w14:paraId="51CA86AF" w14:textId="2B8ADC85" w:rsidR="00AA6546" w:rsidRDefault="00AA6546" w:rsidP="00582CE9"/>
                            <w:p w14:paraId="619DD365" w14:textId="77777777" w:rsidR="00AA6546" w:rsidRDefault="00AA6546" w:rsidP="00582CE9"/>
                            <w:p w14:paraId="7EC3B223" w14:textId="77777777" w:rsidR="00AA6546" w:rsidRDefault="00AA6546" w:rsidP="00582CE9"/>
                            <w:p w14:paraId="3495F0DC" w14:textId="77777777" w:rsidR="00AA6546" w:rsidRDefault="00AA6546" w:rsidP="00582CE9"/>
                            <w:p w14:paraId="77460368" w14:textId="77777777" w:rsidR="00AA6546" w:rsidRDefault="00AA6546" w:rsidP="00582CE9"/>
                            <w:p w14:paraId="53FDA4AA" w14:textId="77777777" w:rsidR="00AA6546" w:rsidRDefault="00AA6546" w:rsidP="00582CE9"/>
                            <w:p w14:paraId="44A2FF93" w14:textId="77777777" w:rsidR="00AA6546" w:rsidRDefault="00AA6546" w:rsidP="00582CE9"/>
                            <w:p w14:paraId="3C3380DF" w14:textId="77777777" w:rsidR="00AA6546" w:rsidRDefault="00AA6546" w:rsidP="00582CE9"/>
                            <w:p w14:paraId="1EE3B604" w14:textId="77777777" w:rsidR="00AA6546" w:rsidRDefault="00AA6546" w:rsidP="00582CE9"/>
                            <w:p w14:paraId="20CA8A7A" w14:textId="77777777" w:rsidR="00AA6546" w:rsidRDefault="00AA6546" w:rsidP="00582CE9">
                              <w:pPr>
                                <w:jc w:val="right"/>
                              </w:pPr>
                            </w:p>
                            <w:p w14:paraId="152F27B1" w14:textId="77777777" w:rsidR="00AA6546" w:rsidRDefault="00AA6546" w:rsidP="00582CE9"/>
                            <w:p w14:paraId="4D125BB6" w14:textId="77777777" w:rsidR="00AA6546" w:rsidRDefault="00AA6546" w:rsidP="00582CE9"/>
                            <w:p w14:paraId="5455279D" w14:textId="77777777" w:rsidR="00AA6546" w:rsidRDefault="00AA6546" w:rsidP="00582CE9"/>
                            <w:p w14:paraId="61DD8B59" w14:textId="77777777" w:rsidR="00AA6546" w:rsidRDefault="00AA6546" w:rsidP="00582CE9"/>
                            <w:p w14:paraId="0B37C2F5" w14:textId="77777777" w:rsidR="00AA6546" w:rsidRDefault="00AA6546" w:rsidP="00582CE9"/>
                            <w:p w14:paraId="753EDA83" w14:textId="77777777" w:rsidR="00AA6546" w:rsidRDefault="00AA6546" w:rsidP="00582CE9"/>
                            <w:p w14:paraId="0751C58F" w14:textId="77777777" w:rsidR="00AA6546" w:rsidRDefault="00AA6546" w:rsidP="00582CE9"/>
                            <w:p w14:paraId="6714BD10" w14:textId="77777777" w:rsidR="00AA6546" w:rsidRDefault="00AA6546" w:rsidP="00582CE9"/>
                            <w:p w14:paraId="21A5FEE8" w14:textId="77777777" w:rsidR="00AA6546" w:rsidRDefault="00AA6546" w:rsidP="00582CE9"/>
                            <w:p w14:paraId="7830D9ED" w14:textId="77777777" w:rsidR="00AA6546" w:rsidRDefault="00AA6546" w:rsidP="00582CE9"/>
                            <w:p w14:paraId="05255C87" w14:textId="77777777" w:rsidR="00AA6546" w:rsidRDefault="00AA6546" w:rsidP="00582CE9"/>
                            <w:p w14:paraId="055B4B3D" w14:textId="77777777" w:rsidR="00AA6546" w:rsidRDefault="00AA6546" w:rsidP="00582CE9"/>
                            <w:p w14:paraId="1A620C60" w14:textId="77777777" w:rsidR="00AA6546" w:rsidRDefault="00AA6546" w:rsidP="00582CE9"/>
                            <w:p w14:paraId="3E816E9B" w14:textId="77777777" w:rsidR="00AA6546" w:rsidRDefault="00AA6546" w:rsidP="00582CE9"/>
                            <w:p w14:paraId="067CFED6" w14:textId="77777777" w:rsidR="00AA6546" w:rsidRDefault="00AA6546" w:rsidP="00582CE9"/>
                            <w:p w14:paraId="04491902" w14:textId="77777777" w:rsidR="00AA6546" w:rsidRDefault="00AA6546" w:rsidP="00582CE9"/>
                            <w:p w14:paraId="03511D39" w14:textId="77777777" w:rsidR="00AA6546" w:rsidRDefault="00AA6546" w:rsidP="00582CE9"/>
                            <w:p w14:paraId="59DACFB9" w14:textId="77777777" w:rsidR="00AA6546" w:rsidRDefault="00AA6546" w:rsidP="00582CE9"/>
                            <w:p w14:paraId="3A5FD902" w14:textId="77777777" w:rsidR="00AA6546" w:rsidRDefault="00AA6546" w:rsidP="00582CE9"/>
                            <w:p w14:paraId="0A14E252" w14:textId="77777777" w:rsidR="00AA6546" w:rsidRDefault="00AA6546" w:rsidP="00582CE9"/>
                            <w:p w14:paraId="5E3B06EE" w14:textId="77777777" w:rsidR="00AA6546" w:rsidRDefault="00AA6546" w:rsidP="00582CE9"/>
                            <w:p w14:paraId="1985B992" w14:textId="77777777" w:rsidR="00AA6546" w:rsidRDefault="00AA6546" w:rsidP="00582CE9"/>
                            <w:p w14:paraId="3A2CD91A" w14:textId="77777777" w:rsidR="00AA6546" w:rsidRDefault="00AA6546" w:rsidP="00582CE9"/>
                            <w:p w14:paraId="659183B9" w14:textId="77777777" w:rsidR="00AA6546" w:rsidRDefault="00AA6546" w:rsidP="00582CE9"/>
                            <w:p w14:paraId="1A7742C6" w14:textId="77777777" w:rsidR="00AA6546" w:rsidRDefault="00AA6546" w:rsidP="00582CE9"/>
                            <w:p w14:paraId="6C49755A" w14:textId="77777777" w:rsidR="00AA6546" w:rsidRDefault="00AA6546" w:rsidP="00582CE9"/>
                            <w:p w14:paraId="5927EC37" w14:textId="77777777" w:rsidR="00AA6546" w:rsidRDefault="00AA6546"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A6546" w:rsidRPr="00532563" w:rsidRDefault="00AA6546" w:rsidP="00582CE9">
                              <w:pPr>
                                <w:jc w:val="right"/>
                              </w:pPr>
                            </w:p>
                            <w:p w14:paraId="2060F623" w14:textId="77777777" w:rsidR="00AA6546" w:rsidRDefault="00AA6546" w:rsidP="00582CE9"/>
                            <w:p w14:paraId="42CF5B48" w14:textId="77777777" w:rsidR="00AA6546" w:rsidRPr="002C29FC" w:rsidRDefault="00AA6546"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AA6546" w:rsidRPr="00532563" w:rsidRDefault="00AA6546" w:rsidP="00582CE9"/>
                            <w:p w14:paraId="6312E82A" w14:textId="77777777" w:rsidR="00AA6546" w:rsidRDefault="00AA6546" w:rsidP="00582CE9">
                              <w:r>
                                <w:t>zakończony XX</w:t>
                              </w:r>
                              <w:r w:rsidRPr="00532563">
                                <w:t xml:space="preserve"> </w:t>
                              </w:r>
                              <w:r>
                                <w:t>[miesiąc] 202X</w:t>
                              </w:r>
                              <w:r w:rsidRPr="00532563">
                                <w:t xml:space="preserve"> roku</w:t>
                              </w:r>
                            </w:p>
                            <w:p w14:paraId="67617291" w14:textId="77777777" w:rsidR="00AA6546" w:rsidRDefault="00AA6546" w:rsidP="00582CE9"/>
                            <w:p w14:paraId="20750051" w14:textId="77777777" w:rsidR="00AA6546" w:rsidRDefault="00AA6546" w:rsidP="00582CE9"/>
                            <w:p w14:paraId="4399DC85" w14:textId="77777777" w:rsidR="00AA6546" w:rsidRDefault="00AA6546" w:rsidP="00582CE9"/>
                            <w:p w14:paraId="00ADC3E5" w14:textId="77777777" w:rsidR="00AA6546" w:rsidRDefault="00AA6546" w:rsidP="00582CE9"/>
                            <w:p w14:paraId="2540D90C" w14:textId="77777777" w:rsidR="00AA6546" w:rsidRDefault="00AA6546" w:rsidP="00582CE9"/>
                            <w:p w14:paraId="43D36552" w14:textId="77777777" w:rsidR="00AA6546" w:rsidRDefault="00AA6546" w:rsidP="00582CE9"/>
                            <w:p w14:paraId="1FE2D677" w14:textId="77777777" w:rsidR="00AA6546" w:rsidRDefault="00AA6546" w:rsidP="00582CE9"/>
                            <w:p w14:paraId="5C4A62F4" w14:textId="77777777" w:rsidR="00AA6546" w:rsidRDefault="00AA6546" w:rsidP="00582CE9"/>
                            <w:p w14:paraId="2CC30EAC" w14:textId="77777777" w:rsidR="00AA6546" w:rsidRDefault="00AA6546" w:rsidP="00582CE9"/>
                            <w:p w14:paraId="5216A2C4" w14:textId="77777777" w:rsidR="00AA6546" w:rsidRDefault="00AA6546" w:rsidP="00582CE9"/>
                            <w:p w14:paraId="496F2194" w14:textId="77777777" w:rsidR="00AA6546" w:rsidRDefault="00AA6546" w:rsidP="00582CE9"/>
                            <w:p w14:paraId="47680594" w14:textId="77777777" w:rsidR="00AA6546" w:rsidRDefault="00AA6546" w:rsidP="00582CE9"/>
                            <w:p w14:paraId="7CAADE4C" w14:textId="77777777" w:rsidR="00AA6546" w:rsidRDefault="00AA6546" w:rsidP="00582CE9"/>
                            <w:p w14:paraId="421EFA27" w14:textId="77777777" w:rsidR="00AA6546" w:rsidRDefault="00AA6546" w:rsidP="00582CE9"/>
                            <w:p w14:paraId="396F7D6A" w14:textId="77777777" w:rsidR="00AA6546" w:rsidRDefault="00AA6546" w:rsidP="00582CE9"/>
                            <w:p w14:paraId="052B1DC8" w14:textId="77777777" w:rsidR="00AA6546" w:rsidRDefault="00AA6546" w:rsidP="00582CE9"/>
                            <w:p w14:paraId="62224610" w14:textId="77777777" w:rsidR="00AA6546" w:rsidRDefault="00AA6546" w:rsidP="00582CE9"/>
                            <w:p w14:paraId="57E6CDCB" w14:textId="77777777" w:rsidR="00AA6546" w:rsidRDefault="00AA6546" w:rsidP="00582CE9"/>
                            <w:p w14:paraId="4C71D9DC" w14:textId="77777777" w:rsidR="00AA6546" w:rsidRDefault="00AA6546" w:rsidP="00582CE9"/>
                            <w:p w14:paraId="46BFA317" w14:textId="77777777" w:rsidR="00AA6546" w:rsidRDefault="00AA6546" w:rsidP="00582CE9"/>
                            <w:p w14:paraId="40E07ED9" w14:textId="77777777" w:rsidR="00AA6546" w:rsidRDefault="00AA6546" w:rsidP="00582CE9"/>
                            <w:p w14:paraId="7F6F2E55" w14:textId="77777777" w:rsidR="00AA6546" w:rsidRDefault="00AA6546" w:rsidP="00582CE9"/>
                            <w:p w14:paraId="67517B79" w14:textId="77777777" w:rsidR="00AA6546" w:rsidRDefault="00AA6546" w:rsidP="00582CE9"/>
                            <w:p w14:paraId="3BFAAFE4" w14:textId="77777777" w:rsidR="00AA6546" w:rsidRDefault="00AA6546" w:rsidP="00582CE9"/>
                            <w:p w14:paraId="1B3A9CFD" w14:textId="77777777" w:rsidR="00AA6546" w:rsidRDefault="00AA6546" w:rsidP="00582CE9"/>
                            <w:p w14:paraId="32A5639D" w14:textId="77777777" w:rsidR="00AA6546" w:rsidRDefault="00AA6546" w:rsidP="00582CE9"/>
                            <w:p w14:paraId="0DEB3F60" w14:textId="77777777" w:rsidR="00AA6546" w:rsidRDefault="00AA6546" w:rsidP="00582CE9"/>
                            <w:p w14:paraId="14EB0857" w14:textId="77777777" w:rsidR="00AA6546" w:rsidRDefault="00AA6546" w:rsidP="00582CE9"/>
                            <w:p w14:paraId="17ABA981" w14:textId="77777777" w:rsidR="00AA6546" w:rsidRDefault="00AA6546" w:rsidP="00582CE9"/>
                            <w:p w14:paraId="2F9280AC" w14:textId="77777777" w:rsidR="00AA6546" w:rsidRDefault="00AA6546" w:rsidP="00582CE9"/>
                            <w:p w14:paraId="225F12EA" w14:textId="77777777" w:rsidR="00AA6546" w:rsidRDefault="00AA6546" w:rsidP="00582CE9"/>
                            <w:p w14:paraId="346558F9" w14:textId="77777777" w:rsidR="00AA6546" w:rsidRDefault="00AA6546"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A6546" w:rsidRPr="00532563" w:rsidRDefault="00AA6546" w:rsidP="00582CE9">
                              <w:pPr>
                                <w:jc w:val="right"/>
                              </w:pPr>
                            </w:p>
                            <w:p w14:paraId="0D56A0EE" w14:textId="77777777" w:rsidR="00AA6546" w:rsidRDefault="00AA6546" w:rsidP="00582CE9"/>
                            <w:p w14:paraId="4F688069" w14:textId="77777777" w:rsidR="00AA6546" w:rsidRPr="002C29FC" w:rsidRDefault="00AA6546"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AA6546" w:rsidRPr="00532563" w:rsidRDefault="00AA6546" w:rsidP="00582CE9"/>
                            <w:p w14:paraId="30FD44B4" w14:textId="77777777" w:rsidR="00AA6546" w:rsidRDefault="00AA6546" w:rsidP="00582CE9">
                              <w:r>
                                <w:t>zakończony XX</w:t>
                              </w:r>
                              <w:r w:rsidRPr="00532563">
                                <w:t xml:space="preserve"> </w:t>
                              </w:r>
                              <w:r>
                                <w:t>[miesiąc] 202X</w:t>
                              </w:r>
                              <w:r w:rsidRPr="00532563">
                                <w:t xml:space="preserve"> roku</w:t>
                              </w:r>
                            </w:p>
                            <w:p w14:paraId="7F418820" w14:textId="77777777" w:rsidR="00AA6546" w:rsidRDefault="00AA6546" w:rsidP="00582CE9"/>
                            <w:p w14:paraId="1010328F" w14:textId="77777777" w:rsidR="00AA6546" w:rsidRDefault="00AA6546" w:rsidP="00582CE9"/>
                            <w:p w14:paraId="58704009" w14:textId="77777777" w:rsidR="00AA6546" w:rsidRDefault="00AA6546" w:rsidP="00582CE9"/>
                            <w:p w14:paraId="655579ED" w14:textId="77777777" w:rsidR="00AA6546" w:rsidRDefault="00AA6546" w:rsidP="00582CE9"/>
                            <w:p w14:paraId="1B335F14" w14:textId="77777777" w:rsidR="00AA6546" w:rsidRDefault="00AA6546" w:rsidP="00582CE9"/>
                            <w:p w14:paraId="1CD33DE9" w14:textId="77777777" w:rsidR="00AA6546" w:rsidRDefault="00AA6546" w:rsidP="00582CE9"/>
                            <w:p w14:paraId="6EFADD99" w14:textId="77777777" w:rsidR="00AA6546" w:rsidRDefault="00AA6546" w:rsidP="00582CE9"/>
                            <w:p w14:paraId="29141B23" w14:textId="77777777" w:rsidR="00AA6546" w:rsidRDefault="00AA6546" w:rsidP="00582CE9"/>
                            <w:p w14:paraId="0361DE91" w14:textId="77777777" w:rsidR="00AA6546" w:rsidRDefault="00AA6546" w:rsidP="00582CE9"/>
                            <w:p w14:paraId="5CA413C7" w14:textId="77777777" w:rsidR="00AA6546" w:rsidRDefault="00AA6546" w:rsidP="00582CE9"/>
                            <w:p w14:paraId="1D978E7D" w14:textId="77777777" w:rsidR="00AA6546" w:rsidRDefault="00AA6546" w:rsidP="00582CE9"/>
                            <w:p w14:paraId="5A42190A" w14:textId="77777777" w:rsidR="00AA6546" w:rsidRDefault="00AA6546" w:rsidP="00582CE9"/>
                            <w:p w14:paraId="34C78759" w14:textId="77777777" w:rsidR="00AA6546" w:rsidRDefault="00AA6546" w:rsidP="00582CE9"/>
                            <w:p w14:paraId="65A03EB1" w14:textId="77777777" w:rsidR="00AA6546" w:rsidRDefault="00AA6546" w:rsidP="00582CE9"/>
                            <w:p w14:paraId="4F91F294" w14:textId="77777777" w:rsidR="00AA6546" w:rsidRDefault="00AA6546" w:rsidP="00582CE9"/>
                            <w:p w14:paraId="2D13EF49" w14:textId="77777777" w:rsidR="00AA6546" w:rsidRDefault="00AA6546" w:rsidP="00582CE9"/>
                            <w:p w14:paraId="70CF7CFD" w14:textId="77777777" w:rsidR="00AA6546" w:rsidRDefault="00AA6546" w:rsidP="00582CE9"/>
                            <w:p w14:paraId="62FADBF6" w14:textId="77777777" w:rsidR="00AA6546" w:rsidRDefault="00AA6546" w:rsidP="00582CE9"/>
                            <w:p w14:paraId="4CD5557E" w14:textId="77777777" w:rsidR="00AA6546" w:rsidRDefault="00AA6546" w:rsidP="00582CE9"/>
                            <w:p w14:paraId="2F3D968B" w14:textId="77777777" w:rsidR="00AA6546" w:rsidRDefault="00AA6546" w:rsidP="00582CE9"/>
                            <w:p w14:paraId="68C52F2E" w14:textId="77777777" w:rsidR="00AA6546" w:rsidRDefault="00AA6546" w:rsidP="00582CE9"/>
                            <w:p w14:paraId="6FAFEBFF" w14:textId="77777777" w:rsidR="00AA6546" w:rsidRDefault="00AA6546" w:rsidP="00582CE9"/>
                            <w:p w14:paraId="4AFD923E" w14:textId="77777777" w:rsidR="00AA6546" w:rsidRDefault="00AA6546" w:rsidP="00582CE9"/>
                            <w:p w14:paraId="7CE0310E" w14:textId="77777777" w:rsidR="00AA6546" w:rsidRDefault="00AA6546" w:rsidP="00582CE9"/>
                            <w:p w14:paraId="3FC6F2CD" w14:textId="77777777" w:rsidR="00AA6546" w:rsidRDefault="00AA6546" w:rsidP="00582CE9"/>
                            <w:p w14:paraId="4E5D811B" w14:textId="77777777" w:rsidR="00AA6546" w:rsidRDefault="00AA6546" w:rsidP="00582CE9"/>
                            <w:p w14:paraId="742ED274" w14:textId="77777777" w:rsidR="00AA6546" w:rsidRDefault="00AA6546" w:rsidP="00582CE9"/>
                            <w:p w14:paraId="434CB0B0" w14:textId="77777777" w:rsidR="00AA6546" w:rsidRDefault="00AA6546" w:rsidP="00582CE9"/>
                            <w:p w14:paraId="70233636" w14:textId="77777777" w:rsidR="00AA6546" w:rsidRDefault="00AA6546" w:rsidP="00582CE9"/>
                            <w:p w14:paraId="11E3B380" w14:textId="77777777" w:rsidR="00AA6546" w:rsidRDefault="00AA6546" w:rsidP="00582CE9"/>
                            <w:p w14:paraId="6769EEF8" w14:textId="77777777" w:rsidR="00AA6546" w:rsidRDefault="00AA6546" w:rsidP="00582CE9"/>
                            <w:p w14:paraId="66018625" w14:textId="77777777" w:rsidR="00AA6546" w:rsidRDefault="00AA6546"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A6546" w:rsidRPr="00532563" w:rsidRDefault="00AA6546"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AA6546" w:rsidRDefault="00AA6546" w:rsidP="006E100D">
                        <w:pPr>
                          <w:pStyle w:val="Tytu"/>
                          <w:rPr>
                            <w:spacing w:val="0"/>
                          </w:rPr>
                        </w:pPr>
                      </w:p>
                      <w:p w14:paraId="74CCA4FD" w14:textId="7683A686" w:rsidR="00AA6546" w:rsidRDefault="00AA6546" w:rsidP="00A809BD">
                        <w:pPr>
                          <w:pStyle w:val="Tytu"/>
                          <w:jc w:val="center"/>
                          <w:rPr>
                            <w:spacing w:val="0"/>
                          </w:rPr>
                        </w:pPr>
                        <w:r w:rsidRPr="001318C9">
                          <w:rPr>
                            <w:spacing w:val="0"/>
                          </w:rPr>
                          <w:t>SPECYFIKACJA WARUNKÓW ZAMÓWIENIA (SWZ)</w:t>
                        </w:r>
                      </w:p>
                      <w:p w14:paraId="69E2714C" w14:textId="77777777" w:rsidR="00AA6546" w:rsidRDefault="00AA6546" w:rsidP="006E100D">
                        <w:pPr>
                          <w:pStyle w:val="Tytu"/>
                          <w:rPr>
                            <w:spacing w:val="0"/>
                          </w:rPr>
                        </w:pPr>
                      </w:p>
                      <w:p w14:paraId="22BFD0D6" w14:textId="2903D16A" w:rsidR="00AA6546" w:rsidRDefault="00AA6546" w:rsidP="00D206B4">
                        <w:pPr>
                          <w:pStyle w:val="PODTYTU"/>
                          <w:spacing w:before="400"/>
                          <w:jc w:val="center"/>
                        </w:pPr>
                        <w:r>
                          <w:t>POSTĘPOWANIE ZAKUPOWE W TRYBIE PRZETARGU NIEOGRANICZONEGO</w:t>
                        </w:r>
                      </w:p>
                      <w:p w14:paraId="06C24C27" w14:textId="0B5AA4A9" w:rsidR="00AA6546" w:rsidRDefault="00AA6546" w:rsidP="00D206B4">
                        <w:pPr>
                          <w:pStyle w:val="PODTYTU"/>
                          <w:spacing w:before="400"/>
                          <w:jc w:val="center"/>
                        </w:pPr>
                        <w:r>
                          <w:t xml:space="preserve">NA PODSTAWIE PROC30031/H </w:t>
                        </w:r>
                        <w:r w:rsidRPr="00AE0670">
                          <w:t>PROCEDURY ZAKUPÓW PGE DYSTRYBUCJA S.A.</w:t>
                        </w:r>
                      </w:p>
                      <w:p w14:paraId="2F5F3F57" w14:textId="54850988" w:rsidR="00AA6546" w:rsidRDefault="00AA6546" w:rsidP="00A809BD">
                        <w:pPr>
                          <w:pStyle w:val="PODTYTU"/>
                          <w:spacing w:before="2160"/>
                          <w:jc w:val="center"/>
                        </w:pPr>
                        <w:r>
                          <w:t xml:space="preserve"> </w:t>
                        </w:r>
                        <w:r w:rsidR="00136D05" w:rsidRPr="00136D05">
                          <w:t>Wykonanie dokumentacji i robót budowlanych w branży elektroenergetycznej na terenie działania OŁD w RE Sieradz i RE Zgierz-Pabianice w podziale na 4 części</w:t>
                        </w:r>
                      </w:p>
                      <w:p w14:paraId="0E983132" w14:textId="77777777" w:rsidR="00AA6546" w:rsidRDefault="00AA6546" w:rsidP="00BF7B08">
                        <w:pPr>
                          <w:pStyle w:val="tekst"/>
                          <w:spacing w:before="720"/>
                          <w:jc w:val="center"/>
                        </w:pPr>
                        <w:r w:rsidRPr="006E100D">
                          <w:t>Nume</w:t>
                        </w:r>
                        <w:r>
                          <w:t>r Postępowania:</w:t>
                        </w:r>
                        <w:r>
                          <w:tab/>
                        </w:r>
                      </w:p>
                      <w:p w14:paraId="740DC77E" w14:textId="3C621B34" w:rsidR="00AA6546" w:rsidRDefault="00AA6546" w:rsidP="00BF7B08">
                        <w:pPr>
                          <w:pStyle w:val="tekst"/>
                          <w:spacing w:before="720"/>
                          <w:jc w:val="center"/>
                        </w:pPr>
                        <w:r>
                          <w:t>POST/DYS/OLD/GZ/0</w:t>
                        </w:r>
                        <w:r w:rsidR="004B43D2">
                          <w:t>4</w:t>
                        </w:r>
                        <w:r w:rsidR="00136D05">
                          <w:t>648</w:t>
                        </w:r>
                        <w:r>
                          <w:t>/2025</w:t>
                        </w:r>
                      </w:p>
                      <w:p w14:paraId="1B29D8E9" w14:textId="1594A975" w:rsidR="00AA6546" w:rsidRDefault="00AA6546" w:rsidP="001318C9"/>
                      <w:p w14:paraId="39B9F193" w14:textId="77777777" w:rsidR="00AA6546" w:rsidRDefault="00AA6546" w:rsidP="00D03C12">
                        <w:pPr>
                          <w:pStyle w:val="tekst"/>
                          <w:spacing w:before="0"/>
                          <w:jc w:val="center"/>
                        </w:pPr>
                      </w:p>
                      <w:p w14:paraId="696F8BC2" w14:textId="23B6EAD7" w:rsidR="00AA6546" w:rsidRDefault="00AA6546" w:rsidP="00D03C12">
                        <w:pPr>
                          <w:pStyle w:val="tekst"/>
                          <w:spacing w:before="0"/>
                          <w:jc w:val="center"/>
                        </w:pPr>
                      </w:p>
                      <w:p w14:paraId="3B5BFAC5" w14:textId="59128818" w:rsidR="00AA6546" w:rsidRDefault="00AA6546" w:rsidP="00304DC0"/>
                      <w:p w14:paraId="36FBE38D" w14:textId="7370F5EC" w:rsidR="00AA6546" w:rsidRDefault="00AA6546" w:rsidP="00304DC0"/>
                      <w:p w14:paraId="4F975CD7" w14:textId="255572F7" w:rsidR="00AA6546" w:rsidRDefault="00AA6546" w:rsidP="00304DC0"/>
                      <w:p w14:paraId="5A282CAB" w14:textId="55B0DC38" w:rsidR="00AA6546" w:rsidRDefault="00AA6546" w:rsidP="00304DC0"/>
                      <w:p w14:paraId="7CFD345F" w14:textId="77777777" w:rsidR="00AA6546" w:rsidRPr="00304DC0" w:rsidRDefault="00AA6546" w:rsidP="00304DC0"/>
                      <w:p w14:paraId="6DEB1E91" w14:textId="77777777" w:rsidR="00AA6546" w:rsidRDefault="00AA6546" w:rsidP="00D03C12">
                        <w:pPr>
                          <w:pStyle w:val="tekst"/>
                          <w:spacing w:before="0"/>
                          <w:jc w:val="center"/>
                        </w:pPr>
                      </w:p>
                      <w:p w14:paraId="10856547" w14:textId="24D41CCB" w:rsidR="00AA6546" w:rsidRDefault="00AA6546" w:rsidP="00D03C12">
                        <w:pPr>
                          <w:pStyle w:val="tekst"/>
                          <w:spacing w:before="0"/>
                          <w:jc w:val="center"/>
                        </w:pPr>
                        <w:r>
                          <w:t xml:space="preserve">Lublin, </w:t>
                        </w:r>
                        <w:r>
                          <w:fldChar w:fldCharType="begin"/>
                        </w:r>
                        <w:r>
                          <w:instrText xml:space="preserve"> TIME \@ "d MMMM yyyy" </w:instrText>
                        </w:r>
                        <w:r>
                          <w:fldChar w:fldCharType="separate"/>
                        </w:r>
                        <w:r w:rsidR="000B3516">
                          <w:rPr>
                            <w:noProof/>
                          </w:rPr>
                          <w:t>14 stycznia 2026</w:t>
                        </w:r>
                        <w:r>
                          <w:fldChar w:fldCharType="end"/>
                        </w:r>
                        <w:r>
                          <w:t xml:space="preserve"> r.</w:t>
                        </w:r>
                        <w:r w:rsidRPr="0014785F">
                          <w:rPr>
                            <w:noProof/>
                            <w:lang w:eastAsia="pl-PL"/>
                          </w:rPr>
                          <w:t xml:space="preserve"> </w:t>
                        </w:r>
                      </w:p>
                      <w:p w14:paraId="10E52E55" w14:textId="77777777" w:rsidR="00AA6546" w:rsidRDefault="00AA6546" w:rsidP="00582CE9"/>
                      <w:p w14:paraId="432F2C46" w14:textId="014A5F14" w:rsidR="00AA6546" w:rsidRDefault="00AA6546" w:rsidP="00582CE9"/>
                      <w:p w14:paraId="03C25885" w14:textId="6397BFDD" w:rsidR="00AA6546" w:rsidRDefault="00AA6546" w:rsidP="00582CE9"/>
                      <w:p w14:paraId="51CA86AF" w14:textId="2B8ADC85" w:rsidR="00AA6546" w:rsidRDefault="00AA6546" w:rsidP="00582CE9"/>
                      <w:p w14:paraId="619DD365" w14:textId="77777777" w:rsidR="00AA6546" w:rsidRDefault="00AA6546" w:rsidP="00582CE9"/>
                      <w:p w14:paraId="7EC3B223" w14:textId="77777777" w:rsidR="00AA6546" w:rsidRDefault="00AA6546" w:rsidP="00582CE9"/>
                      <w:p w14:paraId="3495F0DC" w14:textId="77777777" w:rsidR="00AA6546" w:rsidRDefault="00AA6546" w:rsidP="00582CE9"/>
                      <w:p w14:paraId="77460368" w14:textId="77777777" w:rsidR="00AA6546" w:rsidRDefault="00AA6546" w:rsidP="00582CE9"/>
                      <w:p w14:paraId="53FDA4AA" w14:textId="77777777" w:rsidR="00AA6546" w:rsidRDefault="00AA6546" w:rsidP="00582CE9"/>
                      <w:p w14:paraId="44A2FF93" w14:textId="77777777" w:rsidR="00AA6546" w:rsidRDefault="00AA6546" w:rsidP="00582CE9"/>
                      <w:p w14:paraId="3C3380DF" w14:textId="77777777" w:rsidR="00AA6546" w:rsidRDefault="00AA6546" w:rsidP="00582CE9"/>
                      <w:p w14:paraId="1EE3B604" w14:textId="77777777" w:rsidR="00AA6546" w:rsidRDefault="00AA6546" w:rsidP="00582CE9"/>
                      <w:p w14:paraId="20CA8A7A" w14:textId="77777777" w:rsidR="00AA6546" w:rsidRDefault="00AA6546" w:rsidP="00582CE9">
                        <w:pPr>
                          <w:jc w:val="right"/>
                        </w:pPr>
                      </w:p>
                      <w:p w14:paraId="152F27B1" w14:textId="77777777" w:rsidR="00AA6546" w:rsidRDefault="00AA6546" w:rsidP="00582CE9"/>
                      <w:p w14:paraId="4D125BB6" w14:textId="77777777" w:rsidR="00AA6546" w:rsidRDefault="00AA6546" w:rsidP="00582CE9"/>
                      <w:p w14:paraId="5455279D" w14:textId="77777777" w:rsidR="00AA6546" w:rsidRDefault="00AA6546" w:rsidP="00582CE9"/>
                      <w:p w14:paraId="61DD8B59" w14:textId="77777777" w:rsidR="00AA6546" w:rsidRDefault="00AA6546" w:rsidP="00582CE9"/>
                      <w:p w14:paraId="0B37C2F5" w14:textId="77777777" w:rsidR="00AA6546" w:rsidRDefault="00AA6546" w:rsidP="00582CE9"/>
                      <w:p w14:paraId="753EDA83" w14:textId="77777777" w:rsidR="00AA6546" w:rsidRDefault="00AA6546" w:rsidP="00582CE9"/>
                      <w:p w14:paraId="0751C58F" w14:textId="77777777" w:rsidR="00AA6546" w:rsidRDefault="00AA6546" w:rsidP="00582CE9"/>
                      <w:p w14:paraId="6714BD10" w14:textId="77777777" w:rsidR="00AA6546" w:rsidRDefault="00AA6546" w:rsidP="00582CE9"/>
                      <w:p w14:paraId="21A5FEE8" w14:textId="77777777" w:rsidR="00AA6546" w:rsidRDefault="00AA6546" w:rsidP="00582CE9"/>
                      <w:p w14:paraId="7830D9ED" w14:textId="77777777" w:rsidR="00AA6546" w:rsidRDefault="00AA6546" w:rsidP="00582CE9"/>
                      <w:p w14:paraId="05255C87" w14:textId="77777777" w:rsidR="00AA6546" w:rsidRDefault="00AA6546" w:rsidP="00582CE9"/>
                      <w:p w14:paraId="055B4B3D" w14:textId="77777777" w:rsidR="00AA6546" w:rsidRDefault="00AA6546" w:rsidP="00582CE9"/>
                      <w:p w14:paraId="1A620C60" w14:textId="77777777" w:rsidR="00AA6546" w:rsidRDefault="00AA6546" w:rsidP="00582CE9"/>
                      <w:p w14:paraId="3E816E9B" w14:textId="77777777" w:rsidR="00AA6546" w:rsidRDefault="00AA6546" w:rsidP="00582CE9"/>
                      <w:p w14:paraId="067CFED6" w14:textId="77777777" w:rsidR="00AA6546" w:rsidRDefault="00AA6546" w:rsidP="00582CE9"/>
                      <w:p w14:paraId="04491902" w14:textId="77777777" w:rsidR="00AA6546" w:rsidRDefault="00AA6546" w:rsidP="00582CE9"/>
                      <w:p w14:paraId="03511D39" w14:textId="77777777" w:rsidR="00AA6546" w:rsidRDefault="00AA6546" w:rsidP="00582CE9"/>
                      <w:p w14:paraId="59DACFB9" w14:textId="77777777" w:rsidR="00AA6546" w:rsidRDefault="00AA6546" w:rsidP="00582CE9"/>
                      <w:p w14:paraId="3A5FD902" w14:textId="77777777" w:rsidR="00AA6546" w:rsidRDefault="00AA6546" w:rsidP="00582CE9"/>
                      <w:p w14:paraId="0A14E252" w14:textId="77777777" w:rsidR="00AA6546" w:rsidRDefault="00AA6546" w:rsidP="00582CE9"/>
                      <w:p w14:paraId="5E3B06EE" w14:textId="77777777" w:rsidR="00AA6546" w:rsidRDefault="00AA6546" w:rsidP="00582CE9"/>
                      <w:p w14:paraId="1985B992" w14:textId="77777777" w:rsidR="00AA6546" w:rsidRDefault="00AA6546" w:rsidP="00582CE9"/>
                      <w:p w14:paraId="3A2CD91A" w14:textId="77777777" w:rsidR="00AA6546" w:rsidRDefault="00AA6546" w:rsidP="00582CE9"/>
                      <w:p w14:paraId="659183B9" w14:textId="77777777" w:rsidR="00AA6546" w:rsidRDefault="00AA6546" w:rsidP="00582CE9"/>
                      <w:p w14:paraId="1A7742C6" w14:textId="77777777" w:rsidR="00AA6546" w:rsidRDefault="00AA6546" w:rsidP="00582CE9"/>
                      <w:p w14:paraId="6C49755A" w14:textId="77777777" w:rsidR="00AA6546" w:rsidRDefault="00AA6546" w:rsidP="00582CE9"/>
                      <w:p w14:paraId="5927EC37" w14:textId="77777777" w:rsidR="00AA6546" w:rsidRDefault="00AA6546"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A6546" w:rsidRPr="00532563" w:rsidRDefault="00AA6546" w:rsidP="00582CE9">
                        <w:pPr>
                          <w:jc w:val="right"/>
                        </w:pPr>
                      </w:p>
                      <w:p w14:paraId="2060F623" w14:textId="77777777" w:rsidR="00AA6546" w:rsidRDefault="00AA6546" w:rsidP="00582CE9"/>
                      <w:p w14:paraId="42CF5B48" w14:textId="77777777" w:rsidR="00AA6546" w:rsidRPr="002C29FC" w:rsidRDefault="00AA6546"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AA6546" w:rsidRPr="00532563" w:rsidRDefault="00AA6546" w:rsidP="00582CE9"/>
                      <w:p w14:paraId="6312E82A" w14:textId="77777777" w:rsidR="00AA6546" w:rsidRDefault="00AA6546" w:rsidP="00582CE9">
                        <w:r>
                          <w:t>zakończony XX</w:t>
                        </w:r>
                        <w:r w:rsidRPr="00532563">
                          <w:t xml:space="preserve"> </w:t>
                        </w:r>
                        <w:r>
                          <w:t>[miesiąc] 202X</w:t>
                        </w:r>
                        <w:r w:rsidRPr="00532563">
                          <w:t xml:space="preserve"> roku</w:t>
                        </w:r>
                      </w:p>
                      <w:p w14:paraId="67617291" w14:textId="77777777" w:rsidR="00AA6546" w:rsidRDefault="00AA6546" w:rsidP="00582CE9"/>
                      <w:p w14:paraId="20750051" w14:textId="77777777" w:rsidR="00AA6546" w:rsidRDefault="00AA6546" w:rsidP="00582CE9"/>
                      <w:p w14:paraId="4399DC85" w14:textId="77777777" w:rsidR="00AA6546" w:rsidRDefault="00AA6546" w:rsidP="00582CE9"/>
                      <w:p w14:paraId="00ADC3E5" w14:textId="77777777" w:rsidR="00AA6546" w:rsidRDefault="00AA6546" w:rsidP="00582CE9"/>
                      <w:p w14:paraId="2540D90C" w14:textId="77777777" w:rsidR="00AA6546" w:rsidRDefault="00AA6546" w:rsidP="00582CE9"/>
                      <w:p w14:paraId="43D36552" w14:textId="77777777" w:rsidR="00AA6546" w:rsidRDefault="00AA6546" w:rsidP="00582CE9"/>
                      <w:p w14:paraId="1FE2D677" w14:textId="77777777" w:rsidR="00AA6546" w:rsidRDefault="00AA6546" w:rsidP="00582CE9"/>
                      <w:p w14:paraId="5C4A62F4" w14:textId="77777777" w:rsidR="00AA6546" w:rsidRDefault="00AA6546" w:rsidP="00582CE9"/>
                      <w:p w14:paraId="2CC30EAC" w14:textId="77777777" w:rsidR="00AA6546" w:rsidRDefault="00AA6546" w:rsidP="00582CE9"/>
                      <w:p w14:paraId="5216A2C4" w14:textId="77777777" w:rsidR="00AA6546" w:rsidRDefault="00AA6546" w:rsidP="00582CE9"/>
                      <w:p w14:paraId="496F2194" w14:textId="77777777" w:rsidR="00AA6546" w:rsidRDefault="00AA6546" w:rsidP="00582CE9"/>
                      <w:p w14:paraId="47680594" w14:textId="77777777" w:rsidR="00AA6546" w:rsidRDefault="00AA6546" w:rsidP="00582CE9"/>
                      <w:p w14:paraId="7CAADE4C" w14:textId="77777777" w:rsidR="00AA6546" w:rsidRDefault="00AA6546" w:rsidP="00582CE9"/>
                      <w:p w14:paraId="421EFA27" w14:textId="77777777" w:rsidR="00AA6546" w:rsidRDefault="00AA6546" w:rsidP="00582CE9"/>
                      <w:p w14:paraId="396F7D6A" w14:textId="77777777" w:rsidR="00AA6546" w:rsidRDefault="00AA6546" w:rsidP="00582CE9"/>
                      <w:p w14:paraId="052B1DC8" w14:textId="77777777" w:rsidR="00AA6546" w:rsidRDefault="00AA6546" w:rsidP="00582CE9"/>
                      <w:p w14:paraId="62224610" w14:textId="77777777" w:rsidR="00AA6546" w:rsidRDefault="00AA6546" w:rsidP="00582CE9"/>
                      <w:p w14:paraId="57E6CDCB" w14:textId="77777777" w:rsidR="00AA6546" w:rsidRDefault="00AA6546" w:rsidP="00582CE9"/>
                      <w:p w14:paraId="4C71D9DC" w14:textId="77777777" w:rsidR="00AA6546" w:rsidRDefault="00AA6546" w:rsidP="00582CE9"/>
                      <w:p w14:paraId="46BFA317" w14:textId="77777777" w:rsidR="00AA6546" w:rsidRDefault="00AA6546" w:rsidP="00582CE9"/>
                      <w:p w14:paraId="40E07ED9" w14:textId="77777777" w:rsidR="00AA6546" w:rsidRDefault="00AA6546" w:rsidP="00582CE9"/>
                      <w:p w14:paraId="7F6F2E55" w14:textId="77777777" w:rsidR="00AA6546" w:rsidRDefault="00AA6546" w:rsidP="00582CE9"/>
                      <w:p w14:paraId="67517B79" w14:textId="77777777" w:rsidR="00AA6546" w:rsidRDefault="00AA6546" w:rsidP="00582CE9"/>
                      <w:p w14:paraId="3BFAAFE4" w14:textId="77777777" w:rsidR="00AA6546" w:rsidRDefault="00AA6546" w:rsidP="00582CE9"/>
                      <w:p w14:paraId="1B3A9CFD" w14:textId="77777777" w:rsidR="00AA6546" w:rsidRDefault="00AA6546" w:rsidP="00582CE9"/>
                      <w:p w14:paraId="32A5639D" w14:textId="77777777" w:rsidR="00AA6546" w:rsidRDefault="00AA6546" w:rsidP="00582CE9"/>
                      <w:p w14:paraId="0DEB3F60" w14:textId="77777777" w:rsidR="00AA6546" w:rsidRDefault="00AA6546" w:rsidP="00582CE9"/>
                      <w:p w14:paraId="14EB0857" w14:textId="77777777" w:rsidR="00AA6546" w:rsidRDefault="00AA6546" w:rsidP="00582CE9"/>
                      <w:p w14:paraId="17ABA981" w14:textId="77777777" w:rsidR="00AA6546" w:rsidRDefault="00AA6546" w:rsidP="00582CE9"/>
                      <w:p w14:paraId="2F9280AC" w14:textId="77777777" w:rsidR="00AA6546" w:rsidRDefault="00AA6546" w:rsidP="00582CE9"/>
                      <w:p w14:paraId="225F12EA" w14:textId="77777777" w:rsidR="00AA6546" w:rsidRDefault="00AA6546" w:rsidP="00582CE9"/>
                      <w:p w14:paraId="346558F9" w14:textId="77777777" w:rsidR="00AA6546" w:rsidRDefault="00AA6546"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A6546" w:rsidRPr="00532563" w:rsidRDefault="00AA6546" w:rsidP="00582CE9">
                        <w:pPr>
                          <w:jc w:val="right"/>
                        </w:pPr>
                      </w:p>
                      <w:p w14:paraId="0D56A0EE" w14:textId="77777777" w:rsidR="00AA6546" w:rsidRDefault="00AA6546" w:rsidP="00582CE9"/>
                      <w:p w14:paraId="4F688069" w14:textId="77777777" w:rsidR="00AA6546" w:rsidRPr="002C29FC" w:rsidRDefault="00AA6546"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AA6546" w:rsidRPr="00532563" w:rsidRDefault="00AA6546" w:rsidP="00582CE9"/>
                      <w:p w14:paraId="30FD44B4" w14:textId="77777777" w:rsidR="00AA6546" w:rsidRDefault="00AA6546" w:rsidP="00582CE9">
                        <w:r>
                          <w:t>zakończony XX</w:t>
                        </w:r>
                        <w:r w:rsidRPr="00532563">
                          <w:t xml:space="preserve"> </w:t>
                        </w:r>
                        <w:r>
                          <w:t>[miesiąc] 202X</w:t>
                        </w:r>
                        <w:r w:rsidRPr="00532563">
                          <w:t xml:space="preserve"> roku</w:t>
                        </w:r>
                      </w:p>
                      <w:p w14:paraId="7F418820" w14:textId="77777777" w:rsidR="00AA6546" w:rsidRDefault="00AA6546" w:rsidP="00582CE9"/>
                      <w:p w14:paraId="1010328F" w14:textId="77777777" w:rsidR="00AA6546" w:rsidRDefault="00AA6546" w:rsidP="00582CE9"/>
                      <w:p w14:paraId="58704009" w14:textId="77777777" w:rsidR="00AA6546" w:rsidRDefault="00AA6546" w:rsidP="00582CE9"/>
                      <w:p w14:paraId="655579ED" w14:textId="77777777" w:rsidR="00AA6546" w:rsidRDefault="00AA6546" w:rsidP="00582CE9"/>
                      <w:p w14:paraId="1B335F14" w14:textId="77777777" w:rsidR="00AA6546" w:rsidRDefault="00AA6546" w:rsidP="00582CE9"/>
                      <w:p w14:paraId="1CD33DE9" w14:textId="77777777" w:rsidR="00AA6546" w:rsidRDefault="00AA6546" w:rsidP="00582CE9"/>
                      <w:p w14:paraId="6EFADD99" w14:textId="77777777" w:rsidR="00AA6546" w:rsidRDefault="00AA6546" w:rsidP="00582CE9"/>
                      <w:p w14:paraId="29141B23" w14:textId="77777777" w:rsidR="00AA6546" w:rsidRDefault="00AA6546" w:rsidP="00582CE9"/>
                      <w:p w14:paraId="0361DE91" w14:textId="77777777" w:rsidR="00AA6546" w:rsidRDefault="00AA6546" w:rsidP="00582CE9"/>
                      <w:p w14:paraId="5CA413C7" w14:textId="77777777" w:rsidR="00AA6546" w:rsidRDefault="00AA6546" w:rsidP="00582CE9"/>
                      <w:p w14:paraId="1D978E7D" w14:textId="77777777" w:rsidR="00AA6546" w:rsidRDefault="00AA6546" w:rsidP="00582CE9"/>
                      <w:p w14:paraId="5A42190A" w14:textId="77777777" w:rsidR="00AA6546" w:rsidRDefault="00AA6546" w:rsidP="00582CE9"/>
                      <w:p w14:paraId="34C78759" w14:textId="77777777" w:rsidR="00AA6546" w:rsidRDefault="00AA6546" w:rsidP="00582CE9"/>
                      <w:p w14:paraId="65A03EB1" w14:textId="77777777" w:rsidR="00AA6546" w:rsidRDefault="00AA6546" w:rsidP="00582CE9"/>
                      <w:p w14:paraId="4F91F294" w14:textId="77777777" w:rsidR="00AA6546" w:rsidRDefault="00AA6546" w:rsidP="00582CE9"/>
                      <w:p w14:paraId="2D13EF49" w14:textId="77777777" w:rsidR="00AA6546" w:rsidRDefault="00AA6546" w:rsidP="00582CE9"/>
                      <w:p w14:paraId="70CF7CFD" w14:textId="77777777" w:rsidR="00AA6546" w:rsidRDefault="00AA6546" w:rsidP="00582CE9"/>
                      <w:p w14:paraId="62FADBF6" w14:textId="77777777" w:rsidR="00AA6546" w:rsidRDefault="00AA6546" w:rsidP="00582CE9"/>
                      <w:p w14:paraId="4CD5557E" w14:textId="77777777" w:rsidR="00AA6546" w:rsidRDefault="00AA6546" w:rsidP="00582CE9"/>
                      <w:p w14:paraId="2F3D968B" w14:textId="77777777" w:rsidR="00AA6546" w:rsidRDefault="00AA6546" w:rsidP="00582CE9"/>
                      <w:p w14:paraId="68C52F2E" w14:textId="77777777" w:rsidR="00AA6546" w:rsidRDefault="00AA6546" w:rsidP="00582CE9"/>
                      <w:p w14:paraId="6FAFEBFF" w14:textId="77777777" w:rsidR="00AA6546" w:rsidRDefault="00AA6546" w:rsidP="00582CE9"/>
                      <w:p w14:paraId="4AFD923E" w14:textId="77777777" w:rsidR="00AA6546" w:rsidRDefault="00AA6546" w:rsidP="00582CE9"/>
                      <w:p w14:paraId="7CE0310E" w14:textId="77777777" w:rsidR="00AA6546" w:rsidRDefault="00AA6546" w:rsidP="00582CE9"/>
                      <w:p w14:paraId="3FC6F2CD" w14:textId="77777777" w:rsidR="00AA6546" w:rsidRDefault="00AA6546" w:rsidP="00582CE9"/>
                      <w:p w14:paraId="4E5D811B" w14:textId="77777777" w:rsidR="00AA6546" w:rsidRDefault="00AA6546" w:rsidP="00582CE9"/>
                      <w:p w14:paraId="742ED274" w14:textId="77777777" w:rsidR="00AA6546" w:rsidRDefault="00AA6546" w:rsidP="00582CE9"/>
                      <w:p w14:paraId="434CB0B0" w14:textId="77777777" w:rsidR="00AA6546" w:rsidRDefault="00AA6546" w:rsidP="00582CE9"/>
                      <w:p w14:paraId="70233636" w14:textId="77777777" w:rsidR="00AA6546" w:rsidRDefault="00AA6546" w:rsidP="00582CE9"/>
                      <w:p w14:paraId="11E3B380" w14:textId="77777777" w:rsidR="00AA6546" w:rsidRDefault="00AA6546" w:rsidP="00582CE9"/>
                      <w:p w14:paraId="6769EEF8" w14:textId="77777777" w:rsidR="00AA6546" w:rsidRDefault="00AA6546" w:rsidP="00582CE9"/>
                      <w:p w14:paraId="66018625" w14:textId="77777777" w:rsidR="00AA6546" w:rsidRDefault="00AA6546"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A6546" w:rsidRPr="00532563" w:rsidRDefault="00AA6546"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72D859F7" w:rsidR="008F38F2" w:rsidRDefault="000B3516">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8C6373">
              <w:rPr>
                <w:webHidden/>
              </w:rPr>
              <w:t>3</w:t>
            </w:r>
            <w:r w:rsidR="008F38F2">
              <w:rPr>
                <w:webHidden/>
              </w:rPr>
              <w:fldChar w:fldCharType="end"/>
            </w:r>
          </w:hyperlink>
        </w:p>
        <w:p w14:paraId="6AEF5F55" w14:textId="0D2779FF" w:rsidR="008F38F2" w:rsidRDefault="000B3516">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8C6373">
              <w:rPr>
                <w:webHidden/>
              </w:rPr>
              <w:t>5</w:t>
            </w:r>
            <w:r w:rsidR="008F38F2">
              <w:rPr>
                <w:webHidden/>
              </w:rPr>
              <w:fldChar w:fldCharType="end"/>
            </w:r>
          </w:hyperlink>
        </w:p>
        <w:p w14:paraId="7C293583" w14:textId="35EABE62" w:rsidR="008F38F2" w:rsidRDefault="000B3516">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8C6373">
              <w:rPr>
                <w:webHidden/>
              </w:rPr>
              <w:t>5</w:t>
            </w:r>
            <w:r w:rsidR="008F38F2">
              <w:rPr>
                <w:webHidden/>
              </w:rPr>
              <w:fldChar w:fldCharType="end"/>
            </w:r>
          </w:hyperlink>
        </w:p>
        <w:p w14:paraId="53F6E9AF" w14:textId="4571BA37" w:rsidR="008F38F2" w:rsidRDefault="000B3516">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8C6373">
              <w:rPr>
                <w:webHidden/>
              </w:rPr>
              <w:t>5</w:t>
            </w:r>
            <w:r w:rsidR="008F38F2">
              <w:rPr>
                <w:webHidden/>
              </w:rPr>
              <w:fldChar w:fldCharType="end"/>
            </w:r>
          </w:hyperlink>
        </w:p>
        <w:p w14:paraId="426FCB98" w14:textId="70726CBA" w:rsidR="008F38F2" w:rsidRDefault="000B3516" w:rsidP="005E0744">
          <w:pPr>
            <w:pStyle w:val="Spistreci1"/>
            <w:ind w:left="705" w:hanging="705"/>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8C6373">
              <w:rPr>
                <w:webHidden/>
              </w:rPr>
              <w:t>7</w:t>
            </w:r>
            <w:r w:rsidR="008F38F2">
              <w:rPr>
                <w:webHidden/>
              </w:rPr>
              <w:fldChar w:fldCharType="end"/>
            </w:r>
          </w:hyperlink>
        </w:p>
        <w:p w14:paraId="55E26B12" w14:textId="5D4EE3F1" w:rsidR="008F38F2" w:rsidRDefault="000B3516">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8C6373">
              <w:rPr>
                <w:webHidden/>
              </w:rPr>
              <w:t>7</w:t>
            </w:r>
            <w:r w:rsidR="008F38F2">
              <w:rPr>
                <w:webHidden/>
              </w:rPr>
              <w:fldChar w:fldCharType="end"/>
            </w:r>
          </w:hyperlink>
        </w:p>
        <w:p w14:paraId="6A327E1C" w14:textId="6DDA7E32" w:rsidR="008F38F2" w:rsidRDefault="000B3516">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8C6373">
              <w:rPr>
                <w:webHidden/>
              </w:rPr>
              <w:t>8</w:t>
            </w:r>
            <w:r w:rsidR="008F38F2">
              <w:rPr>
                <w:webHidden/>
              </w:rPr>
              <w:fldChar w:fldCharType="end"/>
            </w:r>
          </w:hyperlink>
        </w:p>
        <w:p w14:paraId="05AFF06B" w14:textId="30253F8D" w:rsidR="008F38F2" w:rsidRDefault="000B3516">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8C6373">
              <w:rPr>
                <w:webHidden/>
              </w:rPr>
              <w:t>8</w:t>
            </w:r>
            <w:r w:rsidR="008F38F2">
              <w:rPr>
                <w:webHidden/>
              </w:rPr>
              <w:fldChar w:fldCharType="end"/>
            </w:r>
          </w:hyperlink>
        </w:p>
        <w:p w14:paraId="49A6FB55" w14:textId="507464E8" w:rsidR="008F38F2" w:rsidRDefault="000B3516">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8C6373">
              <w:rPr>
                <w:webHidden/>
              </w:rPr>
              <w:t>9</w:t>
            </w:r>
            <w:r w:rsidR="008F38F2">
              <w:rPr>
                <w:webHidden/>
              </w:rPr>
              <w:fldChar w:fldCharType="end"/>
            </w:r>
          </w:hyperlink>
        </w:p>
        <w:p w14:paraId="2604CA24" w14:textId="3EAFF098" w:rsidR="008F38F2" w:rsidRDefault="000B3516">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8C6373">
              <w:rPr>
                <w:webHidden/>
              </w:rPr>
              <w:t>9</w:t>
            </w:r>
            <w:r w:rsidR="008F38F2">
              <w:rPr>
                <w:webHidden/>
              </w:rPr>
              <w:fldChar w:fldCharType="end"/>
            </w:r>
          </w:hyperlink>
        </w:p>
        <w:p w14:paraId="20CB8DE3" w14:textId="1C66DF8C" w:rsidR="008F38F2" w:rsidRDefault="000B3516">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8C6373">
              <w:rPr>
                <w:webHidden/>
              </w:rPr>
              <w:t>10</w:t>
            </w:r>
            <w:r w:rsidR="008F38F2">
              <w:rPr>
                <w:webHidden/>
              </w:rPr>
              <w:fldChar w:fldCharType="end"/>
            </w:r>
          </w:hyperlink>
        </w:p>
        <w:p w14:paraId="3C0F09E4" w14:textId="019E8056" w:rsidR="008F38F2" w:rsidRDefault="000B3516">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8C6373">
              <w:rPr>
                <w:webHidden/>
              </w:rPr>
              <w:t>10</w:t>
            </w:r>
            <w:r w:rsidR="008F38F2">
              <w:rPr>
                <w:webHidden/>
              </w:rPr>
              <w:fldChar w:fldCharType="end"/>
            </w:r>
          </w:hyperlink>
        </w:p>
        <w:p w14:paraId="27FB5429" w14:textId="21ABEE5F" w:rsidR="008F38F2" w:rsidRDefault="000B3516">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8C6373">
              <w:rPr>
                <w:webHidden/>
              </w:rPr>
              <w:t>10</w:t>
            </w:r>
            <w:r w:rsidR="008F38F2">
              <w:rPr>
                <w:webHidden/>
              </w:rPr>
              <w:fldChar w:fldCharType="end"/>
            </w:r>
          </w:hyperlink>
        </w:p>
        <w:p w14:paraId="6FD864AF" w14:textId="727B17FF" w:rsidR="008F38F2" w:rsidRDefault="000B3516">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8C6373">
              <w:rPr>
                <w:webHidden/>
              </w:rPr>
              <w:t>11</w:t>
            </w:r>
            <w:r w:rsidR="008F38F2">
              <w:rPr>
                <w:webHidden/>
              </w:rPr>
              <w:fldChar w:fldCharType="end"/>
            </w:r>
          </w:hyperlink>
        </w:p>
        <w:p w14:paraId="5B9B8BD4" w14:textId="158A7CC9" w:rsidR="008F38F2" w:rsidRDefault="000B3516">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8C6373">
              <w:rPr>
                <w:webHidden/>
              </w:rPr>
              <w:t>11</w:t>
            </w:r>
            <w:r w:rsidR="008F38F2">
              <w:rPr>
                <w:webHidden/>
              </w:rPr>
              <w:fldChar w:fldCharType="end"/>
            </w:r>
          </w:hyperlink>
        </w:p>
        <w:p w14:paraId="79502066" w14:textId="378026EF" w:rsidR="008F38F2" w:rsidRDefault="000B3516">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8C6373">
              <w:rPr>
                <w:webHidden/>
              </w:rPr>
              <w:t>12</w:t>
            </w:r>
            <w:r w:rsidR="008F38F2">
              <w:rPr>
                <w:webHidden/>
              </w:rPr>
              <w:fldChar w:fldCharType="end"/>
            </w:r>
          </w:hyperlink>
        </w:p>
        <w:p w14:paraId="11F7E7D6" w14:textId="01EE4131" w:rsidR="008F38F2" w:rsidRDefault="000B3516">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8C6373">
              <w:rPr>
                <w:webHidden/>
              </w:rPr>
              <w:t>12</w:t>
            </w:r>
            <w:r w:rsidR="008F38F2">
              <w:rPr>
                <w:webHidden/>
              </w:rPr>
              <w:fldChar w:fldCharType="end"/>
            </w:r>
          </w:hyperlink>
        </w:p>
        <w:p w14:paraId="6E85BD1A" w14:textId="0E701D1E" w:rsidR="008F38F2" w:rsidRDefault="000B3516">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8C6373">
              <w:rPr>
                <w:webHidden/>
              </w:rPr>
              <w:t>12</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747C9FA8" w14:textId="77777777" w:rsidR="00EC37A3" w:rsidRPr="00EC37A3" w:rsidRDefault="008F38F2" w:rsidP="00EC37A3">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Pr="00C62503">
        <w:rPr>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C62503">
        <w:rPr>
          <w:color w:val="000000"/>
          <w:sz w:val="20"/>
          <w:lang w:eastAsia="pl-PL"/>
        </w:rPr>
        <w:t xml:space="preserve">; w imieniu której postępowanie zakupowe prowadzi: PGE Dystrybucja S.A. </w:t>
      </w:r>
      <w:r w:rsidR="00EC37A3" w:rsidRPr="00EC37A3">
        <w:rPr>
          <w:color w:val="000000"/>
          <w:sz w:val="20"/>
          <w:lang w:eastAsia="pl-PL"/>
        </w:rPr>
        <w:t>Oddział Łódź</w:t>
      </w:r>
    </w:p>
    <w:p w14:paraId="6C05DF5F" w14:textId="77777777" w:rsidR="00EC37A3" w:rsidRPr="00EC37A3" w:rsidRDefault="00EC37A3" w:rsidP="00EC37A3">
      <w:pPr>
        <w:autoSpaceDE w:val="0"/>
        <w:autoSpaceDN w:val="0"/>
        <w:adjustRightInd w:val="0"/>
        <w:spacing w:before="120" w:line="24" w:lineRule="atLeast"/>
        <w:ind w:left="709"/>
        <w:jc w:val="both"/>
        <w:rPr>
          <w:color w:val="000000"/>
          <w:sz w:val="20"/>
          <w:lang w:eastAsia="pl-PL"/>
        </w:rPr>
      </w:pPr>
      <w:r w:rsidRPr="00EC37A3">
        <w:rPr>
          <w:color w:val="000000"/>
          <w:sz w:val="20"/>
          <w:lang w:eastAsia="pl-PL"/>
        </w:rPr>
        <w:t>Adres: ul. Tuwima 58 90-021 Łódź  Telefon: (42) 675 10 00</w:t>
      </w:r>
    </w:p>
    <w:p w14:paraId="2E8CB26D" w14:textId="38573CB8" w:rsidR="008F38F2" w:rsidRPr="004E469B" w:rsidRDefault="00EC37A3" w:rsidP="00EC37A3">
      <w:pPr>
        <w:autoSpaceDE w:val="0"/>
        <w:autoSpaceDN w:val="0"/>
        <w:adjustRightInd w:val="0"/>
        <w:spacing w:before="120" w:line="24" w:lineRule="atLeast"/>
        <w:ind w:left="709"/>
        <w:jc w:val="both"/>
        <w:rPr>
          <w:rFonts w:cstheme="minorHAnsi"/>
          <w:sz w:val="20"/>
          <w:lang w:eastAsia="pl-PL"/>
        </w:rPr>
      </w:pPr>
      <w:r w:rsidRPr="00EC37A3">
        <w:rPr>
          <w:color w:val="000000"/>
          <w:sz w:val="20"/>
          <w:lang w:eastAsia="pl-PL"/>
        </w:rPr>
        <w:t>https://www.pgedystrybucja.pl</w:t>
      </w:r>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3" w:history="1">
        <w:r w:rsidRPr="00C62503">
          <w:rPr>
            <w:rStyle w:val="Hipercze"/>
          </w:rPr>
          <w:t>https://www.pgedystrybucja.pl/przetargi</w:t>
        </w:r>
      </w:hyperlink>
      <w:r w:rsidRPr="00C62503">
        <w:rPr>
          <w:rStyle w:val="Hipercze"/>
        </w:rPr>
        <w:t xml:space="preserve"> oraz </w:t>
      </w:r>
      <w:hyperlink r:id="rId14" w:history="1">
        <w:r w:rsidRPr="00C62503">
          <w:rPr>
            <w:rStyle w:val="Hipercze"/>
          </w:rPr>
          <w:t>https://swpp2.gkpge.pl</w:t>
        </w:r>
      </w:hyperlink>
      <w:r w:rsidRPr="00C62503">
        <w:rPr>
          <w:sz w:val="20"/>
        </w:rPr>
        <w:t xml:space="preserve"> - zakładka Baza Wiedzy), a także Kodeksie cywilnym.</w:t>
      </w:r>
    </w:p>
    <w:p w14:paraId="5E191B28" w14:textId="06F0D87C" w:rsidR="00EC37A3" w:rsidRPr="00EC37A3" w:rsidRDefault="008F38F2" w:rsidP="00EC37A3">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18E5C5DF" w14:textId="73E49690" w:rsidR="008F38F2" w:rsidRPr="00EC37A3" w:rsidRDefault="008F38F2" w:rsidP="00EC37A3">
      <w:pPr>
        <w:spacing w:before="120" w:line="24" w:lineRule="atLeast"/>
        <w:jc w:val="both"/>
        <w:rPr>
          <w:sz w:val="20"/>
        </w:rPr>
      </w:pP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6986FBA8" w14:textId="3E058750"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najpierw dokona oceny Ofert, a następnie zbada, czy Wykonawca, którego Oferta została oceniona jako najkorzystniejsza, nie podlega wykluczeniu oraz spełnia warunki udziału w Postępowaniu zakupowym. </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5CFB1DF3" w:rsidR="008F38F2" w:rsidRPr="00C62503" w:rsidRDefault="008F38F2" w:rsidP="008F38F2">
      <w:pPr>
        <w:pStyle w:val="Akapitzlist"/>
        <w:numPr>
          <w:ilvl w:val="2"/>
          <w:numId w:val="6"/>
        </w:numPr>
        <w:spacing w:after="0" w:line="288" w:lineRule="auto"/>
        <w:jc w:val="both"/>
        <w:rPr>
          <w:sz w:val="20"/>
        </w:rPr>
      </w:pPr>
      <w:r w:rsidRPr="00C62503">
        <w:rPr>
          <w:sz w:val="20"/>
        </w:rPr>
        <w:t>Zamawiający zastrzega sobie prawo do przeprowadzenia aukcji elektronicznej z Wykonawcami, których Oferty nie podlegają odrzuceniu. Szczegóły dotyczące aukcji elektroniczne</w:t>
      </w:r>
      <w:r w:rsidR="00EC37A3">
        <w:rPr>
          <w:sz w:val="20"/>
        </w:rPr>
        <w:t xml:space="preserv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643A14F6"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którzy złożyli oferty, o wyniku postępowania podając nazwę Wykonawcy, który złożył najkorzystniejszą ofertę oraz zaoferowaną przez nieg</w:t>
      </w:r>
      <w:r w:rsidR="00EC37A3">
        <w:rPr>
          <w:sz w:val="20"/>
        </w:rPr>
        <w:t>o cenę za wykonanie zamówienia.</w:t>
      </w:r>
    </w:p>
    <w:p w14:paraId="4B45496F" w14:textId="1C0F5396" w:rsidR="008F38F2" w:rsidRPr="00C62503" w:rsidRDefault="00EC37A3" w:rsidP="008F38F2">
      <w:pPr>
        <w:pStyle w:val="Akapitzlist"/>
        <w:numPr>
          <w:ilvl w:val="2"/>
          <w:numId w:val="6"/>
        </w:numPr>
        <w:spacing w:before="120" w:after="0" w:line="24" w:lineRule="atLeast"/>
        <w:ind w:left="709" w:hanging="709"/>
        <w:contextualSpacing w:val="0"/>
        <w:jc w:val="both"/>
        <w:rPr>
          <w:sz w:val="20"/>
        </w:rPr>
      </w:pPr>
      <w:bookmarkStart w:id="28" w:name="_Toc516566306"/>
      <w:bookmarkStart w:id="29" w:name="_Toc516581574"/>
      <w:bookmarkStart w:id="30" w:name="_Toc516734748"/>
      <w:bookmarkStart w:id="31" w:name="_Toc516738778"/>
      <w:r w:rsidRPr="00EC37A3">
        <w:rPr>
          <w:sz w:val="20"/>
          <w:lang w:eastAsia="pl-PL"/>
        </w:rPr>
        <w:t xml:space="preserve">Zamawiający </w:t>
      </w:r>
      <w:r w:rsidRPr="00EC37A3">
        <w:rPr>
          <w:b/>
          <w:bCs/>
          <w:sz w:val="20"/>
          <w:lang w:eastAsia="pl-PL"/>
        </w:rPr>
        <w:t>dopuszcza</w:t>
      </w:r>
      <w:r w:rsidRPr="00EC37A3">
        <w:rPr>
          <w:sz w:val="20"/>
          <w:lang w:eastAsia="pl-PL"/>
        </w:rPr>
        <w:t xml:space="preserve"> </w:t>
      </w:r>
      <w:r w:rsidRPr="00EC37A3">
        <w:rPr>
          <w:b/>
          <w:bCs/>
          <w:sz w:val="20"/>
          <w:lang w:eastAsia="pl-PL"/>
        </w:rPr>
        <w:t>skła</w:t>
      </w:r>
      <w:r w:rsidRPr="00EC37A3">
        <w:rPr>
          <w:b/>
          <w:sz w:val="20"/>
          <w:lang w:eastAsia="pl-PL"/>
        </w:rPr>
        <w:t>dani</w:t>
      </w:r>
      <w:r w:rsidRPr="00EC37A3">
        <w:rPr>
          <w:b/>
          <w:bCs/>
          <w:sz w:val="20"/>
          <w:lang w:eastAsia="pl-PL"/>
        </w:rPr>
        <w:t>e</w:t>
      </w:r>
      <w:r w:rsidRPr="00EC37A3">
        <w:rPr>
          <w:i/>
          <w:iCs/>
          <w:sz w:val="20"/>
          <w:lang w:eastAsia="pl-PL"/>
        </w:rPr>
        <w:t xml:space="preserve"> </w:t>
      </w:r>
      <w:r w:rsidRPr="00EC37A3">
        <w:rPr>
          <w:sz w:val="20"/>
          <w:lang w:eastAsia="pl-PL"/>
        </w:rPr>
        <w:t>ofert przez Wykonawców wspólnie ubiegających się o udzielenie zakupu (Konsorcjum).</w:t>
      </w:r>
      <w:bookmarkEnd w:id="28"/>
      <w:bookmarkEnd w:id="29"/>
      <w:bookmarkEnd w:id="30"/>
      <w:bookmarkEnd w:id="31"/>
      <w:r w:rsidRPr="00EC37A3">
        <w:rPr>
          <w:sz w:val="20"/>
          <w:lang w:eastAsia="pl-PL"/>
        </w:rPr>
        <w:t xml:space="preserve"> Przepisy dotyczące Wykonawcy stosuje się odpowiednio do Wykonawców wspólnie ubiegających się o udzielenie zakupu</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0B3516" w:rsidP="008F38F2">
      <w:pPr>
        <w:pStyle w:val="Akapitzlist"/>
        <w:spacing w:before="120" w:line="24" w:lineRule="atLeast"/>
        <w:ind w:left="709"/>
        <w:contextualSpacing w:val="0"/>
        <w:rPr>
          <w:sz w:val="20"/>
        </w:rPr>
      </w:pPr>
      <w:hyperlink r:id="rId15" w:history="1">
        <w:r w:rsidR="008F38F2" w:rsidRPr="00C62503">
          <w:rPr>
            <w:rStyle w:val="Hipercze"/>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4B4556" w:rsidRDefault="000B3516" w:rsidP="008F38F2">
      <w:pPr>
        <w:pStyle w:val="Akapitzlist"/>
        <w:spacing w:line="24" w:lineRule="atLeast"/>
        <w:ind w:left="360" w:firstLine="348"/>
        <w:rPr>
          <w:rFonts w:cstheme="minorHAnsi"/>
          <w:bCs/>
          <w:sz w:val="20"/>
        </w:rPr>
      </w:pPr>
      <w:hyperlink r:id="rId16" w:history="1">
        <w:r w:rsidR="008F38F2" w:rsidRPr="004B4556">
          <w:rPr>
            <w:rStyle w:val="Hipercze"/>
            <w:rFonts w:cstheme="minorHAnsi"/>
            <w:bCs/>
          </w:rPr>
          <w:t>https://pgedystrybucja.pl/przetargi/przetargi-zakupowe</w:t>
        </w:r>
      </w:hyperlink>
    </w:p>
    <w:p w14:paraId="5BEFBA20" w14:textId="2BEC8766"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C62503">
        <w:rPr>
          <w:b/>
          <w:bCs/>
          <w:sz w:val="20"/>
        </w:rPr>
        <w:t xml:space="preserve">Załącznik nr </w:t>
      </w:r>
      <w:r w:rsidR="00EC37A3">
        <w:rPr>
          <w:b/>
          <w:bCs/>
          <w:sz w:val="20"/>
        </w:rPr>
        <w:t>6</w:t>
      </w:r>
      <w:r w:rsidRPr="00C62503">
        <w:rPr>
          <w:b/>
          <w:bCs/>
          <w:sz w:val="20"/>
        </w:rPr>
        <w:t xml:space="preserve"> do SWZ</w:t>
      </w:r>
      <w:r w:rsidR="00EC37A3">
        <w:rPr>
          <w:sz w:val="20"/>
        </w:rPr>
        <w:t>.</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4B4556" w:rsidRDefault="000B3516" w:rsidP="008F38F2">
      <w:pPr>
        <w:pStyle w:val="Akapitzlist"/>
        <w:spacing w:line="24" w:lineRule="atLeast"/>
        <w:ind w:left="709"/>
        <w:rPr>
          <w:rFonts w:cstheme="minorHAnsi"/>
          <w:sz w:val="20"/>
        </w:rPr>
      </w:pPr>
      <w:hyperlink r:id="rId17" w:history="1">
        <w:r w:rsidR="008F38F2" w:rsidRPr="004B4556">
          <w:rPr>
            <w:rStyle w:val="Hipercze"/>
            <w:rFonts w:cstheme="minorHAnsi"/>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UWAGA: Zamawiający informuje, że postępowanie zakupowe będzie prowadzone z wykorzystaniem Systemu Zakupowego. Szczegóły dotyczące Systemu i elektronicznego składania Ofert wskazane zostały w pkt 17 SWZ.</w:t>
      </w:r>
    </w:p>
    <w:p w14:paraId="6B273A57" w14:textId="77777777" w:rsidR="008F38F2" w:rsidRPr="00C62503" w:rsidRDefault="008F38F2" w:rsidP="008F38F2">
      <w:pPr>
        <w:pStyle w:val="Nagwek1"/>
        <w:numPr>
          <w:ilvl w:val="0"/>
          <w:numId w:val="7"/>
        </w:numPr>
      </w:pPr>
      <w:bookmarkStart w:id="32" w:name="_Toc193111778"/>
      <w:r w:rsidRPr="00C62503">
        <w:t>OPIS PRZEDMIOTU ZAKUPU</w:t>
      </w:r>
      <w:bookmarkEnd w:id="32"/>
    </w:p>
    <w:p w14:paraId="5AF60CD2" w14:textId="27BA6E6A" w:rsidR="008F38F2" w:rsidRPr="00C62503" w:rsidRDefault="008F38F2" w:rsidP="009B0616">
      <w:pPr>
        <w:pStyle w:val="Akapitzlist"/>
        <w:numPr>
          <w:ilvl w:val="1"/>
          <w:numId w:val="7"/>
        </w:numPr>
        <w:spacing w:before="120" w:after="0" w:line="24" w:lineRule="atLeast"/>
        <w:contextualSpacing w:val="0"/>
        <w:jc w:val="both"/>
        <w:rPr>
          <w:sz w:val="20"/>
        </w:rPr>
      </w:pPr>
      <w:r w:rsidRPr="00C62503">
        <w:rPr>
          <w:sz w:val="20"/>
        </w:rPr>
        <w:t xml:space="preserve">Przedmiotem postępowania zakupowego jest </w:t>
      </w:r>
      <w:r w:rsidR="00136D05" w:rsidRPr="00136D05">
        <w:rPr>
          <w:sz w:val="20"/>
        </w:rPr>
        <w:t>Wykonanie dokumentacji i robót budowlanych w branży elektroenergetycznej na terenie działania OŁD w RE Sieradz i RE Zgierz-Pabianice w podziale na 4 części</w:t>
      </w:r>
      <w:r w:rsidR="00136D05">
        <w:rPr>
          <w:sz w:val="20"/>
        </w:rPr>
        <w:t>.</w:t>
      </w:r>
    </w:p>
    <w:p w14:paraId="2C56BFD0" w14:textId="5F882FD6" w:rsidR="008F38F2" w:rsidRDefault="008F38F2" w:rsidP="008F38F2">
      <w:pPr>
        <w:pStyle w:val="Akapitzlist"/>
        <w:numPr>
          <w:ilvl w:val="1"/>
          <w:numId w:val="7"/>
        </w:numPr>
        <w:spacing w:before="120" w:after="0" w:line="24" w:lineRule="atLeast"/>
        <w:ind w:left="567" w:hanging="567"/>
        <w:contextualSpacing w:val="0"/>
        <w:jc w:val="both"/>
        <w:rPr>
          <w:sz w:val="20"/>
        </w:rPr>
      </w:pPr>
      <w:r w:rsidRPr="00C62503">
        <w:rPr>
          <w:sz w:val="20"/>
        </w:rPr>
        <w:t xml:space="preserve">Zamawiający </w:t>
      </w:r>
      <w:r w:rsidRPr="00C62503">
        <w:rPr>
          <w:b/>
          <w:bCs/>
          <w:sz w:val="20"/>
        </w:rPr>
        <w:t>nie dopuszcza</w:t>
      </w:r>
      <w:r w:rsidRPr="00C62503">
        <w:rPr>
          <w:sz w:val="20"/>
        </w:rPr>
        <w:t xml:space="preserve"> składania ofert wariantowych. Zamawiający </w:t>
      </w:r>
      <w:r w:rsidRPr="00C62503">
        <w:rPr>
          <w:b/>
          <w:bCs/>
          <w:sz w:val="20"/>
        </w:rPr>
        <w:t>dopuszcza</w:t>
      </w:r>
      <w:r w:rsidRPr="00C62503">
        <w:rPr>
          <w:sz w:val="20"/>
        </w:rPr>
        <w:t xml:space="preserve"> składanie ofert częściowych. Zakup został podzielony na </w:t>
      </w:r>
      <w:r w:rsidR="00811AEB">
        <w:rPr>
          <w:sz w:val="20"/>
        </w:rPr>
        <w:t>4</w:t>
      </w:r>
      <w:r w:rsidR="009B0616">
        <w:rPr>
          <w:sz w:val="20"/>
        </w:rPr>
        <w:t xml:space="preserve"> (słownie: </w:t>
      </w:r>
      <w:r w:rsidR="00811AEB">
        <w:rPr>
          <w:sz w:val="20"/>
        </w:rPr>
        <w:t>cztery</w:t>
      </w:r>
      <w:r w:rsidR="009B0616">
        <w:rPr>
          <w:sz w:val="20"/>
        </w:rPr>
        <w:t>) niezależn</w:t>
      </w:r>
      <w:r w:rsidR="00811AEB">
        <w:rPr>
          <w:sz w:val="20"/>
        </w:rPr>
        <w:t>e</w:t>
      </w:r>
      <w:r w:rsidRPr="00C62503">
        <w:rPr>
          <w:sz w:val="20"/>
        </w:rPr>
        <w:t xml:space="preserve"> części w sposób opisany poniżej: </w:t>
      </w:r>
    </w:p>
    <w:p w14:paraId="527403BA" w14:textId="4E0E8CAA" w:rsidR="009B0616" w:rsidRDefault="00136D05" w:rsidP="009B0616">
      <w:pPr>
        <w:pStyle w:val="Akapitzlist"/>
        <w:spacing w:before="120" w:after="0" w:line="24" w:lineRule="atLeast"/>
        <w:ind w:left="567"/>
        <w:contextualSpacing w:val="0"/>
        <w:jc w:val="both"/>
        <w:rPr>
          <w:sz w:val="20"/>
        </w:rPr>
      </w:pPr>
      <w:r w:rsidRPr="00136D05">
        <w:rPr>
          <w:sz w:val="20"/>
        </w:rPr>
        <w:t>Część 1: Wykonanie dokumentacji i robót budowlanych w branży elektroenergetycznej na terenie działania OŁD w RE Sieradz "3-0988 Rowy 3 – wymiana przewodów linii napowietrznej nN 0,4kV w miejscowości Rowy gm. Wróblew”</w:t>
      </w:r>
    </w:p>
    <w:p w14:paraId="210B62A1" w14:textId="0459AD6B" w:rsidR="009B0616" w:rsidRDefault="00136D05" w:rsidP="009B0616">
      <w:pPr>
        <w:pStyle w:val="Akapitzlist"/>
        <w:spacing w:before="120" w:after="0" w:line="24" w:lineRule="atLeast"/>
        <w:ind w:left="567"/>
        <w:contextualSpacing w:val="0"/>
        <w:jc w:val="both"/>
        <w:rPr>
          <w:sz w:val="20"/>
        </w:rPr>
      </w:pPr>
      <w:r w:rsidRPr="00136D05">
        <w:rPr>
          <w:sz w:val="20"/>
        </w:rPr>
        <w:t>Część 2: Wykonanie dokumentacji i  robót budowlanych w branży elektroenergetycznej na terenie działania OŁD w RE Sieradz Wymiana istniejącego rozłącznika sterowanego radiem(wraz ze sterownikiem i terminalem komunikacyjnym) bez wymiany słupa SN, w miejscowości Mątewki, gm. Mokrsko GPS(51.2105906, 18.4509365).</w:t>
      </w:r>
    </w:p>
    <w:p w14:paraId="1452F0C2" w14:textId="71D8F1E7" w:rsidR="009B0616" w:rsidRDefault="00136D05" w:rsidP="009B0616">
      <w:pPr>
        <w:pStyle w:val="Akapitzlist"/>
        <w:spacing w:before="120" w:after="0" w:line="24" w:lineRule="atLeast"/>
        <w:ind w:left="567"/>
        <w:contextualSpacing w:val="0"/>
        <w:jc w:val="both"/>
        <w:rPr>
          <w:sz w:val="20"/>
        </w:rPr>
      </w:pPr>
      <w:r w:rsidRPr="00136D05">
        <w:rPr>
          <w:sz w:val="20"/>
        </w:rPr>
        <w:t>Część 3: Wykonanie dokumentacji i robót budowlanych w branży elektroenergetycznej na terenie działania OŁD w RE Sieradz "3-0813 Zduńska Wola 4 – wymiana przewodów linii napowietrznej nN 0,4kV w miejscowości Zduńska Wola ul. Piwna, Złotnickiego, św. Maksymiliana M. Kolbego gm. m. Zduńska Wola”</w:t>
      </w:r>
    </w:p>
    <w:p w14:paraId="718334BF" w14:textId="47F6670D" w:rsidR="008F38F2" w:rsidRPr="00D05D85" w:rsidRDefault="00136D05" w:rsidP="00FA4DF0">
      <w:pPr>
        <w:pStyle w:val="Akapitzlist"/>
        <w:spacing w:before="120" w:after="0" w:line="24" w:lineRule="atLeast"/>
        <w:ind w:left="567"/>
        <w:contextualSpacing w:val="0"/>
        <w:jc w:val="both"/>
        <w:rPr>
          <w:sz w:val="20"/>
        </w:rPr>
      </w:pPr>
      <w:r w:rsidRPr="00136D05">
        <w:rPr>
          <w:sz w:val="20"/>
        </w:rPr>
        <w:t>Część 4: Wykonanie dokumentacji projektowej oraz wymianę istniejącej linii napowietrznej nn wraz przyłączami nn na terenie Rejonu Energetycznego Zgierz-Pabianice - Obwód 1 kierunek Modrzewiowa, Obwód 2 kierunek Sienkiewicza, ze stacji 30647 Bedoń ul. Sienkiewicza 14</w:t>
      </w:r>
    </w:p>
    <w:p w14:paraId="518B6850" w14:textId="5CEB5546" w:rsidR="008F38F2" w:rsidRPr="00C62503" w:rsidRDefault="008F38F2" w:rsidP="00897B32">
      <w:pPr>
        <w:pStyle w:val="Akapitzlist"/>
        <w:numPr>
          <w:ilvl w:val="1"/>
          <w:numId w:val="7"/>
        </w:numPr>
        <w:spacing w:before="120" w:after="0" w:line="24" w:lineRule="atLeast"/>
        <w:ind w:left="567" w:hanging="567"/>
        <w:contextualSpacing w:val="0"/>
        <w:jc w:val="both"/>
        <w:rPr>
          <w:sz w:val="20"/>
        </w:rPr>
      </w:pPr>
      <w:r w:rsidRPr="00C62503">
        <w:rPr>
          <w:sz w:val="20"/>
        </w:rPr>
        <w:t xml:space="preserve">Pozostałe warunki i wymagania dotyczące realizacji zamówienia zostały określone w załączonym Szczegółowym Opisie Przedmiotu Zamówienia, stanowiącym </w:t>
      </w:r>
      <w:r w:rsidRPr="00C62503">
        <w:rPr>
          <w:b/>
          <w:bCs/>
          <w:sz w:val="20"/>
        </w:rPr>
        <w:t>Załącznik nr 1 do SWZ</w:t>
      </w:r>
      <w:r w:rsidRPr="00C62503">
        <w:rPr>
          <w:sz w:val="20"/>
        </w:rPr>
        <w:t xml:space="preserve"> oraz Umowie, której wzór stanowi </w:t>
      </w:r>
      <w:r w:rsidRPr="00C62503">
        <w:rPr>
          <w:b/>
          <w:bCs/>
          <w:sz w:val="20"/>
        </w:rPr>
        <w:t xml:space="preserve">Załącznik nr </w:t>
      </w:r>
      <w:r w:rsidR="00D65ABF">
        <w:rPr>
          <w:b/>
          <w:bCs/>
          <w:sz w:val="20"/>
        </w:rPr>
        <w:t>5</w:t>
      </w:r>
      <w:r w:rsidRPr="00C62503">
        <w:rPr>
          <w:b/>
          <w:bCs/>
          <w:sz w:val="20"/>
        </w:rPr>
        <w:t xml:space="preserve"> do SWZ</w:t>
      </w:r>
      <w:r w:rsidRPr="00C62503">
        <w:rPr>
          <w:sz w:val="20"/>
        </w:rPr>
        <w:t>.</w:t>
      </w:r>
    </w:p>
    <w:p w14:paraId="522C539B" w14:textId="77777777" w:rsidR="008F38F2" w:rsidRPr="00C62503" w:rsidRDefault="008F38F2" w:rsidP="008F38F2">
      <w:pPr>
        <w:pStyle w:val="Nagwek1"/>
        <w:numPr>
          <w:ilvl w:val="0"/>
          <w:numId w:val="8"/>
        </w:numPr>
      </w:pPr>
      <w:bookmarkStart w:id="33" w:name="_Toc193111779"/>
      <w:r w:rsidRPr="00C62503">
        <w:t>TERMIN WYKONANIA ZAMÓWIENIA</w:t>
      </w:r>
      <w:bookmarkEnd w:id="33"/>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4" w:name="_Toc193111780"/>
      <w:r w:rsidRPr="00C62503">
        <w:t>WADIUM</w:t>
      </w:r>
      <w:bookmarkEnd w:id="34"/>
    </w:p>
    <w:p w14:paraId="49A13533" w14:textId="7FF11F7E" w:rsidR="008F38F2" w:rsidRPr="00C62503" w:rsidRDefault="008F38F2" w:rsidP="00513323">
      <w:pPr>
        <w:pStyle w:val="Tekstpodstawowy"/>
        <w:spacing w:after="0" w:line="24" w:lineRule="atLeast"/>
        <w:ind w:left="1134" w:right="57"/>
        <w:rPr>
          <w:rFonts w:asciiTheme="minorHAnsi" w:hAnsiTheme="minorHAnsi" w:cstheme="minorBidi"/>
          <w:sz w:val="20"/>
        </w:rPr>
      </w:pPr>
      <w:r w:rsidRPr="00C62503">
        <w:rPr>
          <w:rFonts w:asciiTheme="minorHAnsi" w:hAnsiTheme="minorHAnsi" w:cstheme="minorBidi"/>
          <w:sz w:val="20"/>
        </w:rPr>
        <w:t>.</w:t>
      </w:r>
    </w:p>
    <w:p w14:paraId="063EDB0E" w14:textId="07BBBAE7" w:rsidR="008F38F2" w:rsidRPr="00C62503" w:rsidRDefault="00513323" w:rsidP="008F38F2">
      <w:pPr>
        <w:pStyle w:val="Akapitzlist"/>
        <w:numPr>
          <w:ilvl w:val="1"/>
          <w:numId w:val="20"/>
        </w:numPr>
        <w:spacing w:before="120" w:after="0" w:line="24" w:lineRule="atLeast"/>
        <w:ind w:left="567" w:hanging="567"/>
        <w:contextualSpacing w:val="0"/>
        <w:jc w:val="both"/>
        <w:rPr>
          <w:sz w:val="20"/>
        </w:rPr>
      </w:pPr>
      <w:r>
        <w:rPr>
          <w:sz w:val="20"/>
        </w:rPr>
        <w:t>Zamawiający nie wymaga wadium</w:t>
      </w:r>
      <w:r w:rsidR="008F38F2" w:rsidRPr="00C62503">
        <w:rPr>
          <w:sz w:val="20"/>
        </w:rPr>
        <w:t>.</w:t>
      </w:r>
    </w:p>
    <w:p w14:paraId="3466642E" w14:textId="77777777" w:rsidR="008F38F2" w:rsidRPr="00C62503" w:rsidRDefault="008F38F2" w:rsidP="008F38F2">
      <w:pPr>
        <w:pStyle w:val="Nagwek1"/>
        <w:numPr>
          <w:ilvl w:val="0"/>
          <w:numId w:val="9"/>
        </w:numPr>
      </w:pPr>
      <w:bookmarkStart w:id="35" w:name="_Toc193111781"/>
      <w:r w:rsidRPr="00C62503">
        <w:t>PRZESŁANKI WYKLUCZENIA, WARUNKI UDZIAŁU W POSTĘPOWANIU ORAZ OPIS SPOSOBU OCENY SPEŁNIENIA TYCH WARUNKÓW</w:t>
      </w:r>
      <w:bookmarkEnd w:id="35"/>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6" w:name="_Toc193111782"/>
      <w:r w:rsidRPr="00C62503">
        <w:t>OPIS SPOSOBU PRZYGOTOWANIA OFERTY</w:t>
      </w:r>
      <w:bookmarkEnd w:id="36"/>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Ofertę w postaci elektronicznej rozumie się dokument sporządzony zgodnie 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2D6F638" w14:textId="592FAAD7" w:rsidR="008F38F2" w:rsidRPr="00AA6546" w:rsidRDefault="00921235" w:rsidP="00AA6546">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 xml:space="preserve">a formularzem systemowym Systemu Zakupowego wiążącą i 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xml:space="preserve">. Wypełnienie wyłącznie formularza systemowego Systemu Zakupowego nie stanowi skutecznego złożenia oferty. Wymaga się złożenia </w:t>
      </w:r>
      <w:r w:rsidR="008F38F2" w:rsidRPr="00FB0A40">
        <w:rPr>
          <w:rFonts w:asciiTheme="minorHAnsi" w:hAnsiTheme="minorHAnsi" w:cstheme="minorBidi"/>
          <w:sz w:val="20"/>
        </w:rPr>
        <w:t>oferty zgodnie z pkt.6.3. SWZ.</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7" w:name="_Toc193111783"/>
      <w:r w:rsidRPr="00C62503">
        <w:t>WYJAŚNIENIA I MODYFIKACJA OGŁOSZENIA O ZAKUPIE I SWZ</w:t>
      </w:r>
      <w:bookmarkEnd w:id="37"/>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8"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8"/>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9"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9"/>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40" w:name="_Toc193111786"/>
      <w:r w:rsidRPr="00C62503">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40"/>
    </w:p>
    <w:p w14:paraId="5CEE6EF7" w14:textId="77777777" w:rsidR="008F38F2" w:rsidRPr="00C62503" w:rsidRDefault="008F38F2" w:rsidP="008F38F2">
      <w:pPr>
        <w:numPr>
          <w:ilvl w:val="1"/>
          <w:numId w:val="11"/>
        </w:numPr>
        <w:spacing w:before="120" w:after="120"/>
        <w:jc w:val="both"/>
        <w:outlineLvl w:val="0"/>
        <w:rPr>
          <w:sz w:val="20"/>
        </w:rPr>
      </w:pPr>
      <w:bookmarkStart w:id="41" w:name="_Toc193111787"/>
      <w:r w:rsidRPr="00C62503">
        <w:rPr>
          <w:sz w:val="20"/>
        </w:rPr>
        <w:t>Zamawiający może dokonywać w toku postępowania modyfikacji treści SWZ. Informację o zmianie Zamawiający przekaże Wykonawcom za pośrednictwem Systemu Zakupowego i będzie ona dla Wykonawców wiążąca.</w:t>
      </w:r>
      <w:bookmarkEnd w:id="41"/>
    </w:p>
    <w:p w14:paraId="4223CF73" w14:textId="77777777" w:rsidR="008F38F2" w:rsidRPr="00C62503" w:rsidRDefault="008F38F2" w:rsidP="008F38F2">
      <w:pPr>
        <w:pStyle w:val="Nagwek1"/>
        <w:numPr>
          <w:ilvl w:val="0"/>
          <w:numId w:val="12"/>
        </w:numPr>
      </w:pPr>
      <w:bookmarkStart w:id="42" w:name="_Toc193111788"/>
      <w:r w:rsidRPr="00C62503">
        <w:t>OPIS SPOSOBU OBLICZANIA CENY</w:t>
      </w:r>
      <w:bookmarkEnd w:id="42"/>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29DEC631"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035C61">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Jeżeli została złożona Oferta,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43" w:name="_Toc193111789"/>
      <w:r w:rsidRPr="00C62503">
        <w:t>SPOSÓB POROZUMIEWANIA SIĘ Z WYKONAWCAMI</w:t>
      </w:r>
      <w:bookmarkEnd w:id="43"/>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8"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6C3CE198" w14:textId="105F2354" w:rsidR="008F38F2" w:rsidRPr="00C62503" w:rsidRDefault="00035C61" w:rsidP="00A303E8">
      <w:pPr>
        <w:pStyle w:val="Akapitzlist"/>
        <w:numPr>
          <w:ilvl w:val="2"/>
          <w:numId w:val="13"/>
        </w:numPr>
        <w:spacing w:before="120" w:after="0" w:line="24" w:lineRule="atLeast"/>
        <w:ind w:left="1276" w:hanging="709"/>
        <w:jc w:val="both"/>
        <w:rPr>
          <w:sz w:val="20"/>
        </w:rPr>
      </w:pPr>
      <w:bookmarkStart w:id="44" w:name="_Toc354752464"/>
      <w:bookmarkStart w:id="45" w:name="_Toc516566389"/>
      <w:bookmarkStart w:id="46" w:name="_Toc516581659"/>
      <w:bookmarkStart w:id="47" w:name="_Toc516734844"/>
      <w:bookmarkStart w:id="48" w:name="_Toc516738874"/>
      <w:r w:rsidRPr="00035C61">
        <w:rPr>
          <w:sz w:val="20"/>
        </w:rPr>
        <w:t xml:space="preserve">Marzena Bagińska, Wydział </w:t>
      </w:r>
      <w:r w:rsidR="00811AEB">
        <w:rPr>
          <w:sz w:val="20"/>
        </w:rPr>
        <w:t>Zakupów</w:t>
      </w:r>
      <w:r w:rsidRPr="00035C61">
        <w:rPr>
          <w:sz w:val="20"/>
        </w:rPr>
        <w:t xml:space="preserve"> Oddziału Łódź PGE Dystrybucja S.A., tel.: 42 675 17 49 (w godz. 8:00-14:00), e-mail:</w:t>
      </w:r>
      <w:bookmarkEnd w:id="44"/>
      <w:r w:rsidRPr="00035C61">
        <w:rPr>
          <w:sz w:val="20"/>
        </w:rPr>
        <w:t xml:space="preserve"> Marzena.Baginska@pgedystrybucja.pl dodatkowo: </w:t>
      </w:r>
      <w:hyperlink r:id="rId19" w:history="1">
        <w:r w:rsidR="00FA4DF0" w:rsidRPr="00614182">
          <w:rPr>
            <w:rStyle w:val="Hipercze"/>
          </w:rPr>
          <w:t>Dariusz.Klimacki@pgedystrybucja.pl</w:t>
        </w:r>
      </w:hyperlink>
      <w:bookmarkEnd w:id="45"/>
      <w:bookmarkEnd w:id="46"/>
      <w:bookmarkEnd w:id="47"/>
      <w:bookmarkEnd w:id="48"/>
      <w:r>
        <w:rPr>
          <w:sz w:val="20"/>
        </w:rPr>
        <w:t xml:space="preserve"> </w:t>
      </w:r>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9" w:name="_Toc193111790"/>
      <w:r w:rsidRPr="00C62503">
        <w:t>MIEJSCE ORAZ TERMIN SKŁADANIA  OFERT</w:t>
      </w:r>
      <w:bookmarkEnd w:id="49"/>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0" w:history="1">
        <w:r w:rsidRPr="00C62503">
          <w:rPr>
            <w:rStyle w:val="Hipercze"/>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577E3A65"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W dniu opublikowania postępowania termin składania ofert został wyznaczony do d</w:t>
      </w:r>
      <w:r w:rsidR="00FA4DF0">
        <w:rPr>
          <w:sz w:val="20"/>
        </w:rPr>
        <w:t xml:space="preserve">nia </w:t>
      </w:r>
      <w:r w:rsidR="000B3516">
        <w:rPr>
          <w:sz w:val="20"/>
        </w:rPr>
        <w:t>30.</w:t>
      </w:r>
      <w:r w:rsidR="00146935">
        <w:rPr>
          <w:sz w:val="20"/>
        </w:rPr>
        <w:t>01.2026r</w:t>
      </w:r>
      <w:r w:rsidR="00035C61">
        <w:rPr>
          <w:sz w:val="20"/>
        </w:rPr>
        <w:t>.</w:t>
      </w:r>
      <w:r w:rsidRPr="00C62503">
        <w:rPr>
          <w:sz w:val="20"/>
        </w:rPr>
        <w:t xml:space="preserve"> do godz. </w:t>
      </w:r>
      <w:r w:rsidR="00035C61">
        <w:rPr>
          <w:sz w:val="20"/>
        </w:rPr>
        <w:t>9:00</w:t>
      </w:r>
      <w:r w:rsidRPr="00C62503">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50" w:name="_Toc193111791"/>
      <w:r w:rsidRPr="00C62503">
        <w:t>TERMIN ZWIĄZANIA OFERTĄ</w:t>
      </w:r>
      <w:bookmarkEnd w:id="50"/>
    </w:p>
    <w:p w14:paraId="52B9BB67" w14:textId="6E8E1186"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Termin związania ofertą wynosi </w:t>
      </w:r>
      <w:r w:rsidR="00035C61">
        <w:rPr>
          <w:sz w:val="20"/>
        </w:rPr>
        <w:t>45</w:t>
      </w:r>
      <w:r w:rsidRPr="00C62503">
        <w:rPr>
          <w:sz w:val="20"/>
        </w:rPr>
        <w:t xml:space="preserve"> dni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51" w:name="_Toc193111792"/>
      <w:r w:rsidRPr="00C62503">
        <w:t>INFORMACJE DOTYCZĄCE OCENY OFERT</w:t>
      </w:r>
      <w:bookmarkEnd w:id="51"/>
      <w:r w:rsidRPr="00C62503">
        <w:t xml:space="preserve"> </w:t>
      </w:r>
    </w:p>
    <w:p w14:paraId="61234835" w14:textId="27FC75F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 xml:space="preserve">Z zastrzeżeniem postanowień pkt. 1.3.6. oraz 1.3.7 SWZ, Zamawiający uzna za najkorzystniejszą Ofertę, która nie podlega odrzuceniu i zawiera najniższą cenę - kryterium oceny ofert: cena netto (waga 100%). </w:t>
      </w:r>
    </w:p>
    <w:p w14:paraId="21961603" w14:textId="474D334C"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Za najkorzystniejszą zostanie uznana Oferta, która uzyska największą liczbę punktów na podstawie kryteriów oceny Ofert. Wszystkie obliczenia będą dokonywane z dokładnością do dwóch miejsc po przecinku, z zastrzeżeniem przypadku, gdy do zaprezentowania rankingu i oceny ofert niezbędna będzie większa dokładność.</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52" w:name="_Toc193111793"/>
      <w:r w:rsidRPr="00C62503">
        <w:t>ZABEZPIECZENIE NALEŻYTEGO WYKONANIA UMOWY</w:t>
      </w:r>
      <w:bookmarkEnd w:id="52"/>
    </w:p>
    <w:p w14:paraId="4D399508" w14:textId="4C401E0A" w:rsidR="00513323" w:rsidRPr="000A15BF" w:rsidRDefault="008F38F2" w:rsidP="00513323">
      <w:pPr>
        <w:pStyle w:val="Akapitzlist"/>
        <w:numPr>
          <w:ilvl w:val="1"/>
          <w:numId w:val="18"/>
        </w:numPr>
        <w:spacing w:before="120" w:after="120" w:line="24" w:lineRule="atLeast"/>
        <w:ind w:left="709" w:hanging="709"/>
        <w:contextualSpacing w:val="0"/>
        <w:jc w:val="both"/>
        <w:rPr>
          <w:bCs/>
          <w:sz w:val="20"/>
        </w:rPr>
      </w:pPr>
      <w:r w:rsidRPr="00035C61">
        <w:rPr>
          <w:sz w:val="20"/>
        </w:rPr>
        <w:t xml:space="preserve">Zamawiający </w:t>
      </w:r>
      <w:r w:rsidR="00513323" w:rsidRPr="00513323">
        <w:rPr>
          <w:b/>
          <w:bCs/>
          <w:sz w:val="20"/>
        </w:rPr>
        <w:t>nie</w:t>
      </w:r>
      <w:r w:rsidR="00513323">
        <w:rPr>
          <w:sz w:val="20"/>
        </w:rPr>
        <w:t xml:space="preserve"> </w:t>
      </w:r>
      <w:r w:rsidRPr="00035C61">
        <w:rPr>
          <w:b/>
          <w:sz w:val="20"/>
        </w:rPr>
        <w:t>wymaga</w:t>
      </w:r>
      <w:r w:rsidRPr="00035C61">
        <w:rPr>
          <w:sz w:val="20"/>
        </w:rPr>
        <w:t xml:space="preserve"> wniesienia zabezpieczenia należytego wykonania umowy</w:t>
      </w:r>
    </w:p>
    <w:p w14:paraId="6428E30B" w14:textId="52CD51FA" w:rsidR="008F38F2" w:rsidRPr="00C62503" w:rsidRDefault="008F38F2" w:rsidP="00513323">
      <w:pPr>
        <w:pStyle w:val="Akapitzlist"/>
        <w:spacing w:before="120" w:after="120" w:line="24" w:lineRule="atLeast"/>
        <w:ind w:left="709"/>
        <w:contextualSpacing w:val="0"/>
        <w:jc w:val="both"/>
        <w:rPr>
          <w:sz w:val="20"/>
        </w:rPr>
      </w:pPr>
    </w:p>
    <w:p w14:paraId="0F9B02D4" w14:textId="77777777" w:rsidR="008F38F2" w:rsidRPr="00C62503" w:rsidRDefault="008F38F2" w:rsidP="008F38F2">
      <w:pPr>
        <w:pStyle w:val="Nagwek1"/>
        <w:numPr>
          <w:ilvl w:val="0"/>
          <w:numId w:val="22"/>
        </w:numPr>
      </w:pPr>
      <w:bookmarkStart w:id="53" w:name="_Toc193111794"/>
      <w:r w:rsidRPr="00C62503">
        <w:t>INFORMACJE DOTYCZĄCE ZAWARCIA UMOWY</w:t>
      </w:r>
      <w:bookmarkEnd w:id="53"/>
    </w:p>
    <w:p w14:paraId="48C82CB9" w14:textId="78752501"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Pr="00C62503">
        <w:rPr>
          <w:b/>
          <w:bCs/>
          <w:sz w:val="20"/>
        </w:rPr>
        <w:t xml:space="preserve">Załączniku nr </w:t>
      </w:r>
      <w:r w:rsidR="007A4D31">
        <w:rPr>
          <w:b/>
          <w:bCs/>
          <w:sz w:val="20"/>
        </w:rPr>
        <w:t>5</w:t>
      </w:r>
      <w:r w:rsidRPr="00C62503">
        <w:rPr>
          <w:b/>
          <w:bCs/>
          <w:sz w:val="20"/>
        </w:rPr>
        <w:t xml:space="preserve"> do SWZ</w:t>
      </w:r>
      <w:r w:rsidRPr="00C62503">
        <w:rPr>
          <w:sz w:val="20"/>
        </w:rPr>
        <w:t>, na warunkach określonych w niniejszym Postępowaniu.</w:t>
      </w:r>
    </w:p>
    <w:p w14:paraId="42688767" w14:textId="1329F2D4"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Pr="00C62503">
        <w:rPr>
          <w:b/>
          <w:bCs/>
          <w:sz w:val="20"/>
        </w:rPr>
        <w:t xml:space="preserve">Załącznik nr </w:t>
      </w:r>
      <w:r w:rsidR="007A4D31">
        <w:rPr>
          <w:b/>
          <w:bCs/>
          <w:sz w:val="20"/>
        </w:rPr>
        <w:t>5</w:t>
      </w:r>
      <w:r w:rsidRPr="00C62503">
        <w:rPr>
          <w:b/>
          <w:bCs/>
          <w:sz w:val="20"/>
        </w:rPr>
        <w:t xml:space="preserve"> do SWZ</w:t>
      </w:r>
      <w:r w:rsidRPr="00C62503">
        <w:rPr>
          <w:sz w:val="20"/>
        </w:rPr>
        <w:t>, wymaga, pod rygorem nieważności, zachowania formy pisemnej.</w:t>
      </w:r>
    </w:p>
    <w:p w14:paraId="3F1F5E39"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16E8873" w14:textId="2C8724E6" w:rsidR="008F38F2" w:rsidRPr="00C62503" w:rsidRDefault="008F38F2" w:rsidP="00CE336E">
      <w:pPr>
        <w:pStyle w:val="Akapitzlist"/>
        <w:numPr>
          <w:ilvl w:val="1"/>
          <w:numId w:val="22"/>
        </w:numPr>
        <w:spacing w:after="0"/>
        <w:ind w:left="709" w:hanging="709"/>
        <w:jc w:val="both"/>
        <w:rPr>
          <w:sz w:val="20"/>
        </w:rPr>
      </w:pPr>
      <w:r w:rsidRPr="00C62503">
        <w:rPr>
          <w:sz w:val="20"/>
        </w:rPr>
        <w:t>Wykonawca w ciągu 7 dni od daty ogłoszenia o wyniku postępowania w strefie publicznej Systemu SWPP2 zobowiązany jest dostarczyć Zamawiającemu niezbędne dane i dokumenty do zawarcia Umowy, w tym: szczegółowy kosztorys ofertowy oraz szczegółowy harmonogram rzeczowo</w:t>
      </w:r>
      <w:r w:rsidR="007A4D31">
        <w:rPr>
          <w:sz w:val="20"/>
        </w:rPr>
        <w:t>-</w:t>
      </w:r>
      <w:r w:rsidRPr="00C62503">
        <w:rPr>
          <w:sz w:val="20"/>
        </w:rPr>
        <w:t>finan</w:t>
      </w:r>
      <w:r w:rsidR="007A4D31">
        <w:rPr>
          <w:sz w:val="20"/>
        </w:rPr>
        <w:t>sowy</w:t>
      </w:r>
      <w:r w:rsidRPr="00C62503">
        <w:rPr>
          <w:sz w:val="20"/>
        </w:rPr>
        <w:t xml:space="preserve">, które podlegać będą akceptacji przez Inspektora Nadzoru wyznaczonego przez Zamawiającego. </w:t>
      </w:r>
    </w:p>
    <w:p w14:paraId="78757226"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4CA91BDB" w14:textId="77777777" w:rsidR="008F38F2" w:rsidRPr="00C62503" w:rsidRDefault="008F38F2" w:rsidP="008F38F2">
      <w:pPr>
        <w:pStyle w:val="Nagwek1"/>
        <w:numPr>
          <w:ilvl w:val="0"/>
          <w:numId w:val="22"/>
        </w:numPr>
      </w:pPr>
      <w:bookmarkStart w:id="54" w:name="_Toc193111795"/>
      <w:r w:rsidRPr="00C62503">
        <w:t>DODATKOWE INFORMACJE</w:t>
      </w:r>
      <w:bookmarkEnd w:id="54"/>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55" w:name="_Toc193111796"/>
      <w:r w:rsidRPr="00C62503">
        <w:t>AUKCJA ELEKTRONICZNA/NEGOCJACJE HANDLOWE</w:t>
      </w:r>
      <w:bookmarkEnd w:id="55"/>
    </w:p>
    <w:p w14:paraId="6C261AB4" w14:textId="77777777" w:rsidR="007A4D31" w:rsidRDefault="007A4D31" w:rsidP="007A4D31">
      <w:pPr>
        <w:pStyle w:val="Tekstpodstawowy"/>
        <w:numPr>
          <w:ilvl w:val="1"/>
          <w:numId w:val="23"/>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0C778CC6" w14:textId="79BA8060" w:rsidR="008F38F2" w:rsidRPr="00CE336E" w:rsidRDefault="007A4D31" w:rsidP="007A4D31">
      <w:pPr>
        <w:pStyle w:val="Tekstpodstawowy"/>
        <w:numPr>
          <w:ilvl w:val="1"/>
          <w:numId w:val="23"/>
        </w:numPr>
        <w:shd w:val="clear" w:color="auto" w:fill="FFFFFF" w:themeFill="background1"/>
        <w:tabs>
          <w:tab w:val="left" w:pos="709"/>
        </w:tabs>
        <w:spacing w:after="0" w:line="240" w:lineRule="auto"/>
        <w:ind w:left="709" w:hanging="709"/>
        <w:rPr>
          <w:rFonts w:asciiTheme="minorHAnsi" w:hAnsiTheme="minorHAnsi" w:cstheme="minorBidi"/>
          <w:sz w:val="20"/>
        </w:rPr>
      </w:pPr>
      <w:r w:rsidRPr="00E44B36">
        <w:rPr>
          <w:rFonts w:asciiTheme="minorHAnsi" w:hAnsiTheme="minorHAnsi" w:cstheme="minorHAnsi"/>
          <w:sz w:val="20"/>
        </w:rPr>
        <w:t xml:space="preserve">Zamawiający </w:t>
      </w:r>
      <w:r w:rsidRPr="00E44B36">
        <w:rPr>
          <w:rFonts w:asciiTheme="minorHAnsi" w:hAnsiTheme="minorHAnsi" w:cstheme="minorHAnsi"/>
          <w:b/>
          <w:sz w:val="20"/>
          <w:u w:val="single"/>
        </w:rPr>
        <w:t>przewiduje</w:t>
      </w:r>
      <w:r w:rsidRPr="00E44B36">
        <w:rPr>
          <w:rFonts w:asciiTheme="minorHAnsi" w:hAnsiTheme="minorHAnsi" w:cstheme="minorHAnsi"/>
          <w:sz w:val="20"/>
        </w:rPr>
        <w:t xml:space="preserve"> dokonanie wyboru najkorzystniejszej Oferty z zastosowaniem negocjacji handlowych</w:t>
      </w:r>
    </w:p>
    <w:p w14:paraId="616039C1" w14:textId="77777777" w:rsidR="008F38F2" w:rsidRPr="008F38F2" w:rsidRDefault="008F38F2" w:rsidP="008F38F2">
      <w:pPr>
        <w:pStyle w:val="Nagwek1"/>
        <w:numPr>
          <w:ilvl w:val="0"/>
          <w:numId w:val="23"/>
        </w:numPr>
      </w:pPr>
      <w:bookmarkStart w:id="56" w:name="_Toc193111797"/>
      <w:r w:rsidRPr="008F38F2">
        <w:t>SYSTEM ZAKUPOWY</w:t>
      </w:r>
      <w:bookmarkEnd w:id="56"/>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57"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1">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2"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Maksymalny rozmiar plików przesyłanych (zamieszczanych) za pośrednictwem Systemu wynosi 150 MB. Dopuszczalne rozszerzenia plików zamieszczanych w Systemie Zakupowym: xls, xlsx, doc, docx, pptx, pdf, xml, rar, zip, gif, jpg, dwg, tif, tiff, txt, rtf, jpeg, bmp ,ath, kst, png, asic, cades, xades, pades, 7z, mp4, msg, url, ods, cpg, dbf, prj, qmd, shp, odt, xlsm, ppt, html.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r w:rsidRPr="00E75A49">
        <w:rPr>
          <w:b/>
          <w:sz w:val="20"/>
          <w:lang w:val="en-GB"/>
        </w:rPr>
        <w:t>Infolinia</w:t>
      </w:r>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3"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4"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https://pgedystrybucja.pl/przetargi</w:t>
      </w:r>
    </w:p>
    <w:p w14:paraId="6931A0DE" w14:textId="77777777" w:rsidR="008F38F2" w:rsidRPr="00C62503" w:rsidRDefault="008F38F2" w:rsidP="008F38F2">
      <w:pPr>
        <w:pStyle w:val="Nagwek1"/>
        <w:numPr>
          <w:ilvl w:val="0"/>
          <w:numId w:val="23"/>
        </w:numPr>
      </w:pPr>
      <w:r w:rsidRPr="00C62503">
        <w:t>ZAŁĄCZNIKI</w:t>
      </w:r>
      <w:bookmarkEnd w:id="57"/>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8D62A8">
      <w:pPr>
        <w:spacing w:before="120" w:line="24" w:lineRule="atLeast"/>
        <w:ind w:left="2410" w:hanging="1843"/>
        <w:jc w:val="both"/>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77777777" w:rsidR="008F38F2" w:rsidRPr="00C62503" w:rsidRDefault="008F38F2" w:rsidP="008D62A8">
      <w:pPr>
        <w:spacing w:before="120" w:line="24" w:lineRule="atLeast"/>
        <w:ind w:firstLine="567"/>
        <w:jc w:val="both"/>
        <w:rPr>
          <w:sz w:val="20"/>
        </w:rPr>
      </w:pPr>
      <w:r w:rsidRPr="00C62503">
        <w:rPr>
          <w:b/>
          <w:bCs/>
          <w:sz w:val="20"/>
        </w:rPr>
        <w:t>Załącznik nr 3</w:t>
      </w:r>
      <w:r w:rsidRPr="00C62503">
        <w:rPr>
          <w:sz w:val="20"/>
        </w:rPr>
        <w:t xml:space="preserve"> – Formularz Oferty (wzór)</w:t>
      </w:r>
    </w:p>
    <w:p w14:paraId="40277E9B" w14:textId="77777777" w:rsidR="008F38F2" w:rsidRPr="00C62503" w:rsidRDefault="008F38F2" w:rsidP="008D62A8">
      <w:pPr>
        <w:spacing w:before="120" w:line="24" w:lineRule="atLeast"/>
        <w:ind w:left="2410" w:hanging="1843"/>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p w14:paraId="4630E10A" w14:textId="5F31141B" w:rsidR="008F38F2" w:rsidRPr="00C62503" w:rsidRDefault="008F38F2" w:rsidP="008D62A8">
      <w:pPr>
        <w:spacing w:before="120" w:line="24" w:lineRule="atLeast"/>
        <w:ind w:firstLine="567"/>
        <w:jc w:val="both"/>
        <w:rPr>
          <w:sz w:val="20"/>
        </w:rPr>
      </w:pPr>
      <w:r w:rsidRPr="00C62503">
        <w:rPr>
          <w:b/>
          <w:bCs/>
          <w:sz w:val="20"/>
        </w:rPr>
        <w:t xml:space="preserve">Załącznik nr </w:t>
      </w:r>
      <w:r w:rsidR="005C6A30">
        <w:rPr>
          <w:b/>
          <w:bCs/>
          <w:sz w:val="20"/>
        </w:rPr>
        <w:t>5</w:t>
      </w:r>
      <w:r w:rsidRPr="00C62503">
        <w:rPr>
          <w:sz w:val="20"/>
        </w:rPr>
        <w:t xml:space="preserve"> – Projekt Umowy zakupowej</w:t>
      </w:r>
    </w:p>
    <w:p w14:paraId="5C362994" w14:textId="47B53DF8" w:rsidR="008F38F2" w:rsidRPr="00C62503" w:rsidRDefault="008F38F2" w:rsidP="008D62A8">
      <w:pPr>
        <w:spacing w:before="120" w:line="24" w:lineRule="atLeast"/>
        <w:ind w:firstLine="567"/>
        <w:jc w:val="both"/>
        <w:rPr>
          <w:i/>
          <w:iCs/>
          <w:sz w:val="20"/>
          <w:highlight w:val="yellow"/>
        </w:rPr>
      </w:pPr>
      <w:r w:rsidRPr="00C62503">
        <w:rPr>
          <w:b/>
          <w:bCs/>
          <w:sz w:val="20"/>
        </w:rPr>
        <w:t xml:space="preserve">Załącznik nr </w:t>
      </w:r>
      <w:r w:rsidR="005C6A30">
        <w:rPr>
          <w:b/>
          <w:bCs/>
          <w:sz w:val="20"/>
        </w:rPr>
        <w:t>6</w:t>
      </w:r>
      <w:r w:rsidRPr="00C62503">
        <w:rPr>
          <w:sz w:val="20"/>
        </w:rPr>
        <w:t xml:space="preserve"> – Wzór umowy przetwarzania danych osobowych </w:t>
      </w:r>
    </w:p>
    <w:p w14:paraId="24E5F0A7" w14:textId="61EFF7E9" w:rsidR="008F38F2" w:rsidRPr="00C62503" w:rsidRDefault="008F38F2" w:rsidP="008D62A8">
      <w:pPr>
        <w:spacing w:before="120" w:line="24" w:lineRule="atLeast"/>
        <w:ind w:firstLine="567"/>
        <w:jc w:val="both"/>
        <w:rPr>
          <w:sz w:val="20"/>
        </w:rPr>
      </w:pPr>
      <w:r w:rsidRPr="00C62503">
        <w:rPr>
          <w:b/>
          <w:bCs/>
          <w:sz w:val="20"/>
        </w:rPr>
        <w:t xml:space="preserve">Załącznik nr </w:t>
      </w:r>
      <w:r w:rsidR="005C6A30">
        <w:rPr>
          <w:b/>
          <w:bCs/>
          <w:sz w:val="20"/>
        </w:rPr>
        <w:t>7</w:t>
      </w:r>
      <w:r w:rsidRPr="00C62503">
        <w:rPr>
          <w:sz w:val="20"/>
        </w:rPr>
        <w:t xml:space="preserve"> – </w:t>
      </w:r>
      <w:r w:rsidR="005C6A30" w:rsidRPr="005C6A30">
        <w:rPr>
          <w:sz w:val="20"/>
        </w:rPr>
        <w:t>Oświadczenie doświadczenie</w:t>
      </w:r>
      <w:r w:rsidR="005C6A30">
        <w:rPr>
          <w:sz w:val="20"/>
        </w:rPr>
        <w:t xml:space="preserve"> </w:t>
      </w:r>
    </w:p>
    <w:p w14:paraId="7D6C9BB8" w14:textId="45381993" w:rsidR="008F38F2" w:rsidRPr="00C62503" w:rsidRDefault="008F38F2" w:rsidP="005C6A30">
      <w:pPr>
        <w:spacing w:before="120" w:line="24" w:lineRule="atLeast"/>
        <w:ind w:firstLine="567"/>
        <w:jc w:val="both"/>
        <w:rPr>
          <w:sz w:val="20"/>
        </w:rPr>
      </w:pPr>
      <w:r w:rsidRPr="00C62503">
        <w:rPr>
          <w:b/>
          <w:bCs/>
          <w:sz w:val="20"/>
        </w:rPr>
        <w:t xml:space="preserve">Załącznik nr </w:t>
      </w:r>
      <w:r w:rsidR="005C6A30">
        <w:rPr>
          <w:b/>
          <w:bCs/>
          <w:sz w:val="20"/>
        </w:rPr>
        <w:t>8</w:t>
      </w:r>
      <w:r w:rsidRPr="00C62503">
        <w:rPr>
          <w:sz w:val="20"/>
        </w:rPr>
        <w:t xml:space="preserve"> – </w:t>
      </w:r>
      <w:r w:rsidR="005C6A30" w:rsidRPr="005C6A30">
        <w:rPr>
          <w:sz w:val="20"/>
        </w:rPr>
        <w:t>Oświadczenie osoby</w:t>
      </w:r>
    </w:p>
    <w:p w14:paraId="4CC2D323" w14:textId="70265407" w:rsidR="008F38F2" w:rsidRPr="00C62503" w:rsidRDefault="008F38F2" w:rsidP="005C6A30">
      <w:pPr>
        <w:spacing w:before="120" w:line="24" w:lineRule="atLeast"/>
        <w:ind w:left="2410" w:hanging="1843"/>
        <w:jc w:val="both"/>
        <w:rPr>
          <w:sz w:val="20"/>
        </w:rPr>
      </w:pPr>
      <w:r w:rsidRPr="00C62503">
        <w:rPr>
          <w:b/>
          <w:bCs/>
          <w:sz w:val="20"/>
        </w:rPr>
        <w:t xml:space="preserve">Załącznik nr </w:t>
      </w:r>
      <w:r w:rsidR="005C6A30">
        <w:rPr>
          <w:b/>
          <w:bCs/>
          <w:sz w:val="20"/>
        </w:rPr>
        <w:t>9</w:t>
      </w:r>
      <w:r w:rsidRPr="00C62503">
        <w:rPr>
          <w:sz w:val="20"/>
        </w:rPr>
        <w:t xml:space="preserve"> - Ankieta weryfikacji Wykonawcy w zakresie zapewnienia gwarancji bezpieczeństwa przetwarzania danych osobowych </w:t>
      </w:r>
      <w:bookmarkEnd w:id="27"/>
    </w:p>
    <w:sectPr w:rsidR="008F38F2" w:rsidRPr="00C62503" w:rsidSect="00612AFD">
      <w:headerReference w:type="default" r:id="rId25"/>
      <w:footerReference w:type="default" r:id="rId26"/>
      <w:headerReference w:type="first" r:id="rId27"/>
      <w:footerReference w:type="first" r:id="rId28"/>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AA6546" w:rsidRDefault="00AA6546" w:rsidP="00582CE9">
      <w:pPr>
        <w:spacing w:after="0"/>
      </w:pPr>
      <w:r>
        <w:separator/>
      </w:r>
    </w:p>
  </w:endnote>
  <w:endnote w:type="continuationSeparator" w:id="0">
    <w:p w14:paraId="30D13C04" w14:textId="77777777" w:rsidR="00AA6546" w:rsidRDefault="00AA654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5C13099" w:rsidR="00AA6546" w:rsidRDefault="00AA6546">
        <w:pPr>
          <w:pStyle w:val="Stopka"/>
          <w:jc w:val="right"/>
        </w:pPr>
        <w:r>
          <w:fldChar w:fldCharType="begin"/>
        </w:r>
        <w:r>
          <w:instrText>PAGE   \* MERGEFORMAT</w:instrText>
        </w:r>
        <w:r>
          <w:fldChar w:fldCharType="separate"/>
        </w:r>
        <w:r w:rsidR="008C6373">
          <w:rPr>
            <w:noProof/>
          </w:rPr>
          <w:t>13</w:t>
        </w:r>
        <w:r>
          <w:fldChar w:fldCharType="end"/>
        </w:r>
      </w:p>
    </w:sdtContent>
  </w:sdt>
  <w:p w14:paraId="4A5385B6" w14:textId="77777777" w:rsidR="00AA6546" w:rsidRDefault="00AA654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2B964FDA" w:rsidR="00AA6546" w:rsidRDefault="00AA6546">
        <w:pPr>
          <w:pStyle w:val="Stopka"/>
          <w:jc w:val="right"/>
        </w:pPr>
        <w:r>
          <w:fldChar w:fldCharType="begin"/>
        </w:r>
        <w:r>
          <w:instrText>PAGE   \* MERGEFORMAT</w:instrText>
        </w:r>
        <w:r>
          <w:fldChar w:fldCharType="separate"/>
        </w:r>
        <w:r w:rsidR="008C6373">
          <w:rPr>
            <w:noProof/>
          </w:rPr>
          <w:t>1</w:t>
        </w:r>
        <w:r>
          <w:fldChar w:fldCharType="end"/>
        </w:r>
      </w:p>
    </w:sdtContent>
  </w:sdt>
  <w:p w14:paraId="351C11EF" w14:textId="77777777" w:rsidR="00AA6546" w:rsidRDefault="00AA65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AA6546" w:rsidRDefault="00AA6546" w:rsidP="00582CE9">
      <w:pPr>
        <w:spacing w:after="0"/>
      </w:pPr>
      <w:r>
        <w:separator/>
      </w:r>
    </w:p>
  </w:footnote>
  <w:footnote w:type="continuationSeparator" w:id="0">
    <w:p w14:paraId="5836C822" w14:textId="77777777" w:rsidR="00AA6546" w:rsidRDefault="00AA654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A6546" w:rsidRPr="006B2C28" w14:paraId="3B896BDC" w14:textId="77777777" w:rsidTr="00582CE9">
      <w:trPr>
        <w:trHeight w:val="1140"/>
      </w:trPr>
      <w:tc>
        <w:tcPr>
          <w:tcW w:w="6119" w:type="dxa"/>
          <w:vAlign w:val="center"/>
        </w:tcPr>
        <w:p w14:paraId="045985F7" w14:textId="6179CC2F" w:rsidR="00AA6546" w:rsidRPr="006E100D" w:rsidRDefault="00AA6546"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AA6546" w:rsidRPr="006E100D" w:rsidRDefault="00AA6546"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45BB97E4" w14:textId="77777777" w:rsidR="00AA6546" w:rsidRPr="00BF7B08" w:rsidRDefault="00AA6546" w:rsidP="00BF7B08">
          <w:pPr>
            <w:suppressAutoHyphens/>
            <w:ind w:right="187"/>
            <w:rPr>
              <w:rFonts w:asciiTheme="majorHAnsi" w:hAnsiTheme="majorHAnsi"/>
              <w:color w:val="000000" w:themeColor="text1"/>
              <w:sz w:val="14"/>
              <w:szCs w:val="18"/>
            </w:rPr>
          </w:pPr>
        </w:p>
        <w:p w14:paraId="1A19274F" w14:textId="4677915D" w:rsidR="00AA6546" w:rsidRPr="006B2C28" w:rsidRDefault="00AA6546" w:rsidP="00BF7B08">
          <w:pPr>
            <w:suppressAutoHyphens/>
            <w:ind w:right="187"/>
            <w:rPr>
              <w:rFonts w:asciiTheme="majorHAnsi" w:hAnsiTheme="majorHAnsi"/>
              <w:color w:val="000000" w:themeColor="text1"/>
              <w:sz w:val="14"/>
              <w:szCs w:val="18"/>
            </w:rPr>
          </w:pPr>
          <w:r w:rsidRPr="00BF7B08">
            <w:rPr>
              <w:rFonts w:asciiTheme="majorHAnsi" w:hAnsiTheme="majorHAnsi"/>
              <w:color w:val="000000" w:themeColor="text1"/>
              <w:sz w:val="14"/>
              <w:szCs w:val="18"/>
            </w:rPr>
            <w:t>POST/DYS/OLD/GZ/0</w:t>
          </w:r>
          <w:r w:rsidR="004B43D2">
            <w:rPr>
              <w:rFonts w:asciiTheme="majorHAnsi" w:hAnsiTheme="majorHAnsi"/>
              <w:color w:val="000000" w:themeColor="text1"/>
              <w:sz w:val="14"/>
              <w:szCs w:val="18"/>
            </w:rPr>
            <w:t>4</w:t>
          </w:r>
          <w:r w:rsidR="00136D05">
            <w:rPr>
              <w:rFonts w:asciiTheme="majorHAnsi" w:hAnsiTheme="majorHAnsi"/>
              <w:color w:val="000000" w:themeColor="text1"/>
              <w:sz w:val="14"/>
              <w:szCs w:val="18"/>
            </w:rPr>
            <w:t>648</w:t>
          </w:r>
          <w:r w:rsidRPr="00BF7B08">
            <w:rPr>
              <w:rFonts w:asciiTheme="majorHAnsi" w:hAnsiTheme="majorHAnsi"/>
              <w:color w:val="000000" w:themeColor="text1"/>
              <w:sz w:val="14"/>
              <w:szCs w:val="18"/>
            </w:rPr>
            <w:t>/2025</w:t>
          </w:r>
        </w:p>
        <w:p w14:paraId="5205B493" w14:textId="47502FF7" w:rsidR="00AA6546" w:rsidRPr="006B2C28" w:rsidRDefault="00AA6546"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AA6546" w:rsidRPr="006B2C28" w:rsidRDefault="00AA6546" w:rsidP="00582CE9">
          <w:pPr>
            <w:suppressAutoHyphens/>
            <w:ind w:right="187"/>
            <w:rPr>
              <w:rFonts w:asciiTheme="majorHAnsi" w:hAnsiTheme="majorHAnsi"/>
              <w:color w:val="092D74"/>
              <w:sz w:val="14"/>
              <w:szCs w:val="18"/>
            </w:rPr>
          </w:pPr>
        </w:p>
      </w:tc>
      <w:tc>
        <w:tcPr>
          <w:tcW w:w="3110" w:type="dxa"/>
          <w:vAlign w:val="center"/>
        </w:tcPr>
        <w:p w14:paraId="0E71B715" w14:textId="46566AAF" w:rsidR="00AA6546" w:rsidRPr="006B2C28" w:rsidRDefault="00AA6546"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0F3D83D2" w:rsidR="00AA6546" w:rsidRPr="00833EC9" w:rsidRDefault="00AA6546"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9"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0F3D83D2" w:rsidR="00AA6546" w:rsidRPr="00833EC9" w:rsidRDefault="00AA6546"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AA6546" w:rsidRDefault="00AA6546"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A6546" w:rsidRPr="006B2C28" w14:paraId="13E0C230" w14:textId="77777777" w:rsidTr="008E4838">
      <w:trPr>
        <w:trHeight w:val="1140"/>
      </w:trPr>
      <w:tc>
        <w:tcPr>
          <w:tcW w:w="6119" w:type="dxa"/>
          <w:vAlign w:val="center"/>
        </w:tcPr>
        <w:p w14:paraId="2F4B1FD9" w14:textId="77777777" w:rsidR="00AA6546" w:rsidRPr="006E100D" w:rsidRDefault="00AA6546"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AA6546" w:rsidRPr="006E100D" w:rsidRDefault="00AA6546"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76ADCC0" w14:textId="62A165E8" w:rsidR="00AA6546" w:rsidRPr="006B2C28" w:rsidRDefault="00AA6546" w:rsidP="00DE3208">
          <w:pPr>
            <w:suppressAutoHyphens/>
            <w:ind w:right="187"/>
            <w:rPr>
              <w:rFonts w:asciiTheme="majorHAnsi" w:hAnsiTheme="majorHAnsi"/>
              <w:color w:val="000000" w:themeColor="text1"/>
              <w:sz w:val="14"/>
              <w:szCs w:val="18"/>
            </w:rPr>
          </w:pPr>
          <w:r w:rsidRPr="00BF7B08">
            <w:rPr>
              <w:rFonts w:asciiTheme="majorHAnsi" w:hAnsiTheme="majorHAnsi"/>
              <w:color w:val="000000" w:themeColor="text1"/>
              <w:sz w:val="14"/>
              <w:szCs w:val="18"/>
            </w:rPr>
            <w:t>POST/DYS/OLD/GZ/03</w:t>
          </w:r>
          <w:r w:rsidR="00612AFD">
            <w:rPr>
              <w:rFonts w:asciiTheme="majorHAnsi" w:hAnsiTheme="majorHAnsi"/>
              <w:color w:val="000000" w:themeColor="text1"/>
              <w:sz w:val="14"/>
              <w:szCs w:val="18"/>
            </w:rPr>
            <w:t>704</w:t>
          </w:r>
          <w:r w:rsidRPr="00BF7B08">
            <w:rPr>
              <w:rFonts w:asciiTheme="majorHAnsi" w:hAnsiTheme="majorHAnsi"/>
              <w:color w:val="000000" w:themeColor="text1"/>
              <w:sz w:val="14"/>
              <w:szCs w:val="18"/>
            </w:rPr>
            <w:t>/2025</w:t>
          </w:r>
        </w:p>
      </w:tc>
      <w:tc>
        <w:tcPr>
          <w:tcW w:w="6119" w:type="dxa"/>
          <w:vAlign w:val="center"/>
        </w:tcPr>
        <w:p w14:paraId="09A39017" w14:textId="39D2E6D8" w:rsidR="00AA6546" w:rsidRPr="006B2C28" w:rsidRDefault="00AA6546"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AA6546" w:rsidRPr="006B2C28" w:rsidRDefault="00AA6546" w:rsidP="00DE3208">
          <w:pPr>
            <w:suppressAutoHyphens/>
            <w:ind w:right="187"/>
            <w:rPr>
              <w:rFonts w:asciiTheme="majorHAnsi" w:hAnsiTheme="majorHAnsi"/>
              <w:color w:val="092D74"/>
              <w:sz w:val="14"/>
              <w:szCs w:val="18"/>
            </w:rPr>
          </w:pPr>
        </w:p>
      </w:tc>
      <w:tc>
        <w:tcPr>
          <w:tcW w:w="6119" w:type="dxa"/>
          <w:vAlign w:val="center"/>
        </w:tcPr>
        <w:p w14:paraId="167572E0" w14:textId="77777777" w:rsidR="00AA6546" w:rsidRPr="006B2C28" w:rsidRDefault="00AA6546"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A6546" w:rsidRPr="006B2C28" w:rsidRDefault="00AA6546" w:rsidP="00DE3208">
          <w:pPr>
            <w:suppressAutoHyphens/>
            <w:ind w:right="187"/>
            <w:rPr>
              <w:rFonts w:asciiTheme="majorHAnsi" w:hAnsiTheme="majorHAnsi"/>
              <w:color w:val="092D74"/>
              <w:sz w:val="14"/>
              <w:szCs w:val="18"/>
            </w:rPr>
          </w:pPr>
        </w:p>
      </w:tc>
      <w:tc>
        <w:tcPr>
          <w:tcW w:w="3110" w:type="dxa"/>
          <w:vAlign w:val="center"/>
        </w:tcPr>
        <w:p w14:paraId="4015801D" w14:textId="77777777" w:rsidR="00AA6546" w:rsidRPr="006B2C28" w:rsidRDefault="00AA6546" w:rsidP="00DE3208">
          <w:pPr>
            <w:suppressAutoHyphens/>
            <w:ind w:right="187"/>
            <w:rPr>
              <w:rFonts w:asciiTheme="majorHAnsi" w:hAnsiTheme="majorHAnsi"/>
              <w:color w:val="092D74"/>
              <w:sz w:val="14"/>
              <w:szCs w:val="18"/>
            </w:rPr>
          </w:pPr>
        </w:p>
      </w:tc>
    </w:tr>
  </w:tbl>
  <w:p w14:paraId="30866343" w14:textId="695B45DB" w:rsidR="00AA6546" w:rsidRDefault="00AA6546">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7DC722F1">
              <wp:simplePos x="0" y="0"/>
              <wp:positionH relativeFrom="page">
                <wp:posOffset>0</wp:posOffset>
              </wp:positionH>
              <wp:positionV relativeFrom="page">
                <wp:posOffset>190500</wp:posOffset>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3CF225DE" w:rsidR="00AA6546" w:rsidRPr="00833EC9" w:rsidRDefault="00AA6546"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30" type="#_x0000_t202" alt="{&quot;HashCode&quot;:-185800442,&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063E8213" w14:textId="3CF225DE" w:rsidR="00AA6546" w:rsidRPr="00833EC9" w:rsidRDefault="00AA6546" w:rsidP="00833EC9">
                    <w:pPr>
                      <w:spacing w:after="0"/>
                      <w:jc w:val="right"/>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06542279">
    <w:abstractNumId w:val="14"/>
  </w:num>
  <w:num w:numId="2" w16cid:durableId="654338694">
    <w:abstractNumId w:val="5"/>
  </w:num>
  <w:num w:numId="3" w16cid:durableId="1857956891">
    <w:abstractNumId w:val="10"/>
  </w:num>
  <w:num w:numId="4" w16cid:durableId="1536775377">
    <w:abstractNumId w:val="15"/>
  </w:num>
  <w:num w:numId="5" w16cid:durableId="1896698111">
    <w:abstractNumId w:val="3"/>
  </w:num>
  <w:num w:numId="6" w16cid:durableId="1216819463">
    <w:abstractNumId w:val="13"/>
  </w:num>
  <w:num w:numId="7" w16cid:durableId="64962942">
    <w:abstractNumId w:val="2"/>
  </w:num>
  <w:num w:numId="8" w16cid:durableId="523520999">
    <w:abstractNumId w:val="0"/>
  </w:num>
  <w:num w:numId="9" w16cid:durableId="274482380">
    <w:abstractNumId w:val="24"/>
  </w:num>
  <w:num w:numId="10" w16cid:durableId="220992210">
    <w:abstractNumId w:val="12"/>
  </w:num>
  <w:num w:numId="11" w16cid:durableId="727411987">
    <w:abstractNumId w:val="7"/>
  </w:num>
  <w:num w:numId="12" w16cid:durableId="1541210680">
    <w:abstractNumId w:val="18"/>
  </w:num>
  <w:num w:numId="13" w16cid:durableId="180241772">
    <w:abstractNumId w:val="27"/>
  </w:num>
  <w:num w:numId="14" w16cid:durableId="893854707">
    <w:abstractNumId w:val="6"/>
  </w:num>
  <w:num w:numId="15" w16cid:durableId="2014990352">
    <w:abstractNumId w:val="21"/>
  </w:num>
  <w:num w:numId="16" w16cid:durableId="1283340909">
    <w:abstractNumId w:val="11"/>
  </w:num>
  <w:num w:numId="17" w16cid:durableId="197276420">
    <w:abstractNumId w:val="4"/>
  </w:num>
  <w:num w:numId="18" w16cid:durableId="1422067317">
    <w:abstractNumId w:val="16"/>
  </w:num>
  <w:num w:numId="19" w16cid:durableId="1063287152">
    <w:abstractNumId w:val="23"/>
  </w:num>
  <w:num w:numId="20" w16cid:durableId="779762378">
    <w:abstractNumId w:val="20"/>
  </w:num>
  <w:num w:numId="21" w16cid:durableId="587083472">
    <w:abstractNumId w:val="28"/>
  </w:num>
  <w:num w:numId="22" w16cid:durableId="1267694799">
    <w:abstractNumId w:val="9"/>
  </w:num>
  <w:num w:numId="23" w16cid:durableId="1513184862">
    <w:abstractNumId w:val="1"/>
  </w:num>
  <w:num w:numId="24" w16cid:durableId="491147316">
    <w:abstractNumId w:val="17"/>
  </w:num>
  <w:num w:numId="25" w16cid:durableId="99837407">
    <w:abstractNumId w:val="19"/>
  </w:num>
  <w:num w:numId="26" w16cid:durableId="1684285740">
    <w:abstractNumId w:val="22"/>
  </w:num>
  <w:num w:numId="27" w16cid:durableId="996690585">
    <w:abstractNumId w:val="8"/>
  </w:num>
  <w:num w:numId="28" w16cid:durableId="470488570">
    <w:abstractNumId w:val="26"/>
  </w:num>
  <w:num w:numId="29" w16cid:durableId="1199970119">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1FA1"/>
    <w:rsid w:val="00003B5C"/>
    <w:rsid w:val="00010D31"/>
    <w:rsid w:val="00013A18"/>
    <w:rsid w:val="00015893"/>
    <w:rsid w:val="0002424F"/>
    <w:rsid w:val="00027947"/>
    <w:rsid w:val="00033582"/>
    <w:rsid w:val="00035C61"/>
    <w:rsid w:val="00036B40"/>
    <w:rsid w:val="00036D76"/>
    <w:rsid w:val="00040B6D"/>
    <w:rsid w:val="000459D9"/>
    <w:rsid w:val="00051B85"/>
    <w:rsid w:val="00054A92"/>
    <w:rsid w:val="00056904"/>
    <w:rsid w:val="000572D8"/>
    <w:rsid w:val="00057816"/>
    <w:rsid w:val="00060EAD"/>
    <w:rsid w:val="00061676"/>
    <w:rsid w:val="00070A58"/>
    <w:rsid w:val="00071C98"/>
    <w:rsid w:val="0009045E"/>
    <w:rsid w:val="00094799"/>
    <w:rsid w:val="00094EB9"/>
    <w:rsid w:val="00096510"/>
    <w:rsid w:val="0009662A"/>
    <w:rsid w:val="000974B1"/>
    <w:rsid w:val="000A15BF"/>
    <w:rsid w:val="000B0DBD"/>
    <w:rsid w:val="000B3516"/>
    <w:rsid w:val="000C47A9"/>
    <w:rsid w:val="000C679C"/>
    <w:rsid w:val="000D42BE"/>
    <w:rsid w:val="000D5886"/>
    <w:rsid w:val="000E1564"/>
    <w:rsid w:val="000E3D2B"/>
    <w:rsid w:val="000F7B58"/>
    <w:rsid w:val="00101BCF"/>
    <w:rsid w:val="001112C2"/>
    <w:rsid w:val="00124536"/>
    <w:rsid w:val="00125A7F"/>
    <w:rsid w:val="00126CEA"/>
    <w:rsid w:val="001318C9"/>
    <w:rsid w:val="00132B64"/>
    <w:rsid w:val="00136B64"/>
    <w:rsid w:val="00136D05"/>
    <w:rsid w:val="0014036E"/>
    <w:rsid w:val="00145125"/>
    <w:rsid w:val="00146935"/>
    <w:rsid w:val="0014785F"/>
    <w:rsid w:val="001562C9"/>
    <w:rsid w:val="00167B53"/>
    <w:rsid w:val="00172B93"/>
    <w:rsid w:val="00175F4C"/>
    <w:rsid w:val="001764EE"/>
    <w:rsid w:val="00185AAB"/>
    <w:rsid w:val="00192A23"/>
    <w:rsid w:val="001974F6"/>
    <w:rsid w:val="001A4773"/>
    <w:rsid w:val="001A4996"/>
    <w:rsid w:val="001B0061"/>
    <w:rsid w:val="001D1A8B"/>
    <w:rsid w:val="001D2EB1"/>
    <w:rsid w:val="001E7E73"/>
    <w:rsid w:val="001F3242"/>
    <w:rsid w:val="001F3600"/>
    <w:rsid w:val="001F3F20"/>
    <w:rsid w:val="001F737A"/>
    <w:rsid w:val="002067F1"/>
    <w:rsid w:val="002161D3"/>
    <w:rsid w:val="00224257"/>
    <w:rsid w:val="0024291C"/>
    <w:rsid w:val="00257F22"/>
    <w:rsid w:val="00264A06"/>
    <w:rsid w:val="00265B9D"/>
    <w:rsid w:val="00270752"/>
    <w:rsid w:val="002743D5"/>
    <w:rsid w:val="002748E1"/>
    <w:rsid w:val="002768AC"/>
    <w:rsid w:val="002A3129"/>
    <w:rsid w:val="002A48F7"/>
    <w:rsid w:val="002B51FD"/>
    <w:rsid w:val="002B5C62"/>
    <w:rsid w:val="002C470F"/>
    <w:rsid w:val="002D3B2A"/>
    <w:rsid w:val="002D4CAD"/>
    <w:rsid w:val="002F10CA"/>
    <w:rsid w:val="00303C67"/>
    <w:rsid w:val="00304DC0"/>
    <w:rsid w:val="00310CB3"/>
    <w:rsid w:val="0031696B"/>
    <w:rsid w:val="00322C96"/>
    <w:rsid w:val="003235E1"/>
    <w:rsid w:val="00324FE3"/>
    <w:rsid w:val="00347E8D"/>
    <w:rsid w:val="003545BC"/>
    <w:rsid w:val="00362C4E"/>
    <w:rsid w:val="00366FFB"/>
    <w:rsid w:val="00371A75"/>
    <w:rsid w:val="00375780"/>
    <w:rsid w:val="00387A0D"/>
    <w:rsid w:val="003903C2"/>
    <w:rsid w:val="00395F60"/>
    <w:rsid w:val="00397C46"/>
    <w:rsid w:val="003A448C"/>
    <w:rsid w:val="003A4CC6"/>
    <w:rsid w:val="003A5593"/>
    <w:rsid w:val="003A5D11"/>
    <w:rsid w:val="003A7C03"/>
    <w:rsid w:val="003B43F5"/>
    <w:rsid w:val="003B6265"/>
    <w:rsid w:val="003B66FE"/>
    <w:rsid w:val="003D41B4"/>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B43D2"/>
    <w:rsid w:val="004C2303"/>
    <w:rsid w:val="004D154B"/>
    <w:rsid w:val="004D63D5"/>
    <w:rsid w:val="004E1AB0"/>
    <w:rsid w:val="004E7573"/>
    <w:rsid w:val="004F0C4A"/>
    <w:rsid w:val="004F20AD"/>
    <w:rsid w:val="004F6B10"/>
    <w:rsid w:val="00513323"/>
    <w:rsid w:val="00517830"/>
    <w:rsid w:val="00520308"/>
    <w:rsid w:val="00535E9B"/>
    <w:rsid w:val="005453F1"/>
    <w:rsid w:val="00551FB7"/>
    <w:rsid w:val="005563FF"/>
    <w:rsid w:val="00562E63"/>
    <w:rsid w:val="00574D7E"/>
    <w:rsid w:val="00582CE9"/>
    <w:rsid w:val="00586E57"/>
    <w:rsid w:val="0058794A"/>
    <w:rsid w:val="0059192E"/>
    <w:rsid w:val="005932BA"/>
    <w:rsid w:val="005A14D5"/>
    <w:rsid w:val="005A354D"/>
    <w:rsid w:val="005B24A8"/>
    <w:rsid w:val="005B2B6D"/>
    <w:rsid w:val="005B3F04"/>
    <w:rsid w:val="005B6DC6"/>
    <w:rsid w:val="005C6812"/>
    <w:rsid w:val="005C6A30"/>
    <w:rsid w:val="005D118B"/>
    <w:rsid w:val="005D2D85"/>
    <w:rsid w:val="005D4762"/>
    <w:rsid w:val="005D74EB"/>
    <w:rsid w:val="005E0744"/>
    <w:rsid w:val="005E4AA3"/>
    <w:rsid w:val="005E79E5"/>
    <w:rsid w:val="005F7D4C"/>
    <w:rsid w:val="00612AFD"/>
    <w:rsid w:val="00623B01"/>
    <w:rsid w:val="00625BB0"/>
    <w:rsid w:val="006261BB"/>
    <w:rsid w:val="006341E5"/>
    <w:rsid w:val="0065322E"/>
    <w:rsid w:val="00655DA8"/>
    <w:rsid w:val="0065685A"/>
    <w:rsid w:val="00660237"/>
    <w:rsid w:val="00662736"/>
    <w:rsid w:val="00670CE4"/>
    <w:rsid w:val="0067116D"/>
    <w:rsid w:val="0067399C"/>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17F"/>
    <w:rsid w:val="006F5F72"/>
    <w:rsid w:val="00710355"/>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A4D31"/>
    <w:rsid w:val="007B094C"/>
    <w:rsid w:val="007B0FF0"/>
    <w:rsid w:val="007B50D8"/>
    <w:rsid w:val="007C6687"/>
    <w:rsid w:val="007C67FA"/>
    <w:rsid w:val="007D0675"/>
    <w:rsid w:val="007D1209"/>
    <w:rsid w:val="007D1C91"/>
    <w:rsid w:val="007F44F4"/>
    <w:rsid w:val="00811AEB"/>
    <w:rsid w:val="00812E3F"/>
    <w:rsid w:val="008130D5"/>
    <w:rsid w:val="0081735D"/>
    <w:rsid w:val="008217CE"/>
    <w:rsid w:val="00827A7E"/>
    <w:rsid w:val="00831596"/>
    <w:rsid w:val="00833EC9"/>
    <w:rsid w:val="00842578"/>
    <w:rsid w:val="00847B49"/>
    <w:rsid w:val="00852695"/>
    <w:rsid w:val="008528D3"/>
    <w:rsid w:val="008548B7"/>
    <w:rsid w:val="00857549"/>
    <w:rsid w:val="008707CC"/>
    <w:rsid w:val="00884D47"/>
    <w:rsid w:val="00897B32"/>
    <w:rsid w:val="008A7413"/>
    <w:rsid w:val="008B6316"/>
    <w:rsid w:val="008C619A"/>
    <w:rsid w:val="008C6373"/>
    <w:rsid w:val="008C75AB"/>
    <w:rsid w:val="008D62A8"/>
    <w:rsid w:val="008D6A33"/>
    <w:rsid w:val="008D6FD3"/>
    <w:rsid w:val="008E2EA9"/>
    <w:rsid w:val="008E4838"/>
    <w:rsid w:val="008F17DA"/>
    <w:rsid w:val="008F1FB0"/>
    <w:rsid w:val="008F38F2"/>
    <w:rsid w:val="0090379D"/>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0616"/>
    <w:rsid w:val="009B3502"/>
    <w:rsid w:val="009B51B6"/>
    <w:rsid w:val="009B5CDA"/>
    <w:rsid w:val="009B633C"/>
    <w:rsid w:val="009C2002"/>
    <w:rsid w:val="009C48AC"/>
    <w:rsid w:val="009C5C7C"/>
    <w:rsid w:val="009C6FBE"/>
    <w:rsid w:val="009D1815"/>
    <w:rsid w:val="009D1A6D"/>
    <w:rsid w:val="009D58D0"/>
    <w:rsid w:val="009D5A1B"/>
    <w:rsid w:val="009D7472"/>
    <w:rsid w:val="009E0A88"/>
    <w:rsid w:val="009E2CB5"/>
    <w:rsid w:val="009E5B5E"/>
    <w:rsid w:val="00A02C84"/>
    <w:rsid w:val="00A148D6"/>
    <w:rsid w:val="00A16383"/>
    <w:rsid w:val="00A303E8"/>
    <w:rsid w:val="00A370AB"/>
    <w:rsid w:val="00A43299"/>
    <w:rsid w:val="00A57E04"/>
    <w:rsid w:val="00A6049B"/>
    <w:rsid w:val="00A730B9"/>
    <w:rsid w:val="00A7626A"/>
    <w:rsid w:val="00A809BD"/>
    <w:rsid w:val="00A81CFB"/>
    <w:rsid w:val="00A85D6F"/>
    <w:rsid w:val="00AA134E"/>
    <w:rsid w:val="00AA3417"/>
    <w:rsid w:val="00AA6546"/>
    <w:rsid w:val="00AB5621"/>
    <w:rsid w:val="00AB78A2"/>
    <w:rsid w:val="00AC4A8D"/>
    <w:rsid w:val="00AC5A4C"/>
    <w:rsid w:val="00AD5D81"/>
    <w:rsid w:val="00AE062F"/>
    <w:rsid w:val="00AE0670"/>
    <w:rsid w:val="00AE1A85"/>
    <w:rsid w:val="00AE5E48"/>
    <w:rsid w:val="00AE5E86"/>
    <w:rsid w:val="00AF30DB"/>
    <w:rsid w:val="00AF78FE"/>
    <w:rsid w:val="00AF7E7E"/>
    <w:rsid w:val="00B0459E"/>
    <w:rsid w:val="00B05E1A"/>
    <w:rsid w:val="00B10201"/>
    <w:rsid w:val="00B10A71"/>
    <w:rsid w:val="00B17A2B"/>
    <w:rsid w:val="00B25861"/>
    <w:rsid w:val="00B260E3"/>
    <w:rsid w:val="00B3053E"/>
    <w:rsid w:val="00B31C09"/>
    <w:rsid w:val="00B379DE"/>
    <w:rsid w:val="00B422BD"/>
    <w:rsid w:val="00B44488"/>
    <w:rsid w:val="00B505C0"/>
    <w:rsid w:val="00B57759"/>
    <w:rsid w:val="00B62B32"/>
    <w:rsid w:val="00B67333"/>
    <w:rsid w:val="00B67FA9"/>
    <w:rsid w:val="00B74FE1"/>
    <w:rsid w:val="00B76CD7"/>
    <w:rsid w:val="00B801D6"/>
    <w:rsid w:val="00B83A96"/>
    <w:rsid w:val="00B83F8A"/>
    <w:rsid w:val="00BA0AAA"/>
    <w:rsid w:val="00BA0FF4"/>
    <w:rsid w:val="00BA5673"/>
    <w:rsid w:val="00BB0255"/>
    <w:rsid w:val="00BB180C"/>
    <w:rsid w:val="00BC3599"/>
    <w:rsid w:val="00BD1D08"/>
    <w:rsid w:val="00BE0AE4"/>
    <w:rsid w:val="00BE38BB"/>
    <w:rsid w:val="00BF7B08"/>
    <w:rsid w:val="00C003C6"/>
    <w:rsid w:val="00C02475"/>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5DD8"/>
    <w:rsid w:val="00CA104E"/>
    <w:rsid w:val="00CB2D26"/>
    <w:rsid w:val="00CB3A6F"/>
    <w:rsid w:val="00CD0C0E"/>
    <w:rsid w:val="00CD2022"/>
    <w:rsid w:val="00CE2F55"/>
    <w:rsid w:val="00CE336E"/>
    <w:rsid w:val="00D03C12"/>
    <w:rsid w:val="00D10930"/>
    <w:rsid w:val="00D1247E"/>
    <w:rsid w:val="00D206B4"/>
    <w:rsid w:val="00D21BCE"/>
    <w:rsid w:val="00D516C1"/>
    <w:rsid w:val="00D56646"/>
    <w:rsid w:val="00D6344F"/>
    <w:rsid w:val="00D65ABF"/>
    <w:rsid w:val="00D732D2"/>
    <w:rsid w:val="00D80E4A"/>
    <w:rsid w:val="00D9793B"/>
    <w:rsid w:val="00DA64DB"/>
    <w:rsid w:val="00DB1E5E"/>
    <w:rsid w:val="00DB4140"/>
    <w:rsid w:val="00DC23EB"/>
    <w:rsid w:val="00DC76F0"/>
    <w:rsid w:val="00DC7E48"/>
    <w:rsid w:val="00DD06C0"/>
    <w:rsid w:val="00DE1789"/>
    <w:rsid w:val="00DE21CB"/>
    <w:rsid w:val="00DE2A42"/>
    <w:rsid w:val="00DE3208"/>
    <w:rsid w:val="00DE5745"/>
    <w:rsid w:val="00DF2ED5"/>
    <w:rsid w:val="00E12BFB"/>
    <w:rsid w:val="00E12F47"/>
    <w:rsid w:val="00E16545"/>
    <w:rsid w:val="00E2123D"/>
    <w:rsid w:val="00E30B4B"/>
    <w:rsid w:val="00E33932"/>
    <w:rsid w:val="00E413AB"/>
    <w:rsid w:val="00E41451"/>
    <w:rsid w:val="00E45F98"/>
    <w:rsid w:val="00E56B47"/>
    <w:rsid w:val="00E6674F"/>
    <w:rsid w:val="00E66F4B"/>
    <w:rsid w:val="00E706C2"/>
    <w:rsid w:val="00E72CD1"/>
    <w:rsid w:val="00E76CA9"/>
    <w:rsid w:val="00E8041E"/>
    <w:rsid w:val="00E92F67"/>
    <w:rsid w:val="00E95B91"/>
    <w:rsid w:val="00EA6557"/>
    <w:rsid w:val="00EA6B97"/>
    <w:rsid w:val="00EB216E"/>
    <w:rsid w:val="00EC07C0"/>
    <w:rsid w:val="00EC22FA"/>
    <w:rsid w:val="00EC30C5"/>
    <w:rsid w:val="00EC37A3"/>
    <w:rsid w:val="00ED2FD4"/>
    <w:rsid w:val="00ED4375"/>
    <w:rsid w:val="00EE5E2C"/>
    <w:rsid w:val="00EF3D80"/>
    <w:rsid w:val="00F01E75"/>
    <w:rsid w:val="00F21DD8"/>
    <w:rsid w:val="00F25128"/>
    <w:rsid w:val="00F32BD1"/>
    <w:rsid w:val="00F377D2"/>
    <w:rsid w:val="00F4718C"/>
    <w:rsid w:val="00F527EB"/>
    <w:rsid w:val="00F57F56"/>
    <w:rsid w:val="00F61CAF"/>
    <w:rsid w:val="00F653C7"/>
    <w:rsid w:val="00F65859"/>
    <w:rsid w:val="00F664AA"/>
    <w:rsid w:val="00F71902"/>
    <w:rsid w:val="00F724BA"/>
    <w:rsid w:val="00F751D8"/>
    <w:rsid w:val="00F835B4"/>
    <w:rsid w:val="00F90B96"/>
    <w:rsid w:val="00FA0F6A"/>
    <w:rsid w:val="00FA2A42"/>
    <w:rsid w:val="00FA4DF0"/>
    <w:rsid w:val="00FB0646"/>
    <w:rsid w:val="00FB61C7"/>
    <w:rsid w:val="00FC7BB0"/>
    <w:rsid w:val="00FD22AB"/>
    <w:rsid w:val="00FD2808"/>
    <w:rsid w:val="00FD3338"/>
    <w:rsid w:val="00FE13ED"/>
    <w:rsid w:val="00FE2FDB"/>
    <w:rsid w:val="00FE4AEE"/>
    <w:rsid w:val="00FE53C8"/>
    <w:rsid w:val="00FF0A8C"/>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001F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686175">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przetargi" TargetMode="External"/><Relationship Id="rId18" Type="http://schemas.openxmlformats.org/officeDocument/2006/relationships/hyperlink" Target="https://swpp2.gkpge.p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wpp2.gkpge.pl/app/helpdesk/form" TargetMode="External"/><Relationship Id="rId5" Type="http://schemas.openxmlformats.org/officeDocument/2006/relationships/numbering" Target="numbering.xml"/><Relationship Id="rId15" Type="http://schemas.openxmlformats.org/officeDocument/2006/relationships/hyperlink" Target="https://pgedystrybucja.pl/przetargi/przetargi-zakupowe" TargetMode="External"/><Relationship Id="rId23" Type="http://schemas.openxmlformats.org/officeDocument/2006/relationships/hyperlink" Target="mailto:helpdesk.zakupy@gkpge.p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Dariusz.Klimacki@pgedystrybucja.pl" TargetMode="External"/><Relationship Id="rId31"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pgedystrybucja.pl/przetargi"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PROC_SWZ_RB.docx</dmsv2BaseFileName>
    <dmsv2BaseDisplayName xmlns="http://schemas.microsoft.com/sharepoint/v3">PROC_SWZ_RB</dmsv2BaseDisplayName>
    <dmsv2SWPP2ObjectNumber xmlns="http://schemas.microsoft.com/sharepoint/v3">POST/DYS/OLD/GZ/04648/2025                        </dmsv2SWPP2ObjectNumber>
    <dmsv2SWPP2SumMD5 xmlns="http://schemas.microsoft.com/sharepoint/v3">3c3de65c1f9ff200dd017ca5328c36cf</dmsv2SWPP2SumMD5>
    <dmsv2BaseMoved xmlns="http://schemas.microsoft.com/sharepoint/v3">false</dmsv2BaseMoved>
    <dmsv2BaseIsSensitive xmlns="http://schemas.microsoft.com/sharepoint/v3">true</dmsv2BaseIsSensitive>
    <dmsv2SWPP2IDSWPP2 xmlns="http://schemas.microsoft.com/sharepoint/v3">702534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24118890</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JEUP5JKVCYQC-922955212-22570</_dlc_DocId>
    <_dlc_DocIdUrl xmlns="a19cb1c7-c5c7-46d4-85ae-d83685407bba">
      <Url>https://swpp2.dms.gkpge.pl/sites/41/_layouts/15/DocIdRedir.aspx?ID=JEUP5JKVCYQC-922955212-22570</Url>
      <Description>JEUP5JKVCYQC-922955212-22570</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795E742-8113-4492-A17D-57CDB9CC2BFD}"/>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FB51CDD0-41CA-4A8D-A380-AFD427466073}">
  <ds:schemaRefs>
    <ds:schemaRef ds:uri="http://schemas.openxmlformats.org/officeDocument/2006/bibliography"/>
  </ds:schemaRefs>
</ds:datastoreItem>
</file>

<file path=customXml/itemProps5.xml><?xml version="1.0" encoding="utf-8"?>
<ds:datastoreItem xmlns:ds="http://schemas.openxmlformats.org/officeDocument/2006/customXml" ds:itemID="{F5938CB8-E4F1-4C08-9E7A-C865A9BCBE03}"/>
</file>

<file path=docProps/app.xml><?xml version="1.0" encoding="utf-8"?>
<Properties xmlns="http://schemas.openxmlformats.org/officeDocument/2006/extended-properties" xmlns:vt="http://schemas.openxmlformats.org/officeDocument/2006/docPropsVTypes">
  <Template>PGE word swz test</Template>
  <TotalTime>240</TotalTime>
  <Pages>11</Pages>
  <Words>4350</Words>
  <Characters>26100</Characters>
  <Application>Microsoft Office Word</Application>
  <DocSecurity>0</DocSecurity>
  <Lines>217</Lines>
  <Paragraphs>60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30390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Bagińska Marzena [PGE Dystr. O.Łódź]</dc:creator>
  <cp:keywords/>
  <dc:description/>
  <cp:lastModifiedBy>Bagińska Marzena [PGE Dystr. O.Łódź]</cp:lastModifiedBy>
  <cp:revision>58</cp:revision>
  <cp:lastPrinted>2024-07-15T11:21:00Z</cp:lastPrinted>
  <dcterms:created xsi:type="dcterms:W3CDTF">2025-01-15T13:15:00Z</dcterms:created>
  <dcterms:modified xsi:type="dcterms:W3CDTF">2026-01-14T09:22:00Z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b03a96d3-429f-4754-8e96-43ebc2362c3e</vt:lpwstr>
  </property>
</Properties>
</file>