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72999AE">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323B3413" w:rsidR="00AA6546" w:rsidRDefault="00AA6546" w:rsidP="00A809BD">
                              <w:pPr>
                                <w:pStyle w:val="PODTYTU"/>
                                <w:spacing w:before="2160"/>
                                <w:jc w:val="center"/>
                              </w:pPr>
                              <w:r>
                                <w:t xml:space="preserve"> </w:t>
                              </w:r>
                              <w:r w:rsidR="00C34174" w:rsidRPr="00C34174">
                                <w:t>Wykonanie dokumentacji projektowej w branży elektroenergetycznej na terenie działania OŁD w RE Piotrków Trybunalski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1AF353BE" w:rsidR="00AA6546" w:rsidRDefault="00AA6546" w:rsidP="00BF7B08">
                              <w:pPr>
                                <w:pStyle w:val="tekst"/>
                                <w:spacing w:before="720"/>
                                <w:jc w:val="center"/>
                              </w:pPr>
                              <w:r>
                                <w:t>POST/DYS/OLD/GZ/0</w:t>
                              </w:r>
                              <w:r w:rsidR="005E0B6E">
                                <w:t>4</w:t>
                              </w:r>
                              <w:r w:rsidR="00C34174">
                                <w:t>479</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15C609F2"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C34174">
                                <w:rPr>
                                  <w:noProof/>
                                </w:rPr>
                                <w:t>12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323B3413" w:rsidR="00AA6546" w:rsidRDefault="00AA6546" w:rsidP="00A809BD">
                        <w:pPr>
                          <w:pStyle w:val="PODTYTU"/>
                          <w:spacing w:before="2160"/>
                          <w:jc w:val="center"/>
                        </w:pPr>
                        <w:r>
                          <w:t xml:space="preserve"> </w:t>
                        </w:r>
                        <w:r w:rsidR="00C34174" w:rsidRPr="00C34174">
                          <w:t>Wykonanie dokumentacji projektowej w branży elektroenergetycznej na terenie działania OŁD w RE Piotrków Trybunalski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1AF353BE" w:rsidR="00AA6546" w:rsidRDefault="00AA6546" w:rsidP="00BF7B08">
                        <w:pPr>
                          <w:pStyle w:val="tekst"/>
                          <w:spacing w:before="720"/>
                          <w:jc w:val="center"/>
                        </w:pPr>
                        <w:r>
                          <w:t>POST/DYS/OLD/GZ/0</w:t>
                        </w:r>
                        <w:r w:rsidR="005E0B6E">
                          <w:t>4</w:t>
                        </w:r>
                        <w:r w:rsidR="00C34174">
                          <w:t>479</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15C609F2"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C34174">
                          <w:rPr>
                            <w:noProof/>
                          </w:rPr>
                          <w:t>12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A74587">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A74587">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A74587">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A74587">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A74587"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A74587">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A74587">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A74587">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A74587">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A74587">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A74587">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A74587">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A74587">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A74587">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A74587">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A74587">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A74587">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A74587">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A74587"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A74587"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A74587"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01946265"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C34174" w:rsidRPr="00C34174">
        <w:rPr>
          <w:sz w:val="20"/>
        </w:rPr>
        <w:t>Wykonanie dokumentacji projektowej w branży elektroenergetycznej na terenie działania OŁD w RE Piotrków Trybunalski w podziale na 4 części</w:t>
      </w:r>
    </w:p>
    <w:p w14:paraId="2C56BFD0" w14:textId="21D78F34"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C34174">
        <w:rPr>
          <w:sz w:val="20"/>
        </w:rPr>
        <w:t>4</w:t>
      </w:r>
      <w:r w:rsidR="009B0616">
        <w:rPr>
          <w:sz w:val="20"/>
        </w:rPr>
        <w:t xml:space="preserve"> (słownie: </w:t>
      </w:r>
      <w:r w:rsidR="00C34174">
        <w:rPr>
          <w:sz w:val="20"/>
        </w:rPr>
        <w:t>cztery</w:t>
      </w:r>
      <w:r w:rsidR="009B0616">
        <w:rPr>
          <w:sz w:val="20"/>
        </w:rPr>
        <w:t>) niezależ</w:t>
      </w:r>
      <w:r w:rsidR="00C34174">
        <w:rPr>
          <w:sz w:val="20"/>
        </w:rPr>
        <w:t>ne</w:t>
      </w:r>
      <w:r w:rsidRPr="00C62503">
        <w:rPr>
          <w:sz w:val="20"/>
        </w:rPr>
        <w:t xml:space="preserve"> części w sposób opisany poniżej: </w:t>
      </w:r>
    </w:p>
    <w:p w14:paraId="527403BA" w14:textId="4283CDB9" w:rsidR="009B0616" w:rsidRDefault="00C34174" w:rsidP="009B0616">
      <w:pPr>
        <w:pStyle w:val="Akapitzlist"/>
        <w:spacing w:before="120" w:after="0" w:line="24" w:lineRule="atLeast"/>
        <w:ind w:left="567"/>
        <w:contextualSpacing w:val="0"/>
        <w:jc w:val="both"/>
        <w:rPr>
          <w:sz w:val="20"/>
        </w:rPr>
      </w:pPr>
      <w:r w:rsidRPr="00C34174">
        <w:rPr>
          <w:sz w:val="20"/>
        </w:rPr>
        <w:t>Część 1: Wykonanie dokumentacji projektowej w branży elektroenergetycznej na terenie działania OŁD w RE Piotrków Trybunalski</w:t>
      </w:r>
      <w:r>
        <w:rPr>
          <w:sz w:val="20"/>
        </w:rPr>
        <w:t xml:space="preserve"> </w:t>
      </w:r>
      <w:r w:rsidRPr="00C34174">
        <w:rPr>
          <w:sz w:val="20"/>
        </w:rPr>
        <w:t>„Poprawa parametrów jakościowych energii elektrycznej w msc. Straszów wraz ze zwiększeniem zdolności przesyłowych odnawialnych źródeł energii".</w:t>
      </w:r>
    </w:p>
    <w:p w14:paraId="210B62A1" w14:textId="6845FD01" w:rsidR="009B0616" w:rsidRDefault="00C34174" w:rsidP="009B0616">
      <w:pPr>
        <w:pStyle w:val="Akapitzlist"/>
        <w:spacing w:before="120" w:after="0" w:line="24" w:lineRule="atLeast"/>
        <w:ind w:left="567"/>
        <w:contextualSpacing w:val="0"/>
        <w:jc w:val="both"/>
        <w:rPr>
          <w:sz w:val="20"/>
        </w:rPr>
      </w:pPr>
      <w:r w:rsidRPr="00C34174">
        <w:rPr>
          <w:sz w:val="20"/>
        </w:rPr>
        <w:t>Część 2: Wykonanie dokumentacji projektowej w branży elektroenergetycznej na terenie działania OŁD w RE Piotrków Trybunalski „Przebudowa słupowej stacji transformatorowej 15/0,4 kV typu ŻH-15B „Jutroszew 2”.</w:t>
      </w:r>
    </w:p>
    <w:p w14:paraId="380B3EB6" w14:textId="10EDDE0A" w:rsidR="00C34174" w:rsidRPr="00C34174" w:rsidRDefault="00C34174" w:rsidP="00C34174">
      <w:pPr>
        <w:pStyle w:val="Akapitzlist"/>
        <w:spacing w:before="120" w:after="0" w:line="24" w:lineRule="atLeast"/>
        <w:ind w:left="567"/>
        <w:contextualSpacing w:val="0"/>
        <w:jc w:val="both"/>
        <w:rPr>
          <w:sz w:val="20"/>
        </w:rPr>
      </w:pPr>
      <w:r w:rsidRPr="00C34174">
        <w:rPr>
          <w:sz w:val="20"/>
        </w:rPr>
        <w:t>Część 3: Wykonanie dokumentacji projektowej w branży elektroenergetycznej na terenie działania OŁD w RE Piotrków Trybunalski</w:t>
      </w:r>
      <w:r>
        <w:rPr>
          <w:sz w:val="20"/>
        </w:rPr>
        <w:t xml:space="preserve"> </w:t>
      </w:r>
      <w:r w:rsidRPr="00C34174">
        <w:rPr>
          <w:sz w:val="20"/>
        </w:rPr>
        <w:t>„Przebudowa słupowej stacji transformatorowej 15/0,4 kV typu ZH-15B „Bilska Wola” nr 1-0794”.</w:t>
      </w:r>
    </w:p>
    <w:p w14:paraId="718334BF" w14:textId="106BEB2B" w:rsidR="008F38F2" w:rsidRPr="00D05D85" w:rsidRDefault="00C34174" w:rsidP="00897B32">
      <w:pPr>
        <w:spacing w:before="120" w:line="24" w:lineRule="atLeast"/>
        <w:ind w:left="567"/>
        <w:jc w:val="both"/>
        <w:rPr>
          <w:sz w:val="20"/>
        </w:rPr>
      </w:pPr>
      <w:r w:rsidRPr="00C34174">
        <w:rPr>
          <w:sz w:val="20"/>
        </w:rPr>
        <w:t>Część 4: Wykonanie dokumentacji projektowej w branży elektroenergetycznej na terenie działania OŁD w RE Piotrków Trybunalski</w:t>
      </w:r>
      <w:r>
        <w:rPr>
          <w:sz w:val="20"/>
        </w:rPr>
        <w:t xml:space="preserve"> </w:t>
      </w:r>
      <w:r w:rsidRPr="00C34174">
        <w:rPr>
          <w:sz w:val="20"/>
        </w:rPr>
        <w:t>„Poprawa parametrów jakościowych energii elektrycznej w miejscowości Piotrków Trybunalski, ul. Wojska Polskiego wraz ze zwiększeniem zdolności przesyłowych odnawialnych źródeł energii”.</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606E6273"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041A27" w:rsidRPr="00BA019B">
          <w:rPr>
            <w:rStyle w:val="Hipercze"/>
          </w:rPr>
          <w:t>Barbara.Stasiak@pgedystrybucja.pl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27528AE2"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041A27">
        <w:rPr>
          <w:sz w:val="20"/>
        </w:rPr>
        <w:t>2</w:t>
      </w:r>
      <w:r w:rsidR="00A74587">
        <w:rPr>
          <w:sz w:val="20"/>
        </w:rPr>
        <w:t>3</w:t>
      </w:r>
      <w:r w:rsidR="00041A27">
        <w:rPr>
          <w:sz w:val="20"/>
        </w:rPr>
        <w:t>.12</w:t>
      </w:r>
      <w:r w:rsidR="00035C61">
        <w:rPr>
          <w:sz w:val="20"/>
        </w:rPr>
        <w:t>.2025r.</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3F513313"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5E0B6E">
            <w:rPr>
              <w:rFonts w:asciiTheme="majorHAnsi" w:hAnsiTheme="majorHAnsi"/>
              <w:color w:val="000000" w:themeColor="text1"/>
              <w:sz w:val="14"/>
              <w:szCs w:val="18"/>
            </w:rPr>
            <w:t>4</w:t>
          </w:r>
          <w:r w:rsidR="00C34174">
            <w:rPr>
              <w:rFonts w:asciiTheme="majorHAnsi" w:hAnsiTheme="majorHAnsi"/>
              <w:color w:val="000000" w:themeColor="text1"/>
              <w:sz w:val="14"/>
              <w:szCs w:val="18"/>
            </w:rPr>
            <w:t>479</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1A27"/>
    <w:rsid w:val="000459D9"/>
    <w:rsid w:val="00051B85"/>
    <w:rsid w:val="00054A92"/>
    <w:rsid w:val="00056904"/>
    <w:rsid w:val="000572D8"/>
    <w:rsid w:val="00057816"/>
    <w:rsid w:val="00060EAD"/>
    <w:rsid w:val="00061676"/>
    <w:rsid w:val="00070A58"/>
    <w:rsid w:val="00071C98"/>
    <w:rsid w:val="000860F2"/>
    <w:rsid w:val="0009045E"/>
    <w:rsid w:val="00094799"/>
    <w:rsid w:val="00094EB9"/>
    <w:rsid w:val="00096510"/>
    <w:rsid w:val="0009662A"/>
    <w:rsid w:val="000974B1"/>
    <w:rsid w:val="00097FE3"/>
    <w:rsid w:val="000A15BF"/>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6FE"/>
    <w:rsid w:val="003D41B4"/>
    <w:rsid w:val="003D6C11"/>
    <w:rsid w:val="003E050D"/>
    <w:rsid w:val="003E3CCB"/>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0B6E"/>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1596"/>
    <w:rsid w:val="00833EC9"/>
    <w:rsid w:val="008344AF"/>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F205D"/>
    <w:rsid w:val="00A02C84"/>
    <w:rsid w:val="00A148D6"/>
    <w:rsid w:val="00A16383"/>
    <w:rsid w:val="00A303E8"/>
    <w:rsid w:val="00A370AB"/>
    <w:rsid w:val="00A43299"/>
    <w:rsid w:val="00A57E04"/>
    <w:rsid w:val="00A6049B"/>
    <w:rsid w:val="00A730B9"/>
    <w:rsid w:val="00A74587"/>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0167D"/>
    <w:rsid w:val="00C10B09"/>
    <w:rsid w:val="00C12714"/>
    <w:rsid w:val="00C20678"/>
    <w:rsid w:val="00C224EE"/>
    <w:rsid w:val="00C23F3E"/>
    <w:rsid w:val="00C26BC0"/>
    <w:rsid w:val="00C272AD"/>
    <w:rsid w:val="00C27B9D"/>
    <w:rsid w:val="00C34174"/>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38A4"/>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Barbara.Stasiak@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POST/DYS/OLD/GZ/04479/2025                        </dmsv2SWPP2ObjectNumber>
    <dmsv2SWPP2SumMD5 xmlns="http://schemas.microsoft.com/sharepoint/v3">9a8f6f8d5f0814b17c0e71d32cfe1eb1</dmsv2SWPP2SumMD5>
    <dmsv2BaseMoved xmlns="http://schemas.microsoft.com/sharepoint/v3">false</dmsv2BaseMoved>
    <dmsv2BaseIsSensitive xmlns="http://schemas.microsoft.com/sharepoint/v3">true</dmsv2BaseIsSensitive>
    <dmsv2SWPP2IDSWPP2 xmlns="http://schemas.microsoft.com/sharepoint/v3">701520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23982027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JEUP5JKVCYQC-1133723987-7054</_dlc_DocId>
    <_dlc_DocIdUrl xmlns="a19cb1c7-c5c7-46d4-85ae-d83685407bba">
      <Url>https://swpp2.dms.gkpge.pl/sites/41/_layouts/15/DocIdRedir.aspx?ID=JEUP5JKVCYQC-1133723987-7054</Url>
      <Description>JEUP5JKVCYQC-1133723987-7054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ED30CE22-AF78-494F-94DF-C0F27476BDCC}"/>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BCCB0B6-2AC3-455C-8390-D0A90D135795}"/>
</file>

<file path=docProps/app.xml><?xml version="1.0" encoding="utf-8"?>
<Properties xmlns="http://schemas.openxmlformats.org/officeDocument/2006/extended-properties" xmlns:vt="http://schemas.openxmlformats.org/officeDocument/2006/docPropsVTypes">
  <Template>PGE word swz test</Template>
  <TotalTime>239</TotalTime>
  <Pages>11</Pages>
  <Words>4335</Words>
  <Characters>26014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58</cp:revision>
  <cp:lastPrinted>2024-07-15T11:21:00Z</cp:lastPrinted>
  <dcterms:created xsi:type="dcterms:W3CDTF">2025-01-15T13:15:00Z</dcterms:created>
  <dcterms:modified xsi:type="dcterms:W3CDTF">2025-12-12T06:55:00Z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ccb135df-8ca7-4d15-8ccf-2acc05ee5e7f</vt:lpwstr>
  </property>
</Properties>
</file>