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14:paraId="7605D991" w14:textId="561081EC" w:rsidR="0059192E" w:rsidRDefault="00056904" w:rsidP="008F38F2">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DD95D5"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680D1861">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A37012" w:rsidRDefault="00A37012" w:rsidP="006E100D">
                              <w:pPr>
                                <w:pStyle w:val="Tytu"/>
                                <w:rPr>
                                  <w:spacing w:val="0"/>
                                </w:rPr>
                              </w:pPr>
                            </w:p>
                            <w:p w14:paraId="74CCA4FD" w14:textId="7683A686" w:rsidR="00A37012" w:rsidRDefault="00A37012" w:rsidP="00A809BD">
                              <w:pPr>
                                <w:pStyle w:val="Tytu"/>
                                <w:jc w:val="center"/>
                                <w:rPr>
                                  <w:spacing w:val="0"/>
                                </w:rPr>
                              </w:pPr>
                              <w:r w:rsidRPr="001318C9">
                                <w:rPr>
                                  <w:spacing w:val="0"/>
                                </w:rPr>
                                <w:t>SPECYFIKACJA WARUNKÓW ZAMÓWIENIA (SWZ)</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33621450" w14:textId="6B58E74C" w:rsidR="00F82500" w:rsidRDefault="00F82500" w:rsidP="00A809BD">
                              <w:pPr>
                                <w:pStyle w:val="tekst"/>
                                <w:spacing w:before="720"/>
                                <w:jc w:val="center"/>
                                <w:rPr>
                                  <w:rFonts w:asciiTheme="majorHAnsi" w:hAnsiTheme="majorHAnsi"/>
                                  <w:sz w:val="32"/>
                                </w:rPr>
                              </w:pPr>
                              <w:r w:rsidRPr="00F82500">
                                <w:rPr>
                                  <w:rFonts w:asciiTheme="majorHAnsi" w:hAnsiTheme="majorHAnsi"/>
                                  <w:sz w:val="32"/>
                                </w:rPr>
                                <w:t xml:space="preserve">Wykonanie robót budowlanych w branży elektroenergetycznej na terenie działania PGE Dystrybucja S.A. OŁD w RE Bełchatów </w:t>
                              </w:r>
                              <w:r w:rsidR="006F2DF7">
                                <w:rPr>
                                  <w:rFonts w:asciiTheme="majorHAnsi" w:hAnsiTheme="majorHAnsi"/>
                                  <w:sz w:val="32"/>
                                </w:rPr>
                                <w:t>w</w:t>
                              </w:r>
                              <w:r w:rsidRPr="00F82500">
                                <w:rPr>
                                  <w:rFonts w:asciiTheme="majorHAnsi" w:hAnsiTheme="majorHAnsi"/>
                                  <w:sz w:val="32"/>
                                </w:rPr>
                                <w:t xml:space="preserve"> podziale na 5 części.</w:t>
                              </w:r>
                            </w:p>
                            <w:p w14:paraId="740DC77E" w14:textId="4899125B" w:rsidR="00A37012" w:rsidRDefault="00A37012" w:rsidP="00A809BD">
                              <w:pPr>
                                <w:pStyle w:val="tekst"/>
                                <w:spacing w:before="720"/>
                                <w:jc w:val="center"/>
                              </w:pPr>
                              <w:r w:rsidRPr="006E100D">
                                <w:t>Nume</w:t>
                              </w:r>
                              <w:r>
                                <w:t>r Postępowania:</w:t>
                              </w:r>
                              <w:r>
                                <w:tab/>
                              </w:r>
                              <w:r w:rsidRPr="008019DF">
                                <w:t>POST/DYS/OLD/GZ/0</w:t>
                              </w:r>
                              <w:r w:rsidR="00DB1D65">
                                <w:t>4</w:t>
                              </w:r>
                              <w:r w:rsidR="00F82500">
                                <w:t>163</w:t>
                              </w:r>
                              <w:r w:rsidRPr="008019DF">
                                <w:t>/2025</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7EB12391"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6F2DF7">
                                <w:rPr>
                                  <w:noProof/>
                                </w:rPr>
                                <w:t>19 listopada 2025</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14" w:name="_Toc85738539"/>
                              <w:bookmarkStart w:id="15" w:name="_Toc85738566"/>
                              <w:bookmarkStart w:id="16" w:name="_Toc85738843"/>
                              <w:r w:rsidRPr="00256A41">
                                <w:t>z dz</w:t>
                              </w:r>
                              <w:r>
                                <w:t>iałalności Grupy Kapitałowej PGE</w:t>
                              </w:r>
                              <w:r>
                                <w:br/>
                              </w:r>
                              <w:r w:rsidRPr="00256A41">
                                <w:t>za okres 6 miesięcy</w:t>
                              </w:r>
                              <w:bookmarkEnd w:id="14"/>
                              <w:bookmarkEnd w:id="15"/>
                              <w:bookmarkEnd w:id="16"/>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17" w:name="_Toc85738540"/>
                              <w:bookmarkStart w:id="18" w:name="_Toc85738567"/>
                              <w:bookmarkStart w:id="19" w:name="_Toc85738844"/>
                              <w:r w:rsidRPr="00256A41">
                                <w:t>z dz</w:t>
                              </w:r>
                              <w:r>
                                <w:t>iałalności Grupy Kapitałowej PGE</w:t>
                              </w:r>
                              <w:r>
                                <w:br/>
                              </w:r>
                              <w:r w:rsidRPr="00256A41">
                                <w:t>za okres 6 miesięcy</w:t>
                              </w:r>
                              <w:bookmarkEnd w:id="17"/>
                              <w:bookmarkEnd w:id="18"/>
                              <w:bookmarkEnd w:id="19"/>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A37012" w:rsidRDefault="00A37012" w:rsidP="006E100D">
                        <w:pPr>
                          <w:pStyle w:val="Tytu"/>
                          <w:rPr>
                            <w:spacing w:val="0"/>
                          </w:rPr>
                        </w:pPr>
                      </w:p>
                      <w:p w14:paraId="74CCA4FD" w14:textId="7683A686" w:rsidR="00A37012" w:rsidRDefault="00A37012" w:rsidP="00A809BD">
                        <w:pPr>
                          <w:pStyle w:val="Tytu"/>
                          <w:jc w:val="center"/>
                          <w:rPr>
                            <w:spacing w:val="0"/>
                          </w:rPr>
                        </w:pPr>
                        <w:r w:rsidRPr="001318C9">
                          <w:rPr>
                            <w:spacing w:val="0"/>
                          </w:rPr>
                          <w:t>SPECYFIKACJA WARUNKÓW ZAMÓWIENIA (SWZ)</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33621450" w14:textId="6B58E74C" w:rsidR="00F82500" w:rsidRDefault="00F82500" w:rsidP="00A809BD">
                        <w:pPr>
                          <w:pStyle w:val="tekst"/>
                          <w:spacing w:before="720"/>
                          <w:jc w:val="center"/>
                          <w:rPr>
                            <w:rFonts w:asciiTheme="majorHAnsi" w:hAnsiTheme="majorHAnsi"/>
                            <w:sz w:val="32"/>
                          </w:rPr>
                        </w:pPr>
                        <w:r w:rsidRPr="00F82500">
                          <w:rPr>
                            <w:rFonts w:asciiTheme="majorHAnsi" w:hAnsiTheme="majorHAnsi"/>
                            <w:sz w:val="32"/>
                          </w:rPr>
                          <w:t xml:space="preserve">Wykonanie robót budowlanych w branży elektroenergetycznej na terenie działania PGE Dystrybucja S.A. OŁD w RE Bełchatów </w:t>
                        </w:r>
                        <w:r w:rsidR="006F2DF7">
                          <w:rPr>
                            <w:rFonts w:asciiTheme="majorHAnsi" w:hAnsiTheme="majorHAnsi"/>
                            <w:sz w:val="32"/>
                          </w:rPr>
                          <w:t>w</w:t>
                        </w:r>
                        <w:r w:rsidRPr="00F82500">
                          <w:rPr>
                            <w:rFonts w:asciiTheme="majorHAnsi" w:hAnsiTheme="majorHAnsi"/>
                            <w:sz w:val="32"/>
                          </w:rPr>
                          <w:t xml:space="preserve"> podziale na 5 części.</w:t>
                        </w:r>
                      </w:p>
                      <w:p w14:paraId="740DC77E" w14:textId="4899125B" w:rsidR="00A37012" w:rsidRDefault="00A37012" w:rsidP="00A809BD">
                        <w:pPr>
                          <w:pStyle w:val="tekst"/>
                          <w:spacing w:before="720"/>
                          <w:jc w:val="center"/>
                        </w:pPr>
                        <w:r w:rsidRPr="006E100D">
                          <w:t>Nume</w:t>
                        </w:r>
                        <w:r>
                          <w:t>r Postępowania:</w:t>
                        </w:r>
                        <w:r>
                          <w:tab/>
                        </w:r>
                        <w:r w:rsidRPr="008019DF">
                          <w:t>POST/DYS/OLD/GZ/0</w:t>
                        </w:r>
                        <w:r w:rsidR="00DB1D65">
                          <w:t>4</w:t>
                        </w:r>
                        <w:r w:rsidR="00F82500">
                          <w:t>163</w:t>
                        </w:r>
                        <w:r w:rsidRPr="008019DF">
                          <w:t>/2025</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7EB12391"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6F2DF7">
                          <w:rPr>
                            <w:noProof/>
                          </w:rPr>
                          <w:t>19 listopada 2025</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20" w:name="_Toc85738539"/>
                        <w:bookmarkStart w:id="21" w:name="_Toc85738566"/>
                        <w:bookmarkStart w:id="22" w:name="_Toc85738843"/>
                        <w:r w:rsidRPr="00256A41">
                          <w:t>z dz</w:t>
                        </w:r>
                        <w:r>
                          <w:t>iałalności Grupy Kapitałowej PGE</w:t>
                        </w:r>
                        <w:r>
                          <w:br/>
                        </w:r>
                        <w:r w:rsidRPr="00256A41">
                          <w:t>za okres 6 miesięcy</w:t>
                        </w:r>
                        <w:bookmarkEnd w:id="20"/>
                        <w:bookmarkEnd w:id="21"/>
                        <w:bookmarkEnd w:id="22"/>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23" w:name="_Toc85738540"/>
                        <w:bookmarkStart w:id="24" w:name="_Toc85738567"/>
                        <w:bookmarkStart w:id="25" w:name="_Toc85738844"/>
                        <w:r w:rsidRPr="00256A41">
                          <w:t>z dz</w:t>
                        </w:r>
                        <w:r>
                          <w:t>iałalności Grupy Kapitałowej PGE</w:t>
                        </w:r>
                        <w:r>
                          <w:br/>
                        </w:r>
                        <w:r w:rsidRPr="00256A41">
                          <w:t>za okres 6 miesięcy</w:t>
                        </w:r>
                        <w:bookmarkEnd w:id="23"/>
                        <w:bookmarkEnd w:id="24"/>
                        <w:bookmarkEnd w:id="25"/>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8F38F2">
          <w:pPr>
            <w:pStyle w:val="Nagwekspisutreci"/>
          </w:pPr>
          <w:r>
            <w:t>Spis treści</w:t>
          </w:r>
        </w:p>
        <w:p w14:paraId="231FFE3E" w14:textId="52F470CD" w:rsidR="008F38F2" w:rsidRDefault="0059192E">
          <w:pPr>
            <w:pStyle w:val="Spistreci1"/>
            <w:rPr>
              <w:rFonts w:eastAsiaTheme="minorEastAsia"/>
              <w:sz w:val="22"/>
              <w:lang w:eastAsia="pl-PL"/>
            </w:rPr>
          </w:pPr>
          <w:r>
            <w:fldChar w:fldCharType="begin"/>
          </w:r>
          <w:r>
            <w:instrText xml:space="preserve"> TOC \o "1-3" \h \z \u </w:instrText>
          </w:r>
          <w:r>
            <w:fldChar w:fldCharType="separate"/>
          </w:r>
        </w:p>
        <w:p w14:paraId="1D6947AC" w14:textId="1D96FBEF" w:rsidR="008F38F2" w:rsidRDefault="006F2DF7">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E71F28">
              <w:rPr>
                <w:webHidden/>
              </w:rPr>
              <w:t>3</w:t>
            </w:r>
            <w:r w:rsidR="008F38F2">
              <w:rPr>
                <w:webHidden/>
              </w:rPr>
              <w:fldChar w:fldCharType="end"/>
            </w:r>
          </w:hyperlink>
        </w:p>
        <w:p w14:paraId="6AEF5F55" w14:textId="28B1510F" w:rsidR="008F38F2" w:rsidRDefault="006F2DF7">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8F38F2">
              <w:rPr>
                <w:webHidden/>
              </w:rPr>
              <w:fldChar w:fldCharType="begin"/>
            </w:r>
            <w:r w:rsidR="008F38F2">
              <w:rPr>
                <w:webHidden/>
              </w:rPr>
              <w:instrText xml:space="preserve"> PAGEREF _Toc193111778 \h </w:instrText>
            </w:r>
            <w:r w:rsidR="008F38F2">
              <w:rPr>
                <w:webHidden/>
              </w:rPr>
            </w:r>
            <w:r w:rsidR="008F38F2">
              <w:rPr>
                <w:webHidden/>
              </w:rPr>
              <w:fldChar w:fldCharType="separate"/>
            </w:r>
            <w:r w:rsidR="00E71F28">
              <w:rPr>
                <w:webHidden/>
              </w:rPr>
              <w:t>5</w:t>
            </w:r>
            <w:r w:rsidR="008F38F2">
              <w:rPr>
                <w:webHidden/>
              </w:rPr>
              <w:fldChar w:fldCharType="end"/>
            </w:r>
          </w:hyperlink>
        </w:p>
        <w:p w14:paraId="7C293583" w14:textId="74BD7FAD" w:rsidR="008F38F2" w:rsidRDefault="006F2DF7">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8F38F2">
              <w:rPr>
                <w:webHidden/>
              </w:rPr>
              <w:fldChar w:fldCharType="begin"/>
            </w:r>
            <w:r w:rsidR="008F38F2">
              <w:rPr>
                <w:webHidden/>
              </w:rPr>
              <w:instrText xml:space="preserve"> PAGEREF _Toc193111779 \h </w:instrText>
            </w:r>
            <w:r w:rsidR="008F38F2">
              <w:rPr>
                <w:webHidden/>
              </w:rPr>
            </w:r>
            <w:r w:rsidR="008F38F2">
              <w:rPr>
                <w:webHidden/>
              </w:rPr>
              <w:fldChar w:fldCharType="separate"/>
            </w:r>
            <w:r w:rsidR="00E71F28">
              <w:rPr>
                <w:webHidden/>
              </w:rPr>
              <w:t>5</w:t>
            </w:r>
            <w:r w:rsidR="008F38F2">
              <w:rPr>
                <w:webHidden/>
              </w:rPr>
              <w:fldChar w:fldCharType="end"/>
            </w:r>
          </w:hyperlink>
        </w:p>
        <w:p w14:paraId="53F6E9AF" w14:textId="10C70AA5" w:rsidR="008F38F2" w:rsidRDefault="006F2DF7">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8F38F2">
              <w:rPr>
                <w:webHidden/>
              </w:rPr>
              <w:fldChar w:fldCharType="begin"/>
            </w:r>
            <w:r w:rsidR="008F38F2">
              <w:rPr>
                <w:webHidden/>
              </w:rPr>
              <w:instrText xml:space="preserve"> PAGEREF _Toc193111780 \h </w:instrText>
            </w:r>
            <w:r w:rsidR="008F38F2">
              <w:rPr>
                <w:webHidden/>
              </w:rPr>
            </w:r>
            <w:r w:rsidR="008F38F2">
              <w:rPr>
                <w:webHidden/>
              </w:rPr>
              <w:fldChar w:fldCharType="separate"/>
            </w:r>
            <w:r w:rsidR="00E71F28">
              <w:rPr>
                <w:webHidden/>
              </w:rPr>
              <w:t>5</w:t>
            </w:r>
            <w:r w:rsidR="008F38F2">
              <w:rPr>
                <w:webHidden/>
              </w:rPr>
              <w:fldChar w:fldCharType="end"/>
            </w:r>
          </w:hyperlink>
        </w:p>
        <w:p w14:paraId="426FCB98" w14:textId="1A94ED28" w:rsidR="008F38F2" w:rsidRDefault="006F2DF7">
          <w:pPr>
            <w:pStyle w:val="Spistreci1"/>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8F38F2">
              <w:rPr>
                <w:webHidden/>
              </w:rPr>
              <w:fldChar w:fldCharType="begin"/>
            </w:r>
            <w:r w:rsidR="008F38F2">
              <w:rPr>
                <w:webHidden/>
              </w:rPr>
              <w:instrText xml:space="preserve"> PAGEREF _Toc193111781 \h </w:instrText>
            </w:r>
            <w:r w:rsidR="008F38F2">
              <w:rPr>
                <w:webHidden/>
              </w:rPr>
            </w:r>
            <w:r w:rsidR="008F38F2">
              <w:rPr>
                <w:webHidden/>
              </w:rPr>
              <w:fldChar w:fldCharType="separate"/>
            </w:r>
            <w:r w:rsidR="00E71F28">
              <w:rPr>
                <w:webHidden/>
              </w:rPr>
              <w:t>7</w:t>
            </w:r>
            <w:r w:rsidR="008F38F2">
              <w:rPr>
                <w:webHidden/>
              </w:rPr>
              <w:fldChar w:fldCharType="end"/>
            </w:r>
          </w:hyperlink>
        </w:p>
        <w:p w14:paraId="55E26B12" w14:textId="5FFF114C" w:rsidR="008F38F2" w:rsidRDefault="006F2DF7">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8F38F2">
              <w:rPr>
                <w:webHidden/>
              </w:rPr>
              <w:fldChar w:fldCharType="begin"/>
            </w:r>
            <w:r w:rsidR="008F38F2">
              <w:rPr>
                <w:webHidden/>
              </w:rPr>
              <w:instrText xml:space="preserve"> PAGEREF _Toc193111782 \h </w:instrText>
            </w:r>
            <w:r w:rsidR="008F38F2">
              <w:rPr>
                <w:webHidden/>
              </w:rPr>
            </w:r>
            <w:r w:rsidR="008F38F2">
              <w:rPr>
                <w:webHidden/>
              </w:rPr>
              <w:fldChar w:fldCharType="separate"/>
            </w:r>
            <w:r w:rsidR="00E71F28">
              <w:rPr>
                <w:webHidden/>
              </w:rPr>
              <w:t>7</w:t>
            </w:r>
            <w:r w:rsidR="008F38F2">
              <w:rPr>
                <w:webHidden/>
              </w:rPr>
              <w:fldChar w:fldCharType="end"/>
            </w:r>
          </w:hyperlink>
        </w:p>
        <w:p w14:paraId="6A327E1C" w14:textId="6BD997C8" w:rsidR="008F38F2" w:rsidRDefault="006F2DF7">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8F38F2">
              <w:rPr>
                <w:webHidden/>
              </w:rPr>
              <w:fldChar w:fldCharType="begin"/>
            </w:r>
            <w:r w:rsidR="008F38F2">
              <w:rPr>
                <w:webHidden/>
              </w:rPr>
              <w:instrText xml:space="preserve"> PAGEREF _Toc193111783 \h </w:instrText>
            </w:r>
            <w:r w:rsidR="008F38F2">
              <w:rPr>
                <w:webHidden/>
              </w:rPr>
            </w:r>
            <w:r w:rsidR="008F38F2">
              <w:rPr>
                <w:webHidden/>
              </w:rPr>
              <w:fldChar w:fldCharType="separate"/>
            </w:r>
            <w:r w:rsidR="00E71F28">
              <w:rPr>
                <w:webHidden/>
              </w:rPr>
              <w:t>8</w:t>
            </w:r>
            <w:r w:rsidR="008F38F2">
              <w:rPr>
                <w:webHidden/>
              </w:rPr>
              <w:fldChar w:fldCharType="end"/>
            </w:r>
          </w:hyperlink>
        </w:p>
        <w:p w14:paraId="05AFF06B" w14:textId="52127CF4" w:rsidR="008F38F2" w:rsidRDefault="006F2DF7">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8F38F2">
              <w:rPr>
                <w:webHidden/>
              </w:rPr>
              <w:fldChar w:fldCharType="begin"/>
            </w:r>
            <w:r w:rsidR="008F38F2">
              <w:rPr>
                <w:webHidden/>
              </w:rPr>
              <w:instrText xml:space="preserve"> PAGEREF _Toc193111788 \h </w:instrText>
            </w:r>
            <w:r w:rsidR="008F38F2">
              <w:rPr>
                <w:webHidden/>
              </w:rPr>
            </w:r>
            <w:r w:rsidR="008F38F2">
              <w:rPr>
                <w:webHidden/>
              </w:rPr>
              <w:fldChar w:fldCharType="separate"/>
            </w:r>
            <w:r w:rsidR="00E71F28">
              <w:rPr>
                <w:webHidden/>
              </w:rPr>
              <w:t>9</w:t>
            </w:r>
            <w:r w:rsidR="008F38F2">
              <w:rPr>
                <w:webHidden/>
              </w:rPr>
              <w:fldChar w:fldCharType="end"/>
            </w:r>
          </w:hyperlink>
        </w:p>
        <w:p w14:paraId="49A6FB55" w14:textId="6AE9C959" w:rsidR="008F38F2" w:rsidRDefault="006F2DF7">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E71F28">
              <w:rPr>
                <w:webHidden/>
              </w:rPr>
              <w:t>9</w:t>
            </w:r>
            <w:r w:rsidR="008F38F2">
              <w:rPr>
                <w:webHidden/>
              </w:rPr>
              <w:fldChar w:fldCharType="end"/>
            </w:r>
          </w:hyperlink>
        </w:p>
        <w:p w14:paraId="2604CA24" w14:textId="595A02C4" w:rsidR="008F38F2" w:rsidRDefault="006F2DF7">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E71F28">
              <w:rPr>
                <w:webHidden/>
              </w:rPr>
              <w:t>10</w:t>
            </w:r>
            <w:r w:rsidR="008F38F2">
              <w:rPr>
                <w:webHidden/>
              </w:rPr>
              <w:fldChar w:fldCharType="end"/>
            </w:r>
          </w:hyperlink>
        </w:p>
        <w:p w14:paraId="20CB8DE3" w14:textId="5981C1D4" w:rsidR="008F38F2" w:rsidRDefault="006F2DF7">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E71F28">
              <w:rPr>
                <w:webHidden/>
              </w:rPr>
              <w:t>10</w:t>
            </w:r>
            <w:r w:rsidR="008F38F2">
              <w:rPr>
                <w:webHidden/>
              </w:rPr>
              <w:fldChar w:fldCharType="end"/>
            </w:r>
          </w:hyperlink>
        </w:p>
        <w:p w14:paraId="3C0F09E4" w14:textId="2B684FE7" w:rsidR="008F38F2" w:rsidRDefault="006F2DF7">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E71F28">
              <w:rPr>
                <w:webHidden/>
              </w:rPr>
              <w:t>10</w:t>
            </w:r>
            <w:r w:rsidR="008F38F2">
              <w:rPr>
                <w:webHidden/>
              </w:rPr>
              <w:fldChar w:fldCharType="end"/>
            </w:r>
          </w:hyperlink>
        </w:p>
        <w:p w14:paraId="27FB5429" w14:textId="0F9BA288" w:rsidR="008F38F2" w:rsidRDefault="006F2DF7">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E71F28">
              <w:rPr>
                <w:webHidden/>
              </w:rPr>
              <w:t>10</w:t>
            </w:r>
            <w:r w:rsidR="008F38F2">
              <w:rPr>
                <w:webHidden/>
              </w:rPr>
              <w:fldChar w:fldCharType="end"/>
            </w:r>
          </w:hyperlink>
        </w:p>
        <w:p w14:paraId="6FD864AF" w14:textId="64DA6711" w:rsidR="008F38F2" w:rsidRDefault="006F2DF7">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E71F28">
              <w:rPr>
                <w:webHidden/>
              </w:rPr>
              <w:t>11</w:t>
            </w:r>
            <w:r w:rsidR="008F38F2">
              <w:rPr>
                <w:webHidden/>
              </w:rPr>
              <w:fldChar w:fldCharType="end"/>
            </w:r>
          </w:hyperlink>
        </w:p>
        <w:p w14:paraId="5B9B8BD4" w14:textId="7FAB53FC" w:rsidR="008F38F2" w:rsidRDefault="006F2DF7">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E71F28">
              <w:rPr>
                <w:webHidden/>
              </w:rPr>
              <w:t>11</w:t>
            </w:r>
            <w:r w:rsidR="008F38F2">
              <w:rPr>
                <w:webHidden/>
              </w:rPr>
              <w:fldChar w:fldCharType="end"/>
            </w:r>
          </w:hyperlink>
        </w:p>
        <w:p w14:paraId="79502066" w14:textId="29C2773E" w:rsidR="008F38F2" w:rsidRDefault="006F2DF7">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E71F28">
              <w:rPr>
                <w:webHidden/>
              </w:rPr>
              <w:t>12</w:t>
            </w:r>
            <w:r w:rsidR="008F38F2">
              <w:rPr>
                <w:webHidden/>
              </w:rPr>
              <w:fldChar w:fldCharType="end"/>
            </w:r>
          </w:hyperlink>
        </w:p>
        <w:p w14:paraId="11F7E7D6" w14:textId="5F532C9A" w:rsidR="008F38F2" w:rsidRDefault="006F2DF7">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E71F28">
              <w:rPr>
                <w:webHidden/>
              </w:rPr>
              <w:t>12</w:t>
            </w:r>
            <w:r w:rsidR="008F38F2">
              <w:rPr>
                <w:webHidden/>
              </w:rPr>
              <w:fldChar w:fldCharType="end"/>
            </w:r>
          </w:hyperlink>
        </w:p>
        <w:p w14:paraId="6E85BD1A" w14:textId="648803A4" w:rsidR="008F38F2" w:rsidRDefault="006F2DF7">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E71F28">
              <w:rPr>
                <w:webHidden/>
              </w:rPr>
              <w:t>12</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8F38F2">
      <w:pPr>
        <w:pStyle w:val="Nagwek1"/>
      </w:pPr>
      <w:bookmarkStart w:id="26" w:name="_Toc193111777"/>
      <w:bookmarkStart w:id="27" w:name="_Toc69029863"/>
      <w:r w:rsidRPr="008F38F2">
        <w:lastRenderedPageBreak/>
        <w:t>INFORMACJE WSTĘPNE</w:t>
      </w:r>
      <w:bookmarkEnd w:id="26"/>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60BA0D6B" w14:textId="77777777" w:rsidR="008019DF" w:rsidRPr="00093F52" w:rsidRDefault="008F38F2" w:rsidP="008019DF">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008019DF" w:rsidRPr="00093F52">
        <w:rPr>
          <w:sz w:val="20"/>
          <w:lang w:eastAsia="pl-PL"/>
        </w:rPr>
        <w:t>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008019DF" w:rsidRPr="00093F52">
        <w:rPr>
          <w:color w:val="000000"/>
          <w:sz w:val="20"/>
          <w:lang w:eastAsia="pl-PL"/>
        </w:rPr>
        <w:t xml:space="preserve">; w imieniu której postępowanie zakupowe prowadzi: PGE Dystrybucja S.A. Oddział </w:t>
      </w:r>
      <w:r w:rsidR="008019DF">
        <w:rPr>
          <w:color w:val="000000"/>
          <w:sz w:val="20"/>
          <w:lang w:eastAsia="pl-PL"/>
        </w:rPr>
        <w:t>Łódź</w:t>
      </w:r>
      <w:r w:rsidR="008019DF" w:rsidRPr="00093F52">
        <w:rPr>
          <w:color w:val="000000"/>
          <w:sz w:val="20"/>
          <w:lang w:eastAsia="pl-PL"/>
        </w:rPr>
        <w:t>,</w:t>
      </w:r>
    </w:p>
    <w:p w14:paraId="5CA1B0C3" w14:textId="77777777" w:rsidR="008019DF" w:rsidRPr="00093F52" w:rsidRDefault="008019DF" w:rsidP="008019DF">
      <w:pPr>
        <w:pStyle w:val="Bezodstpw"/>
        <w:ind w:left="709"/>
        <w:jc w:val="both"/>
        <w:rPr>
          <w:sz w:val="20"/>
          <w:lang w:eastAsia="pl-PL"/>
        </w:rPr>
      </w:pPr>
      <w:r w:rsidRPr="00093F52">
        <w:rPr>
          <w:sz w:val="20"/>
          <w:lang w:eastAsia="pl-PL"/>
        </w:rPr>
        <w:t xml:space="preserve">Adres: </w:t>
      </w:r>
      <w:r>
        <w:rPr>
          <w:rFonts w:cstheme="minorHAnsi"/>
          <w:sz w:val="20"/>
          <w:lang w:eastAsia="pl-PL"/>
        </w:rPr>
        <w:t>90-021 Łódź ul. Tuwima 58</w:t>
      </w:r>
      <w:r w:rsidRPr="004B4556">
        <w:rPr>
          <w:rFonts w:cstheme="minorHAnsi"/>
          <w:sz w:val="20"/>
          <w:lang w:eastAsia="pl-PL"/>
        </w:rPr>
        <w:t xml:space="preserve"> Telefon:</w:t>
      </w:r>
      <w:r w:rsidRPr="00093F52">
        <w:rPr>
          <w:sz w:val="20"/>
          <w:lang w:eastAsia="pl-PL"/>
        </w:rPr>
        <w:t xml:space="preserve"> Telefon: (42) 675 10 00</w:t>
      </w:r>
    </w:p>
    <w:p w14:paraId="2E8CB26D" w14:textId="42072273" w:rsidR="008F38F2" w:rsidRPr="004E469B" w:rsidRDefault="006F2DF7" w:rsidP="008019DF">
      <w:pPr>
        <w:autoSpaceDE w:val="0"/>
        <w:autoSpaceDN w:val="0"/>
        <w:adjustRightInd w:val="0"/>
        <w:spacing w:line="24" w:lineRule="atLeast"/>
        <w:ind w:left="709"/>
        <w:jc w:val="both"/>
        <w:rPr>
          <w:rFonts w:cstheme="minorHAnsi"/>
          <w:sz w:val="20"/>
          <w:lang w:eastAsia="pl-PL"/>
        </w:rPr>
      </w:pPr>
      <w:hyperlink r:id="rId13" w:history="1">
        <w:r w:rsidR="008019DF" w:rsidRPr="004B4556">
          <w:rPr>
            <w:rStyle w:val="Hipercze"/>
            <w:rFonts w:cstheme="minorHAnsi"/>
            <w:lang w:eastAsia="pl-PL"/>
          </w:rPr>
          <w:t>https://www.pgedystrybucja.pl</w:t>
        </w:r>
      </w:hyperlink>
      <w:r w:rsidR="008F38F2"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C62503">
          <w:rPr>
            <w:rStyle w:val="Hipercze"/>
          </w:rPr>
          <w:t>https://www.pgedystrybucja.pl/przetargi</w:t>
        </w:r>
      </w:hyperlink>
      <w:r w:rsidRPr="00C62503">
        <w:rPr>
          <w:rStyle w:val="Hipercze"/>
        </w:rPr>
        <w:t xml:space="preserve"> oraz </w:t>
      </w:r>
      <w:hyperlink r:id="rId15" w:history="1">
        <w:r w:rsidRPr="00C62503">
          <w:rPr>
            <w:rStyle w:val="Hipercze"/>
          </w:rPr>
          <w:t>https://swpp2.gkpge.pl</w:t>
        </w:r>
      </w:hyperlink>
      <w:r w:rsidRPr="00C62503">
        <w:rPr>
          <w:sz w:val="20"/>
        </w:rPr>
        <w:t xml:space="preserve"> - zakładka Baza Wiedzy), a także Kodeksie cywilnym.</w:t>
      </w:r>
    </w:p>
    <w:p w14:paraId="173B6EDF"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Przetarg nieograniczony to tryb, w którym zaprasza się do udziału w Postępowaniu Wykonawców publikując Ogłoszenie o Zakupie lub Specyfikację Warunków Zamówienia w </w:t>
      </w:r>
      <w:r w:rsidRPr="00C62503">
        <w:rPr>
          <w:b/>
          <w:bCs/>
          <w:sz w:val="20"/>
        </w:rPr>
        <w:t>Systemie Zakupowym SWPP2 (dalej: System Zakupowy lub System)</w:t>
      </w:r>
      <w:r w:rsidRPr="00C62503">
        <w:rPr>
          <w:sz w:val="20"/>
        </w:rPr>
        <w:t>.</w:t>
      </w:r>
    </w:p>
    <w:p w14:paraId="18E5C5DF" w14:textId="77777777" w:rsidR="008F38F2" w:rsidRPr="00C62503" w:rsidRDefault="008F38F2" w:rsidP="001562C9">
      <w:pPr>
        <w:pStyle w:val="Akapitzlist"/>
        <w:spacing w:before="120" w:line="24" w:lineRule="atLeast"/>
        <w:ind w:left="1560"/>
        <w:contextualSpacing w:val="0"/>
        <w:jc w:val="both"/>
        <w:rPr>
          <w:sz w:val="20"/>
        </w:rPr>
      </w:pP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7777777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może przed upływem terminu na składanie ofert dokonać zmian lub uzupełnienia treści Ogłoszenia o zakupie oraz SWZ i jej załączników. </w:t>
      </w:r>
    </w:p>
    <w:p w14:paraId="6986FBA8" w14:textId="2BC49E8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najpierw dokona oceny Ofert, a następnie zbada, czy Wykonawca, którego Oferta została oceniona jako najkorzystniejsza, nie podlega wykluczeniu oraz spełnia warunki udziału w Postępowaniu zakupowym. </w:t>
      </w:r>
    </w:p>
    <w:p w14:paraId="7A715197" w14:textId="77777777"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 oraz dokona oceny zgodnie z określonymi w SWZ kryteriami.</w:t>
      </w:r>
    </w:p>
    <w:p w14:paraId="68540DD5" w14:textId="0865EA21"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aukcji elektronicznej z Wykonawcami, których Oferty nie podlegają odrzuceniu. Szczegóły dotyczące aukcji elektronicznej zostały podane w pkt 16 SWZ. </w:t>
      </w:r>
    </w:p>
    <w:p w14:paraId="7BA38781" w14:textId="77777777"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3CA75071"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Zamawiający zamieści informację o sposobie zakończenia postępowania zakupowego w strefie publicznej Systemu Zakupowego oraz zawiadomi Wykonawców,</w:t>
      </w:r>
      <w:r w:rsidRPr="00C62503">
        <w:rPr>
          <w:rFonts w:eastAsiaTheme="minorEastAsia"/>
          <w:sz w:val="20"/>
          <w:lang w:eastAsia="pl-PL"/>
        </w:rPr>
        <w:t xml:space="preserve"> </w:t>
      </w:r>
      <w:r w:rsidRPr="00C62503">
        <w:rPr>
          <w:sz w:val="20"/>
        </w:rPr>
        <w:t xml:space="preserve">którzy złożyli oferty, o wyniku postępowania podając nazwę Wykonawcy, który złożył najkorzystniejszą ofertę oraz zaoferowaną przez niego cenę za wykonanie zamówienia. </w:t>
      </w:r>
    </w:p>
    <w:p w14:paraId="4B45496F" w14:textId="2F885A49"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lang w:eastAsia="pl-PL"/>
        </w:rPr>
        <w:lastRenderedPageBreak/>
        <w:t xml:space="preserve">Zamawiający </w:t>
      </w:r>
      <w:r w:rsidRPr="00C62503">
        <w:rPr>
          <w:b/>
          <w:bCs/>
          <w:sz w:val="20"/>
          <w:lang w:eastAsia="pl-PL"/>
        </w:rPr>
        <w:t>dopuszcza</w:t>
      </w:r>
      <w:r w:rsidRPr="00C62503">
        <w:rPr>
          <w:sz w:val="20"/>
          <w:lang w:eastAsia="pl-PL"/>
        </w:rPr>
        <w:t xml:space="preserve"> </w:t>
      </w:r>
      <w:r w:rsidRPr="00C62503">
        <w:rPr>
          <w:b/>
          <w:bCs/>
          <w:sz w:val="20"/>
          <w:lang w:eastAsia="pl-PL"/>
        </w:rPr>
        <w:t>składania/e</w:t>
      </w:r>
      <w:r w:rsidRPr="00C62503">
        <w:rPr>
          <w:i/>
          <w:iCs/>
          <w:sz w:val="20"/>
          <w:lang w:eastAsia="pl-PL"/>
        </w:rPr>
        <w:t xml:space="preserve"> </w:t>
      </w:r>
      <w:r w:rsidRPr="00C62503">
        <w:rPr>
          <w:sz w:val="20"/>
          <w:lang w:eastAsia="pl-PL"/>
        </w:rPr>
        <w:t>ofert przez Wykonawców wspólnie ubiegających się o udzielenie zakupu (Konsorcjum). Przepisy dotyczące Wykonawcy stosuje się odpowiednio do Wykonawców wspólnie ubiegających się o udzielenie zakupu.</w:t>
      </w:r>
      <w:r w:rsidRPr="00C62503">
        <w:rPr>
          <w:sz w:val="20"/>
          <w:highlight w:val="yellow"/>
        </w:rPr>
        <w:t xml:space="preserve"> </w:t>
      </w:r>
    </w:p>
    <w:p w14:paraId="3C1F0B94"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lang w:eastAsia="pl-PL"/>
        </w:rPr>
        <w:t xml:space="preserve">Wykonawcy wchodzący w skład Konsorcjum ponoszą solidarną odpowiedzialność za wniesienie zabezpieczenia należytego wykonania umowy zakupowej oraz wykonanie umowy zakupowej. </w:t>
      </w:r>
      <w:r w:rsidRPr="00C62503">
        <w:rPr>
          <w:sz w:val="20"/>
        </w:rPr>
        <w:t>Oferta Wykonawców wspólnie ubiegających się o udzielenie zakupu musi szczegółowo wskazywać podział ról i zobowiązań związanych z wykonywaniem przedmiotu zakupu pomiędzy podmiotami składającymi wspólnie ofertę.</w:t>
      </w:r>
    </w:p>
    <w:p w14:paraId="0E0C07F5"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C62503" w:rsidRDefault="006F2DF7" w:rsidP="008F38F2">
      <w:pPr>
        <w:pStyle w:val="Akapitzlist"/>
        <w:spacing w:before="120" w:line="24" w:lineRule="atLeast"/>
        <w:ind w:left="709"/>
        <w:contextualSpacing w:val="0"/>
        <w:rPr>
          <w:sz w:val="20"/>
        </w:rPr>
      </w:pPr>
      <w:hyperlink r:id="rId16" w:history="1">
        <w:r w:rsidR="008F38F2" w:rsidRPr="008019DF">
          <w:rPr>
            <w:rStyle w:val="Hipercze"/>
            <w:b/>
          </w:rPr>
          <w:t>https://pgedystrybucja.pl/przetargi/przetargi-zakupowe</w:t>
        </w:r>
      </w:hyperlink>
      <w:r w:rsidR="008F38F2" w:rsidRPr="00C62503">
        <w:rPr>
          <w:sz w:val="20"/>
        </w:rPr>
        <w:t>. Wykonawcy zobowiązani są do zapoznania się z treścią ww. klauzuli.</w:t>
      </w:r>
    </w:p>
    <w:p w14:paraId="0F0014D5"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77777777" w:rsidR="008F38F2" w:rsidRPr="004B4556" w:rsidRDefault="006F2DF7" w:rsidP="008F38F2">
      <w:pPr>
        <w:pStyle w:val="Akapitzlist"/>
        <w:spacing w:line="24" w:lineRule="atLeast"/>
        <w:ind w:left="360" w:firstLine="348"/>
        <w:rPr>
          <w:rFonts w:cstheme="minorHAnsi"/>
          <w:bCs/>
          <w:sz w:val="20"/>
        </w:rPr>
      </w:pPr>
      <w:hyperlink r:id="rId17" w:history="1">
        <w:r w:rsidR="008F38F2" w:rsidRPr="004B4556">
          <w:rPr>
            <w:rStyle w:val="Hipercze"/>
            <w:rFonts w:cstheme="minorHAnsi"/>
            <w:bCs/>
          </w:rPr>
          <w:t>https://pgedystrybucja.pl/przetargi/przetargi-zakupowe</w:t>
        </w:r>
      </w:hyperlink>
    </w:p>
    <w:p w14:paraId="5BEFBA20" w14:textId="7B7C7B35"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C62503">
        <w:rPr>
          <w:b/>
          <w:bCs/>
          <w:sz w:val="20"/>
        </w:rPr>
        <w:t xml:space="preserve">Załącznik nr </w:t>
      </w:r>
      <w:r w:rsidR="008019DF">
        <w:rPr>
          <w:b/>
          <w:bCs/>
          <w:sz w:val="20"/>
        </w:rPr>
        <w:t>6</w:t>
      </w:r>
      <w:r w:rsidRPr="00C62503">
        <w:rPr>
          <w:b/>
          <w:bCs/>
          <w:sz w:val="20"/>
        </w:rPr>
        <w:t xml:space="preserve"> do SWZ</w:t>
      </w:r>
      <w:r w:rsidRPr="00C62503">
        <w:rPr>
          <w:sz w:val="20"/>
        </w:rPr>
        <w:t>.</w:t>
      </w:r>
    </w:p>
    <w:p w14:paraId="16C44734"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Informacje na temat przetwarzania danych osobowych znajdują się na stronie internetowej:</w:t>
      </w:r>
    </w:p>
    <w:p w14:paraId="02EC46BF" w14:textId="77777777" w:rsidR="008F38F2" w:rsidRPr="008019DF" w:rsidRDefault="006F2DF7" w:rsidP="008F38F2">
      <w:pPr>
        <w:pStyle w:val="Akapitzlist"/>
        <w:spacing w:line="24" w:lineRule="atLeast"/>
        <w:ind w:left="709"/>
        <w:rPr>
          <w:rFonts w:cstheme="minorHAnsi"/>
          <w:b/>
          <w:sz w:val="20"/>
        </w:rPr>
      </w:pPr>
      <w:hyperlink r:id="rId18" w:history="1">
        <w:r w:rsidR="008F38F2" w:rsidRPr="008019DF">
          <w:rPr>
            <w:rStyle w:val="Hipercze"/>
            <w:rFonts w:cstheme="minorHAnsi"/>
            <w:b/>
          </w:rPr>
          <w:t>https://pgedystrybucja.pl/przetargi/przetargi-zakupowe</w:t>
        </w:r>
      </w:hyperlink>
    </w:p>
    <w:p w14:paraId="3D62D159" w14:textId="77777777" w:rsidR="008F38F2" w:rsidRPr="00C62503" w:rsidRDefault="008F38F2" w:rsidP="008F38F2">
      <w:pPr>
        <w:pStyle w:val="Akapitzlist"/>
        <w:numPr>
          <w:ilvl w:val="2"/>
          <w:numId w:val="6"/>
        </w:numPr>
        <w:spacing w:before="120" w:after="120" w:line="24" w:lineRule="atLeast"/>
        <w:ind w:left="709" w:hanging="709"/>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C62503" w:rsidRDefault="008F38F2" w:rsidP="008F38F2">
      <w:pPr>
        <w:pStyle w:val="Akapitzlist"/>
        <w:numPr>
          <w:ilvl w:val="2"/>
          <w:numId w:val="6"/>
        </w:numPr>
        <w:spacing w:before="120" w:after="120" w:line="24" w:lineRule="atLeast"/>
        <w:contextualSpacing w:val="0"/>
        <w:jc w:val="both"/>
        <w:rPr>
          <w:sz w:val="20"/>
        </w:rPr>
      </w:pPr>
      <w:r w:rsidRPr="00C62503">
        <w:rPr>
          <w:sz w:val="20"/>
        </w:rPr>
        <w:t xml:space="preserve">UWAGA: Zamawiający informuje, że postępowanie zakupowe będzie prowadzone z wykorzystaniem Systemu Zakupowego. Szczegóły dotyczące Systemu i elektronicznego składania Ofert wskazane zostały </w:t>
      </w:r>
      <w:r w:rsidRPr="008019DF">
        <w:rPr>
          <w:b/>
          <w:sz w:val="20"/>
        </w:rPr>
        <w:t>w pkt 17 SWZ</w:t>
      </w:r>
      <w:r w:rsidRPr="00C62503">
        <w:rPr>
          <w:sz w:val="20"/>
        </w:rPr>
        <w:t>.</w:t>
      </w:r>
    </w:p>
    <w:p w14:paraId="6B273A57" w14:textId="77777777" w:rsidR="008F38F2" w:rsidRPr="00C62503" w:rsidRDefault="008F38F2" w:rsidP="008F38F2">
      <w:pPr>
        <w:pStyle w:val="Nagwek1"/>
        <w:numPr>
          <w:ilvl w:val="0"/>
          <w:numId w:val="7"/>
        </w:numPr>
      </w:pPr>
      <w:bookmarkStart w:id="28" w:name="_Toc193111778"/>
      <w:r w:rsidRPr="00C62503">
        <w:lastRenderedPageBreak/>
        <w:t>OPIS PRZEDMIOTU ZAKUPU</w:t>
      </w:r>
      <w:bookmarkEnd w:id="28"/>
    </w:p>
    <w:p w14:paraId="5AF60CD2" w14:textId="55C1D6EE" w:rsidR="008F38F2" w:rsidRPr="00C62503" w:rsidRDefault="008F38F2" w:rsidP="00E13A35">
      <w:pPr>
        <w:pStyle w:val="Akapitzlist"/>
        <w:numPr>
          <w:ilvl w:val="1"/>
          <w:numId w:val="7"/>
        </w:numPr>
        <w:spacing w:before="120" w:after="0" w:line="24" w:lineRule="atLeast"/>
        <w:contextualSpacing w:val="0"/>
        <w:jc w:val="both"/>
        <w:rPr>
          <w:sz w:val="20"/>
        </w:rPr>
      </w:pPr>
      <w:r w:rsidRPr="00C62503">
        <w:rPr>
          <w:sz w:val="20"/>
        </w:rPr>
        <w:t xml:space="preserve">Przedmiotem postępowania zakupowego jest </w:t>
      </w:r>
      <w:r w:rsidR="00F82500" w:rsidRPr="00F82500">
        <w:rPr>
          <w:b/>
          <w:sz w:val="20"/>
        </w:rPr>
        <w:t xml:space="preserve">Wykonanie robót budowlanych w branży elektroenergetycznej na terenie działania PGE Dystrybucja S.A. OŁD w RE Bełchatów </w:t>
      </w:r>
      <w:r w:rsidR="006F2DF7">
        <w:rPr>
          <w:b/>
          <w:sz w:val="20"/>
        </w:rPr>
        <w:t>w</w:t>
      </w:r>
      <w:r w:rsidR="00F82500" w:rsidRPr="00F82500">
        <w:rPr>
          <w:b/>
          <w:sz w:val="20"/>
        </w:rPr>
        <w:t xml:space="preserve"> podziale na 5 części.</w:t>
      </w:r>
    </w:p>
    <w:p w14:paraId="2C56BFD0" w14:textId="574F0648" w:rsidR="008F38F2" w:rsidRPr="00C62503" w:rsidRDefault="008F38F2" w:rsidP="008F38F2">
      <w:pPr>
        <w:pStyle w:val="Akapitzlist"/>
        <w:numPr>
          <w:ilvl w:val="1"/>
          <w:numId w:val="7"/>
        </w:numPr>
        <w:spacing w:before="120" w:after="0" w:line="24" w:lineRule="atLeast"/>
        <w:ind w:left="567" w:hanging="567"/>
        <w:contextualSpacing w:val="0"/>
        <w:jc w:val="both"/>
        <w:rPr>
          <w:sz w:val="20"/>
        </w:rPr>
      </w:pPr>
      <w:r w:rsidRPr="00C62503">
        <w:rPr>
          <w:sz w:val="20"/>
        </w:rPr>
        <w:t xml:space="preserve">Zamawiający </w:t>
      </w:r>
      <w:r w:rsidRPr="00C62503">
        <w:rPr>
          <w:b/>
          <w:bCs/>
          <w:sz w:val="20"/>
        </w:rPr>
        <w:t>nie dopuszcza</w:t>
      </w:r>
      <w:r w:rsidRPr="00C62503">
        <w:rPr>
          <w:sz w:val="20"/>
        </w:rPr>
        <w:t xml:space="preserve"> składania ofert wariantowych. Zamawiający </w:t>
      </w:r>
      <w:r w:rsidRPr="00C62503">
        <w:rPr>
          <w:b/>
          <w:bCs/>
          <w:sz w:val="20"/>
        </w:rPr>
        <w:t>dopuszcza</w:t>
      </w:r>
      <w:r w:rsidRPr="00C62503">
        <w:rPr>
          <w:sz w:val="20"/>
        </w:rPr>
        <w:t xml:space="preserve"> składanie ofert częściowych. Zakup został podzielony na </w:t>
      </w:r>
      <w:r w:rsidR="00DB1D65">
        <w:rPr>
          <w:sz w:val="20"/>
        </w:rPr>
        <w:t>5</w:t>
      </w:r>
      <w:r w:rsidRPr="00C62503">
        <w:rPr>
          <w:sz w:val="20"/>
        </w:rPr>
        <w:t xml:space="preserve"> (słownie: </w:t>
      </w:r>
      <w:r w:rsidR="00DB1D65">
        <w:rPr>
          <w:sz w:val="20"/>
        </w:rPr>
        <w:t>pięć</w:t>
      </w:r>
      <w:r w:rsidRPr="00C62503">
        <w:rPr>
          <w:sz w:val="20"/>
        </w:rPr>
        <w:t>) niezależn</w:t>
      </w:r>
      <w:r w:rsidR="00DB1D65">
        <w:rPr>
          <w:sz w:val="20"/>
        </w:rPr>
        <w:t>ych</w:t>
      </w:r>
      <w:r w:rsidRPr="00C62503">
        <w:rPr>
          <w:sz w:val="20"/>
        </w:rPr>
        <w:t xml:space="preserve"> części w sposób opisany poniżej: </w:t>
      </w:r>
    </w:p>
    <w:tbl>
      <w:tblPr>
        <w:tblW w:w="95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579"/>
      </w:tblGrid>
      <w:tr w:rsidR="00E359CF" w:rsidRPr="004B4556" w14:paraId="3C0E49B9" w14:textId="77777777" w:rsidTr="00DB1D65">
        <w:tc>
          <w:tcPr>
            <w:tcW w:w="993" w:type="dxa"/>
            <w:shd w:val="clear" w:color="auto" w:fill="EFF5E0" w:themeFill="accent1" w:themeFillTint="33"/>
            <w:vAlign w:val="center"/>
          </w:tcPr>
          <w:p w14:paraId="0526DC19" w14:textId="77777777" w:rsidR="00DB1D65" w:rsidRDefault="00E359CF" w:rsidP="008F38F2">
            <w:pPr>
              <w:ind w:left="426" w:hanging="676"/>
              <w:jc w:val="center"/>
              <w:rPr>
                <w:b/>
                <w:bCs/>
                <w:sz w:val="20"/>
              </w:rPr>
            </w:pPr>
            <w:r w:rsidRPr="00C62503">
              <w:rPr>
                <w:b/>
                <w:bCs/>
                <w:sz w:val="20"/>
              </w:rPr>
              <w:t xml:space="preserve">Nr </w:t>
            </w:r>
          </w:p>
          <w:p w14:paraId="17095B24" w14:textId="6E246440" w:rsidR="00E359CF" w:rsidRPr="00C62503" w:rsidRDefault="00E359CF" w:rsidP="008F38F2">
            <w:pPr>
              <w:ind w:left="426" w:hanging="676"/>
              <w:jc w:val="center"/>
              <w:rPr>
                <w:b/>
                <w:bCs/>
                <w:sz w:val="20"/>
              </w:rPr>
            </w:pPr>
            <w:r w:rsidRPr="00C62503">
              <w:rPr>
                <w:b/>
                <w:bCs/>
                <w:sz w:val="20"/>
              </w:rPr>
              <w:t>Części</w:t>
            </w:r>
          </w:p>
        </w:tc>
        <w:tc>
          <w:tcPr>
            <w:tcW w:w="8579" w:type="dxa"/>
            <w:shd w:val="clear" w:color="auto" w:fill="EFF5E0" w:themeFill="accent1" w:themeFillTint="33"/>
            <w:vAlign w:val="center"/>
          </w:tcPr>
          <w:p w14:paraId="5CFA3FFB" w14:textId="77777777" w:rsidR="00E359CF" w:rsidRPr="00C62503" w:rsidRDefault="00E359CF" w:rsidP="008F38F2">
            <w:pPr>
              <w:spacing w:before="120"/>
              <w:ind w:left="426" w:hanging="710"/>
              <w:jc w:val="center"/>
              <w:rPr>
                <w:b/>
                <w:bCs/>
                <w:sz w:val="20"/>
              </w:rPr>
            </w:pPr>
            <w:r w:rsidRPr="00C62503">
              <w:rPr>
                <w:b/>
                <w:bCs/>
                <w:sz w:val="20"/>
              </w:rPr>
              <w:t>Nazwa Części Zakupu</w:t>
            </w:r>
          </w:p>
        </w:tc>
      </w:tr>
      <w:tr w:rsidR="00E359CF" w:rsidRPr="004B4556" w14:paraId="7196F777" w14:textId="77777777" w:rsidTr="00DB1D65">
        <w:tc>
          <w:tcPr>
            <w:tcW w:w="993" w:type="dxa"/>
            <w:shd w:val="clear" w:color="auto" w:fill="auto"/>
            <w:vAlign w:val="center"/>
          </w:tcPr>
          <w:p w14:paraId="0B2F137B" w14:textId="5B03477C" w:rsidR="00E359CF" w:rsidRPr="004B4556" w:rsidRDefault="00E359CF" w:rsidP="00DB1D65">
            <w:pPr>
              <w:spacing w:after="0" w:line="360" w:lineRule="auto"/>
              <w:ind w:left="426" w:hanging="710"/>
              <w:jc w:val="center"/>
              <w:rPr>
                <w:rFonts w:cstheme="minorHAnsi"/>
                <w:b/>
                <w:sz w:val="20"/>
              </w:rPr>
            </w:pPr>
            <w:r>
              <w:rPr>
                <w:rFonts w:cstheme="minorHAnsi"/>
                <w:b/>
                <w:sz w:val="20"/>
              </w:rPr>
              <w:t>1</w:t>
            </w:r>
          </w:p>
        </w:tc>
        <w:tc>
          <w:tcPr>
            <w:tcW w:w="8579" w:type="dxa"/>
            <w:shd w:val="clear" w:color="auto" w:fill="auto"/>
            <w:vAlign w:val="center"/>
          </w:tcPr>
          <w:p w14:paraId="280AFDEC" w14:textId="564D48A8" w:rsidR="00E359CF" w:rsidRPr="004B4556" w:rsidRDefault="00F82500" w:rsidP="00DB1D65">
            <w:pPr>
              <w:spacing w:after="0" w:line="360" w:lineRule="auto"/>
              <w:ind w:left="426" w:firstLine="40"/>
              <w:jc w:val="both"/>
              <w:rPr>
                <w:rFonts w:cstheme="minorHAnsi"/>
                <w:sz w:val="20"/>
              </w:rPr>
            </w:pPr>
            <w:r w:rsidRPr="00F82500">
              <w:rPr>
                <w:rFonts w:cstheme="minorHAnsi"/>
                <w:sz w:val="20"/>
              </w:rPr>
              <w:t>Wykonanie robót budowlanych w branży elektroenergetycznej na terenie działania OŁD w RE Bełchatów  „Budowa linii nN dla zasilenia działek Dąbrowa Rusiecka 135B, nr dz. nr dz. 557 Przedsiębiorstwo Produkcyjno-Handlowo-Usługowe KABAD Agata Drzazga”</w:t>
            </w:r>
          </w:p>
        </w:tc>
      </w:tr>
      <w:tr w:rsidR="00E359CF" w:rsidRPr="004B4556" w14:paraId="39097A03" w14:textId="77777777" w:rsidTr="00DB1D65">
        <w:tc>
          <w:tcPr>
            <w:tcW w:w="993" w:type="dxa"/>
            <w:shd w:val="clear" w:color="auto" w:fill="auto"/>
            <w:vAlign w:val="center"/>
          </w:tcPr>
          <w:p w14:paraId="47A072FC" w14:textId="46162E43" w:rsidR="00E359CF" w:rsidRPr="004B4556" w:rsidRDefault="00E359CF" w:rsidP="00DB1D65">
            <w:pPr>
              <w:spacing w:after="0" w:line="360" w:lineRule="auto"/>
              <w:ind w:left="426" w:hanging="710"/>
              <w:jc w:val="center"/>
              <w:rPr>
                <w:rFonts w:cstheme="minorHAnsi"/>
                <w:b/>
                <w:sz w:val="20"/>
              </w:rPr>
            </w:pPr>
            <w:r>
              <w:rPr>
                <w:rFonts w:cstheme="minorHAnsi"/>
                <w:b/>
                <w:sz w:val="20"/>
              </w:rPr>
              <w:t>2</w:t>
            </w:r>
          </w:p>
        </w:tc>
        <w:tc>
          <w:tcPr>
            <w:tcW w:w="8579" w:type="dxa"/>
            <w:shd w:val="clear" w:color="auto" w:fill="auto"/>
            <w:vAlign w:val="center"/>
          </w:tcPr>
          <w:p w14:paraId="716816F8" w14:textId="49CB52D8" w:rsidR="00E359CF" w:rsidRPr="004B4556" w:rsidRDefault="00F82500" w:rsidP="00DB1D65">
            <w:pPr>
              <w:spacing w:after="0" w:line="360" w:lineRule="auto"/>
              <w:ind w:left="426" w:firstLine="40"/>
              <w:jc w:val="both"/>
              <w:rPr>
                <w:rFonts w:cstheme="minorHAnsi"/>
                <w:sz w:val="20"/>
              </w:rPr>
            </w:pPr>
            <w:r w:rsidRPr="00F82500">
              <w:rPr>
                <w:rFonts w:cstheme="minorHAnsi"/>
                <w:sz w:val="20"/>
              </w:rPr>
              <w:t>Wykonanie robót budowlanych w branży elektroenergetycznej na terenie działania OŁD w RE   Bełchatów „Rozbudowa sieci SN i nN dla potrzeb zasilania  7 gospodarstw domowych w  miejscowości Brzeźnio, ( dz. nr 77/12, 78/12, 77/1, 78/11, 77/10, 78/10, 77/9, 78/9, 78/8, 77/8, 77/6, 78/6, 77/7, 78/7), gm. Brzeźnio”</w:t>
            </w:r>
          </w:p>
        </w:tc>
      </w:tr>
      <w:tr w:rsidR="00E359CF" w:rsidRPr="004B4556" w14:paraId="40B7D557" w14:textId="77777777" w:rsidTr="00DB1D65">
        <w:tc>
          <w:tcPr>
            <w:tcW w:w="993" w:type="dxa"/>
            <w:shd w:val="clear" w:color="auto" w:fill="auto"/>
            <w:vAlign w:val="center"/>
          </w:tcPr>
          <w:p w14:paraId="40EC8BCD" w14:textId="44B5D9CC" w:rsidR="00E359CF" w:rsidRDefault="00E359CF" w:rsidP="008F38F2">
            <w:pPr>
              <w:spacing w:before="120" w:after="120" w:line="360" w:lineRule="auto"/>
              <w:ind w:left="426" w:hanging="710"/>
              <w:jc w:val="center"/>
              <w:rPr>
                <w:rFonts w:cstheme="minorHAnsi"/>
                <w:b/>
                <w:sz w:val="20"/>
              </w:rPr>
            </w:pPr>
            <w:r>
              <w:rPr>
                <w:rFonts w:cstheme="minorHAnsi"/>
                <w:b/>
                <w:sz w:val="20"/>
              </w:rPr>
              <w:t>3</w:t>
            </w:r>
          </w:p>
        </w:tc>
        <w:tc>
          <w:tcPr>
            <w:tcW w:w="8579" w:type="dxa"/>
            <w:shd w:val="clear" w:color="auto" w:fill="auto"/>
            <w:vAlign w:val="center"/>
          </w:tcPr>
          <w:p w14:paraId="4DBC027A" w14:textId="7F5E8BD2" w:rsidR="00E359CF" w:rsidRPr="00E359CF" w:rsidRDefault="00F82500" w:rsidP="00DB1D65">
            <w:pPr>
              <w:spacing w:after="0" w:line="360" w:lineRule="auto"/>
              <w:ind w:left="426" w:firstLine="40"/>
              <w:jc w:val="both"/>
              <w:rPr>
                <w:rFonts w:cstheme="minorHAnsi"/>
                <w:sz w:val="20"/>
              </w:rPr>
            </w:pPr>
            <w:r w:rsidRPr="00F82500">
              <w:rPr>
                <w:rFonts w:cstheme="minorHAnsi"/>
                <w:sz w:val="20"/>
              </w:rPr>
              <w:t>Wykonanie robót budowlanych w branży elektroenergetycznej na terenie działania OŁD w RE  Bełchatów „Przebudowa sieci SN 15kV i nN 0,4kV zasilanej ze stacji trafo 3-0493 Niewiesz G. S. w miejscowości Niewiesz, gm. Poddębice.”</w:t>
            </w:r>
          </w:p>
        </w:tc>
      </w:tr>
      <w:tr w:rsidR="00F63962" w:rsidRPr="004B4556" w14:paraId="6DE365D8" w14:textId="77777777" w:rsidTr="00DB1D65">
        <w:tc>
          <w:tcPr>
            <w:tcW w:w="993" w:type="dxa"/>
            <w:shd w:val="clear" w:color="auto" w:fill="auto"/>
            <w:vAlign w:val="center"/>
          </w:tcPr>
          <w:p w14:paraId="75B93996" w14:textId="658C0066" w:rsidR="00F63962" w:rsidRDefault="00F63962" w:rsidP="008F38F2">
            <w:pPr>
              <w:spacing w:before="120" w:after="120" w:line="360" w:lineRule="auto"/>
              <w:ind w:left="426" w:hanging="710"/>
              <w:jc w:val="center"/>
              <w:rPr>
                <w:rFonts w:cstheme="minorHAnsi"/>
                <w:b/>
                <w:sz w:val="20"/>
              </w:rPr>
            </w:pPr>
            <w:r>
              <w:rPr>
                <w:rFonts w:cstheme="minorHAnsi"/>
                <w:b/>
                <w:sz w:val="20"/>
              </w:rPr>
              <w:t>4</w:t>
            </w:r>
          </w:p>
        </w:tc>
        <w:tc>
          <w:tcPr>
            <w:tcW w:w="8579" w:type="dxa"/>
            <w:shd w:val="clear" w:color="auto" w:fill="auto"/>
            <w:vAlign w:val="center"/>
          </w:tcPr>
          <w:p w14:paraId="5DE323DB" w14:textId="13D78EFF" w:rsidR="00F63962" w:rsidRPr="00F63962" w:rsidRDefault="00F82500" w:rsidP="00DB1D65">
            <w:pPr>
              <w:spacing w:line="360" w:lineRule="auto"/>
              <w:ind w:left="426" w:firstLine="40"/>
              <w:jc w:val="both"/>
              <w:rPr>
                <w:rFonts w:cstheme="minorHAnsi"/>
                <w:sz w:val="20"/>
              </w:rPr>
            </w:pPr>
            <w:r w:rsidRPr="00F82500">
              <w:rPr>
                <w:rFonts w:cstheme="minorHAnsi"/>
                <w:sz w:val="20"/>
              </w:rPr>
              <w:t>Wykonanie robót budowlanych w branży elektroenergetycznej na terenie działania OŁD w RE  Bełchatów „Przebudowa LN nN oraz stacji transformatorowej 15/0,4kV nr 7-0552 Piaski 1 k/Konopnicy w m. Piaski”</w:t>
            </w:r>
          </w:p>
        </w:tc>
      </w:tr>
      <w:tr w:rsidR="00DB1D65" w:rsidRPr="004B4556" w14:paraId="73356E9D" w14:textId="77777777" w:rsidTr="00DB1D65">
        <w:tc>
          <w:tcPr>
            <w:tcW w:w="993" w:type="dxa"/>
            <w:shd w:val="clear" w:color="auto" w:fill="auto"/>
            <w:vAlign w:val="center"/>
          </w:tcPr>
          <w:p w14:paraId="58157CCB" w14:textId="63E16FAC" w:rsidR="00DB1D65" w:rsidRDefault="00DB1D65" w:rsidP="008F38F2">
            <w:pPr>
              <w:spacing w:before="120" w:after="120" w:line="360" w:lineRule="auto"/>
              <w:ind w:left="426" w:hanging="710"/>
              <w:jc w:val="center"/>
              <w:rPr>
                <w:rFonts w:cstheme="minorHAnsi"/>
                <w:b/>
                <w:sz w:val="20"/>
              </w:rPr>
            </w:pPr>
            <w:r>
              <w:rPr>
                <w:rFonts w:cstheme="minorHAnsi"/>
                <w:b/>
                <w:sz w:val="20"/>
              </w:rPr>
              <w:t>5</w:t>
            </w:r>
          </w:p>
        </w:tc>
        <w:tc>
          <w:tcPr>
            <w:tcW w:w="8579" w:type="dxa"/>
            <w:shd w:val="clear" w:color="auto" w:fill="auto"/>
            <w:vAlign w:val="center"/>
          </w:tcPr>
          <w:p w14:paraId="4B616A3C" w14:textId="5C617DA6" w:rsidR="00DB1D65" w:rsidRPr="00F63962" w:rsidRDefault="00F82500" w:rsidP="00DB1D65">
            <w:pPr>
              <w:spacing w:line="360" w:lineRule="auto"/>
              <w:ind w:left="426" w:hanging="102"/>
              <w:jc w:val="both"/>
              <w:rPr>
                <w:rFonts w:cstheme="minorHAnsi"/>
                <w:sz w:val="20"/>
              </w:rPr>
            </w:pPr>
            <w:r w:rsidRPr="00F82500">
              <w:rPr>
                <w:rFonts w:cstheme="minorHAnsi"/>
                <w:sz w:val="20"/>
              </w:rPr>
              <w:t>Wykonanie robót budowlanych w branży elektroenergetycznej na terenie działania OŁD w RE Bełchatów   „Rozbudowa sieci Sn i nN dla potrzeb zasilania Domu Pomocy Społecznej (dz. nr 110) w miejscowości Wieluń ul. Rymarkiewicz gm. Wieluń”</w:t>
            </w:r>
          </w:p>
        </w:tc>
      </w:tr>
    </w:tbl>
    <w:p w14:paraId="518B6850" w14:textId="5AEC991B" w:rsidR="008F38F2" w:rsidRDefault="008F38F2" w:rsidP="00897B32">
      <w:pPr>
        <w:pStyle w:val="Akapitzlist"/>
        <w:numPr>
          <w:ilvl w:val="1"/>
          <w:numId w:val="7"/>
        </w:numPr>
        <w:spacing w:before="120" w:after="0" w:line="24" w:lineRule="atLeast"/>
        <w:ind w:left="567" w:hanging="567"/>
        <w:contextualSpacing w:val="0"/>
        <w:jc w:val="both"/>
        <w:rPr>
          <w:sz w:val="20"/>
        </w:rPr>
      </w:pPr>
      <w:r w:rsidRPr="00C62503">
        <w:rPr>
          <w:sz w:val="20"/>
        </w:rPr>
        <w:t xml:space="preserve">Pozostałe warunki i wymagania dotyczące realizacji zamówienia zostały określone w załączonym Szczegółowym Opisie Przedmiotu Zamówienia, stanowiącym </w:t>
      </w:r>
      <w:r w:rsidRPr="00C62503">
        <w:rPr>
          <w:b/>
          <w:bCs/>
          <w:sz w:val="20"/>
        </w:rPr>
        <w:t>Załącznik nr 1 do SWZ</w:t>
      </w:r>
      <w:r w:rsidRPr="00C62503">
        <w:rPr>
          <w:sz w:val="20"/>
        </w:rPr>
        <w:t xml:space="preserve"> oraz Umowie, której wzór stanowi </w:t>
      </w:r>
      <w:r w:rsidRPr="00C62503">
        <w:rPr>
          <w:b/>
          <w:bCs/>
          <w:sz w:val="20"/>
        </w:rPr>
        <w:t xml:space="preserve">Załącznik nr </w:t>
      </w:r>
      <w:r w:rsidR="00E359CF">
        <w:rPr>
          <w:b/>
          <w:bCs/>
          <w:sz w:val="20"/>
        </w:rPr>
        <w:t xml:space="preserve">5 </w:t>
      </w:r>
      <w:r w:rsidRPr="00C62503">
        <w:rPr>
          <w:b/>
          <w:bCs/>
          <w:sz w:val="20"/>
        </w:rPr>
        <w:t>do SWZ</w:t>
      </w:r>
      <w:r w:rsidRPr="00C62503">
        <w:rPr>
          <w:sz w:val="20"/>
        </w:rPr>
        <w:t>.</w:t>
      </w:r>
    </w:p>
    <w:p w14:paraId="41BA86F0" w14:textId="19E67B05" w:rsidR="00E359CF" w:rsidRPr="00C62503" w:rsidRDefault="00E359CF" w:rsidP="00897B32">
      <w:pPr>
        <w:pStyle w:val="Akapitzlist"/>
        <w:numPr>
          <w:ilvl w:val="1"/>
          <w:numId w:val="7"/>
        </w:numPr>
        <w:spacing w:before="120" w:after="0" w:line="24" w:lineRule="atLeast"/>
        <w:ind w:left="567" w:hanging="567"/>
        <w:contextualSpacing w:val="0"/>
        <w:jc w:val="both"/>
        <w:rPr>
          <w:sz w:val="20"/>
        </w:rPr>
      </w:pPr>
      <w:r w:rsidRPr="00E359CF">
        <w:rPr>
          <w:sz w:val="20"/>
        </w:rPr>
        <w:t xml:space="preserve">Wymagania dotyczące wizji lokalnej i sprawdzenia dokumentów niezbędnych do realizacji zamówienia zostały podane w </w:t>
      </w:r>
      <w:r w:rsidRPr="00E359CF">
        <w:rPr>
          <w:b/>
          <w:bCs/>
          <w:sz w:val="20"/>
        </w:rPr>
        <w:t>Załączniku nr 1 do SWZ</w:t>
      </w:r>
      <w:r>
        <w:rPr>
          <w:b/>
          <w:bCs/>
          <w:sz w:val="20"/>
        </w:rPr>
        <w:t xml:space="preserve"> – NIE DOTYCZY</w:t>
      </w:r>
      <w:r w:rsidRPr="00E359CF">
        <w:rPr>
          <w:sz w:val="20"/>
        </w:rPr>
        <w:t>.</w:t>
      </w:r>
    </w:p>
    <w:p w14:paraId="33EE25C9" w14:textId="24D2D329" w:rsidR="008F38F2" w:rsidRPr="00C62503" w:rsidRDefault="008F38F2" w:rsidP="00F61CAF">
      <w:pPr>
        <w:pStyle w:val="Akapitzlist"/>
        <w:spacing w:before="120" w:line="24" w:lineRule="atLeast"/>
        <w:ind w:left="567"/>
        <w:contextualSpacing w:val="0"/>
        <w:jc w:val="both"/>
        <w:rPr>
          <w:sz w:val="20"/>
        </w:rPr>
      </w:pPr>
    </w:p>
    <w:p w14:paraId="522C539B" w14:textId="77777777" w:rsidR="008F38F2" w:rsidRPr="00C62503" w:rsidRDefault="008F38F2" w:rsidP="008F38F2">
      <w:pPr>
        <w:pStyle w:val="Nagwek1"/>
        <w:numPr>
          <w:ilvl w:val="0"/>
          <w:numId w:val="8"/>
        </w:numPr>
      </w:pPr>
      <w:bookmarkStart w:id="29" w:name="_Toc193111779"/>
      <w:r w:rsidRPr="00C62503">
        <w:t>TERMIN WYKONANIA ZAMÓWIENIA</w:t>
      </w:r>
      <w:bookmarkEnd w:id="29"/>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7777777" w:rsidR="008F38F2" w:rsidRPr="00C62503" w:rsidRDefault="008F38F2" w:rsidP="008F38F2">
      <w:pPr>
        <w:pStyle w:val="Nagwek1"/>
        <w:numPr>
          <w:ilvl w:val="0"/>
          <w:numId w:val="20"/>
        </w:numPr>
      </w:pPr>
      <w:bookmarkStart w:id="30" w:name="_Toc193111780"/>
      <w:r w:rsidRPr="00C62503">
        <w:lastRenderedPageBreak/>
        <w:t>WADIUM</w:t>
      </w:r>
      <w:bookmarkEnd w:id="30"/>
    </w:p>
    <w:p w14:paraId="573C43BC" w14:textId="598FBA84" w:rsidR="00E359CF" w:rsidRDefault="008F38F2" w:rsidP="008F38F2">
      <w:pPr>
        <w:pStyle w:val="Akapitzlist"/>
        <w:numPr>
          <w:ilvl w:val="1"/>
          <w:numId w:val="20"/>
        </w:numPr>
        <w:spacing w:before="120" w:after="0" w:line="24" w:lineRule="atLeast"/>
        <w:ind w:left="567" w:hanging="567"/>
        <w:jc w:val="both"/>
        <w:rPr>
          <w:sz w:val="20"/>
        </w:rPr>
      </w:pPr>
      <w:r w:rsidRPr="00C62503">
        <w:rPr>
          <w:sz w:val="20"/>
        </w:rPr>
        <w:t xml:space="preserve">Wykonawca zobowiązany będzie do wniesienia wadium </w:t>
      </w:r>
      <w:r w:rsidR="00E359CF">
        <w:rPr>
          <w:sz w:val="20"/>
        </w:rPr>
        <w:t xml:space="preserve">w zakresie </w:t>
      </w:r>
      <w:r w:rsidR="00E359CF">
        <w:rPr>
          <w:b/>
          <w:sz w:val="20"/>
        </w:rPr>
        <w:t>części 3</w:t>
      </w:r>
      <w:r w:rsidR="00F63962">
        <w:rPr>
          <w:b/>
          <w:sz w:val="20"/>
        </w:rPr>
        <w:t>, 4</w:t>
      </w:r>
      <w:r w:rsidR="00E21042">
        <w:rPr>
          <w:b/>
          <w:sz w:val="20"/>
        </w:rPr>
        <w:t xml:space="preserve"> </w:t>
      </w:r>
      <w:r w:rsidRPr="00C62503">
        <w:rPr>
          <w:sz w:val="20"/>
        </w:rPr>
        <w:t>przed upływem terminu składania ofert w wysokości</w:t>
      </w:r>
      <w:r w:rsidR="00E359CF">
        <w:rPr>
          <w:sz w:val="20"/>
        </w:rPr>
        <w:t>:</w:t>
      </w:r>
    </w:p>
    <w:p w14:paraId="21337AD2" w14:textId="0FF24468" w:rsidR="00E359CF" w:rsidRDefault="00F63962" w:rsidP="00E359CF">
      <w:pPr>
        <w:pStyle w:val="Akapitzlist"/>
        <w:spacing w:before="120" w:after="0" w:line="24" w:lineRule="atLeast"/>
        <w:ind w:left="567"/>
        <w:jc w:val="both"/>
        <w:rPr>
          <w:sz w:val="20"/>
        </w:rPr>
      </w:pPr>
      <w:r>
        <w:rPr>
          <w:sz w:val="20"/>
        </w:rPr>
        <w:t>Część 3</w:t>
      </w:r>
      <w:r w:rsidR="00E359CF">
        <w:rPr>
          <w:sz w:val="20"/>
        </w:rPr>
        <w:t xml:space="preserve">: </w:t>
      </w:r>
      <w:r w:rsidR="00C238BC">
        <w:rPr>
          <w:sz w:val="20"/>
        </w:rPr>
        <w:t xml:space="preserve">  </w:t>
      </w:r>
      <w:r w:rsidR="00C238BC" w:rsidRPr="00C238BC">
        <w:rPr>
          <w:b/>
          <w:bCs/>
          <w:sz w:val="20"/>
        </w:rPr>
        <w:t xml:space="preserve">3 000,00 zł </w:t>
      </w:r>
      <w:r w:rsidR="00C238BC" w:rsidRPr="00C238BC">
        <w:rPr>
          <w:sz w:val="20"/>
        </w:rPr>
        <w:t>(słownie złotych: trzy tysiące złotych 00/100),</w:t>
      </w:r>
    </w:p>
    <w:p w14:paraId="4E699120" w14:textId="0ED41053" w:rsidR="00C238BC" w:rsidRDefault="00F63962" w:rsidP="00C238BC">
      <w:pPr>
        <w:pStyle w:val="Akapitzlist"/>
        <w:spacing w:before="120" w:after="0" w:line="24" w:lineRule="atLeast"/>
        <w:ind w:left="567"/>
        <w:jc w:val="both"/>
        <w:rPr>
          <w:b/>
          <w:bCs/>
          <w:sz w:val="20"/>
        </w:rPr>
      </w:pPr>
      <w:r>
        <w:rPr>
          <w:sz w:val="20"/>
        </w:rPr>
        <w:t xml:space="preserve">Część 4: </w:t>
      </w:r>
      <w:r w:rsidR="000F2A9C">
        <w:rPr>
          <w:sz w:val="20"/>
        </w:rPr>
        <w:t xml:space="preserve">  </w:t>
      </w:r>
      <w:r w:rsidR="00E13A35" w:rsidRPr="00E13A35">
        <w:rPr>
          <w:b/>
          <w:bCs/>
          <w:sz w:val="20"/>
        </w:rPr>
        <w:t>3 000,00 zł (</w:t>
      </w:r>
      <w:r w:rsidR="00E13A35" w:rsidRPr="00C238BC">
        <w:rPr>
          <w:sz w:val="20"/>
        </w:rPr>
        <w:t>słownie złotych: trzy tysiące złotych 00/100),</w:t>
      </w:r>
    </w:p>
    <w:p w14:paraId="2E1462CB"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Wadium wnosi się na cały okres związania ofertą.</w:t>
      </w:r>
    </w:p>
    <w:p w14:paraId="5F1EC655"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Wadium może być wnoszone w jednej lub kilku formach:</w:t>
      </w:r>
    </w:p>
    <w:p w14:paraId="3AAB9ABF"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pieniądzu,</w:t>
      </w:r>
    </w:p>
    <w:p w14:paraId="645C727E"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bankowych,</w:t>
      </w:r>
    </w:p>
    <w:p w14:paraId="49A13533"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ubezpieczeniowych.</w:t>
      </w:r>
    </w:p>
    <w:p w14:paraId="4882AECF"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Skuteczne wniesienie wadium w pieniądzu następuje z chwilą wpływu środków pieniężnych na rachunek bankowy, o którym mowa w pkt 4.5 poniżej, przed upływem terminu składania ofert.</w:t>
      </w:r>
    </w:p>
    <w:p w14:paraId="58790766" w14:textId="77777777" w:rsidR="008F38F2" w:rsidRPr="00C62503" w:rsidRDefault="008F38F2" w:rsidP="008F38F2">
      <w:pPr>
        <w:pStyle w:val="Akapitzlist"/>
        <w:numPr>
          <w:ilvl w:val="1"/>
          <w:numId w:val="20"/>
        </w:numPr>
        <w:spacing w:before="120" w:after="0" w:line="24" w:lineRule="atLeast"/>
        <w:ind w:left="567" w:hanging="567"/>
        <w:contextualSpacing w:val="0"/>
        <w:jc w:val="both"/>
        <w:rPr>
          <w:sz w:val="20"/>
        </w:rPr>
      </w:pPr>
      <w:r w:rsidRPr="00C62503">
        <w:rPr>
          <w:sz w:val="20"/>
        </w:rPr>
        <w:t>Wadium w pieniądzu należy wnieść na konto:</w:t>
      </w:r>
    </w:p>
    <w:p w14:paraId="361DC9D8" w14:textId="77777777" w:rsidR="008F38F2" w:rsidRPr="00C62503" w:rsidRDefault="008F38F2" w:rsidP="008F38F2">
      <w:pPr>
        <w:autoSpaceDE w:val="0"/>
        <w:autoSpaceDN w:val="0"/>
        <w:spacing w:line="24" w:lineRule="atLeast"/>
        <w:ind w:left="851" w:hanging="851"/>
        <w:jc w:val="center"/>
        <w:rPr>
          <w:b/>
          <w:bCs/>
          <w:sz w:val="20"/>
        </w:rPr>
      </w:pPr>
      <w:r w:rsidRPr="00C62503">
        <w:rPr>
          <w:b/>
          <w:bCs/>
          <w:sz w:val="20"/>
        </w:rPr>
        <w:t>Bank PEKAO S.A.</w:t>
      </w:r>
    </w:p>
    <w:p w14:paraId="2FD52BA0" w14:textId="73F807FF" w:rsidR="008F38F2" w:rsidRPr="00C62503" w:rsidRDefault="008F38F2" w:rsidP="008F38F2">
      <w:pPr>
        <w:autoSpaceDE w:val="0"/>
        <w:autoSpaceDN w:val="0"/>
        <w:spacing w:before="120" w:after="120" w:line="24" w:lineRule="atLeast"/>
        <w:ind w:left="851" w:hanging="851"/>
        <w:jc w:val="center"/>
        <w:rPr>
          <w:b/>
          <w:bCs/>
          <w:sz w:val="20"/>
        </w:rPr>
      </w:pPr>
      <w:r w:rsidRPr="00C62503">
        <w:rPr>
          <w:b/>
          <w:bCs/>
          <w:sz w:val="20"/>
        </w:rPr>
        <w:t xml:space="preserve">Nr konta bankowego: </w:t>
      </w:r>
      <w:r w:rsidR="00A37012" w:rsidRPr="00A37012">
        <w:rPr>
          <w:b/>
          <w:bCs/>
          <w:sz w:val="20"/>
        </w:rPr>
        <w:t>50 1240 6292 1111 0010 3590 2954</w:t>
      </w:r>
    </w:p>
    <w:p w14:paraId="1E3FE287" w14:textId="77777777" w:rsidR="00A37012" w:rsidRDefault="008F38F2" w:rsidP="00A37012">
      <w:pPr>
        <w:autoSpaceDE w:val="0"/>
        <w:autoSpaceDN w:val="0"/>
        <w:spacing w:before="120" w:after="0" w:line="24" w:lineRule="atLeast"/>
        <w:ind w:left="567"/>
        <w:rPr>
          <w:sz w:val="20"/>
        </w:rPr>
      </w:pPr>
      <w:r w:rsidRPr="00C62503">
        <w:rPr>
          <w:sz w:val="20"/>
        </w:rPr>
        <w:t xml:space="preserve">W tytule przelewu należy wpisać: </w:t>
      </w:r>
    </w:p>
    <w:p w14:paraId="1FF76FE5" w14:textId="7DD85F3A" w:rsidR="008F38F2" w:rsidRPr="00C62503" w:rsidRDefault="008F38F2" w:rsidP="00A37012">
      <w:pPr>
        <w:autoSpaceDE w:val="0"/>
        <w:autoSpaceDN w:val="0"/>
        <w:spacing w:after="120" w:line="24" w:lineRule="atLeast"/>
        <w:ind w:left="567"/>
        <w:rPr>
          <w:sz w:val="20"/>
        </w:rPr>
      </w:pPr>
      <w:r w:rsidRPr="00C62503">
        <w:rPr>
          <w:b/>
          <w:bCs/>
          <w:sz w:val="20"/>
        </w:rPr>
        <w:t xml:space="preserve">WADIUM, nr postępowania </w:t>
      </w:r>
      <w:r w:rsidR="00F63962">
        <w:rPr>
          <w:b/>
          <w:bCs/>
          <w:sz w:val="20"/>
        </w:rPr>
        <w:t>POST/DYS/OLD/GZ/0</w:t>
      </w:r>
      <w:r w:rsidR="008D156B">
        <w:rPr>
          <w:b/>
          <w:bCs/>
          <w:sz w:val="20"/>
        </w:rPr>
        <w:t>4</w:t>
      </w:r>
      <w:r w:rsidR="00E21042">
        <w:rPr>
          <w:b/>
          <w:bCs/>
          <w:sz w:val="20"/>
        </w:rPr>
        <w:t>163</w:t>
      </w:r>
      <w:r w:rsidR="00A37012" w:rsidRPr="00A37012">
        <w:rPr>
          <w:b/>
          <w:bCs/>
          <w:sz w:val="20"/>
        </w:rPr>
        <w:t>/2025</w:t>
      </w:r>
      <w:r w:rsidR="00A37012">
        <w:rPr>
          <w:b/>
          <w:bCs/>
          <w:sz w:val="20"/>
        </w:rPr>
        <w:t xml:space="preserve"> część nr ………..</w:t>
      </w:r>
    </w:p>
    <w:p w14:paraId="728C64B4"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0F00364B" w14:textId="77777777" w:rsidR="008F38F2" w:rsidRPr="00E12BFB"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W przypadku wniesienia wadium w formie innej niż pieniądz, wymagane jest złożenie wraz z </w:t>
      </w:r>
      <w:r w:rsidRPr="00E12BFB">
        <w:rPr>
          <w:sz w:val="20"/>
        </w:rPr>
        <w:t>Ofertą za pośrednictwem Systemu Zakupowego oryginału właściwego dokumentu w formie elektronicznej, tj. opatrzonego kwalifikowanym podpisem elektronicznym osób upoważnionych do jego wystawienia ze strony gwaranta. Oryginał gwarancji wystawionej w formie elektronicznej należy umieścić w Systemie Zakupowym SWPP2 jako osobny plik.</w:t>
      </w:r>
    </w:p>
    <w:p w14:paraId="162F9A1D" w14:textId="77777777" w:rsidR="008F38F2" w:rsidRPr="00E12BFB" w:rsidRDefault="008F38F2" w:rsidP="008F38F2">
      <w:pPr>
        <w:pStyle w:val="Akapitzlist"/>
        <w:numPr>
          <w:ilvl w:val="1"/>
          <w:numId w:val="20"/>
        </w:numPr>
        <w:spacing w:before="120" w:after="120"/>
        <w:ind w:left="567" w:hanging="567"/>
        <w:contextualSpacing w:val="0"/>
        <w:jc w:val="both"/>
        <w:rPr>
          <w:sz w:val="20"/>
        </w:rPr>
      </w:pPr>
      <w:r w:rsidRPr="00E12BFB">
        <w:rPr>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3B380D39" w14:textId="3DDEFDC8" w:rsidR="008F38F2" w:rsidRPr="00E12BFB" w:rsidRDefault="008F38F2" w:rsidP="008F38F2">
      <w:pPr>
        <w:pStyle w:val="Nazwawymagania"/>
        <w:numPr>
          <w:ilvl w:val="0"/>
          <w:numId w:val="0"/>
        </w:numPr>
        <w:ind w:left="284"/>
        <w:jc w:val="center"/>
        <w:rPr>
          <w:rFonts w:asciiTheme="minorHAnsi" w:hAnsiTheme="minorHAnsi" w:cstheme="minorBidi"/>
          <w:sz w:val="20"/>
        </w:rPr>
      </w:pPr>
      <w:r w:rsidRPr="00E12BFB">
        <w:rPr>
          <w:rFonts w:asciiTheme="minorHAnsi" w:hAnsiTheme="minorHAnsi" w:cstheme="minorBidi"/>
          <w:b w:val="0"/>
          <w:sz w:val="20"/>
        </w:rPr>
        <w:t xml:space="preserve">PGE Dystrybucja S.A. Oddział </w:t>
      </w:r>
      <w:r w:rsidR="00051739">
        <w:rPr>
          <w:rFonts w:asciiTheme="minorHAnsi" w:hAnsiTheme="minorHAnsi" w:cstheme="minorBidi"/>
          <w:b w:val="0"/>
          <w:sz w:val="20"/>
        </w:rPr>
        <w:t>Łódź</w:t>
      </w:r>
    </w:p>
    <w:p w14:paraId="70601082" w14:textId="02A3A76F"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z siedzibą w Łodzi</w:t>
      </w:r>
      <w:r w:rsidR="008F38F2" w:rsidRPr="00E12BFB">
        <w:rPr>
          <w:rFonts w:asciiTheme="minorHAnsi" w:hAnsiTheme="minorHAnsi" w:cstheme="minorBidi"/>
          <w:b w:val="0"/>
          <w:sz w:val="20"/>
        </w:rPr>
        <w:t>,</w:t>
      </w:r>
    </w:p>
    <w:p w14:paraId="30662C09" w14:textId="7FFE44C2"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ul. Tuwima 58</w:t>
      </w:r>
    </w:p>
    <w:p w14:paraId="5AB422D2" w14:textId="29223737"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90</w:t>
      </w:r>
      <w:r w:rsidR="008F38F2" w:rsidRPr="00E12BFB">
        <w:rPr>
          <w:rFonts w:asciiTheme="minorHAnsi" w:hAnsiTheme="minorHAnsi" w:cstheme="minorBidi"/>
          <w:b w:val="0"/>
          <w:sz w:val="20"/>
        </w:rPr>
        <w:t>-</w:t>
      </w:r>
      <w:r>
        <w:rPr>
          <w:rFonts w:asciiTheme="minorHAnsi" w:hAnsiTheme="minorHAnsi" w:cstheme="minorBidi"/>
          <w:b w:val="0"/>
          <w:sz w:val="20"/>
        </w:rPr>
        <w:t>021</w:t>
      </w:r>
      <w:r w:rsidR="008F38F2" w:rsidRPr="00E12BFB">
        <w:rPr>
          <w:rFonts w:asciiTheme="minorHAnsi" w:hAnsiTheme="minorHAnsi" w:cstheme="minorBidi"/>
          <w:b w:val="0"/>
          <w:sz w:val="20"/>
        </w:rPr>
        <w:t xml:space="preserve"> </w:t>
      </w:r>
      <w:r>
        <w:rPr>
          <w:rFonts w:asciiTheme="minorHAnsi" w:hAnsiTheme="minorHAnsi" w:cstheme="minorBidi"/>
          <w:b w:val="0"/>
          <w:sz w:val="20"/>
        </w:rPr>
        <w:t>Łódź</w:t>
      </w:r>
    </w:p>
    <w:p w14:paraId="4BA8AC0E" w14:textId="4A84E9E0" w:rsidR="008F38F2" w:rsidRPr="00E12BFB" w:rsidRDefault="008F38F2" w:rsidP="008F38F2">
      <w:pPr>
        <w:ind w:left="567"/>
        <w:rPr>
          <w:sz w:val="20"/>
        </w:rPr>
      </w:pPr>
      <w:r w:rsidRPr="00E12BFB">
        <w:rPr>
          <w:sz w:val="20"/>
        </w:rPr>
        <w:t xml:space="preserve">z dopiskiem: „dot. Oferty do Postępowania zakupowego nr </w:t>
      </w:r>
      <w:r w:rsidR="00051739" w:rsidRPr="00051739">
        <w:rPr>
          <w:b/>
          <w:sz w:val="20"/>
        </w:rPr>
        <w:t>POST/DYS/OLD/GZ/0</w:t>
      </w:r>
      <w:r w:rsidR="008D156B">
        <w:rPr>
          <w:b/>
          <w:sz w:val="20"/>
        </w:rPr>
        <w:t>4</w:t>
      </w:r>
      <w:r w:rsidR="00E21042">
        <w:rPr>
          <w:b/>
          <w:sz w:val="20"/>
        </w:rPr>
        <w:t>163</w:t>
      </w:r>
      <w:r w:rsidR="00051739" w:rsidRPr="00051739">
        <w:rPr>
          <w:b/>
          <w:sz w:val="20"/>
        </w:rPr>
        <w:t>/2025</w:t>
      </w:r>
      <w:r w:rsidRPr="00E12BFB">
        <w:rPr>
          <w:sz w:val="20"/>
        </w:rPr>
        <w:t xml:space="preserve"> nazwa: </w:t>
      </w:r>
      <w:r w:rsidRPr="00051739">
        <w:rPr>
          <w:b/>
          <w:sz w:val="20"/>
        </w:rPr>
        <w:t>„</w:t>
      </w:r>
      <w:r w:rsidR="00E21042" w:rsidRPr="00E21042">
        <w:rPr>
          <w:b/>
          <w:sz w:val="20"/>
        </w:rPr>
        <w:t xml:space="preserve">Wykonanie robót budowlanych w branży elektroenergetycznej na terenie działania PGE Dystrybucja S.A. OŁD w RE Bełchatów </w:t>
      </w:r>
      <w:r w:rsidR="006F2DF7">
        <w:rPr>
          <w:b/>
          <w:sz w:val="20"/>
        </w:rPr>
        <w:t>w</w:t>
      </w:r>
      <w:r w:rsidR="00E21042" w:rsidRPr="00E21042">
        <w:rPr>
          <w:b/>
          <w:sz w:val="20"/>
        </w:rPr>
        <w:t xml:space="preserve"> podziale na 5 części</w:t>
      </w:r>
      <w:r w:rsidR="00E13A35">
        <w:rPr>
          <w:b/>
          <w:sz w:val="20"/>
        </w:rPr>
        <w:t xml:space="preserve">, </w:t>
      </w:r>
      <w:r w:rsidR="00051739">
        <w:rPr>
          <w:b/>
          <w:sz w:val="20"/>
        </w:rPr>
        <w:t>dla części nr ……………</w:t>
      </w:r>
      <w:r w:rsidRPr="00051739">
        <w:rPr>
          <w:b/>
          <w:sz w:val="20"/>
        </w:rPr>
        <w:t>”</w:t>
      </w:r>
    </w:p>
    <w:p w14:paraId="20DD5FCB" w14:textId="77777777" w:rsidR="008F38F2" w:rsidRPr="00E12BFB" w:rsidRDefault="008F38F2" w:rsidP="00E12BFB">
      <w:pPr>
        <w:ind w:left="567"/>
        <w:jc w:val="both"/>
        <w:rPr>
          <w:sz w:val="20"/>
        </w:rPr>
      </w:pPr>
      <w:r w:rsidRPr="00E12BFB">
        <w:rPr>
          <w:sz w:val="20"/>
        </w:rPr>
        <w:t>(</w:t>
      </w:r>
      <w:r w:rsidRPr="00E12BFB">
        <w:rPr>
          <w:i/>
          <w:iCs/>
          <w:sz w:val="20"/>
        </w:rPr>
        <w:t>skan dokumentu zaleca się załączyć do Oferty składanej przez System Zakupowym</w:t>
      </w:r>
      <w:r w:rsidRPr="00E12BFB">
        <w:rPr>
          <w:sz w:val="20"/>
        </w:rPr>
        <w:t xml:space="preserve">). </w:t>
      </w:r>
    </w:p>
    <w:p w14:paraId="67B0A5E4" w14:textId="77777777" w:rsidR="008F38F2" w:rsidRPr="00E12BFB" w:rsidRDefault="008F38F2" w:rsidP="00E12BFB">
      <w:pPr>
        <w:ind w:left="567"/>
        <w:jc w:val="both"/>
        <w:rPr>
          <w:sz w:val="20"/>
        </w:rPr>
      </w:pPr>
      <w:r w:rsidRPr="00E12BFB">
        <w:rPr>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7ED9100A" w14:textId="77777777" w:rsidR="008F38F2" w:rsidRPr="00E12BFB" w:rsidRDefault="008F38F2" w:rsidP="00E12BFB">
      <w:pPr>
        <w:ind w:left="567"/>
        <w:jc w:val="both"/>
        <w:rPr>
          <w:rFonts w:cstheme="minorHAnsi"/>
          <w:sz w:val="20"/>
        </w:rPr>
      </w:pPr>
    </w:p>
    <w:p w14:paraId="68494545" w14:textId="77777777" w:rsidR="008F38F2" w:rsidRPr="00E12BFB" w:rsidRDefault="008F38F2" w:rsidP="00E12BFB">
      <w:pPr>
        <w:pStyle w:val="Akapitzlist"/>
        <w:numPr>
          <w:ilvl w:val="1"/>
          <w:numId w:val="20"/>
        </w:numPr>
        <w:spacing w:before="120" w:after="120"/>
        <w:ind w:left="567" w:hanging="567"/>
        <w:contextualSpacing w:val="0"/>
        <w:jc w:val="both"/>
        <w:rPr>
          <w:rFonts w:cs="Calibri"/>
          <w:sz w:val="20"/>
        </w:rPr>
      </w:pPr>
      <w:r w:rsidRPr="00E12BFB">
        <w:rPr>
          <w:rFonts w:cs="Calibri"/>
          <w:sz w:val="20"/>
        </w:rPr>
        <w:t>W przypadku wniesienia wadium w formie pieniężnej zaleca się złożenie wraz z Ofertą dowodu jego wniesienia (tj. potwierdzenie przelewu).</w:t>
      </w:r>
    </w:p>
    <w:p w14:paraId="5DF348CC" w14:textId="77777777" w:rsidR="008F38F2" w:rsidRPr="00E12BFB" w:rsidRDefault="008F38F2" w:rsidP="00E12BFB">
      <w:pPr>
        <w:pStyle w:val="Akapitzlist"/>
        <w:numPr>
          <w:ilvl w:val="1"/>
          <w:numId w:val="20"/>
        </w:numPr>
        <w:spacing w:before="120" w:after="120"/>
        <w:ind w:left="567" w:hanging="567"/>
        <w:contextualSpacing w:val="0"/>
        <w:jc w:val="both"/>
        <w:rPr>
          <w:sz w:val="20"/>
        </w:rPr>
      </w:pPr>
      <w:r w:rsidRPr="00E12BFB">
        <w:rPr>
          <w:sz w:val="20"/>
        </w:rPr>
        <w:lastRenderedPageBreak/>
        <w:t>Brak wniesionego wadium w terminie lub w sposób określony w SWZ spowoduje odrzucenie oferty.</w:t>
      </w:r>
    </w:p>
    <w:p w14:paraId="593CA70E" w14:textId="77777777" w:rsidR="008F38F2" w:rsidRPr="00C62503" w:rsidRDefault="008F38F2" w:rsidP="00E12BFB">
      <w:pPr>
        <w:pStyle w:val="Akapitzlist"/>
        <w:numPr>
          <w:ilvl w:val="1"/>
          <w:numId w:val="20"/>
        </w:numPr>
        <w:spacing w:before="120" w:after="120"/>
        <w:ind w:left="567" w:hanging="567"/>
        <w:contextualSpacing w:val="0"/>
        <w:jc w:val="both"/>
        <w:rPr>
          <w:sz w:val="20"/>
        </w:rPr>
      </w:pPr>
      <w:r w:rsidRPr="00E12BFB">
        <w:rPr>
          <w:sz w:val="20"/>
        </w:rPr>
        <w:t>W przypadku składania oferty przez Konsorcjum, wadium może być wniesione przez dowolnego członka/członków Konsorcjum. Z dokumentu wadialnego lub innego dokumentu</w:t>
      </w:r>
      <w:r w:rsidRPr="00C62503">
        <w:rPr>
          <w:sz w:val="20"/>
        </w:rPr>
        <w:t xml:space="preserve"> załączonego do oferty powinno wynikać, w imieniu jakich Wykonawców wadium jest wnoszone.</w:t>
      </w:r>
    </w:p>
    <w:p w14:paraId="06E1A1FA"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190F97CA" w14:textId="017C1DE4"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063EDB0E" w14:textId="77777777" w:rsidR="008F38F2" w:rsidRPr="00C62503" w:rsidRDefault="008F38F2" w:rsidP="008F38F2">
      <w:pPr>
        <w:pStyle w:val="Akapitzlist"/>
        <w:numPr>
          <w:ilvl w:val="1"/>
          <w:numId w:val="20"/>
        </w:numPr>
        <w:spacing w:before="120" w:after="0" w:line="24" w:lineRule="atLeast"/>
        <w:ind w:left="567" w:hanging="567"/>
        <w:contextualSpacing w:val="0"/>
        <w:jc w:val="both"/>
        <w:rPr>
          <w:sz w:val="20"/>
        </w:rPr>
      </w:pPr>
      <w:r w:rsidRPr="00C62503">
        <w:rPr>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3466642E" w14:textId="77777777" w:rsidR="008F38F2" w:rsidRPr="00C62503" w:rsidRDefault="008F38F2" w:rsidP="008F38F2">
      <w:pPr>
        <w:pStyle w:val="Nagwek1"/>
        <w:numPr>
          <w:ilvl w:val="0"/>
          <w:numId w:val="9"/>
        </w:numPr>
      </w:pPr>
      <w:bookmarkStart w:id="31" w:name="_Toc193111781"/>
      <w:r w:rsidRPr="00C62503">
        <w:t>PRZESŁANKI WYKLUCZENIA, WARUNKI UDZIAŁU W POSTĘPOWANIU ORAZ OPIS SPOSOBU OCENY SPEŁNIENIA TYCH WARUNKÓW</w:t>
      </w:r>
      <w:bookmarkEnd w:id="31"/>
    </w:p>
    <w:p w14:paraId="571E061C" w14:textId="77777777" w:rsidR="008F38F2" w:rsidRPr="00C62503"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pkt 1.1. Załącznika nr 2 do SWZ</w:t>
      </w:r>
      <w:r w:rsidRPr="00C62503">
        <w:rPr>
          <w:sz w:val="20"/>
          <w:lang w:eastAsia="pl-PL"/>
        </w:rPr>
        <w:t>,</w:t>
      </w:r>
    </w:p>
    <w:p w14:paraId="06AD8CBC"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C62503">
        <w:rPr>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8F38F2">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Dokumenty, które Wykonawca zobowiązany jest złożyć na potwierdzenie spełnienia warunków udziału w postępowaniu oraz na potwierdzenie braku podstaw do wykluczenia z postępowania, określa </w:t>
      </w:r>
      <w:r w:rsidRPr="00C62503">
        <w:rPr>
          <w:b/>
          <w:bCs/>
          <w:sz w:val="20"/>
          <w:lang w:eastAsia="pl-PL"/>
        </w:rPr>
        <w:t>Załącznik nr 2 do SWZ</w:t>
      </w:r>
      <w:r w:rsidRPr="00C62503">
        <w:rPr>
          <w:sz w:val="20"/>
          <w:lang w:eastAsia="pl-PL"/>
        </w:rPr>
        <w:t xml:space="preserve">. </w:t>
      </w:r>
    </w:p>
    <w:p w14:paraId="0703E686"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Zamawiający dokona oceny spełnienia warunków udziału w postępowaniu, o których mowa 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2" w:name="_Toc193111782"/>
      <w:r w:rsidRPr="00C62503">
        <w:lastRenderedPageBreak/>
        <w:t>OPIS SPOSOBU PRZYGOTOWANIA OFERTY</w:t>
      </w:r>
      <w:bookmarkEnd w:id="32"/>
    </w:p>
    <w:p w14:paraId="50CE0B1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 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Przez Ofertę w postaci elektronicznej rozumie się dokument sporządzony zgodnie z wymaganiami SWZ, wg wzoru stanowiącego </w:t>
      </w:r>
      <w:r w:rsidRPr="00C62503">
        <w:rPr>
          <w:rFonts w:asciiTheme="minorHAnsi" w:hAnsiTheme="minorHAnsi" w:cstheme="minorBidi"/>
          <w:b/>
          <w:bCs/>
          <w:sz w:val="20"/>
        </w:rPr>
        <w:t>Załącznik nr 3 do SWZ</w:t>
      </w:r>
      <w:r w:rsidRPr="00C62503">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C62503">
        <w:rPr>
          <w:rFonts w:asciiTheme="minorHAnsi" w:hAnsiTheme="minorHAnsi" w:cstheme="minorBidi"/>
          <w:sz w:val="20"/>
        </w:rPr>
        <w:t xml:space="preserve"> dokumentu Formularza Oferty </w:t>
      </w:r>
      <w:r>
        <w:rPr>
          <w:rFonts w:asciiTheme="minorHAnsi" w:hAnsiTheme="minorHAnsi" w:cstheme="minorBidi"/>
          <w:sz w:val="20"/>
        </w:rPr>
        <w:t xml:space="preserve">sporządzonego zgodnie z </w:t>
      </w:r>
      <w:r w:rsidRPr="00C62503">
        <w:rPr>
          <w:rFonts w:asciiTheme="minorHAnsi" w:hAnsiTheme="minorHAnsi" w:cstheme="minorBidi"/>
          <w:sz w:val="20"/>
        </w:rPr>
        <w:t xml:space="preserve"> </w:t>
      </w:r>
      <w:r w:rsidRPr="00C62503">
        <w:rPr>
          <w:rFonts w:asciiTheme="minorHAnsi" w:hAnsiTheme="minorHAnsi" w:cstheme="minorBidi"/>
          <w:b/>
          <w:bCs/>
          <w:sz w:val="20"/>
        </w:rPr>
        <w:t>Załącznik</w:t>
      </w:r>
      <w:r>
        <w:rPr>
          <w:rFonts w:asciiTheme="minorHAnsi" w:hAnsiTheme="minorHAnsi" w:cstheme="minorBidi"/>
          <w:b/>
          <w:bCs/>
          <w:sz w:val="20"/>
        </w:rPr>
        <w:t>iem</w:t>
      </w:r>
      <w:r w:rsidRPr="00C62503">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C62503">
        <w:rPr>
          <w:rFonts w:asciiTheme="minorHAnsi" w:hAnsiTheme="minorHAnsi" w:cstheme="minorBidi"/>
          <w:sz w:val="20"/>
        </w:rPr>
        <w:t xml:space="preserve"> lub inne jego odwzorowanie.</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 3 Załącznika nr 2 do SWZ.</w:t>
      </w:r>
    </w:p>
    <w:p w14:paraId="46A38E62" w14:textId="77777777"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t>Składając ofertę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F06617E" w14:textId="5EC633D7" w:rsidR="008F38F2" w:rsidRPr="00C62503" w:rsidRDefault="00921235" w:rsidP="00C00A46">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formularz systemowy w Systemie Zakupowym stanowi </w:t>
      </w:r>
      <w:r>
        <w:rPr>
          <w:rFonts w:asciiTheme="minorHAnsi" w:hAnsiTheme="minorHAnsi" w:cstheme="minorBidi"/>
          <w:sz w:val="20"/>
        </w:rPr>
        <w:t xml:space="preserve">jedynie </w:t>
      </w:r>
      <w:r w:rsidR="008F38F2" w:rsidRPr="00690CFD">
        <w:rPr>
          <w:rFonts w:asciiTheme="minorHAnsi" w:hAnsiTheme="minorHAnsi" w:cstheme="minorBidi"/>
          <w:sz w:val="20"/>
        </w:rPr>
        <w:t xml:space="preserve">techniczne potwierdzenie Oferty złożonej na Formularzu Oferty wg </w:t>
      </w:r>
      <w:r w:rsidR="008F38F2" w:rsidRPr="00690CFD">
        <w:rPr>
          <w:rFonts w:asciiTheme="minorHAnsi" w:hAnsiTheme="minorHAnsi" w:cstheme="minorBidi"/>
          <w:b/>
          <w:bCs/>
          <w:sz w:val="20"/>
        </w:rPr>
        <w:t>Załącznika nr 3</w:t>
      </w:r>
      <w:r w:rsidR="008F38F2">
        <w:rPr>
          <w:rFonts w:asciiTheme="minorHAnsi" w:hAnsiTheme="minorHAnsi" w:cstheme="minorBidi"/>
          <w:b/>
          <w:bCs/>
          <w:sz w:val="20"/>
        </w:rPr>
        <w:t xml:space="preserve"> do SWZ</w:t>
      </w:r>
      <w:r w:rsidR="008F38F2" w:rsidRPr="00690CFD">
        <w:rPr>
          <w:rFonts w:asciiTheme="minorHAnsi" w:hAnsiTheme="minorHAnsi" w:cstheme="minorBidi"/>
          <w:sz w:val="20"/>
        </w:rPr>
        <w:t>.</w:t>
      </w:r>
      <w:r>
        <w:rPr>
          <w:rFonts w:asciiTheme="minorHAnsi" w:hAnsiTheme="minorHAnsi" w:cstheme="minorBidi"/>
          <w:sz w:val="20"/>
        </w:rPr>
        <w:t xml:space="preserve"> </w:t>
      </w:r>
      <w:r w:rsidR="008F38F2">
        <w:rPr>
          <w:rFonts w:asciiTheme="minorHAnsi" w:hAnsiTheme="minorHAnsi" w:cstheme="minorBidi"/>
          <w:sz w:val="20"/>
        </w:rPr>
        <w:t>W</w:t>
      </w:r>
      <w:r w:rsidR="008F38F2" w:rsidRPr="00585336">
        <w:rPr>
          <w:rFonts w:asciiTheme="minorHAnsi" w:hAnsiTheme="minorHAnsi" w:cstheme="minorBidi"/>
          <w:sz w:val="20"/>
        </w:rPr>
        <w:t xml:space="preserve"> przypadku rozbieżności wartości Zakupu pomiędzy Ofertą złożoną na Formularzu Oferty wg </w:t>
      </w:r>
      <w:r w:rsidR="008F38F2" w:rsidRPr="00585336">
        <w:rPr>
          <w:rFonts w:asciiTheme="minorHAnsi" w:hAnsiTheme="minorHAnsi" w:cstheme="minorBidi"/>
          <w:b/>
          <w:bCs/>
          <w:sz w:val="20"/>
        </w:rPr>
        <w:t xml:space="preserve">Załącznika nr 3 do SWZ </w:t>
      </w:r>
      <w:r w:rsidR="008F38F2" w:rsidRPr="00585336">
        <w:rPr>
          <w:rFonts w:asciiTheme="minorHAnsi" w:hAnsiTheme="minorHAnsi" w:cstheme="minorBidi"/>
          <w:sz w:val="20"/>
        </w:rPr>
        <w:t xml:space="preserve">a formularzem systemowym Systemu Zakupowego wiążącą i podlegającą ocenie jest Oferta złożona na Formularzu Oferty wg </w:t>
      </w:r>
      <w:r w:rsidR="008F38F2" w:rsidRPr="00585336">
        <w:rPr>
          <w:rFonts w:asciiTheme="minorHAnsi" w:hAnsiTheme="minorHAnsi" w:cstheme="minorBidi"/>
          <w:b/>
          <w:bCs/>
          <w:sz w:val="20"/>
        </w:rPr>
        <w:t>Załącznika nr 3 do SWZ</w:t>
      </w:r>
      <w:r w:rsidR="008F38F2" w:rsidRPr="00585336">
        <w:rPr>
          <w:rFonts w:asciiTheme="minorHAnsi" w:hAnsiTheme="minorHAnsi" w:cstheme="minorBidi"/>
          <w:sz w:val="20"/>
        </w:rPr>
        <w:t xml:space="preserve">. Wypełnienie wyłącznie formularza systemowego Systemu Zakupowego nie stanowi skutecznego złożenia oferty. Wymaga się złożenia </w:t>
      </w:r>
      <w:r w:rsidR="00C00A46">
        <w:rPr>
          <w:rFonts w:asciiTheme="minorHAnsi" w:hAnsiTheme="minorHAnsi" w:cstheme="minorBidi"/>
          <w:sz w:val="20"/>
        </w:rPr>
        <w:t>oferty zgodnie z pkt.6.3. SWZ.</w:t>
      </w:r>
    </w:p>
    <w:p w14:paraId="22D6F638" w14:textId="06276933" w:rsidR="008F38F2" w:rsidRPr="00C62503" w:rsidRDefault="008F38F2" w:rsidP="008F38F2">
      <w:pPr>
        <w:numPr>
          <w:ilvl w:val="1"/>
          <w:numId w:val="10"/>
        </w:numPr>
        <w:spacing w:before="120" w:after="120" w:line="24" w:lineRule="atLeast"/>
        <w:ind w:left="567" w:hanging="567"/>
        <w:jc w:val="both"/>
        <w:rPr>
          <w:b/>
          <w:bCs/>
          <w:sz w:val="20"/>
        </w:rPr>
      </w:pPr>
      <w:r w:rsidRPr="00C62503">
        <w:rPr>
          <w:b/>
          <w:bCs/>
          <w:sz w:val="20"/>
        </w:rPr>
        <w:t>Przekazanie oferty za pośrednictwem poczty elektronicznej, będzie skutkowało odrzuceniem oferty z postępowania na podstawie pkt  9.5.1 lit. m Procedury.</w:t>
      </w:r>
    </w:p>
    <w:p w14:paraId="29116160" w14:textId="1C72ED2A" w:rsidR="006F317F" w:rsidRPr="006F317F" w:rsidRDefault="006F317F" w:rsidP="006F317F">
      <w:pPr>
        <w:numPr>
          <w:ilvl w:val="1"/>
          <w:numId w:val="10"/>
        </w:numPr>
        <w:spacing w:before="120" w:after="120" w:line="24" w:lineRule="atLeast"/>
        <w:ind w:left="567" w:hanging="567"/>
        <w:jc w:val="both"/>
        <w:outlineLvl w:val="0"/>
        <w:rPr>
          <w:bCs/>
          <w:sz w:val="20"/>
        </w:rPr>
      </w:pPr>
      <w:r w:rsidRPr="006F317F">
        <w:rPr>
          <w:bCs/>
          <w:sz w:val="20"/>
        </w:rPr>
        <w:t xml:space="preserve">Formularz Oferty składany przez System Zakupowy musi umożliwiać Zamawiającemu zapoznanie się z jego treścią niezwłocznie po upływie terminu składania ofert. Nie dopuszcza się składania zaszyfrowanego Formularza Oferty i przekazywania Zamawiającemu po upływie terminu składania ofert hasła do jego otwarcia. </w:t>
      </w:r>
      <w:r w:rsidRPr="00C00A46">
        <w:rPr>
          <w:b/>
          <w:bCs/>
          <w:sz w:val="20"/>
        </w:rPr>
        <w:t>Będzie to skutkowało odrzuceniem oferty z postępowania zakupowego na podstawie pkt  9.5.1 lit. m Procedury</w:t>
      </w:r>
      <w:r w:rsidRPr="006F317F">
        <w:rPr>
          <w:bCs/>
          <w:sz w:val="20"/>
        </w:rPr>
        <w:t>.</w:t>
      </w:r>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p>
    <w:p w14:paraId="2B7F6CA5" w14:textId="77777777"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33" w:name="_Toc193111783"/>
      <w:r w:rsidRPr="00C62503">
        <w:lastRenderedPageBreak/>
        <w:t>WYJAŚNIENIA I MODYFIKACJA OGŁOSZENIA O ZAKUPIE I SWZ</w:t>
      </w:r>
      <w:bookmarkEnd w:id="33"/>
    </w:p>
    <w:p w14:paraId="1EF9DDA2" w14:textId="77777777" w:rsidR="008F38F2" w:rsidRPr="00C62503" w:rsidRDefault="008F38F2" w:rsidP="008F38F2">
      <w:pPr>
        <w:numPr>
          <w:ilvl w:val="1"/>
          <w:numId w:val="11"/>
        </w:numPr>
        <w:spacing w:before="120" w:after="0" w:line="24" w:lineRule="atLeast"/>
        <w:jc w:val="both"/>
        <w:outlineLvl w:val="0"/>
        <w:rPr>
          <w:sz w:val="20"/>
        </w:rPr>
      </w:pPr>
      <w:bookmarkStart w:id="34" w:name="_Toc193111784"/>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34"/>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35"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35"/>
    </w:p>
    <w:p w14:paraId="26992A09" w14:textId="77777777" w:rsidR="008F38F2" w:rsidRPr="00C62503" w:rsidRDefault="008F38F2" w:rsidP="008F38F2">
      <w:pPr>
        <w:numPr>
          <w:ilvl w:val="1"/>
          <w:numId w:val="11"/>
        </w:numPr>
        <w:spacing w:before="120" w:after="0" w:line="24" w:lineRule="atLeast"/>
        <w:jc w:val="both"/>
        <w:outlineLvl w:val="0"/>
        <w:rPr>
          <w:sz w:val="20"/>
        </w:rPr>
      </w:pPr>
      <w:bookmarkStart w:id="36" w:name="_Toc193111786"/>
      <w:r w:rsidRPr="00C62503">
        <w:rPr>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36"/>
    </w:p>
    <w:p w14:paraId="5CEE6EF7" w14:textId="77777777" w:rsidR="008F38F2" w:rsidRPr="00C62503" w:rsidRDefault="008F38F2" w:rsidP="008F38F2">
      <w:pPr>
        <w:numPr>
          <w:ilvl w:val="1"/>
          <w:numId w:val="11"/>
        </w:numPr>
        <w:spacing w:before="120" w:after="120"/>
        <w:jc w:val="both"/>
        <w:outlineLvl w:val="0"/>
        <w:rPr>
          <w:sz w:val="20"/>
        </w:rPr>
      </w:pPr>
      <w:bookmarkStart w:id="37" w:name="_Toc193111787"/>
      <w:r w:rsidRPr="00C62503">
        <w:rPr>
          <w:sz w:val="20"/>
        </w:rPr>
        <w:t>Zamawiający może dokonywać w toku postępowania modyfikacji treści SWZ. Informację o zmianie Zamawiający przekaże Wykonawcom za pośrednictwem Systemu Zakupowego i będzie ona dla Wykonawców wiążąca.</w:t>
      </w:r>
      <w:bookmarkEnd w:id="37"/>
    </w:p>
    <w:p w14:paraId="4223CF73" w14:textId="77777777" w:rsidR="008F38F2" w:rsidRPr="00C62503" w:rsidRDefault="008F38F2" w:rsidP="008F38F2">
      <w:pPr>
        <w:pStyle w:val="Nagwek1"/>
        <w:numPr>
          <w:ilvl w:val="0"/>
          <w:numId w:val="12"/>
        </w:numPr>
      </w:pPr>
      <w:bookmarkStart w:id="38" w:name="_Toc193111788"/>
      <w:r w:rsidRPr="00C62503">
        <w:t>OPIS SPOSOBU OBLICZANIA CENY</w:t>
      </w:r>
      <w:bookmarkEnd w:id="38"/>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44A578A1"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Pr="00C62503">
        <w:rPr>
          <w:rFonts w:asciiTheme="minorHAnsi" w:hAnsiTheme="minorHAnsi" w:cstheme="minorBidi"/>
          <w:b/>
          <w:bCs/>
          <w:sz w:val="20"/>
        </w:rPr>
        <w:t xml:space="preserve">Załącznik nr </w:t>
      </w:r>
      <w:r w:rsidR="00C00A46">
        <w:rPr>
          <w:rFonts w:asciiTheme="minorHAnsi" w:hAnsiTheme="minorHAnsi" w:cstheme="minorBidi"/>
          <w:b/>
          <w:bCs/>
          <w:sz w:val="20"/>
        </w:rPr>
        <w:t>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Zakupu w Formularzu Oferty, stanowiącym Załącznik nr 3 do SWZ oraz w ustrukturyzowanym formularzu ofertowym Systemu Zakupowego. </w:t>
      </w:r>
    </w:p>
    <w:p w14:paraId="15B67F1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77777777"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Jeżeli została złożona Oferta, której wybór prowadziłby do powstania u Zamawiającego obowiązku podatkowego zgodnie z ustawą z dnia 11 marca 2004 r. o podatku od towarów i usług (Dz. U. z 2018 r. poz. 2174, z późn. zm.15), dla celów zastosowania kryterium ceny lub kosztu Zamawiający dolicza do przedstawionej w tej ofercie ceny kwotę podatku od towarów i usług, którą miałby obowiązek rozliczyć.</w:t>
      </w:r>
    </w:p>
    <w:p w14:paraId="47F1E547" w14:textId="77777777" w:rsidR="008F38F2" w:rsidRPr="00C62503" w:rsidRDefault="008F38F2" w:rsidP="008F38F2">
      <w:pPr>
        <w:pStyle w:val="Nagwek1"/>
        <w:numPr>
          <w:ilvl w:val="0"/>
          <w:numId w:val="13"/>
        </w:numPr>
      </w:pPr>
      <w:bookmarkStart w:id="39" w:name="_Toc193111789"/>
      <w:r w:rsidRPr="00C62503">
        <w:lastRenderedPageBreak/>
        <w:t>SPOSÓB POROZUMIEWANIA SIĘ Z WYKONAWCAMI</w:t>
      </w:r>
      <w:bookmarkEnd w:id="39"/>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Za pośrednictwem Systemu Zakupowego (</w:t>
      </w:r>
      <w:hyperlink r:id="rId19" w:history="1">
        <w:r w:rsidRPr="00C62503">
          <w:rPr>
            <w:rStyle w:val="Hipercze"/>
          </w:rPr>
          <w:t>https://swpp2.gkpge.pl</w:t>
        </w:r>
      </w:hyperlink>
      <w:r w:rsidRPr="00C62503">
        <w:rPr>
          <w:sz w:val="20"/>
        </w:rPr>
        <w:t>) lub</w:t>
      </w:r>
    </w:p>
    <w:p w14:paraId="2E0A5C8C"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Osobą uprawnioną do porozumiewania się z Wykonawcami jest:</w:t>
      </w:r>
    </w:p>
    <w:p w14:paraId="42F5368E" w14:textId="2B8447D7" w:rsidR="00C00A46" w:rsidRPr="00C00A46" w:rsidRDefault="00E13A35" w:rsidP="00C00A46">
      <w:pPr>
        <w:pStyle w:val="Akapitzlist"/>
        <w:numPr>
          <w:ilvl w:val="2"/>
          <w:numId w:val="13"/>
        </w:numPr>
        <w:spacing w:before="120" w:after="0" w:line="24" w:lineRule="atLeast"/>
        <w:ind w:left="1276" w:hanging="709"/>
        <w:jc w:val="both"/>
        <w:rPr>
          <w:b/>
          <w:sz w:val="20"/>
        </w:rPr>
      </w:pPr>
      <w:bookmarkStart w:id="40" w:name="_Toc354752464"/>
      <w:bookmarkStart w:id="41" w:name="_Toc516566389"/>
      <w:bookmarkStart w:id="42" w:name="_Toc516581659"/>
      <w:bookmarkStart w:id="43" w:name="_Toc516734844"/>
      <w:bookmarkStart w:id="44" w:name="_Toc516738874"/>
      <w:r>
        <w:rPr>
          <w:b/>
          <w:sz w:val="20"/>
        </w:rPr>
        <w:t>Izabela Kaczorowska-Jakubowska</w:t>
      </w:r>
      <w:r w:rsidR="00C00A46" w:rsidRPr="00AE7D37">
        <w:rPr>
          <w:b/>
          <w:sz w:val="20"/>
        </w:rPr>
        <w:t xml:space="preserve">, Wydział Zamówień Oddziału Łódź PGE Dystrybucja S.A., tel.: 042 675 </w:t>
      </w:r>
      <w:r>
        <w:rPr>
          <w:b/>
          <w:sz w:val="20"/>
        </w:rPr>
        <w:t>17 48</w:t>
      </w:r>
      <w:r w:rsidR="00C00A46" w:rsidRPr="00AE7D37">
        <w:rPr>
          <w:b/>
          <w:sz w:val="20"/>
        </w:rPr>
        <w:t xml:space="preserve"> (w godz. 8:00-14:00),</w:t>
      </w:r>
      <w:r w:rsidR="00C00A46" w:rsidRPr="00C00A46">
        <w:rPr>
          <w:b/>
          <w:sz w:val="20"/>
        </w:rPr>
        <w:t xml:space="preserve"> </w:t>
      </w:r>
      <w:r w:rsidR="00C00A46" w:rsidRPr="00C00A46">
        <w:rPr>
          <w:b/>
          <w:sz w:val="20"/>
        </w:rPr>
        <w:br/>
        <w:t xml:space="preserve">e-mail: </w:t>
      </w:r>
      <w:bookmarkEnd w:id="40"/>
      <w:r>
        <w:rPr>
          <w:b/>
          <w:sz w:val="20"/>
        </w:rPr>
        <w:t>Izabela.Kaczorowska-Jakubowska</w:t>
      </w:r>
      <w:r w:rsidR="00C00A46" w:rsidRPr="00C00A46">
        <w:rPr>
          <w:b/>
          <w:sz w:val="20"/>
        </w:rPr>
        <w:t xml:space="preserve">@pgedystrybucja.pl </w:t>
      </w:r>
    </w:p>
    <w:p w14:paraId="6C3CE198" w14:textId="1B649ACD" w:rsidR="008F38F2" w:rsidRPr="00D8469A" w:rsidRDefault="00C00A46" w:rsidP="00C00A46">
      <w:pPr>
        <w:pStyle w:val="Akapitzlist"/>
        <w:spacing w:before="120" w:after="0" w:line="24" w:lineRule="atLeast"/>
        <w:ind w:left="1276"/>
        <w:jc w:val="both"/>
        <w:rPr>
          <w:sz w:val="20"/>
          <w:lang w:val="en-GB"/>
        </w:rPr>
      </w:pPr>
      <w:r w:rsidRPr="00AE7D37">
        <w:rPr>
          <w:sz w:val="20"/>
        </w:rPr>
        <w:t>dodatkowo:</w:t>
      </w:r>
      <w:r w:rsidRPr="00AE7D37">
        <w:rPr>
          <w:b/>
          <w:sz w:val="20"/>
        </w:rPr>
        <w:t xml:space="preserve"> </w:t>
      </w:r>
      <w:bookmarkEnd w:id="41"/>
      <w:bookmarkEnd w:id="42"/>
      <w:bookmarkEnd w:id="43"/>
      <w:bookmarkEnd w:id="44"/>
      <w:r w:rsidR="009C369A">
        <w:rPr>
          <w:b/>
          <w:sz w:val="20"/>
        </w:rPr>
        <w:t>Magdalena Goc-Moszyńska</w:t>
      </w:r>
      <w:r w:rsidRPr="00AE7D37">
        <w:rPr>
          <w:b/>
          <w:sz w:val="20"/>
        </w:rPr>
        <w:t xml:space="preserve"> tel. 042 675 </w:t>
      </w:r>
      <w:r w:rsidR="009C369A">
        <w:rPr>
          <w:b/>
          <w:sz w:val="20"/>
        </w:rPr>
        <w:t>22 04</w:t>
      </w:r>
      <w:r w:rsidRPr="00AE7D37">
        <w:rPr>
          <w:b/>
          <w:sz w:val="20"/>
        </w:rPr>
        <w:t xml:space="preserve"> (w godz. </w:t>
      </w:r>
      <w:r w:rsidRPr="00D8469A">
        <w:rPr>
          <w:b/>
          <w:sz w:val="20"/>
          <w:lang w:val="en-GB"/>
        </w:rPr>
        <w:t xml:space="preserve">8:00-14:00) </w:t>
      </w:r>
      <w:r w:rsidRPr="00D8469A">
        <w:rPr>
          <w:b/>
          <w:sz w:val="20"/>
          <w:lang w:val="en-GB"/>
        </w:rPr>
        <w:br/>
        <w:t xml:space="preserve">e-mail: </w:t>
      </w:r>
      <w:hyperlink r:id="rId20" w:history="1">
        <w:r w:rsidR="009C369A" w:rsidRPr="004A62EC">
          <w:rPr>
            <w:rStyle w:val="Hipercze"/>
            <w:b/>
            <w:lang w:val="en-GB"/>
          </w:rPr>
          <w:t>Magdalena Goc-Moszynska@pgedystrybucja.pl</w:t>
        </w:r>
      </w:hyperlink>
    </w:p>
    <w:p w14:paraId="76A76DCA"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0A15BF">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45" w:name="_Toc193111790"/>
      <w:r w:rsidRPr="00C62503">
        <w:t>MIEJSCE ORAZ TERMIN SKŁADANIA  OFERT</w:t>
      </w:r>
      <w:bookmarkEnd w:id="45"/>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1" w:history="1">
        <w:r w:rsidRPr="00C62503">
          <w:rPr>
            <w:rStyle w:val="Hipercze"/>
          </w:rPr>
          <w:t>https://swpp2.gkpge.pl</w:t>
        </w:r>
      </w:hyperlink>
      <w:r w:rsidRPr="00C62503">
        <w:rPr>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0B54A720"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dniu opublikowania postępowania termin składania ofert został wyznaczony do dnia </w:t>
      </w:r>
      <w:r w:rsidR="007D026A">
        <w:rPr>
          <w:b/>
          <w:sz w:val="20"/>
        </w:rPr>
        <w:t>05.12</w:t>
      </w:r>
      <w:r w:rsidR="00C00A46" w:rsidRPr="00C00A46">
        <w:rPr>
          <w:b/>
          <w:sz w:val="20"/>
        </w:rPr>
        <w:t>.2025 r. do godz. 09:00</w:t>
      </w:r>
      <w:r w:rsidRPr="00C62503">
        <w:rPr>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przypadku dokonywania zmian terminu aktualny termin składania ofert będzie podany 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C62503">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5BD0DD0D"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Zamawiający nie przewiduje publicznego otwarcia ofert.</w:t>
      </w:r>
    </w:p>
    <w:p w14:paraId="76BD2ECF" w14:textId="77777777" w:rsidR="008F38F2" w:rsidRPr="00C62503" w:rsidRDefault="008F38F2" w:rsidP="008F38F2">
      <w:pPr>
        <w:pStyle w:val="Nagwek1"/>
        <w:numPr>
          <w:ilvl w:val="0"/>
          <w:numId w:val="15"/>
        </w:numPr>
      </w:pPr>
      <w:bookmarkStart w:id="46" w:name="_Toc193111791"/>
      <w:r w:rsidRPr="00C62503">
        <w:t>TERMIN ZWIĄZANIA OFERTĄ</w:t>
      </w:r>
      <w:bookmarkEnd w:id="46"/>
    </w:p>
    <w:p w14:paraId="52B9BB67" w14:textId="09B41091"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Termin związania ofertą wynosi </w:t>
      </w:r>
      <w:r w:rsidR="00C00A46" w:rsidRPr="00C00A46">
        <w:rPr>
          <w:b/>
          <w:sz w:val="20"/>
        </w:rPr>
        <w:t>45</w:t>
      </w:r>
      <w:r w:rsidRPr="00C00A46">
        <w:rPr>
          <w:b/>
          <w:sz w:val="20"/>
        </w:rPr>
        <w:t xml:space="preserve"> dni</w:t>
      </w:r>
      <w:r w:rsidRPr="00C62503">
        <w:rPr>
          <w:sz w:val="20"/>
        </w:rPr>
        <w:t xml:space="preserve"> licząc od daty upływu terminu składania ofert.</w:t>
      </w:r>
    </w:p>
    <w:p w14:paraId="3A57302A" w14:textId="77777777"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ofertą okaże się niewystarczający, Zamawiający zwróci się do Wykonawców o wyrażenie zgody na jego przedłużenie. </w:t>
      </w:r>
    </w:p>
    <w:p w14:paraId="3DDF9B9E" w14:textId="7777777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47" w:name="_Toc193111792"/>
      <w:r w:rsidRPr="00C62503">
        <w:lastRenderedPageBreak/>
        <w:t>INFORMACJE DOTYCZĄCE OCENY OFERT</w:t>
      </w:r>
      <w:bookmarkEnd w:id="47"/>
      <w:r w:rsidRPr="00C62503">
        <w:t xml:space="preserve"> </w:t>
      </w:r>
    </w:p>
    <w:p w14:paraId="61234835" w14:textId="425CDE05"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Z zastrzeżeniem postanowień pkt. 1.3.6. oraz 1.3.7 SWZ, Zamawiający uzna za najkorzystniejszą Ofertę, która nie podlega odrzuceniu i zawiera najniższą cenę - kryterium oceny ofert: cena netto</w:t>
      </w:r>
      <w:r w:rsidR="00C00A46">
        <w:rPr>
          <w:sz w:val="20"/>
        </w:rPr>
        <w:t xml:space="preserve"> (waga 100%).</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C62503" w:rsidRDefault="008F38F2" w:rsidP="008F38F2">
      <w:pPr>
        <w:pStyle w:val="Nagwek1"/>
        <w:numPr>
          <w:ilvl w:val="0"/>
          <w:numId w:val="28"/>
        </w:numPr>
      </w:pPr>
      <w:bookmarkStart w:id="48" w:name="_Toc193111793"/>
      <w:r w:rsidRPr="00C62503">
        <w:t>ZABEZPIECZENIE NALEŻYTEGO WYKONANIA UMOWY</w:t>
      </w:r>
      <w:bookmarkEnd w:id="48"/>
    </w:p>
    <w:p w14:paraId="3303ADEB" w14:textId="24B1EE7B" w:rsidR="00244FCA" w:rsidRDefault="008F38F2" w:rsidP="00CE336E">
      <w:pPr>
        <w:pStyle w:val="Akapitzlist"/>
        <w:numPr>
          <w:ilvl w:val="1"/>
          <w:numId w:val="18"/>
        </w:numPr>
        <w:spacing w:before="120" w:after="120" w:line="24" w:lineRule="atLeast"/>
        <w:ind w:left="709" w:hanging="709"/>
        <w:contextualSpacing w:val="0"/>
        <w:jc w:val="both"/>
        <w:rPr>
          <w:sz w:val="20"/>
        </w:rPr>
      </w:pPr>
      <w:r w:rsidRPr="00F72B73">
        <w:rPr>
          <w:sz w:val="20"/>
        </w:rPr>
        <w:t xml:space="preserve">Zamawiający </w:t>
      </w:r>
      <w:r w:rsidRPr="00F72B73">
        <w:rPr>
          <w:b/>
          <w:sz w:val="20"/>
        </w:rPr>
        <w:t>wymaga</w:t>
      </w:r>
      <w:r w:rsidRPr="00F72B73">
        <w:rPr>
          <w:sz w:val="20"/>
        </w:rPr>
        <w:t xml:space="preserve"> wniesienia zabezpieczenia należytego wykonania umowy </w:t>
      </w:r>
      <w:r w:rsidR="00F72B73" w:rsidRPr="00F72B73">
        <w:rPr>
          <w:b/>
          <w:sz w:val="20"/>
        </w:rPr>
        <w:t>w zakresie części 3</w:t>
      </w:r>
      <w:r w:rsidR="00F63962">
        <w:rPr>
          <w:b/>
          <w:sz w:val="20"/>
        </w:rPr>
        <w:t>, 4</w:t>
      </w:r>
      <w:r w:rsidR="00665976">
        <w:rPr>
          <w:b/>
          <w:sz w:val="20"/>
        </w:rPr>
        <w:t xml:space="preserve"> </w:t>
      </w:r>
      <w:r w:rsidRPr="00F72B73">
        <w:rPr>
          <w:sz w:val="20"/>
        </w:rPr>
        <w:t>w wysokości</w:t>
      </w:r>
    </w:p>
    <w:p w14:paraId="1E836F51" w14:textId="3AA41E63" w:rsidR="00244FCA" w:rsidRDefault="00F72B73" w:rsidP="00A27180">
      <w:pPr>
        <w:pStyle w:val="Akapitzlist"/>
        <w:numPr>
          <w:ilvl w:val="0"/>
          <w:numId w:val="30"/>
        </w:numPr>
        <w:spacing w:before="120" w:after="120" w:line="24" w:lineRule="atLeast"/>
        <w:contextualSpacing w:val="0"/>
        <w:jc w:val="both"/>
        <w:rPr>
          <w:bCs/>
          <w:sz w:val="20"/>
        </w:rPr>
      </w:pPr>
      <w:r w:rsidRPr="00F72B73">
        <w:rPr>
          <w:b/>
          <w:bCs/>
          <w:sz w:val="20"/>
        </w:rPr>
        <w:t xml:space="preserve">dla części </w:t>
      </w:r>
      <w:r w:rsidR="00FC16F5">
        <w:rPr>
          <w:b/>
          <w:bCs/>
          <w:sz w:val="20"/>
        </w:rPr>
        <w:t xml:space="preserve">3 </w:t>
      </w:r>
      <w:r w:rsidR="00244FCA">
        <w:rPr>
          <w:b/>
          <w:bCs/>
          <w:sz w:val="20"/>
        </w:rPr>
        <w:t xml:space="preserve">: </w:t>
      </w:r>
      <w:r w:rsidR="00665976">
        <w:rPr>
          <w:b/>
          <w:bCs/>
          <w:sz w:val="20"/>
        </w:rPr>
        <w:t>1</w:t>
      </w:r>
      <w:r w:rsidR="00244FCA" w:rsidRPr="00244FCA">
        <w:rPr>
          <w:b/>
          <w:bCs/>
          <w:sz w:val="20"/>
        </w:rPr>
        <w:t>% całkowitej ceny ofertowej brutto wynikającej z Umowy dla przedmiotowej części.</w:t>
      </w:r>
    </w:p>
    <w:p w14:paraId="21B7B98F" w14:textId="452E8505" w:rsidR="008F38F2" w:rsidRPr="00F72B73" w:rsidRDefault="00F72B73" w:rsidP="00A27180">
      <w:pPr>
        <w:pStyle w:val="Akapitzlist"/>
        <w:numPr>
          <w:ilvl w:val="0"/>
          <w:numId w:val="30"/>
        </w:numPr>
        <w:spacing w:before="120" w:after="120" w:line="24" w:lineRule="atLeast"/>
        <w:contextualSpacing w:val="0"/>
        <w:jc w:val="both"/>
        <w:rPr>
          <w:sz w:val="20"/>
        </w:rPr>
      </w:pPr>
      <w:r w:rsidRPr="00F72B73">
        <w:rPr>
          <w:b/>
          <w:bCs/>
          <w:sz w:val="20"/>
        </w:rPr>
        <w:t xml:space="preserve">dla części </w:t>
      </w:r>
      <w:r w:rsidR="00FC16F5">
        <w:rPr>
          <w:b/>
          <w:bCs/>
          <w:sz w:val="20"/>
        </w:rPr>
        <w:t>4</w:t>
      </w:r>
      <w:r w:rsidR="00244FCA">
        <w:rPr>
          <w:b/>
          <w:bCs/>
          <w:sz w:val="20"/>
        </w:rPr>
        <w:t xml:space="preserve">: </w:t>
      </w:r>
      <w:r w:rsidR="005F3D03">
        <w:rPr>
          <w:b/>
          <w:bCs/>
          <w:sz w:val="20"/>
        </w:rPr>
        <w:t>1</w:t>
      </w:r>
      <w:r w:rsidR="00244FCA" w:rsidRPr="00244FCA">
        <w:rPr>
          <w:b/>
          <w:bCs/>
          <w:sz w:val="20"/>
        </w:rPr>
        <w:t xml:space="preserve">% </w:t>
      </w:r>
      <w:r w:rsidR="008F38F2" w:rsidRPr="00F72B73">
        <w:rPr>
          <w:b/>
          <w:bCs/>
          <w:sz w:val="20"/>
        </w:rPr>
        <w:t>całkowitej ceny ofertowej brutto wynikające</w:t>
      </w:r>
      <w:r w:rsidRPr="00F72B73">
        <w:rPr>
          <w:b/>
          <w:bCs/>
          <w:sz w:val="20"/>
        </w:rPr>
        <w:t>j</w:t>
      </w:r>
      <w:r w:rsidR="008F38F2" w:rsidRPr="00F72B73">
        <w:rPr>
          <w:b/>
          <w:bCs/>
          <w:sz w:val="20"/>
        </w:rPr>
        <w:t xml:space="preserve"> z Umowy</w:t>
      </w:r>
      <w:r w:rsidRPr="00F72B73">
        <w:rPr>
          <w:b/>
          <w:bCs/>
          <w:sz w:val="20"/>
        </w:rPr>
        <w:t xml:space="preserve"> dla przedmiotowej części</w:t>
      </w:r>
      <w:r w:rsidR="008F38F2" w:rsidRPr="00F72B73">
        <w:rPr>
          <w:sz w:val="20"/>
        </w:rPr>
        <w:t xml:space="preserve">. </w:t>
      </w:r>
    </w:p>
    <w:p w14:paraId="20567765" w14:textId="77777777" w:rsidR="008F38F2" w:rsidRPr="00C62503" w:rsidRDefault="008F38F2" w:rsidP="00CE336E">
      <w:pPr>
        <w:numPr>
          <w:ilvl w:val="1"/>
          <w:numId w:val="18"/>
        </w:numPr>
        <w:autoSpaceDE w:val="0"/>
        <w:autoSpaceDN w:val="0"/>
        <w:spacing w:before="120" w:after="120"/>
        <w:ind w:left="709" w:hanging="709"/>
        <w:jc w:val="both"/>
        <w:rPr>
          <w:sz w:val="20"/>
        </w:rPr>
      </w:pPr>
      <w:r w:rsidRPr="00C62503">
        <w:rPr>
          <w:sz w:val="20"/>
        </w:rPr>
        <w:t xml:space="preserve">Zabezpieczenie musi być wniesione w całości przed podpisaniem Umowy. </w:t>
      </w:r>
    </w:p>
    <w:p w14:paraId="302F2C5E" w14:textId="2995F3F0"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 xml:space="preserve">Zabezpieczenie może być wniesione w formie pieniężnej (przelewem na rachunek bankowy Zamawiającego: </w:t>
      </w:r>
      <w:r w:rsidR="00F72B73" w:rsidRPr="00F72B73">
        <w:rPr>
          <w:b/>
          <w:sz w:val="20"/>
        </w:rPr>
        <w:t>67 1240 6292 1111 0010 3590 3036</w:t>
      </w:r>
      <w:r w:rsidRPr="00C62503">
        <w:rPr>
          <w:sz w:val="20"/>
        </w:rPr>
        <w:t>), w poręczeniach bankowych, w gwarancjach bankowych lub w gwarancjach ubezpieczeniowych.</w:t>
      </w:r>
    </w:p>
    <w:p w14:paraId="1CC5E15A"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6E62ECF2"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W przypadku Konsorcjum, zabezpieczenie należytego wykonania umowy może być wniesione przez dowolnego członka/członków Konsorcjum. Z dokumentu powinno wynikać, w imieniu których Wykonawców zabezpieczenie jest wnoszone.</w:t>
      </w:r>
    </w:p>
    <w:p w14:paraId="6428E30B" w14:textId="71A1FB83"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Sposób wniesienia zabezpieczenia należytego wykonania umowy oraz zasady zwrotu zabezpieczenia określa Procedura Zakupów PGE Dystrybucja S.A. oraz Projekt Umowy stanowiący</w:t>
      </w:r>
      <w:r w:rsidRPr="00C62503">
        <w:rPr>
          <w:b/>
          <w:bCs/>
          <w:sz w:val="20"/>
        </w:rPr>
        <w:t xml:space="preserve"> Załącznik nr </w:t>
      </w:r>
      <w:r w:rsidR="00507BFD">
        <w:rPr>
          <w:b/>
          <w:bCs/>
          <w:sz w:val="20"/>
        </w:rPr>
        <w:t>5</w:t>
      </w:r>
      <w:r w:rsidRPr="00C62503">
        <w:rPr>
          <w:b/>
          <w:bCs/>
          <w:sz w:val="20"/>
        </w:rPr>
        <w:t xml:space="preserve"> do SWZ</w:t>
      </w:r>
      <w:r w:rsidRPr="000A15BF">
        <w:rPr>
          <w:bCs/>
          <w:sz w:val="20"/>
        </w:rPr>
        <w:t>.</w:t>
      </w:r>
    </w:p>
    <w:p w14:paraId="0F9B02D4" w14:textId="77777777" w:rsidR="008F38F2" w:rsidRPr="00C62503" w:rsidRDefault="008F38F2" w:rsidP="008F38F2">
      <w:pPr>
        <w:pStyle w:val="Nagwek1"/>
        <w:numPr>
          <w:ilvl w:val="0"/>
          <w:numId w:val="22"/>
        </w:numPr>
      </w:pPr>
      <w:bookmarkStart w:id="49" w:name="_Toc193111794"/>
      <w:r w:rsidRPr="00C62503">
        <w:t>INFORMACJE DOTYCZĄCE ZAWARCIA UMOWY</w:t>
      </w:r>
      <w:bookmarkEnd w:id="49"/>
    </w:p>
    <w:p w14:paraId="48C82CB9" w14:textId="4E0E2C06" w:rsidR="008F38F2" w:rsidRPr="00C62503" w:rsidRDefault="008F38F2" w:rsidP="00CE336E">
      <w:pPr>
        <w:pStyle w:val="Akapitzlist"/>
        <w:numPr>
          <w:ilvl w:val="1"/>
          <w:numId w:val="22"/>
        </w:numPr>
        <w:spacing w:after="0"/>
        <w:ind w:left="709" w:hanging="709"/>
        <w:jc w:val="both"/>
        <w:rPr>
          <w:sz w:val="20"/>
        </w:rPr>
      </w:pPr>
      <w:r w:rsidRPr="00C62503">
        <w:rPr>
          <w:sz w:val="20"/>
        </w:rPr>
        <w:t>Z Wykonawcą, którego Oferta zostanie uznana za najkorzystniejszą na podstawie kryteriów oceny ofert, Zamawiający podpisze Umowę według wzoru określonego w </w:t>
      </w:r>
      <w:r w:rsidRPr="00C62503">
        <w:rPr>
          <w:b/>
          <w:bCs/>
          <w:sz w:val="20"/>
        </w:rPr>
        <w:t xml:space="preserve">Załączniku nr </w:t>
      </w:r>
      <w:r w:rsidR="00507BFD">
        <w:rPr>
          <w:b/>
          <w:bCs/>
          <w:sz w:val="20"/>
        </w:rPr>
        <w:t>5</w:t>
      </w:r>
      <w:r w:rsidRPr="00C62503">
        <w:rPr>
          <w:b/>
          <w:bCs/>
          <w:sz w:val="20"/>
        </w:rPr>
        <w:t xml:space="preserve"> do SWZ</w:t>
      </w:r>
      <w:r w:rsidRPr="00C62503">
        <w:rPr>
          <w:sz w:val="20"/>
        </w:rPr>
        <w:t>, na warunkach określonych w niniejszym Postępowaniu.</w:t>
      </w:r>
    </w:p>
    <w:p w14:paraId="42688767" w14:textId="693E99B6"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Umowa, której projekt stanowi </w:t>
      </w:r>
      <w:r w:rsidRPr="00C62503">
        <w:rPr>
          <w:b/>
          <w:bCs/>
          <w:sz w:val="20"/>
        </w:rPr>
        <w:t xml:space="preserve">Załącznik nr </w:t>
      </w:r>
      <w:r w:rsidR="00507BFD">
        <w:rPr>
          <w:b/>
          <w:bCs/>
          <w:sz w:val="20"/>
        </w:rPr>
        <w:t>5</w:t>
      </w:r>
      <w:r w:rsidRPr="00C62503">
        <w:rPr>
          <w:b/>
          <w:bCs/>
          <w:sz w:val="20"/>
        </w:rPr>
        <w:t xml:space="preserve"> do SWZ</w:t>
      </w:r>
      <w:r w:rsidRPr="00C62503">
        <w:rPr>
          <w:sz w:val="20"/>
        </w:rPr>
        <w:t>, wymaga, pod rygorem nieważności, zachowania formy pisemnej.</w:t>
      </w:r>
    </w:p>
    <w:p w14:paraId="3F1F5E39"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16E8873" w14:textId="1DA52792" w:rsidR="008F38F2" w:rsidRPr="00C62503" w:rsidRDefault="008F38F2" w:rsidP="00CE336E">
      <w:pPr>
        <w:pStyle w:val="Akapitzlist"/>
        <w:numPr>
          <w:ilvl w:val="1"/>
          <w:numId w:val="22"/>
        </w:numPr>
        <w:spacing w:after="0"/>
        <w:ind w:left="709" w:hanging="709"/>
        <w:jc w:val="both"/>
        <w:rPr>
          <w:sz w:val="20"/>
        </w:rPr>
      </w:pPr>
      <w:r w:rsidRPr="00C62503">
        <w:rPr>
          <w:sz w:val="20"/>
        </w:rPr>
        <w:t>Wykonawca w ciągu 7 dni od daty ogłoszenia o wyniku postępowania w strefie publicznej Systemu SWPP2 zobowiązany jest dostarczyć Zamawiającemu niezbędne dane i dokumenty do zawarcia Umowy, w tym: szczegółowy kosztorys ofertowy oraz szczegółowy harmonogram rzeczowo</w:t>
      </w:r>
      <w:r w:rsidR="00393026">
        <w:rPr>
          <w:sz w:val="20"/>
        </w:rPr>
        <w:t xml:space="preserve"> - </w:t>
      </w:r>
      <w:r w:rsidRPr="00C62503">
        <w:rPr>
          <w:sz w:val="20"/>
        </w:rPr>
        <w:t>finansowy, które podlegać będą akceptacji przez Inspektora Nadzoru wy</w:t>
      </w:r>
      <w:r w:rsidR="00507BFD">
        <w:rPr>
          <w:sz w:val="20"/>
        </w:rPr>
        <w:t>znaczonego przez Zamawiającego.</w:t>
      </w:r>
    </w:p>
    <w:p w14:paraId="78757226"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Wykonawca zobowiązany jest podpisać Umowę w terminie nie dłuższym niż 14 dni od daty ogłoszenia o wyniku postępowania w strefie publicznej Systemu SWPP2. Niedotrzymanie </w:t>
      </w:r>
      <w:r w:rsidRPr="00C62503">
        <w:rPr>
          <w:sz w:val="20"/>
        </w:rPr>
        <w:lastRenderedPageBreak/>
        <w:t>tego terminu, potraktowane zostanie jako uchylanie się od zawarcia umowy oraz uprawnia do zatrzymania wadium.</w:t>
      </w:r>
    </w:p>
    <w:p w14:paraId="4CA91BDB" w14:textId="77777777" w:rsidR="008F38F2" w:rsidRPr="00C62503" w:rsidRDefault="008F38F2" w:rsidP="008F38F2">
      <w:pPr>
        <w:pStyle w:val="Nagwek1"/>
        <w:numPr>
          <w:ilvl w:val="0"/>
          <w:numId w:val="22"/>
        </w:numPr>
      </w:pPr>
      <w:bookmarkStart w:id="50" w:name="_Toc193111795"/>
      <w:r w:rsidRPr="00C62503">
        <w:t>DODATKOWE INFORMACJE</w:t>
      </w:r>
      <w:bookmarkEnd w:id="50"/>
    </w:p>
    <w:p w14:paraId="0E9E8ABC"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Wybór oferty najkorzystniejszej nie oznacza zaciągnięcia zobowiązania przez Zamawiającego do zawarcia Umowy z Wykonawcą.</w:t>
      </w:r>
    </w:p>
    <w:p w14:paraId="733D1088"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zastrzega sobie prawo unieważnienia postępowania</w:t>
      </w:r>
      <w:r w:rsidRPr="4D2067D5">
        <w:rPr>
          <w:rFonts w:cs="Arial"/>
          <w:sz w:val="20"/>
        </w:rPr>
        <w:t xml:space="preserve">, w tym również 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 wyznaczonym terminie ankiety w zakresie gwarancji bezpieczeństwa przetwarzania danych osobowych. </w:t>
      </w:r>
    </w:p>
    <w:p w14:paraId="6FAFCA60"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C62503" w:rsidRDefault="008F38F2" w:rsidP="008F38F2">
      <w:pPr>
        <w:pStyle w:val="Nagwek1"/>
        <w:numPr>
          <w:ilvl w:val="0"/>
          <w:numId w:val="23"/>
        </w:numPr>
      </w:pPr>
      <w:bookmarkStart w:id="51" w:name="_Toc193111796"/>
      <w:r w:rsidRPr="00C62503">
        <w:t>AUKCJA ELEKTRONICZNA/NEGOCJACJE HANDLOWE</w:t>
      </w:r>
      <w:bookmarkEnd w:id="51"/>
    </w:p>
    <w:p w14:paraId="334F886D" w14:textId="712D0553" w:rsidR="008F38F2" w:rsidRPr="00C62503" w:rsidRDefault="008F38F2" w:rsidP="00CE336E">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b/>
          <w:bCs/>
          <w:sz w:val="20"/>
        </w:rPr>
      </w:pPr>
      <w:r w:rsidRPr="00C62503">
        <w:rPr>
          <w:rFonts w:asciiTheme="minorHAnsi" w:hAnsiTheme="minorHAnsi" w:cstheme="minorBidi"/>
          <w:sz w:val="20"/>
        </w:rPr>
        <w:t xml:space="preserve">Zamawiający </w:t>
      </w:r>
      <w:r w:rsidR="00507BFD" w:rsidRPr="00507BFD">
        <w:rPr>
          <w:rFonts w:asciiTheme="minorHAnsi" w:hAnsiTheme="minorHAnsi" w:cstheme="minorBidi"/>
          <w:b/>
          <w:sz w:val="20"/>
        </w:rPr>
        <w:t>nie przewiduje</w:t>
      </w:r>
      <w:r w:rsidR="00507BFD" w:rsidRPr="00507BFD">
        <w:rPr>
          <w:rFonts w:asciiTheme="minorHAnsi" w:hAnsiTheme="minorHAnsi" w:cstheme="minorBidi"/>
          <w:sz w:val="20"/>
        </w:rPr>
        <w:t xml:space="preserve"> dokonania wyboru najkorzystniejszej Oferty z zastosowaniem aukcji elektronicznej</w:t>
      </w:r>
      <w:r w:rsidRPr="00C62503">
        <w:rPr>
          <w:rFonts w:asciiTheme="minorHAnsi" w:hAnsiTheme="minorHAnsi" w:cstheme="minorBidi"/>
          <w:sz w:val="20"/>
        </w:rPr>
        <w:t>.</w:t>
      </w:r>
    </w:p>
    <w:p w14:paraId="0C778CC6" w14:textId="29745310" w:rsidR="008F38F2" w:rsidRPr="00507BFD" w:rsidRDefault="008F38F2" w:rsidP="00003B41">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sz w:val="20"/>
        </w:rPr>
      </w:pPr>
      <w:r w:rsidRPr="00507BFD">
        <w:rPr>
          <w:rFonts w:asciiTheme="minorHAnsi" w:hAnsiTheme="minorHAnsi" w:cstheme="minorBidi"/>
          <w:sz w:val="20"/>
        </w:rPr>
        <w:t xml:space="preserve">Zamawiający </w:t>
      </w:r>
      <w:r w:rsidR="00507BFD" w:rsidRPr="00507BFD">
        <w:rPr>
          <w:rFonts w:asciiTheme="minorHAnsi" w:hAnsiTheme="minorHAnsi" w:cstheme="minorBidi"/>
          <w:b/>
          <w:sz w:val="20"/>
        </w:rPr>
        <w:t xml:space="preserve">przewiduje </w:t>
      </w:r>
      <w:r w:rsidR="00507BFD" w:rsidRPr="00507BFD">
        <w:rPr>
          <w:rFonts w:asciiTheme="minorHAnsi" w:hAnsiTheme="minorHAnsi" w:cstheme="minorBidi"/>
          <w:sz w:val="20"/>
        </w:rPr>
        <w:t>dokonanie wyboru najkorzystniejszej Oferty z zastosowaniem negocjacji handlowych, zgodnie z pkt. 9.6.3 – 9.6.5 Procedury Zakupów</w:t>
      </w:r>
      <w:r w:rsidRPr="00507BFD">
        <w:rPr>
          <w:rFonts w:asciiTheme="minorHAnsi" w:hAnsiTheme="minorHAnsi" w:cstheme="minorBidi"/>
          <w:b/>
          <w:bCs/>
          <w:sz w:val="20"/>
        </w:rPr>
        <w:t>.</w:t>
      </w:r>
    </w:p>
    <w:p w14:paraId="616039C1" w14:textId="77777777" w:rsidR="008F38F2" w:rsidRPr="008F38F2" w:rsidRDefault="008F38F2" w:rsidP="008F38F2">
      <w:pPr>
        <w:pStyle w:val="Nagwek1"/>
        <w:numPr>
          <w:ilvl w:val="0"/>
          <w:numId w:val="23"/>
        </w:numPr>
      </w:pPr>
      <w:bookmarkStart w:id="52" w:name="_Toc193111797"/>
      <w:r w:rsidRPr="008F38F2">
        <w:t>SYSTEM ZAKUPOWY</w:t>
      </w:r>
      <w:bookmarkEnd w:id="52"/>
      <w:r w:rsidRPr="008F38F2">
        <w:t xml:space="preserve"> </w:t>
      </w:r>
    </w:p>
    <w:p w14:paraId="33C1194E"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53" w:name="_Toc193111798"/>
      <w:r w:rsidRPr="00E75A49">
        <w:rPr>
          <w:rFonts w:cstheme="minorHAnsi"/>
          <w:sz w:val="20"/>
        </w:rPr>
        <w:t>Zamawiający informuje, że postępowanie zakupowe będzie prowadzone z wykorzystaniem Systemu Zakupowego.</w:t>
      </w:r>
    </w:p>
    <w:p w14:paraId="11F49F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2">
        <w:r w:rsidRPr="00E75A49">
          <w:rPr>
            <w:rStyle w:val="czeinternetowe"/>
            <w:rFonts w:cstheme="minorHAnsi"/>
            <w:color w:val="auto"/>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70A531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Wszelkie informacje dotyczące sposobu rejestracji i logowania do Systemu znajdują się pod wyżej wskazanym adresem internetowym w zakładce „Pytania i odpowiedzi/FAQ” oraz w zakładce „Regulacje i Poradniki oraz inne informacje (ogłoszenia okresowe)”, folder </w:t>
      </w:r>
      <w:r w:rsidRPr="00E75A49">
        <w:rPr>
          <w:rFonts w:cstheme="minorHAnsi"/>
          <w:sz w:val="20"/>
        </w:rPr>
        <w:lastRenderedPageBreak/>
        <w:t>„Poradniki dla użytkowników końcowych”, a także pod linkiem:  https://pgedystrybucja.pl/przetargi,  w dokumencie pn. „Szczegółowa instrukcja korzystania z Systemu Zakupowego dla Wykonawców”.</w:t>
      </w:r>
    </w:p>
    <w:p w14:paraId="0C76793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38155174"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3" w:history="1">
        <w:r w:rsidRPr="00E75A49">
          <w:rPr>
            <w:rStyle w:val="Hipercze"/>
            <w:rFonts w:cstheme="minorHAnsi"/>
          </w:rPr>
          <w:t>https://pgedystrybucja.pl/przetargi</w:t>
        </w:r>
      </w:hyperlink>
      <w:r w:rsidRPr="00E75A49">
        <w:rPr>
          <w:rFonts w:cstheme="minorHAnsi"/>
          <w:sz w:val="20"/>
        </w:rPr>
        <w:t>, w dokumen</w:t>
      </w:r>
      <w:r>
        <w:rPr>
          <w:rFonts w:cstheme="minorHAnsi"/>
          <w:sz w:val="20"/>
        </w:rPr>
        <w:t>cie</w:t>
      </w:r>
      <w:r w:rsidRPr="00E75A49">
        <w:rPr>
          <w:rFonts w:cstheme="minorHAnsi"/>
          <w:sz w:val="20"/>
        </w:rPr>
        <w:t xml:space="preserve"> „Szczegółowa instrukcja korzystania z Systemu Zakupowego dla Wykonawców”. </w:t>
      </w:r>
    </w:p>
    <w:p w14:paraId="16BF857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https://pgedystrybucja.pl/przetargi.</w:t>
      </w:r>
    </w:p>
    <w:p w14:paraId="4C6EE225"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Maksymalny rozmiar plików przesyłanych (zamieszczanych) za pośrednictwem Systemu wynosi 150 MB. Dopuszczalne rozszerzenia plików zamieszczanych w Systemie Zakupowym: xls, xlsx, doc, docx, pptx, pdf, xml, rar, zip, gif, jpg, dwg, tif, tiff, txt, rtf, jpeg, bmp ,ath, kst, png, asic, cades, xades, pades, 7z, mp4, msg, url, ods, cpg, dbf, prj, qmd, shp, odt, xlsm, ppt, html. Zaleca się wykorzystywanie plików w formacie pdf.</w:t>
      </w:r>
    </w:p>
    <w:p w14:paraId="54E671B8"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11B5C633" w14:textId="77777777" w:rsidR="00010D31" w:rsidRPr="00E75A49" w:rsidRDefault="00010D31" w:rsidP="00010D31">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Desk dla Wykonawców: </w:t>
      </w:r>
    </w:p>
    <w:p w14:paraId="0581434F"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lang w:val="en-GB"/>
        </w:rPr>
      </w:pPr>
      <w:r w:rsidRPr="00E75A49">
        <w:rPr>
          <w:b/>
          <w:sz w:val="20"/>
          <w:lang w:val="en-GB"/>
        </w:rPr>
        <w:t>Infolinia</w:t>
      </w:r>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4" w:history="1">
        <w:r w:rsidRPr="00E75A49">
          <w:rPr>
            <w:rStyle w:val="Hipercze"/>
            <w:rFonts w:cstheme="minorHAnsi"/>
            <w:lang w:val="en-GB"/>
          </w:rPr>
          <w:t>helpdesk.zakupy@gkpge.pl</w:t>
        </w:r>
      </w:hyperlink>
    </w:p>
    <w:p w14:paraId="56DB5C98"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5" w:history="1">
        <w:r w:rsidRPr="00E75A49">
          <w:rPr>
            <w:rStyle w:val="Hipercze"/>
          </w:rPr>
          <w:t>https://swpp2.gkpge.pl/app/helpdesk/form</w:t>
        </w:r>
      </w:hyperlink>
    </w:p>
    <w:p w14:paraId="387C1A52"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Help Desk Systemu Zakupowego dostępny jest codziennie od poniedziałku do piątku w godzinach 08:00 - 16:00 (z wyłączeniem dni ustawowo wolnych od pracy).</w:t>
      </w:r>
    </w:p>
    <w:p w14:paraId="0C0A933C"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https://pgedystrybucja.pl/przetargi</w:t>
      </w:r>
    </w:p>
    <w:p w14:paraId="6931A0DE" w14:textId="77777777" w:rsidR="008F38F2" w:rsidRPr="00C62503" w:rsidRDefault="008F38F2" w:rsidP="008F38F2">
      <w:pPr>
        <w:pStyle w:val="Nagwek1"/>
        <w:numPr>
          <w:ilvl w:val="0"/>
          <w:numId w:val="23"/>
        </w:numPr>
      </w:pPr>
      <w:r w:rsidRPr="00C62503">
        <w:t>ZAŁĄCZNIKI</w:t>
      </w:r>
      <w:bookmarkEnd w:id="53"/>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8D62A8">
      <w:pPr>
        <w:spacing w:before="120" w:line="24" w:lineRule="atLeast"/>
        <w:ind w:firstLine="567"/>
        <w:jc w:val="both"/>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8D62A8">
      <w:pPr>
        <w:spacing w:before="120" w:line="24" w:lineRule="atLeast"/>
        <w:ind w:left="2410" w:hanging="1843"/>
        <w:jc w:val="both"/>
        <w:rPr>
          <w:b/>
          <w:bCs/>
          <w:sz w:val="20"/>
        </w:rPr>
      </w:pPr>
      <w:r w:rsidRPr="00C62503">
        <w:rPr>
          <w:b/>
          <w:bCs/>
          <w:sz w:val="20"/>
        </w:rPr>
        <w:lastRenderedPageBreak/>
        <w:t xml:space="preserve">Załącznik nr 2 </w:t>
      </w:r>
      <w:r w:rsidRPr="00C62503">
        <w:rPr>
          <w:sz w:val="20"/>
        </w:rPr>
        <w:t>– Warunki udziału w postępowaniu oraz przesłanki wykluczenia, opis sposobu oceny, elementy składowe oferty</w:t>
      </w:r>
    </w:p>
    <w:p w14:paraId="7AEF0F36" w14:textId="77777777" w:rsidR="008F38F2" w:rsidRPr="00C62503" w:rsidRDefault="008F38F2" w:rsidP="008D62A8">
      <w:pPr>
        <w:spacing w:before="120" w:line="24" w:lineRule="atLeast"/>
        <w:ind w:firstLine="567"/>
        <w:jc w:val="both"/>
        <w:rPr>
          <w:sz w:val="20"/>
        </w:rPr>
      </w:pPr>
      <w:r w:rsidRPr="00C62503">
        <w:rPr>
          <w:b/>
          <w:bCs/>
          <w:sz w:val="20"/>
        </w:rPr>
        <w:t>Załącznik nr 3</w:t>
      </w:r>
      <w:r w:rsidRPr="00C62503">
        <w:rPr>
          <w:sz w:val="20"/>
        </w:rPr>
        <w:t xml:space="preserve"> – Formularz Oferty (wzór)</w:t>
      </w:r>
    </w:p>
    <w:p w14:paraId="40277E9B" w14:textId="77777777" w:rsidR="008F38F2" w:rsidRPr="00C62503" w:rsidRDefault="008F38F2" w:rsidP="008D62A8">
      <w:pPr>
        <w:spacing w:before="120" w:line="24" w:lineRule="atLeast"/>
        <w:ind w:left="2410" w:hanging="1843"/>
        <w:jc w:val="both"/>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(wzór)</w:t>
      </w:r>
    </w:p>
    <w:p w14:paraId="4630E10A" w14:textId="296E40A6"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5</w:t>
      </w:r>
      <w:r w:rsidRPr="00C62503">
        <w:rPr>
          <w:sz w:val="20"/>
        </w:rPr>
        <w:t xml:space="preserve"> – Projekt Umowy zakupowej</w:t>
      </w:r>
    </w:p>
    <w:p w14:paraId="5C362994" w14:textId="6CD441B0" w:rsidR="008F38F2" w:rsidRPr="00C62503" w:rsidRDefault="008F38F2" w:rsidP="008D62A8">
      <w:pPr>
        <w:spacing w:before="120" w:line="24" w:lineRule="atLeast"/>
        <w:ind w:firstLine="567"/>
        <w:jc w:val="both"/>
        <w:rPr>
          <w:i/>
          <w:iCs/>
          <w:sz w:val="20"/>
          <w:highlight w:val="yellow"/>
        </w:rPr>
      </w:pPr>
      <w:r w:rsidRPr="00C62503">
        <w:rPr>
          <w:b/>
          <w:bCs/>
          <w:sz w:val="20"/>
        </w:rPr>
        <w:t xml:space="preserve">Załącznik nr </w:t>
      </w:r>
      <w:r w:rsidR="00507BFD">
        <w:rPr>
          <w:b/>
          <w:bCs/>
          <w:sz w:val="20"/>
        </w:rPr>
        <w:t>6</w:t>
      </w:r>
      <w:r w:rsidRPr="00C62503">
        <w:rPr>
          <w:sz w:val="20"/>
        </w:rPr>
        <w:t xml:space="preserve"> – Wzór umowy</w:t>
      </w:r>
      <w:r w:rsidR="00507BFD">
        <w:rPr>
          <w:sz w:val="20"/>
        </w:rPr>
        <w:t xml:space="preserve"> przetwarzania danych osobowych</w:t>
      </w:r>
    </w:p>
    <w:p w14:paraId="24E5F0A7" w14:textId="21F9B953"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7</w:t>
      </w:r>
      <w:r w:rsidRPr="00C62503">
        <w:rPr>
          <w:sz w:val="20"/>
        </w:rPr>
        <w:t xml:space="preserve"> – </w:t>
      </w:r>
      <w:r w:rsidR="00507BFD" w:rsidRPr="00507BFD">
        <w:rPr>
          <w:sz w:val="20"/>
        </w:rPr>
        <w:t>Oświadczenie w sprawie wykonanych zamówień</w:t>
      </w:r>
    </w:p>
    <w:p w14:paraId="244E0100" w14:textId="7D7AFDE9"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8</w:t>
      </w:r>
      <w:r w:rsidRPr="00C62503">
        <w:rPr>
          <w:sz w:val="20"/>
        </w:rPr>
        <w:t xml:space="preserve"> – </w:t>
      </w:r>
      <w:r w:rsidR="00507BFD" w:rsidRPr="00507BFD">
        <w:rPr>
          <w:sz w:val="20"/>
        </w:rPr>
        <w:t>Oświadczenie o dysponowaniu osobami</w:t>
      </w:r>
    </w:p>
    <w:p w14:paraId="4CC2D323" w14:textId="34AEDA23" w:rsidR="008F38F2" w:rsidRPr="00C62503" w:rsidRDefault="008F38F2" w:rsidP="00E71F28">
      <w:pPr>
        <w:spacing w:before="120" w:line="24" w:lineRule="atLeast"/>
        <w:ind w:left="2410" w:hanging="1843"/>
        <w:jc w:val="both"/>
        <w:rPr>
          <w:sz w:val="20"/>
        </w:rPr>
      </w:pPr>
      <w:r w:rsidRPr="00C62503">
        <w:rPr>
          <w:b/>
          <w:bCs/>
          <w:sz w:val="20"/>
        </w:rPr>
        <w:t xml:space="preserve">Załącznik nr </w:t>
      </w:r>
      <w:r w:rsidR="00507BFD">
        <w:rPr>
          <w:b/>
          <w:bCs/>
          <w:sz w:val="20"/>
        </w:rPr>
        <w:t>9</w:t>
      </w:r>
      <w:r w:rsidRPr="00C62503">
        <w:rPr>
          <w:sz w:val="20"/>
        </w:rPr>
        <w:t xml:space="preserve"> - Ankieta weryfikacji Wykonawcy w zakresie zapewnienia gwarancji bezpieczeństwa przetwarzania danych osobowych</w:t>
      </w:r>
      <w:r w:rsidRPr="00E71F28">
        <w:rPr>
          <w:sz w:val="20"/>
        </w:rPr>
        <w:t xml:space="preserve"> </w:t>
      </w:r>
      <w:bookmarkEnd w:id="27"/>
    </w:p>
    <w:sectPr w:rsidR="008F38F2" w:rsidRPr="00C62503" w:rsidSect="00F32BD1">
      <w:headerReference w:type="default" r:id="rId26"/>
      <w:footerReference w:type="default" r:id="rId27"/>
      <w:headerReference w:type="first" r:id="rId28"/>
      <w:footerReference w:type="first" r:id="rId29"/>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A37012" w:rsidRDefault="00A37012" w:rsidP="00582CE9">
      <w:pPr>
        <w:spacing w:after="0"/>
      </w:pPr>
      <w:r>
        <w:separator/>
      </w:r>
    </w:p>
  </w:endnote>
  <w:endnote w:type="continuationSeparator" w:id="0">
    <w:p w14:paraId="30D13C04" w14:textId="77777777" w:rsidR="00A37012" w:rsidRDefault="00A37012"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B6A1FD4" w:rsidR="00A37012" w:rsidRDefault="00A37012">
        <w:pPr>
          <w:pStyle w:val="Stopka"/>
          <w:jc w:val="right"/>
        </w:pPr>
        <w:r>
          <w:fldChar w:fldCharType="begin"/>
        </w:r>
        <w:r>
          <w:instrText>PAGE   \* MERGEFORMAT</w:instrText>
        </w:r>
        <w:r>
          <w:fldChar w:fldCharType="separate"/>
        </w:r>
        <w:r w:rsidR="00595C94">
          <w:rPr>
            <w:noProof/>
          </w:rPr>
          <w:t>5</w:t>
        </w:r>
        <w:r>
          <w:fldChar w:fldCharType="end"/>
        </w:r>
      </w:p>
    </w:sdtContent>
  </w:sdt>
  <w:p w14:paraId="4A5385B6" w14:textId="59D42A2A" w:rsidR="00A37012" w:rsidRDefault="00507BFD">
    <w:pPr>
      <w:pStyle w:val="Stopka"/>
    </w:pP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5411FBEA" w:rsidR="00A37012" w:rsidRDefault="00A37012">
        <w:pPr>
          <w:pStyle w:val="Stopka"/>
          <w:jc w:val="right"/>
        </w:pPr>
        <w:r>
          <w:fldChar w:fldCharType="begin"/>
        </w:r>
        <w:r>
          <w:instrText>PAGE   \* MERGEFORMAT</w:instrText>
        </w:r>
        <w:r>
          <w:fldChar w:fldCharType="separate"/>
        </w:r>
        <w:r w:rsidR="000F2A9C">
          <w:rPr>
            <w:noProof/>
          </w:rPr>
          <w:t>1</w:t>
        </w:r>
        <w:r>
          <w:fldChar w:fldCharType="end"/>
        </w:r>
      </w:p>
    </w:sdtContent>
  </w:sdt>
  <w:p w14:paraId="351C11EF" w14:textId="77777777" w:rsidR="00A37012" w:rsidRDefault="00A3701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A37012" w:rsidRDefault="00A37012" w:rsidP="00582CE9">
      <w:pPr>
        <w:spacing w:after="0"/>
      </w:pPr>
      <w:r>
        <w:separator/>
      </w:r>
    </w:p>
  </w:footnote>
  <w:footnote w:type="continuationSeparator" w:id="0">
    <w:p w14:paraId="5836C822" w14:textId="77777777" w:rsidR="00A37012" w:rsidRDefault="00A37012"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37012" w:rsidRPr="006B2C28" w14:paraId="3B896BDC" w14:textId="77777777" w:rsidTr="00582CE9">
      <w:trPr>
        <w:trHeight w:val="1140"/>
      </w:trPr>
      <w:tc>
        <w:tcPr>
          <w:tcW w:w="6119" w:type="dxa"/>
          <w:vAlign w:val="center"/>
        </w:tcPr>
        <w:p w14:paraId="045985F7" w14:textId="6179CC2F" w:rsidR="00A37012" w:rsidRPr="006E100D" w:rsidRDefault="00A37012"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3D6DD8E2" w:rsidR="00A37012" w:rsidRPr="006B2C28" w:rsidRDefault="00A37012" w:rsidP="006E100D">
          <w:pPr>
            <w:suppressAutoHyphens/>
            <w:ind w:right="187"/>
            <w:rPr>
              <w:rFonts w:asciiTheme="majorHAnsi" w:hAnsiTheme="majorHAnsi"/>
              <w:color w:val="000000" w:themeColor="text1"/>
              <w:sz w:val="14"/>
              <w:szCs w:val="18"/>
            </w:rPr>
          </w:pPr>
          <w:r w:rsidRPr="008019DF">
            <w:rPr>
              <w:rFonts w:asciiTheme="majorHAnsi" w:hAnsiTheme="majorHAnsi"/>
              <w:color w:val="000000" w:themeColor="text1"/>
              <w:sz w:val="14"/>
              <w:szCs w:val="18"/>
            </w:rPr>
            <w:t>POST/DYS/OLD/GZ/0</w:t>
          </w:r>
          <w:r w:rsidR="00DB1D65">
            <w:rPr>
              <w:rFonts w:asciiTheme="majorHAnsi" w:hAnsiTheme="majorHAnsi"/>
              <w:color w:val="000000" w:themeColor="text1"/>
              <w:sz w:val="14"/>
              <w:szCs w:val="18"/>
            </w:rPr>
            <w:t>4</w:t>
          </w:r>
          <w:r w:rsidR="00F82500">
            <w:rPr>
              <w:rFonts w:asciiTheme="majorHAnsi" w:hAnsiTheme="majorHAnsi"/>
              <w:color w:val="000000" w:themeColor="text1"/>
              <w:sz w:val="14"/>
              <w:szCs w:val="18"/>
            </w:rPr>
            <w:t>163</w:t>
          </w:r>
          <w:r w:rsidRPr="008019DF">
            <w:rPr>
              <w:rFonts w:asciiTheme="majorHAnsi" w:hAnsiTheme="majorHAnsi"/>
              <w:color w:val="000000" w:themeColor="text1"/>
              <w:sz w:val="14"/>
              <w:szCs w:val="18"/>
            </w:rPr>
            <w:t>/2025</w:t>
          </w:r>
        </w:p>
        <w:p w14:paraId="5205B493" w14:textId="47502FF7" w:rsidR="00A37012" w:rsidRPr="006B2C28" w:rsidRDefault="00A37012"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A37012" w:rsidRPr="006B2C28" w:rsidRDefault="00A37012" w:rsidP="00582CE9">
          <w:pPr>
            <w:suppressAutoHyphens/>
            <w:ind w:right="187"/>
            <w:rPr>
              <w:rFonts w:asciiTheme="majorHAnsi" w:hAnsiTheme="majorHAnsi"/>
              <w:color w:val="092D74"/>
              <w:sz w:val="14"/>
              <w:szCs w:val="18"/>
            </w:rPr>
          </w:pPr>
        </w:p>
      </w:tc>
      <w:tc>
        <w:tcPr>
          <w:tcW w:w="3110" w:type="dxa"/>
          <w:vAlign w:val="center"/>
        </w:tcPr>
        <w:p w14:paraId="0E71B715" w14:textId="79F71C02" w:rsidR="00A37012" w:rsidRPr="006B2C28" w:rsidRDefault="00A37012"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7CADD1BB">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A37012" w:rsidRDefault="00A37012"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37012" w:rsidRPr="006B2C28" w14:paraId="13E0C230" w14:textId="77777777" w:rsidTr="008E4838">
      <w:trPr>
        <w:trHeight w:val="1140"/>
      </w:trPr>
      <w:tc>
        <w:tcPr>
          <w:tcW w:w="6119" w:type="dxa"/>
          <w:vAlign w:val="center"/>
        </w:tcPr>
        <w:p w14:paraId="2F4B1FD9" w14:textId="77777777" w:rsidR="00A37012" w:rsidRPr="006E100D" w:rsidRDefault="00A37012"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BCB0AD1" w14:textId="1434AF4D" w:rsidR="00A37012" w:rsidRPr="006B2C28" w:rsidRDefault="00A37012" w:rsidP="00DE3208">
          <w:pPr>
            <w:suppressAutoHyphens/>
            <w:ind w:right="187"/>
            <w:rPr>
              <w:rFonts w:asciiTheme="majorHAnsi" w:hAnsiTheme="majorHAnsi"/>
              <w:color w:val="000000" w:themeColor="text1"/>
              <w:sz w:val="14"/>
              <w:szCs w:val="18"/>
            </w:rPr>
          </w:pPr>
          <w:r w:rsidRPr="008019DF">
            <w:rPr>
              <w:rFonts w:asciiTheme="majorHAnsi" w:hAnsiTheme="majorHAnsi"/>
              <w:color w:val="000000" w:themeColor="text1"/>
              <w:sz w:val="14"/>
              <w:szCs w:val="18"/>
            </w:rPr>
            <w:t>POST/DYS/OLD/GZ/0</w:t>
          </w:r>
          <w:r w:rsidR="00DB1D65">
            <w:rPr>
              <w:rFonts w:asciiTheme="majorHAnsi" w:hAnsiTheme="majorHAnsi"/>
              <w:color w:val="000000" w:themeColor="text1"/>
              <w:sz w:val="14"/>
              <w:szCs w:val="18"/>
            </w:rPr>
            <w:t>4</w:t>
          </w:r>
          <w:r w:rsidR="00F82500">
            <w:rPr>
              <w:rFonts w:asciiTheme="majorHAnsi" w:hAnsiTheme="majorHAnsi"/>
              <w:color w:val="000000" w:themeColor="text1"/>
              <w:sz w:val="14"/>
              <w:szCs w:val="18"/>
            </w:rPr>
            <w:t>163</w:t>
          </w:r>
          <w:r w:rsidRPr="008019DF">
            <w:rPr>
              <w:rFonts w:asciiTheme="majorHAnsi" w:hAnsiTheme="majorHAnsi"/>
              <w:color w:val="000000" w:themeColor="text1"/>
              <w:sz w:val="14"/>
              <w:szCs w:val="18"/>
            </w:rPr>
            <w:t>/2025</w:t>
          </w:r>
        </w:p>
        <w:p w14:paraId="676ADCC0" w14:textId="77777777" w:rsidR="00A37012" w:rsidRPr="006B2C28" w:rsidRDefault="00A37012"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A37012" w:rsidRPr="006B2C28" w:rsidRDefault="00A37012"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A37012" w:rsidRPr="006B2C28" w:rsidRDefault="00A37012" w:rsidP="00DE3208">
          <w:pPr>
            <w:suppressAutoHyphens/>
            <w:ind w:right="187"/>
            <w:rPr>
              <w:rFonts w:asciiTheme="majorHAnsi" w:hAnsiTheme="majorHAnsi"/>
              <w:color w:val="092D74"/>
              <w:sz w:val="14"/>
              <w:szCs w:val="18"/>
            </w:rPr>
          </w:pPr>
        </w:p>
      </w:tc>
      <w:tc>
        <w:tcPr>
          <w:tcW w:w="6119" w:type="dxa"/>
          <w:vAlign w:val="center"/>
        </w:tcPr>
        <w:p w14:paraId="167572E0" w14:textId="77777777" w:rsidR="00A37012" w:rsidRPr="006B2C28" w:rsidRDefault="00A37012"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A37012" w:rsidRPr="006B2C28" w:rsidRDefault="00A37012" w:rsidP="00DE3208">
          <w:pPr>
            <w:suppressAutoHyphens/>
            <w:ind w:right="187"/>
            <w:rPr>
              <w:rFonts w:asciiTheme="majorHAnsi" w:hAnsiTheme="majorHAnsi"/>
              <w:color w:val="092D74"/>
              <w:sz w:val="14"/>
              <w:szCs w:val="18"/>
            </w:rPr>
          </w:pPr>
        </w:p>
      </w:tc>
      <w:tc>
        <w:tcPr>
          <w:tcW w:w="3110" w:type="dxa"/>
          <w:vAlign w:val="center"/>
        </w:tcPr>
        <w:p w14:paraId="4015801D" w14:textId="77777777" w:rsidR="00A37012" w:rsidRPr="006B2C28" w:rsidRDefault="00A37012" w:rsidP="00DE3208">
          <w:pPr>
            <w:suppressAutoHyphens/>
            <w:ind w:right="187"/>
            <w:rPr>
              <w:rFonts w:asciiTheme="majorHAnsi" w:hAnsiTheme="majorHAnsi"/>
              <w:color w:val="092D74"/>
              <w:sz w:val="14"/>
              <w:szCs w:val="18"/>
            </w:rPr>
          </w:pPr>
        </w:p>
      </w:tc>
    </w:tr>
  </w:tbl>
  <w:p w14:paraId="30866343" w14:textId="7715927D" w:rsidR="00A37012" w:rsidRDefault="00A3701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1A36DC6A"/>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2D14488"/>
    <w:multiLevelType w:val="hybridMultilevel"/>
    <w:tmpl w:val="A890418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378F2459"/>
    <w:multiLevelType w:val="multilevel"/>
    <w:tmpl w:val="74184410"/>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5"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7"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77200538">
    <w:abstractNumId w:val="15"/>
  </w:num>
  <w:num w:numId="2" w16cid:durableId="1071001647">
    <w:abstractNumId w:val="5"/>
  </w:num>
  <w:num w:numId="3" w16cid:durableId="714548287">
    <w:abstractNumId w:val="10"/>
  </w:num>
  <w:num w:numId="4" w16cid:durableId="671644500">
    <w:abstractNumId w:val="16"/>
  </w:num>
  <w:num w:numId="5" w16cid:durableId="2077583339">
    <w:abstractNumId w:val="3"/>
  </w:num>
  <w:num w:numId="6" w16cid:durableId="2042781473">
    <w:abstractNumId w:val="14"/>
  </w:num>
  <w:num w:numId="7" w16cid:durableId="865603398">
    <w:abstractNumId w:val="2"/>
  </w:num>
  <w:num w:numId="8" w16cid:durableId="299189618">
    <w:abstractNumId w:val="0"/>
  </w:num>
  <w:num w:numId="9" w16cid:durableId="901604207">
    <w:abstractNumId w:val="25"/>
  </w:num>
  <w:num w:numId="10" w16cid:durableId="735664532">
    <w:abstractNumId w:val="12"/>
  </w:num>
  <w:num w:numId="11" w16cid:durableId="506288974">
    <w:abstractNumId w:val="7"/>
  </w:num>
  <w:num w:numId="12" w16cid:durableId="2011641258">
    <w:abstractNumId w:val="19"/>
  </w:num>
  <w:num w:numId="13" w16cid:durableId="256713069">
    <w:abstractNumId w:val="28"/>
  </w:num>
  <w:num w:numId="14" w16cid:durableId="156961038">
    <w:abstractNumId w:val="6"/>
  </w:num>
  <w:num w:numId="15" w16cid:durableId="644699151">
    <w:abstractNumId w:val="22"/>
  </w:num>
  <w:num w:numId="16" w16cid:durableId="828331439">
    <w:abstractNumId w:val="11"/>
  </w:num>
  <w:num w:numId="17" w16cid:durableId="1901358677">
    <w:abstractNumId w:val="4"/>
  </w:num>
  <w:num w:numId="18" w16cid:durableId="964039365">
    <w:abstractNumId w:val="17"/>
  </w:num>
  <w:num w:numId="19" w16cid:durableId="228810103">
    <w:abstractNumId w:val="24"/>
  </w:num>
  <w:num w:numId="20" w16cid:durableId="364598791">
    <w:abstractNumId w:val="21"/>
  </w:num>
  <w:num w:numId="21" w16cid:durableId="1321542153">
    <w:abstractNumId w:val="29"/>
  </w:num>
  <w:num w:numId="22" w16cid:durableId="700057292">
    <w:abstractNumId w:val="9"/>
  </w:num>
  <w:num w:numId="23" w16cid:durableId="1722316239">
    <w:abstractNumId w:val="1"/>
  </w:num>
  <w:num w:numId="24" w16cid:durableId="754011933">
    <w:abstractNumId w:val="18"/>
  </w:num>
  <w:num w:numId="25" w16cid:durableId="1114594031">
    <w:abstractNumId w:val="20"/>
  </w:num>
  <w:num w:numId="26" w16cid:durableId="363485199">
    <w:abstractNumId w:val="23"/>
  </w:num>
  <w:num w:numId="27" w16cid:durableId="1458573117">
    <w:abstractNumId w:val="8"/>
  </w:num>
  <w:num w:numId="28" w16cid:durableId="1998805814">
    <w:abstractNumId w:val="27"/>
  </w:num>
  <w:num w:numId="29" w16cid:durableId="1732074507">
    <w:abstractNumId w:val="26"/>
  </w:num>
  <w:num w:numId="30" w16cid:durableId="1348754061">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D31"/>
    <w:rsid w:val="00013A18"/>
    <w:rsid w:val="00015893"/>
    <w:rsid w:val="0002424F"/>
    <w:rsid w:val="00027947"/>
    <w:rsid w:val="00033582"/>
    <w:rsid w:val="00036B40"/>
    <w:rsid w:val="00036D76"/>
    <w:rsid w:val="00040B6D"/>
    <w:rsid w:val="00051739"/>
    <w:rsid w:val="00051B85"/>
    <w:rsid w:val="00054A92"/>
    <w:rsid w:val="00056904"/>
    <w:rsid w:val="000572D8"/>
    <w:rsid w:val="00057816"/>
    <w:rsid w:val="00060EAD"/>
    <w:rsid w:val="00061676"/>
    <w:rsid w:val="00070A58"/>
    <w:rsid w:val="00071C98"/>
    <w:rsid w:val="0009045E"/>
    <w:rsid w:val="00094799"/>
    <w:rsid w:val="00094EB9"/>
    <w:rsid w:val="00096510"/>
    <w:rsid w:val="0009662A"/>
    <w:rsid w:val="000974B1"/>
    <w:rsid w:val="000A15BF"/>
    <w:rsid w:val="000B0DBD"/>
    <w:rsid w:val="000C47A9"/>
    <w:rsid w:val="000C679C"/>
    <w:rsid w:val="000D42BE"/>
    <w:rsid w:val="000D5886"/>
    <w:rsid w:val="000E1564"/>
    <w:rsid w:val="000F2A9C"/>
    <w:rsid w:val="000F7B58"/>
    <w:rsid w:val="00101BCF"/>
    <w:rsid w:val="001112C2"/>
    <w:rsid w:val="00124536"/>
    <w:rsid w:val="00125A7F"/>
    <w:rsid w:val="00126CEA"/>
    <w:rsid w:val="001318C9"/>
    <w:rsid w:val="00132B64"/>
    <w:rsid w:val="00136B64"/>
    <w:rsid w:val="0014036E"/>
    <w:rsid w:val="00145125"/>
    <w:rsid w:val="0014785F"/>
    <w:rsid w:val="001562C9"/>
    <w:rsid w:val="00167B53"/>
    <w:rsid w:val="00172B93"/>
    <w:rsid w:val="00175F4C"/>
    <w:rsid w:val="001764EE"/>
    <w:rsid w:val="00185AAB"/>
    <w:rsid w:val="00192A23"/>
    <w:rsid w:val="001974F6"/>
    <w:rsid w:val="001A4996"/>
    <w:rsid w:val="001B0061"/>
    <w:rsid w:val="001D1A8B"/>
    <w:rsid w:val="001D2EB1"/>
    <w:rsid w:val="001E7E73"/>
    <w:rsid w:val="001F3242"/>
    <w:rsid w:val="001F3600"/>
    <w:rsid w:val="001F3F20"/>
    <w:rsid w:val="001F737A"/>
    <w:rsid w:val="002067F1"/>
    <w:rsid w:val="002161D3"/>
    <w:rsid w:val="00224257"/>
    <w:rsid w:val="0024291C"/>
    <w:rsid w:val="00244FCA"/>
    <w:rsid w:val="00257F22"/>
    <w:rsid w:val="00264A06"/>
    <w:rsid w:val="00265B9D"/>
    <w:rsid w:val="00270752"/>
    <w:rsid w:val="002743D5"/>
    <w:rsid w:val="002748E1"/>
    <w:rsid w:val="002768AC"/>
    <w:rsid w:val="002A3129"/>
    <w:rsid w:val="002A48F7"/>
    <w:rsid w:val="002B51FD"/>
    <w:rsid w:val="002B5C62"/>
    <w:rsid w:val="002C470F"/>
    <w:rsid w:val="002D3B2A"/>
    <w:rsid w:val="002D4CAD"/>
    <w:rsid w:val="002F10CA"/>
    <w:rsid w:val="00303C67"/>
    <w:rsid w:val="00304DC0"/>
    <w:rsid w:val="00310CB3"/>
    <w:rsid w:val="00324562"/>
    <w:rsid w:val="00324FE3"/>
    <w:rsid w:val="00347E8D"/>
    <w:rsid w:val="003545BC"/>
    <w:rsid w:val="00362C4E"/>
    <w:rsid w:val="00366FFB"/>
    <w:rsid w:val="00371A75"/>
    <w:rsid w:val="00375780"/>
    <w:rsid w:val="00387A0D"/>
    <w:rsid w:val="003903C2"/>
    <w:rsid w:val="00393026"/>
    <w:rsid w:val="00395F60"/>
    <w:rsid w:val="00397C46"/>
    <w:rsid w:val="003A448C"/>
    <w:rsid w:val="003A4CC6"/>
    <w:rsid w:val="003A5D11"/>
    <w:rsid w:val="003A7C03"/>
    <w:rsid w:val="003B43F5"/>
    <w:rsid w:val="003B66FE"/>
    <w:rsid w:val="003D41B4"/>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07BFD"/>
    <w:rsid w:val="00517830"/>
    <w:rsid w:val="00520308"/>
    <w:rsid w:val="00535E9B"/>
    <w:rsid w:val="005453F1"/>
    <w:rsid w:val="00551FB7"/>
    <w:rsid w:val="005563FF"/>
    <w:rsid w:val="00562E63"/>
    <w:rsid w:val="00574D7E"/>
    <w:rsid w:val="00582CE9"/>
    <w:rsid w:val="0058794A"/>
    <w:rsid w:val="0059192E"/>
    <w:rsid w:val="005932BA"/>
    <w:rsid w:val="00595C94"/>
    <w:rsid w:val="005A14D5"/>
    <w:rsid w:val="005A354D"/>
    <w:rsid w:val="005B24A8"/>
    <w:rsid w:val="005B2B6D"/>
    <w:rsid w:val="005B3F04"/>
    <w:rsid w:val="005B6DC6"/>
    <w:rsid w:val="005C6812"/>
    <w:rsid w:val="005D118B"/>
    <w:rsid w:val="005D2D85"/>
    <w:rsid w:val="005D4762"/>
    <w:rsid w:val="005D74EB"/>
    <w:rsid w:val="005E4AA3"/>
    <w:rsid w:val="005E79E5"/>
    <w:rsid w:val="005F3D03"/>
    <w:rsid w:val="00623B01"/>
    <w:rsid w:val="00625BB0"/>
    <w:rsid w:val="006261BB"/>
    <w:rsid w:val="006341E5"/>
    <w:rsid w:val="0065322E"/>
    <w:rsid w:val="00655DA8"/>
    <w:rsid w:val="0065685A"/>
    <w:rsid w:val="00660237"/>
    <w:rsid w:val="00665976"/>
    <w:rsid w:val="00670CE4"/>
    <w:rsid w:val="0067116D"/>
    <w:rsid w:val="0067399C"/>
    <w:rsid w:val="0067572D"/>
    <w:rsid w:val="006775EE"/>
    <w:rsid w:val="00680F7C"/>
    <w:rsid w:val="00696995"/>
    <w:rsid w:val="006A0331"/>
    <w:rsid w:val="006A4275"/>
    <w:rsid w:val="006B2C26"/>
    <w:rsid w:val="006C26AE"/>
    <w:rsid w:val="006C4791"/>
    <w:rsid w:val="006C4B70"/>
    <w:rsid w:val="006C6089"/>
    <w:rsid w:val="006D16F1"/>
    <w:rsid w:val="006D3D2D"/>
    <w:rsid w:val="006E100D"/>
    <w:rsid w:val="006E2000"/>
    <w:rsid w:val="006E5EF6"/>
    <w:rsid w:val="006F2DF7"/>
    <w:rsid w:val="006F317F"/>
    <w:rsid w:val="006F5F72"/>
    <w:rsid w:val="006F7E71"/>
    <w:rsid w:val="00710355"/>
    <w:rsid w:val="00720ED1"/>
    <w:rsid w:val="007246D0"/>
    <w:rsid w:val="00726BF1"/>
    <w:rsid w:val="00727EC1"/>
    <w:rsid w:val="0073187A"/>
    <w:rsid w:val="007343BE"/>
    <w:rsid w:val="007343C5"/>
    <w:rsid w:val="00742321"/>
    <w:rsid w:val="00742807"/>
    <w:rsid w:val="00750A33"/>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26A"/>
    <w:rsid w:val="007D0675"/>
    <w:rsid w:val="007D1209"/>
    <w:rsid w:val="008019DF"/>
    <w:rsid w:val="00812E3F"/>
    <w:rsid w:val="008130D5"/>
    <w:rsid w:val="0081735D"/>
    <w:rsid w:val="008217CE"/>
    <w:rsid w:val="00827A7E"/>
    <w:rsid w:val="00831596"/>
    <w:rsid w:val="00833EC9"/>
    <w:rsid w:val="00842578"/>
    <w:rsid w:val="00847B49"/>
    <w:rsid w:val="00852695"/>
    <w:rsid w:val="008528D3"/>
    <w:rsid w:val="008548B7"/>
    <w:rsid w:val="00857549"/>
    <w:rsid w:val="008707CC"/>
    <w:rsid w:val="00884D47"/>
    <w:rsid w:val="00897B32"/>
    <w:rsid w:val="008A7413"/>
    <w:rsid w:val="008B6316"/>
    <w:rsid w:val="008C619A"/>
    <w:rsid w:val="008C75AB"/>
    <w:rsid w:val="008D156B"/>
    <w:rsid w:val="008D62A8"/>
    <w:rsid w:val="008D6A33"/>
    <w:rsid w:val="008D6FD3"/>
    <w:rsid w:val="008E2EA9"/>
    <w:rsid w:val="008E4838"/>
    <w:rsid w:val="008F17DA"/>
    <w:rsid w:val="008F1FB0"/>
    <w:rsid w:val="008F38F2"/>
    <w:rsid w:val="0090379D"/>
    <w:rsid w:val="00910E6D"/>
    <w:rsid w:val="00911FA5"/>
    <w:rsid w:val="0092123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369A"/>
    <w:rsid w:val="009C48AC"/>
    <w:rsid w:val="009C5C7C"/>
    <w:rsid w:val="009C6FBE"/>
    <w:rsid w:val="009D1815"/>
    <w:rsid w:val="009D58D0"/>
    <w:rsid w:val="009D5A1B"/>
    <w:rsid w:val="009D7472"/>
    <w:rsid w:val="009E0A88"/>
    <w:rsid w:val="009E2CB5"/>
    <w:rsid w:val="009E5B5E"/>
    <w:rsid w:val="00A02C84"/>
    <w:rsid w:val="00A148D6"/>
    <w:rsid w:val="00A27180"/>
    <w:rsid w:val="00A303E8"/>
    <w:rsid w:val="00A37012"/>
    <w:rsid w:val="00A370AB"/>
    <w:rsid w:val="00A43299"/>
    <w:rsid w:val="00A57E04"/>
    <w:rsid w:val="00A6049B"/>
    <w:rsid w:val="00A63E08"/>
    <w:rsid w:val="00A730B9"/>
    <w:rsid w:val="00A7626A"/>
    <w:rsid w:val="00A809BD"/>
    <w:rsid w:val="00A81CFB"/>
    <w:rsid w:val="00A85D6F"/>
    <w:rsid w:val="00AA134E"/>
    <w:rsid w:val="00AA3417"/>
    <w:rsid w:val="00AA370C"/>
    <w:rsid w:val="00AB5621"/>
    <w:rsid w:val="00AB78A2"/>
    <w:rsid w:val="00AC4A8D"/>
    <w:rsid w:val="00AC5A4C"/>
    <w:rsid w:val="00AC6DCA"/>
    <w:rsid w:val="00AD5D81"/>
    <w:rsid w:val="00AE062F"/>
    <w:rsid w:val="00AE0670"/>
    <w:rsid w:val="00AE1A85"/>
    <w:rsid w:val="00AE5E48"/>
    <w:rsid w:val="00AF30DB"/>
    <w:rsid w:val="00AF78FE"/>
    <w:rsid w:val="00AF7E7E"/>
    <w:rsid w:val="00B0459E"/>
    <w:rsid w:val="00B05E1A"/>
    <w:rsid w:val="00B10201"/>
    <w:rsid w:val="00B10A71"/>
    <w:rsid w:val="00B17A2B"/>
    <w:rsid w:val="00B25861"/>
    <w:rsid w:val="00B260E3"/>
    <w:rsid w:val="00B26907"/>
    <w:rsid w:val="00B3053E"/>
    <w:rsid w:val="00B31C09"/>
    <w:rsid w:val="00B379DE"/>
    <w:rsid w:val="00B422BD"/>
    <w:rsid w:val="00B44488"/>
    <w:rsid w:val="00B44A44"/>
    <w:rsid w:val="00B505C0"/>
    <w:rsid w:val="00B57759"/>
    <w:rsid w:val="00B62B32"/>
    <w:rsid w:val="00B67333"/>
    <w:rsid w:val="00B67FA9"/>
    <w:rsid w:val="00B74FE1"/>
    <w:rsid w:val="00B76CD7"/>
    <w:rsid w:val="00B801D6"/>
    <w:rsid w:val="00B83A96"/>
    <w:rsid w:val="00B83F8A"/>
    <w:rsid w:val="00BA0AAA"/>
    <w:rsid w:val="00BA0FF4"/>
    <w:rsid w:val="00BA5673"/>
    <w:rsid w:val="00BB0255"/>
    <w:rsid w:val="00BB180C"/>
    <w:rsid w:val="00BC3599"/>
    <w:rsid w:val="00BD1D08"/>
    <w:rsid w:val="00BE0AE4"/>
    <w:rsid w:val="00BE38BB"/>
    <w:rsid w:val="00C003C6"/>
    <w:rsid w:val="00C00A46"/>
    <w:rsid w:val="00C10B09"/>
    <w:rsid w:val="00C12714"/>
    <w:rsid w:val="00C20678"/>
    <w:rsid w:val="00C224EE"/>
    <w:rsid w:val="00C238BC"/>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95DD8"/>
    <w:rsid w:val="00CA104E"/>
    <w:rsid w:val="00CB2D26"/>
    <w:rsid w:val="00CB3A6F"/>
    <w:rsid w:val="00CD0C0E"/>
    <w:rsid w:val="00CD2022"/>
    <w:rsid w:val="00CE2F55"/>
    <w:rsid w:val="00CE336E"/>
    <w:rsid w:val="00D03C12"/>
    <w:rsid w:val="00D10930"/>
    <w:rsid w:val="00D1247E"/>
    <w:rsid w:val="00D206B4"/>
    <w:rsid w:val="00D21BCE"/>
    <w:rsid w:val="00D516C1"/>
    <w:rsid w:val="00D56646"/>
    <w:rsid w:val="00D6344F"/>
    <w:rsid w:val="00D80E4A"/>
    <w:rsid w:val="00D8469A"/>
    <w:rsid w:val="00D9793B"/>
    <w:rsid w:val="00DA64DB"/>
    <w:rsid w:val="00DB1D65"/>
    <w:rsid w:val="00DB1E5E"/>
    <w:rsid w:val="00DB4140"/>
    <w:rsid w:val="00DC23EB"/>
    <w:rsid w:val="00DC76F0"/>
    <w:rsid w:val="00DC7E48"/>
    <w:rsid w:val="00DD06C0"/>
    <w:rsid w:val="00DE1789"/>
    <w:rsid w:val="00DE2A42"/>
    <w:rsid w:val="00DE3208"/>
    <w:rsid w:val="00DE5745"/>
    <w:rsid w:val="00DF2ED5"/>
    <w:rsid w:val="00E12BFB"/>
    <w:rsid w:val="00E12F47"/>
    <w:rsid w:val="00E13A35"/>
    <w:rsid w:val="00E16545"/>
    <w:rsid w:val="00E21042"/>
    <w:rsid w:val="00E2123D"/>
    <w:rsid w:val="00E30B4B"/>
    <w:rsid w:val="00E33932"/>
    <w:rsid w:val="00E359CF"/>
    <w:rsid w:val="00E413AB"/>
    <w:rsid w:val="00E41451"/>
    <w:rsid w:val="00E45F98"/>
    <w:rsid w:val="00E56B47"/>
    <w:rsid w:val="00E66F4B"/>
    <w:rsid w:val="00E706C2"/>
    <w:rsid w:val="00E71F28"/>
    <w:rsid w:val="00E72CD1"/>
    <w:rsid w:val="00E8041E"/>
    <w:rsid w:val="00E92F67"/>
    <w:rsid w:val="00E95B91"/>
    <w:rsid w:val="00EA6557"/>
    <w:rsid w:val="00EA6B97"/>
    <w:rsid w:val="00EB216E"/>
    <w:rsid w:val="00EC07C0"/>
    <w:rsid w:val="00EC22FA"/>
    <w:rsid w:val="00EC30C5"/>
    <w:rsid w:val="00ED2FD4"/>
    <w:rsid w:val="00EE5E2C"/>
    <w:rsid w:val="00EF3D80"/>
    <w:rsid w:val="00F01E75"/>
    <w:rsid w:val="00F21DD8"/>
    <w:rsid w:val="00F25128"/>
    <w:rsid w:val="00F32BD1"/>
    <w:rsid w:val="00F377D2"/>
    <w:rsid w:val="00F45555"/>
    <w:rsid w:val="00F4718C"/>
    <w:rsid w:val="00F527EB"/>
    <w:rsid w:val="00F57F56"/>
    <w:rsid w:val="00F61CAF"/>
    <w:rsid w:val="00F63962"/>
    <w:rsid w:val="00F64B11"/>
    <w:rsid w:val="00F65859"/>
    <w:rsid w:val="00F664AA"/>
    <w:rsid w:val="00F71902"/>
    <w:rsid w:val="00F724BA"/>
    <w:rsid w:val="00F72B73"/>
    <w:rsid w:val="00F751D8"/>
    <w:rsid w:val="00F82500"/>
    <w:rsid w:val="00F835B4"/>
    <w:rsid w:val="00F90B96"/>
    <w:rsid w:val="00FA0F6A"/>
    <w:rsid w:val="00FA2A42"/>
    <w:rsid w:val="00FB0646"/>
    <w:rsid w:val="00FB61C7"/>
    <w:rsid w:val="00FC16F5"/>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9C36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app/helpdesk/form"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Magdalena%20Goc-Moszynska@pgedystrybucja.p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helpdesk.zakupy@gkpge.pl" TargetMode="External"/><Relationship Id="rId32"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pgedystrybucja.pl/przetargi"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SWZ_4163_2025_RB_WADIUM.docx</dmsv2BaseFileName>
    <dmsv2BaseDisplayName xmlns="http://schemas.microsoft.com/sharepoint/v3">SWZ_4163_2025_RB_WADIUM</dmsv2BaseDisplayName>
    <dmsv2SWPP2ObjectNumber xmlns="http://schemas.microsoft.com/sharepoint/v3">POST/DYS/OLD/GZ/04163/2025                        </dmsv2SWPP2ObjectNumber>
    <dmsv2SWPP2SumMD5 xmlns="http://schemas.microsoft.com/sharepoint/v3">9d9387e339fc74cebb8b06fcbe8c02de</dmsv2SWPP2SumMD5>
    <dmsv2BaseMoved xmlns="http://schemas.microsoft.com/sharepoint/v3">false</dmsv2BaseMoved>
    <dmsv2BaseIsSensitive xmlns="http://schemas.microsoft.com/sharepoint/v3">true</dmsv2BaseIsSensitive>
    <dmsv2SWPP2IDSWPP2 xmlns="http://schemas.microsoft.com/sharepoint/v3">699139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23769266</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DPFVW34YURAE-1996658973-7355</_dlc_DocId>
    <_dlc_DocIdUrl xmlns="a19cb1c7-c5c7-46d4-85ae-d83685407bba">
      <Url>https://swpp2.dms.gkpge.pl/sites/40/_layouts/15/DocIdRedir.aspx?ID=DPFVW34YURAE-1996658973-7355</Url>
      <Description>DPFVW34YURAE-1996658973-7355</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7209EB-A8D1-414F-9E92-A15D83BEF2AC}">
  <ds:schemaRefs>
    <ds:schemaRef ds:uri="http://schemas.openxmlformats.org/officeDocument/2006/bibliography"/>
  </ds:schemaRefs>
</ds:datastoreItem>
</file>

<file path=customXml/itemProps3.xml><?xml version="1.0" encoding="utf-8"?>
<ds:datastoreItem xmlns:ds="http://schemas.openxmlformats.org/officeDocument/2006/customXml" ds:itemID="{5710858D-9E31-4064-A2EC-DAFAD662AC4E}"/>
</file>

<file path=customXml/itemProps4.xml><?xml version="1.0" encoding="utf-8"?>
<ds:datastoreItem xmlns:ds="http://schemas.openxmlformats.org/officeDocument/2006/customXml" ds:itemID="{8DF09127-56C0-4B00-992D-F2AE8BC21FE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www.w3.org/XML/1998/namespace"/>
    <ds:schemaRef ds:uri="http://purl.org/dc/dcmitype/"/>
  </ds:schemaRefs>
</ds:datastoreItem>
</file>

<file path=customXml/itemProps5.xml><?xml version="1.0" encoding="utf-8"?>
<ds:datastoreItem xmlns:ds="http://schemas.openxmlformats.org/officeDocument/2006/customXml" ds:itemID="{54844808-9900-4413-847E-BABD46E6BC33}"/>
</file>

<file path=docProps/app.xml><?xml version="1.0" encoding="utf-8"?>
<Properties xmlns="http://schemas.openxmlformats.org/officeDocument/2006/extended-properties" xmlns:vt="http://schemas.openxmlformats.org/officeDocument/2006/docPropsVTypes">
  <Template>PGE word swz test</Template>
  <TotalTime>122</TotalTime>
  <Pages>14</Pages>
  <Words>5304</Words>
  <Characters>31824</Characters>
  <Application>Microsoft Office Word</Application>
  <DocSecurity>0</DocSecurity>
  <Lines>265</Lines>
  <Paragraphs>74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37054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Kaczorowska-Jakubowska Izabela [PGE Dystr. O.Łódź]</cp:lastModifiedBy>
  <cp:revision>23</cp:revision>
  <cp:lastPrinted>2024-07-15T11:21:00Z</cp:lastPrinted>
  <dcterms:created xsi:type="dcterms:W3CDTF">2025-10-01T10:45:00Z</dcterms:created>
  <dcterms:modified xsi:type="dcterms:W3CDTF">2025-11-19T07:21:00Z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04f6032a-0734-4a83-a6b3-e6222b0a4f6e</vt:lpwstr>
  </property>
</Properties>
</file>