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numbering.xml" ContentType="application/vnd.openxmlformats-officedocument.wordprocessingml.numbering+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190950199"/>
    <w:bookmarkStart w:id="1" w:name="_Toc190950249"/>
    <w:bookmarkStart w:id="2" w:name="_Toc190950535"/>
    <w:bookmarkStart w:id="3" w:name="_Toc191901957"/>
    <w:bookmarkStart w:id="4" w:name="_Toc191902027"/>
    <w:bookmarkStart w:id="5" w:name="_Toc191902053"/>
    <w:bookmarkStart w:id="6" w:name="_Toc191902229"/>
    <w:bookmarkStart w:id="7" w:name="_Toc193109822"/>
    <w:bookmarkStart w:id="8" w:name="_Toc193110272"/>
    <w:bookmarkStart w:id="9" w:name="_Toc193110399"/>
    <w:bookmarkStart w:id="10" w:name="_Toc193110882"/>
    <w:bookmarkStart w:id="11" w:name="_Toc193111151"/>
    <w:bookmarkStart w:id="12" w:name="_Toc193111566"/>
    <w:bookmarkStart w:id="13" w:name="_Toc193111776"/>
    <w:p w14:paraId="7605D991" w14:textId="561081EC" w:rsidR="0059192E" w:rsidRDefault="00056904" w:rsidP="008F38F2">
      <w:pPr>
        <w:pStyle w:val="Nagwek1"/>
        <w:numPr>
          <w:ilvl w:val="0"/>
          <w:numId w:val="0"/>
        </w:numPr>
        <w:ind w:left="1191"/>
      </w:pPr>
      <w:r w:rsidRPr="009F4FBB">
        <w:rPr>
          <w:noProof/>
          <w:lang w:eastAsia="pl-PL"/>
        </w:rPr>
        <mc:AlternateContent>
          <mc:Choice Requires="wps">
            <w:drawing>
              <wp:anchor distT="0" distB="0" distL="114300" distR="114300" simplePos="0" relativeHeight="251632640" behindDoc="0" locked="0" layoutInCell="1" allowOverlap="1" wp14:anchorId="5406BFAB" wp14:editId="0DF1E889">
                <wp:simplePos x="0" y="0"/>
                <wp:positionH relativeFrom="column">
                  <wp:posOffset>2548255</wp:posOffset>
                </wp:positionH>
                <wp:positionV relativeFrom="paragraph">
                  <wp:posOffset>970280</wp:posOffset>
                </wp:positionV>
                <wp:extent cx="1384300" cy="76200"/>
                <wp:effectExtent l="0" t="0" r="6350" b="0"/>
                <wp:wrapNone/>
                <wp:docPr id="150" name="Prostokąt 150"/>
                <wp:cNvGraphicFramePr/>
                <a:graphic xmlns:a="http://schemas.openxmlformats.org/drawingml/2006/main">
                  <a:graphicData uri="http://schemas.microsoft.com/office/word/2010/wordprocessingShape">
                    <wps:wsp>
                      <wps:cNvSpPr/>
                      <wps:spPr>
                        <a:xfrm>
                          <a:off x="0" y="0"/>
                          <a:ext cx="1384300" cy="76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ADD95D5" id="Prostokąt 150" o:spid="_x0000_s1026" style="position:absolute;margin-left:200.65pt;margin-top:76.4pt;width:109pt;height:6pt;z-index:2516326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" fillcolor="#b2cf65 [3204]" stroked="f" strokeweight="1pt"/>
            </w:pict>
          </mc:Fallback>
        </mc:AlternateContent>
      </w:r>
      <w:r w:rsidR="001318C9">
        <w:rPr>
          <w:noProof/>
          <w:lang w:eastAsia="pl-PL"/>
        </w:rPr>
        <w:drawing>
          <wp:anchor distT="0" distB="0" distL="114300" distR="114300" simplePos="0" relativeHeight="251658240" behindDoc="0" locked="0" layoutInCell="1" allowOverlap="1" wp14:anchorId="38F778F3" wp14:editId="5D2511FC">
            <wp:simplePos x="0" y="0"/>
            <wp:positionH relativeFrom="column">
              <wp:posOffset>-713106</wp:posOffset>
            </wp:positionH>
            <wp:positionV relativeFrom="page">
              <wp:align>bottom</wp:align>
            </wp:positionV>
            <wp:extent cx="7564699" cy="1867535"/>
            <wp:effectExtent l="0" t="0" r="0" b="0"/>
            <wp:wrapNone/>
            <wp:docPr id="1238424585"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4699" cy="18675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82CE9" w:rsidRPr="00582CE9">
        <w:rPr>
          <w:noProof/>
          <w:lang w:eastAsia="pl-PL"/>
        </w:rPr>
        <mc:AlternateContent>
          <mc:Choice Requires="wpg">
            <w:drawing>
              <wp:anchor distT="0" distB="0" distL="228600" distR="228600" simplePos="0" relativeHeight="251629568" behindDoc="0" locked="0" layoutInCell="1" allowOverlap="1" wp14:anchorId="7FD271DB" wp14:editId="7F5EDB21">
                <wp:simplePos x="0" y="0"/>
                <wp:positionH relativeFrom="page">
                  <wp:posOffset>339090</wp:posOffset>
                </wp:positionH>
                <wp:positionV relativeFrom="page">
                  <wp:posOffset>512445</wp:posOffset>
                </wp:positionV>
                <wp:extent cx="6807200" cy="9836150"/>
                <wp:effectExtent l="0" t="0" r="12700" b="12700"/>
                <wp:wrapSquare wrapText="bothSides"/>
                <wp:docPr id="173" name="Grupa 173"/>
                <wp:cNvGraphicFramePr/>
                <a:graphic xmlns:a="http://schemas.openxmlformats.org/drawingml/2006/main">
                  <a:graphicData uri="http://schemas.microsoft.com/office/word/2010/wordprocessingGroup">
                    <wpg:wgp>
                      <wpg:cNvGrpSpPr/>
                      <wpg:grpSpPr>
                        <a:xfrm>
                          <a:off x="0" y="0"/>
                          <a:ext cx="6807200" cy="9836150"/>
                          <a:chOff x="69000" y="-241642"/>
                          <a:chExt cx="4891653" cy="1946304"/>
                        </a:xfrm>
                      </wpg:grpSpPr>
                      <wps:wsp>
                        <wps:cNvPr id="174" name="Prostokąt 174"/>
                        <wps:cNvSpPr/>
                        <wps:spPr>
                          <a:xfrm>
                            <a:off x="69000" y="1477338"/>
                            <a:ext cx="3218688" cy="224057"/>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8" name="Pole tekstowe 178"/>
                        <wps:cNvSpPr txBox="1"/>
                        <wps:spPr>
                          <a:xfrm>
                            <a:off x="266825" y="-241642"/>
                            <a:ext cx="4693828" cy="19463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50CBD73" w14:textId="77777777" w:rsidR="00A37012" w:rsidRDefault="00A37012" w:rsidP="006E100D">
                              <w:pPr>
                                <w:pStyle w:val="Tytu"/>
                                <w:rPr>
                                  <w:spacing w:val="0"/>
                                </w:rPr>
                              </w:pPr>
                            </w:p>
                            <w:p w14:paraId="74CCA4FD" w14:textId="7683A686" w:rsidR="00A37012" w:rsidRDefault="00A37012" w:rsidP="00A809BD">
                              <w:pPr>
                                <w:pStyle w:val="Tytu"/>
                                <w:jc w:val="center"/>
                                <w:rPr>
                                  <w:spacing w:val="0"/>
                                </w:rPr>
                              </w:pPr>
                              <w:r w:rsidRPr="001318C9">
                                <w:rPr>
                                  <w:spacing w:val="0"/>
                                </w:rPr>
                                <w:t>SPECYFIKACJA WARUNKÓW ZAMÓWIENIA (SWZ)</w:t>
                              </w:r>
                            </w:p>
                            <w:p w14:paraId="69E2714C" w14:textId="77777777" w:rsidR="00A37012" w:rsidRDefault="00A37012" w:rsidP="006E100D">
                              <w:pPr>
                                <w:pStyle w:val="Tytu"/>
                                <w:rPr>
                                  <w:spacing w:val="0"/>
                                </w:rPr>
                              </w:pPr>
                            </w:p>
                            <w:p w14:paraId="22BFD0D6" w14:textId="2903D16A" w:rsidR="00A37012" w:rsidRDefault="00A37012" w:rsidP="00D206B4">
                              <w:pPr>
                                <w:pStyle w:val="PODTYTU"/>
                                <w:spacing w:before="400"/>
                                <w:jc w:val="center"/>
                              </w:pPr>
                              <w:r>
                                <w:t>POSTĘPOWANIE ZAKUPOWE W TRYBIE PRZETARGU NIEOGRANICZONEGO</w:t>
                              </w:r>
                            </w:p>
                            <w:p w14:paraId="06C24C27" w14:textId="2534B393" w:rsidR="00A37012" w:rsidRDefault="00A37012" w:rsidP="00D206B4">
                              <w:pPr>
                                <w:pStyle w:val="PODTYTU"/>
                                <w:spacing w:before="400"/>
                                <w:jc w:val="center"/>
                              </w:pPr>
                              <w:r w:rsidRPr="00AE0670">
                                <w:t>NA PODSTAWIE PROC30031/</w:t>
                              </w:r>
                              <w:r>
                                <w:t>H</w:t>
                              </w:r>
                              <w:r w:rsidRPr="00AE0670">
                                <w:t xml:space="preserve"> PROCEDURY ZAKUPÓW PGE DYSTRYBUCJA S.A.</w:t>
                              </w:r>
                            </w:p>
                            <w:p w14:paraId="2682458A" w14:textId="251E7CA0" w:rsidR="006F7E71" w:rsidRDefault="005836CE" w:rsidP="00A809BD">
                              <w:pPr>
                                <w:pStyle w:val="tekst"/>
                                <w:spacing w:before="720"/>
                                <w:jc w:val="center"/>
                                <w:rPr>
                                  <w:rFonts w:asciiTheme="majorHAnsi" w:hAnsiTheme="majorHAnsi"/>
                                  <w:sz w:val="32"/>
                                </w:rPr>
                              </w:pPr>
                              <w:r w:rsidRPr="005836CE">
                                <w:rPr>
                                  <w:rFonts w:asciiTheme="majorHAnsi" w:hAnsiTheme="majorHAnsi"/>
                                  <w:sz w:val="32"/>
                                </w:rPr>
                                <w:t>Wykonanie robót budowlanych w branży elektroenergetycznej na terenie działania PGE Dystrybucja S.A. Oddział Łódź w RE Zgierz-Pabianice i RE Sieradz w podziale na 3 części</w:t>
                              </w:r>
                              <w:r w:rsidR="006F7E71" w:rsidRPr="006F7E71">
                                <w:rPr>
                                  <w:rFonts w:asciiTheme="majorHAnsi" w:hAnsiTheme="majorHAnsi"/>
                                  <w:sz w:val="32"/>
                                </w:rPr>
                                <w:t>.</w:t>
                              </w:r>
                            </w:p>
                            <w:p w14:paraId="740DC77E" w14:textId="2D0F7B3E" w:rsidR="00A37012" w:rsidRDefault="00A37012" w:rsidP="00A809BD">
                              <w:pPr>
                                <w:pStyle w:val="tekst"/>
                                <w:spacing w:before="720"/>
                                <w:jc w:val="center"/>
                              </w:pPr>
                              <w:r w:rsidRPr="006E100D">
                                <w:t>Nume</w:t>
                              </w:r>
                              <w:r>
                                <w:t>r Postępowania:</w:t>
                              </w:r>
                              <w:r>
                                <w:tab/>
                              </w:r>
                              <w:r w:rsidRPr="008019DF">
                                <w:t>POST/DYS/OLD/GZ/0</w:t>
                              </w:r>
                              <w:r w:rsidR="005836CE">
                                <w:t>141</w:t>
                              </w:r>
                              <w:r w:rsidRPr="008019DF">
                                <w:t>/202</w:t>
                              </w:r>
                              <w:r w:rsidR="00AA1BD9">
                                <w:t>6</w:t>
                              </w:r>
                            </w:p>
                            <w:p w14:paraId="1B29D8E9" w14:textId="1594A975" w:rsidR="00A37012" w:rsidRDefault="00A37012" w:rsidP="001318C9"/>
                            <w:p w14:paraId="39B9F193" w14:textId="77777777" w:rsidR="00A37012" w:rsidRDefault="00A37012" w:rsidP="00D03C12">
                              <w:pPr>
                                <w:pStyle w:val="tekst"/>
                                <w:spacing w:before="0"/>
                                <w:jc w:val="center"/>
                              </w:pPr>
                            </w:p>
                            <w:p w14:paraId="696F8BC2" w14:textId="23B6EAD7" w:rsidR="00A37012" w:rsidRDefault="00A37012" w:rsidP="00D03C12">
                              <w:pPr>
                                <w:pStyle w:val="tekst"/>
                                <w:spacing w:before="0"/>
                                <w:jc w:val="center"/>
                              </w:pPr>
                            </w:p>
                            <w:p w14:paraId="3B5BFAC5" w14:textId="59128818" w:rsidR="00A37012" w:rsidRDefault="00A37012" w:rsidP="00304DC0"/>
                            <w:p w14:paraId="36FBE38D" w14:textId="7370F5EC" w:rsidR="00A37012" w:rsidRDefault="00A37012" w:rsidP="00304DC0"/>
                            <w:p w14:paraId="4F975CD7" w14:textId="255572F7" w:rsidR="00A37012" w:rsidRDefault="00A37012" w:rsidP="00304DC0"/>
                            <w:p w14:paraId="5A282CAB" w14:textId="55B0DC38" w:rsidR="00A37012" w:rsidRDefault="00A37012" w:rsidP="00304DC0"/>
                            <w:p w14:paraId="7CFD345F" w14:textId="77777777" w:rsidR="00A37012" w:rsidRPr="00304DC0" w:rsidRDefault="00A37012" w:rsidP="00304DC0"/>
                            <w:p w14:paraId="6DEB1E91" w14:textId="77777777" w:rsidR="00A37012" w:rsidRDefault="00A37012" w:rsidP="00D03C12">
                              <w:pPr>
                                <w:pStyle w:val="tekst"/>
                                <w:spacing w:before="0"/>
                                <w:jc w:val="center"/>
                              </w:pPr>
                            </w:p>
                            <w:p w14:paraId="10856547" w14:textId="0EA69DF1" w:rsidR="00A37012" w:rsidRDefault="00A37012" w:rsidP="00D03C12">
                              <w:pPr>
                                <w:pStyle w:val="tekst"/>
                                <w:spacing w:before="0"/>
                                <w:jc w:val="center"/>
                              </w:pPr>
                              <w:r>
                                <w:t xml:space="preserve">Lublin, </w:t>
                              </w:r>
                              <w:r>
                                <w:fldChar w:fldCharType="begin"/>
                              </w:r>
                              <w:r>
                                <w:instrText xml:space="preserve"> TIME \@ "d MMMM yyyy" </w:instrText>
                              </w:r>
                              <w:r>
                                <w:fldChar w:fldCharType="separate"/>
                              </w:r>
                              <w:r w:rsidR="005836CE">
                                <w:rPr>
                                  <w:noProof/>
                                </w:rPr>
                                <w:t>20 stycznia 2026</w:t>
                              </w:r>
                              <w:r>
                                <w:fldChar w:fldCharType="end"/>
                              </w:r>
                              <w:r>
                                <w:t xml:space="preserve"> r.</w:t>
                              </w:r>
                              <w:r w:rsidRPr="0014785F">
                                <w:rPr>
                                  <w:noProof/>
                                  <w:lang w:eastAsia="pl-PL"/>
                                </w:rPr>
                                <w:t xml:space="preserve"> </w:t>
                              </w:r>
                            </w:p>
                            <w:p w14:paraId="10E52E55" w14:textId="77777777" w:rsidR="00A37012" w:rsidRDefault="00A37012" w:rsidP="00582CE9"/>
                            <w:p w14:paraId="432F2C46" w14:textId="014A5F14" w:rsidR="00A37012" w:rsidRDefault="00A37012" w:rsidP="00582CE9"/>
                            <w:p w14:paraId="03C25885" w14:textId="6397BFDD" w:rsidR="00A37012" w:rsidRDefault="00A37012" w:rsidP="00582CE9"/>
                            <w:p w14:paraId="51CA86AF" w14:textId="2B8ADC85" w:rsidR="00A37012" w:rsidRDefault="00A37012" w:rsidP="00582CE9"/>
                            <w:p w14:paraId="619DD365" w14:textId="77777777" w:rsidR="00A37012" w:rsidRDefault="00A37012" w:rsidP="00582CE9"/>
                            <w:p w14:paraId="7EC3B223" w14:textId="77777777" w:rsidR="00A37012" w:rsidRDefault="00A37012" w:rsidP="00582CE9"/>
                            <w:p w14:paraId="3495F0DC" w14:textId="77777777" w:rsidR="00A37012" w:rsidRDefault="00A37012" w:rsidP="00582CE9"/>
                            <w:p w14:paraId="77460368" w14:textId="77777777" w:rsidR="00A37012" w:rsidRDefault="00A37012" w:rsidP="00582CE9"/>
                            <w:p w14:paraId="53FDA4AA" w14:textId="77777777" w:rsidR="00A37012" w:rsidRDefault="00A37012" w:rsidP="00582CE9"/>
                            <w:p w14:paraId="44A2FF93" w14:textId="77777777" w:rsidR="00A37012" w:rsidRDefault="00A37012" w:rsidP="00582CE9"/>
                            <w:p w14:paraId="3C3380DF" w14:textId="77777777" w:rsidR="00A37012" w:rsidRDefault="00A37012" w:rsidP="00582CE9"/>
                            <w:p w14:paraId="1EE3B604" w14:textId="77777777" w:rsidR="00A37012" w:rsidRDefault="00A37012" w:rsidP="00582CE9"/>
                            <w:p w14:paraId="20CA8A7A" w14:textId="77777777" w:rsidR="00A37012" w:rsidRDefault="00A37012" w:rsidP="00582CE9">
                              <w:pPr>
                                <w:jc w:val="right"/>
                              </w:pPr>
                            </w:p>
                            <w:p w14:paraId="152F27B1" w14:textId="77777777" w:rsidR="00A37012" w:rsidRDefault="00A37012" w:rsidP="00582CE9"/>
                            <w:p w14:paraId="4D125BB6" w14:textId="77777777" w:rsidR="00A37012" w:rsidRDefault="00A37012" w:rsidP="00582CE9"/>
                            <w:p w14:paraId="5455279D" w14:textId="77777777" w:rsidR="00A37012" w:rsidRDefault="00A37012" w:rsidP="00582CE9"/>
                            <w:p w14:paraId="61DD8B59" w14:textId="77777777" w:rsidR="00A37012" w:rsidRDefault="00A37012" w:rsidP="00582CE9"/>
                            <w:p w14:paraId="0B37C2F5" w14:textId="77777777" w:rsidR="00A37012" w:rsidRDefault="00A37012" w:rsidP="00582CE9"/>
                            <w:p w14:paraId="753EDA83" w14:textId="77777777" w:rsidR="00A37012" w:rsidRDefault="00A37012" w:rsidP="00582CE9"/>
                            <w:p w14:paraId="0751C58F" w14:textId="77777777" w:rsidR="00A37012" w:rsidRDefault="00A37012" w:rsidP="00582CE9"/>
                            <w:p w14:paraId="6714BD10" w14:textId="77777777" w:rsidR="00A37012" w:rsidRDefault="00A37012" w:rsidP="00582CE9"/>
                            <w:p w14:paraId="21A5FEE8" w14:textId="77777777" w:rsidR="00A37012" w:rsidRDefault="00A37012" w:rsidP="00582CE9"/>
                            <w:p w14:paraId="7830D9ED" w14:textId="77777777" w:rsidR="00A37012" w:rsidRDefault="00A37012" w:rsidP="00582CE9"/>
                            <w:p w14:paraId="05255C87" w14:textId="77777777" w:rsidR="00A37012" w:rsidRDefault="00A37012" w:rsidP="00582CE9"/>
                            <w:p w14:paraId="055B4B3D" w14:textId="77777777" w:rsidR="00A37012" w:rsidRDefault="00A37012" w:rsidP="00582CE9"/>
                            <w:p w14:paraId="1A620C60" w14:textId="77777777" w:rsidR="00A37012" w:rsidRDefault="00A37012" w:rsidP="00582CE9"/>
                            <w:p w14:paraId="3E816E9B" w14:textId="77777777" w:rsidR="00A37012" w:rsidRDefault="00A37012" w:rsidP="00582CE9"/>
                            <w:p w14:paraId="067CFED6" w14:textId="77777777" w:rsidR="00A37012" w:rsidRDefault="00A37012" w:rsidP="00582CE9"/>
                            <w:p w14:paraId="04491902" w14:textId="77777777" w:rsidR="00A37012" w:rsidRDefault="00A37012" w:rsidP="00582CE9"/>
                            <w:p w14:paraId="03511D39" w14:textId="77777777" w:rsidR="00A37012" w:rsidRDefault="00A37012" w:rsidP="00582CE9"/>
                            <w:p w14:paraId="59DACFB9" w14:textId="77777777" w:rsidR="00A37012" w:rsidRDefault="00A37012" w:rsidP="00582CE9"/>
                            <w:p w14:paraId="3A5FD902" w14:textId="77777777" w:rsidR="00A37012" w:rsidRDefault="00A37012" w:rsidP="00582CE9"/>
                            <w:p w14:paraId="0A14E252" w14:textId="77777777" w:rsidR="00A37012" w:rsidRDefault="00A37012" w:rsidP="00582CE9"/>
                            <w:p w14:paraId="5E3B06EE" w14:textId="77777777" w:rsidR="00A37012" w:rsidRDefault="00A37012" w:rsidP="00582CE9"/>
                            <w:p w14:paraId="1985B992" w14:textId="77777777" w:rsidR="00A37012" w:rsidRDefault="00A37012" w:rsidP="00582CE9"/>
                            <w:p w14:paraId="3A2CD91A" w14:textId="77777777" w:rsidR="00A37012" w:rsidRDefault="00A37012" w:rsidP="00582CE9"/>
                            <w:p w14:paraId="659183B9" w14:textId="77777777" w:rsidR="00A37012" w:rsidRDefault="00A37012" w:rsidP="00582CE9"/>
                            <w:p w14:paraId="1A7742C6" w14:textId="77777777" w:rsidR="00A37012" w:rsidRDefault="00A37012" w:rsidP="00582CE9"/>
                            <w:p w14:paraId="6C49755A" w14:textId="77777777" w:rsidR="00A37012" w:rsidRDefault="00A37012" w:rsidP="00582CE9"/>
                            <w:p w14:paraId="5927EC37" w14:textId="77777777" w:rsidR="00A37012" w:rsidRDefault="00A37012" w:rsidP="00582CE9">
                              <w:pPr>
                                <w:jc w:val="right"/>
                              </w:pPr>
                              <w:r>
                                <w:rPr>
                                  <w:noProof/>
                                  <w:lang w:eastAsia="pl-PL"/>
                                </w:rPr>
                                <w:drawing>
                                  <wp:inline distT="0" distB="0" distL="0" distR="0" wp14:anchorId="556124F7" wp14:editId="0AD3F505">
                                    <wp:extent cx="1630117" cy="971550"/>
                                    <wp:effectExtent l="0" t="0" r="8255" b="0"/>
                                    <wp:docPr id="60" name="Obraz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A37012" w:rsidRPr="00532563" w:rsidRDefault="00A37012" w:rsidP="00582CE9">
                              <w:pPr>
                                <w:jc w:val="right"/>
                              </w:pPr>
                            </w:p>
                            <w:p w14:paraId="2060F623" w14:textId="77777777" w:rsidR="00A37012" w:rsidRDefault="00A37012" w:rsidP="00582CE9"/>
                            <w:p w14:paraId="42CF5B48" w14:textId="77777777" w:rsidR="00A37012" w:rsidRPr="002C29FC" w:rsidRDefault="00A37012" w:rsidP="00582CE9">
                              <w:bookmarkStart w:id="14" w:name="_Toc85738539"/>
                              <w:bookmarkStart w:id="15" w:name="_Toc85738566"/>
                              <w:bookmarkStart w:id="16" w:name="_Toc85738843"/>
                              <w:r w:rsidRPr="00256A41">
                                <w:t>z dz</w:t>
                              </w:r>
                              <w:r>
                                <w:t>iałalności Grupy Kapitałowej PGE</w:t>
                              </w:r>
                              <w:r>
                                <w:br/>
                              </w:r>
                              <w:r w:rsidRPr="00256A41">
                                <w:t>za okres 6 miesięcy</w:t>
                              </w:r>
                              <w:bookmarkEnd w:id="14"/>
                              <w:bookmarkEnd w:id="15"/>
                              <w:bookmarkEnd w:id="16"/>
                              <w:r>
                                <w:t xml:space="preserve"> </w:t>
                              </w:r>
                            </w:p>
                            <w:p w14:paraId="27EDA656" w14:textId="77777777" w:rsidR="00A37012" w:rsidRPr="00532563" w:rsidRDefault="00A37012" w:rsidP="00582CE9"/>
                            <w:p w14:paraId="6312E82A" w14:textId="77777777" w:rsidR="00A37012" w:rsidRDefault="00A37012" w:rsidP="00582CE9">
                              <w:r>
                                <w:t>zakończony XX</w:t>
                              </w:r>
                              <w:r w:rsidRPr="00532563">
                                <w:t xml:space="preserve"> </w:t>
                              </w:r>
                              <w:r>
                                <w:t>[miesiąc] 202X</w:t>
                              </w:r>
                              <w:r w:rsidRPr="00532563">
                                <w:t xml:space="preserve"> roku</w:t>
                              </w:r>
                            </w:p>
                            <w:p w14:paraId="67617291" w14:textId="77777777" w:rsidR="00A37012" w:rsidRDefault="00A37012" w:rsidP="00582CE9"/>
                            <w:p w14:paraId="20750051" w14:textId="77777777" w:rsidR="00A37012" w:rsidRDefault="00A37012" w:rsidP="00582CE9"/>
                            <w:p w14:paraId="4399DC85" w14:textId="77777777" w:rsidR="00A37012" w:rsidRDefault="00A37012" w:rsidP="00582CE9"/>
                            <w:p w14:paraId="00ADC3E5" w14:textId="77777777" w:rsidR="00A37012" w:rsidRDefault="00A37012" w:rsidP="00582CE9"/>
                            <w:p w14:paraId="2540D90C" w14:textId="77777777" w:rsidR="00A37012" w:rsidRDefault="00A37012" w:rsidP="00582CE9"/>
                            <w:p w14:paraId="43D36552" w14:textId="77777777" w:rsidR="00A37012" w:rsidRDefault="00A37012" w:rsidP="00582CE9"/>
                            <w:p w14:paraId="1FE2D677" w14:textId="77777777" w:rsidR="00A37012" w:rsidRDefault="00A37012" w:rsidP="00582CE9"/>
                            <w:p w14:paraId="5C4A62F4" w14:textId="77777777" w:rsidR="00A37012" w:rsidRDefault="00A37012" w:rsidP="00582CE9"/>
                            <w:p w14:paraId="2CC30EAC" w14:textId="77777777" w:rsidR="00A37012" w:rsidRDefault="00A37012" w:rsidP="00582CE9"/>
                            <w:p w14:paraId="5216A2C4" w14:textId="77777777" w:rsidR="00A37012" w:rsidRDefault="00A37012" w:rsidP="00582CE9"/>
                            <w:p w14:paraId="496F2194" w14:textId="77777777" w:rsidR="00A37012" w:rsidRDefault="00A37012" w:rsidP="00582CE9"/>
                            <w:p w14:paraId="47680594" w14:textId="77777777" w:rsidR="00A37012" w:rsidRDefault="00A37012" w:rsidP="00582CE9"/>
                            <w:p w14:paraId="7CAADE4C" w14:textId="77777777" w:rsidR="00A37012" w:rsidRDefault="00A37012" w:rsidP="00582CE9"/>
                            <w:p w14:paraId="421EFA27" w14:textId="77777777" w:rsidR="00A37012" w:rsidRDefault="00A37012" w:rsidP="00582CE9"/>
                            <w:p w14:paraId="396F7D6A" w14:textId="77777777" w:rsidR="00A37012" w:rsidRDefault="00A37012" w:rsidP="00582CE9"/>
                            <w:p w14:paraId="052B1DC8" w14:textId="77777777" w:rsidR="00A37012" w:rsidRDefault="00A37012" w:rsidP="00582CE9"/>
                            <w:p w14:paraId="62224610" w14:textId="77777777" w:rsidR="00A37012" w:rsidRDefault="00A37012" w:rsidP="00582CE9"/>
                            <w:p w14:paraId="57E6CDCB" w14:textId="77777777" w:rsidR="00A37012" w:rsidRDefault="00A37012" w:rsidP="00582CE9"/>
                            <w:p w14:paraId="4C71D9DC" w14:textId="77777777" w:rsidR="00A37012" w:rsidRDefault="00A37012" w:rsidP="00582CE9"/>
                            <w:p w14:paraId="46BFA317" w14:textId="77777777" w:rsidR="00A37012" w:rsidRDefault="00A37012" w:rsidP="00582CE9"/>
                            <w:p w14:paraId="40E07ED9" w14:textId="77777777" w:rsidR="00A37012" w:rsidRDefault="00A37012" w:rsidP="00582CE9"/>
                            <w:p w14:paraId="7F6F2E55" w14:textId="77777777" w:rsidR="00A37012" w:rsidRDefault="00A37012" w:rsidP="00582CE9"/>
                            <w:p w14:paraId="67517B79" w14:textId="77777777" w:rsidR="00A37012" w:rsidRDefault="00A37012" w:rsidP="00582CE9"/>
                            <w:p w14:paraId="3BFAAFE4" w14:textId="77777777" w:rsidR="00A37012" w:rsidRDefault="00A37012" w:rsidP="00582CE9"/>
                            <w:p w14:paraId="1B3A9CFD" w14:textId="77777777" w:rsidR="00A37012" w:rsidRDefault="00A37012" w:rsidP="00582CE9"/>
                            <w:p w14:paraId="32A5639D" w14:textId="77777777" w:rsidR="00A37012" w:rsidRDefault="00A37012" w:rsidP="00582CE9"/>
                            <w:p w14:paraId="0DEB3F60" w14:textId="77777777" w:rsidR="00A37012" w:rsidRDefault="00A37012" w:rsidP="00582CE9"/>
                            <w:p w14:paraId="14EB0857" w14:textId="77777777" w:rsidR="00A37012" w:rsidRDefault="00A37012" w:rsidP="00582CE9"/>
                            <w:p w14:paraId="17ABA981" w14:textId="77777777" w:rsidR="00A37012" w:rsidRDefault="00A37012" w:rsidP="00582CE9"/>
                            <w:p w14:paraId="2F9280AC" w14:textId="77777777" w:rsidR="00A37012" w:rsidRDefault="00A37012" w:rsidP="00582CE9"/>
                            <w:p w14:paraId="225F12EA" w14:textId="77777777" w:rsidR="00A37012" w:rsidRDefault="00A37012" w:rsidP="00582CE9"/>
                            <w:p w14:paraId="346558F9" w14:textId="77777777" w:rsidR="00A37012" w:rsidRDefault="00A37012" w:rsidP="00582CE9">
                              <w:pPr>
                                <w:jc w:val="right"/>
                              </w:pPr>
                              <w:r>
                                <w:rPr>
                                  <w:noProof/>
                                  <w:lang w:eastAsia="pl-PL"/>
                                </w:rPr>
                                <w:drawing>
                                  <wp:inline distT="0" distB="0" distL="0" distR="0" wp14:anchorId="006B79C4" wp14:editId="362B097A">
                                    <wp:extent cx="1630117" cy="971550"/>
                                    <wp:effectExtent l="0" t="0" r="8255" b="0"/>
                                    <wp:docPr id="61" name="Obraz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A37012" w:rsidRPr="00532563" w:rsidRDefault="00A37012" w:rsidP="00582CE9">
                              <w:pPr>
                                <w:jc w:val="right"/>
                              </w:pPr>
                            </w:p>
                            <w:p w14:paraId="0D56A0EE" w14:textId="77777777" w:rsidR="00A37012" w:rsidRDefault="00A37012" w:rsidP="00582CE9"/>
                            <w:p w14:paraId="4F688069" w14:textId="77777777" w:rsidR="00A37012" w:rsidRPr="002C29FC" w:rsidRDefault="00A37012" w:rsidP="00582CE9">
                              <w:bookmarkStart w:id="17" w:name="_Toc85738540"/>
                              <w:bookmarkStart w:id="18" w:name="_Toc85738567"/>
                              <w:bookmarkStart w:id="19" w:name="_Toc85738844"/>
                              <w:r w:rsidRPr="00256A41">
                                <w:t>z dz</w:t>
                              </w:r>
                              <w:r>
                                <w:t>iałalności Grupy Kapitałowej PGE</w:t>
                              </w:r>
                              <w:r>
                                <w:br/>
                              </w:r>
                              <w:r w:rsidRPr="00256A41">
                                <w:t>za okres 6 miesięcy</w:t>
                              </w:r>
                              <w:bookmarkEnd w:id="17"/>
                              <w:bookmarkEnd w:id="18"/>
                              <w:bookmarkEnd w:id="19"/>
                              <w:r>
                                <w:t xml:space="preserve"> </w:t>
                              </w:r>
                            </w:p>
                            <w:p w14:paraId="77130D97" w14:textId="77777777" w:rsidR="00A37012" w:rsidRPr="00532563" w:rsidRDefault="00A37012" w:rsidP="00582CE9"/>
                            <w:p w14:paraId="30FD44B4" w14:textId="77777777" w:rsidR="00A37012" w:rsidRDefault="00A37012" w:rsidP="00582CE9">
                              <w:r>
                                <w:t>zakończony XX</w:t>
                              </w:r>
                              <w:r w:rsidRPr="00532563">
                                <w:t xml:space="preserve"> </w:t>
                              </w:r>
                              <w:r>
                                <w:t>[miesiąc] 202X</w:t>
                              </w:r>
                              <w:r w:rsidRPr="00532563">
                                <w:t xml:space="preserve"> roku</w:t>
                              </w:r>
                            </w:p>
                            <w:p w14:paraId="7F418820" w14:textId="77777777" w:rsidR="00A37012" w:rsidRDefault="00A37012" w:rsidP="00582CE9"/>
                            <w:p w14:paraId="1010328F" w14:textId="77777777" w:rsidR="00A37012" w:rsidRDefault="00A37012" w:rsidP="00582CE9"/>
                            <w:p w14:paraId="58704009" w14:textId="77777777" w:rsidR="00A37012" w:rsidRDefault="00A37012" w:rsidP="00582CE9"/>
                            <w:p w14:paraId="655579ED" w14:textId="77777777" w:rsidR="00A37012" w:rsidRDefault="00A37012" w:rsidP="00582CE9"/>
                            <w:p w14:paraId="1B335F14" w14:textId="77777777" w:rsidR="00A37012" w:rsidRDefault="00A37012" w:rsidP="00582CE9"/>
                            <w:p w14:paraId="1CD33DE9" w14:textId="77777777" w:rsidR="00A37012" w:rsidRDefault="00A37012" w:rsidP="00582CE9"/>
                            <w:p w14:paraId="6EFADD99" w14:textId="77777777" w:rsidR="00A37012" w:rsidRDefault="00A37012" w:rsidP="00582CE9"/>
                            <w:p w14:paraId="29141B23" w14:textId="77777777" w:rsidR="00A37012" w:rsidRDefault="00A37012" w:rsidP="00582CE9"/>
                            <w:p w14:paraId="0361DE91" w14:textId="77777777" w:rsidR="00A37012" w:rsidRDefault="00A37012" w:rsidP="00582CE9"/>
                            <w:p w14:paraId="5CA413C7" w14:textId="77777777" w:rsidR="00A37012" w:rsidRDefault="00A37012" w:rsidP="00582CE9"/>
                            <w:p w14:paraId="1D978E7D" w14:textId="77777777" w:rsidR="00A37012" w:rsidRDefault="00A37012" w:rsidP="00582CE9"/>
                            <w:p w14:paraId="5A42190A" w14:textId="77777777" w:rsidR="00A37012" w:rsidRDefault="00A37012" w:rsidP="00582CE9"/>
                            <w:p w14:paraId="34C78759" w14:textId="77777777" w:rsidR="00A37012" w:rsidRDefault="00A37012" w:rsidP="00582CE9"/>
                            <w:p w14:paraId="65A03EB1" w14:textId="77777777" w:rsidR="00A37012" w:rsidRDefault="00A37012" w:rsidP="00582CE9"/>
                            <w:p w14:paraId="4F91F294" w14:textId="77777777" w:rsidR="00A37012" w:rsidRDefault="00A37012" w:rsidP="00582CE9"/>
                            <w:p w14:paraId="2D13EF49" w14:textId="77777777" w:rsidR="00A37012" w:rsidRDefault="00A37012" w:rsidP="00582CE9"/>
                            <w:p w14:paraId="70CF7CFD" w14:textId="77777777" w:rsidR="00A37012" w:rsidRDefault="00A37012" w:rsidP="00582CE9"/>
                            <w:p w14:paraId="62FADBF6" w14:textId="77777777" w:rsidR="00A37012" w:rsidRDefault="00A37012" w:rsidP="00582CE9"/>
                            <w:p w14:paraId="4CD5557E" w14:textId="77777777" w:rsidR="00A37012" w:rsidRDefault="00A37012" w:rsidP="00582CE9"/>
                            <w:p w14:paraId="2F3D968B" w14:textId="77777777" w:rsidR="00A37012" w:rsidRDefault="00A37012" w:rsidP="00582CE9"/>
                            <w:p w14:paraId="68C52F2E" w14:textId="77777777" w:rsidR="00A37012" w:rsidRDefault="00A37012" w:rsidP="00582CE9"/>
                            <w:p w14:paraId="6FAFEBFF" w14:textId="77777777" w:rsidR="00A37012" w:rsidRDefault="00A37012" w:rsidP="00582CE9"/>
                            <w:p w14:paraId="4AFD923E" w14:textId="77777777" w:rsidR="00A37012" w:rsidRDefault="00A37012" w:rsidP="00582CE9"/>
                            <w:p w14:paraId="7CE0310E" w14:textId="77777777" w:rsidR="00A37012" w:rsidRDefault="00A37012" w:rsidP="00582CE9"/>
                            <w:p w14:paraId="3FC6F2CD" w14:textId="77777777" w:rsidR="00A37012" w:rsidRDefault="00A37012" w:rsidP="00582CE9"/>
                            <w:p w14:paraId="4E5D811B" w14:textId="77777777" w:rsidR="00A37012" w:rsidRDefault="00A37012" w:rsidP="00582CE9"/>
                            <w:p w14:paraId="742ED274" w14:textId="77777777" w:rsidR="00A37012" w:rsidRDefault="00A37012" w:rsidP="00582CE9"/>
                            <w:p w14:paraId="434CB0B0" w14:textId="77777777" w:rsidR="00A37012" w:rsidRDefault="00A37012" w:rsidP="00582CE9"/>
                            <w:p w14:paraId="70233636" w14:textId="77777777" w:rsidR="00A37012" w:rsidRDefault="00A37012" w:rsidP="00582CE9"/>
                            <w:p w14:paraId="11E3B380" w14:textId="77777777" w:rsidR="00A37012" w:rsidRDefault="00A37012" w:rsidP="00582CE9"/>
                            <w:p w14:paraId="6769EEF8" w14:textId="77777777" w:rsidR="00A37012" w:rsidRDefault="00A37012" w:rsidP="00582CE9"/>
                            <w:p w14:paraId="66018625" w14:textId="77777777" w:rsidR="00A37012" w:rsidRDefault="00A37012" w:rsidP="00582CE9">
                              <w:pPr>
                                <w:jc w:val="right"/>
                              </w:pPr>
                              <w:r>
                                <w:rPr>
                                  <w:noProof/>
                                  <w:lang w:eastAsia="pl-PL"/>
                                </w:rPr>
                                <w:drawing>
                                  <wp:inline distT="0" distB="0" distL="0" distR="0" wp14:anchorId="2C176CC8" wp14:editId="19B50355">
                                    <wp:extent cx="1630117" cy="971550"/>
                                    <wp:effectExtent l="0" t="0" r="8255" b="0"/>
                                    <wp:docPr id="62" name="Obraz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A37012" w:rsidRPr="00532563" w:rsidRDefault="00A37012" w:rsidP="00582CE9">
                              <w:pPr>
                                <w:jc w:val="right"/>
                              </w:pP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FD271DB" id="Grupa 173" o:spid="_x0000_s1026" style="position:absolute;left:0;text-align:left;margin-left:26.7pt;margin-top:40.35pt;width:536pt;height:774.5pt;z-index:251629568;mso-wrap-distance-left:18pt;mso-wrap-distance-right:18pt;mso-position-horizontal-relative:page;mso-position-vertical-relative:page;mso-width-relative:margin;mso-height-relative:margin" coordorigin="690,-2416" coordsize="48916,19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">
                <v:rect id="Prostokąt 174" o:spid="_x0000_s1027" style="position:absolute;left:690;top:14773;width:32186;height:22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" fillcolor="white [3212]" stroked="f" strokeweight="1pt">
                  <v:fill opacity="0"/>
                </v:rect>
                <v:shapetype id="_x0000_t202" coordsize="21600,21600" o:spt="202" path="m,l,21600r21600,l21600,xe">
                  <v:stroke joinstyle="miter"/>
                  <v:path gradientshapeok="t" o:connecttype="rect"/>
                </v:shapetype>
                <v:shape id="Pole tekstowe 178" o:spid="_x0000_s1028" type="#_x0000_t202" style="position:absolute;left:2668;top:-2416;width:46938;height:19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" filled="f" stroked="f" strokeweight=".5pt">
                  <v:textbox inset="3.6pt,7.2pt,0,0">
                    <w:txbxContent>
                      <w:p w14:paraId="250CBD73" w14:textId="77777777" w:rsidR="00A37012" w:rsidRDefault="00A37012" w:rsidP="006E100D">
                        <w:pPr>
                          <w:pStyle w:val="Tytu"/>
                          <w:rPr>
                            <w:spacing w:val="0"/>
                          </w:rPr>
                        </w:pPr>
                      </w:p>
                      <w:p w14:paraId="74CCA4FD" w14:textId="7683A686" w:rsidR="00A37012" w:rsidRDefault="00A37012" w:rsidP="00A809BD">
                        <w:pPr>
                          <w:pStyle w:val="Tytu"/>
                          <w:jc w:val="center"/>
                          <w:rPr>
                            <w:spacing w:val="0"/>
                          </w:rPr>
                        </w:pPr>
                        <w:r w:rsidRPr="001318C9">
                          <w:rPr>
                            <w:spacing w:val="0"/>
                          </w:rPr>
                          <w:t>SPECYFIKACJA WARUNKÓW ZAMÓWIENIA (SWZ)</w:t>
                        </w:r>
                      </w:p>
                      <w:p w14:paraId="69E2714C" w14:textId="77777777" w:rsidR="00A37012" w:rsidRDefault="00A37012" w:rsidP="006E100D">
                        <w:pPr>
                          <w:pStyle w:val="Tytu"/>
                          <w:rPr>
                            <w:spacing w:val="0"/>
                          </w:rPr>
                        </w:pPr>
                      </w:p>
                      <w:p w14:paraId="22BFD0D6" w14:textId="2903D16A" w:rsidR="00A37012" w:rsidRDefault="00A37012" w:rsidP="00D206B4">
                        <w:pPr>
                          <w:pStyle w:val="PODTYTU"/>
                          <w:spacing w:before="400"/>
                          <w:jc w:val="center"/>
                        </w:pPr>
                        <w:r>
                          <w:t>POSTĘPOWANIE ZAKUPOWE W TRYBIE PRZETARGU NIEOGRANICZONEGO</w:t>
                        </w:r>
                      </w:p>
                      <w:p w14:paraId="06C24C27" w14:textId="2534B393" w:rsidR="00A37012" w:rsidRDefault="00A37012" w:rsidP="00D206B4">
                        <w:pPr>
                          <w:pStyle w:val="PODTYTU"/>
                          <w:spacing w:before="400"/>
                          <w:jc w:val="center"/>
                        </w:pPr>
                        <w:r w:rsidRPr="00AE0670">
                          <w:t>NA PODSTAWIE PROC30031/</w:t>
                        </w:r>
                        <w:r>
                          <w:t>H</w:t>
                        </w:r>
                        <w:r w:rsidRPr="00AE0670">
                          <w:t xml:space="preserve"> PROCEDURY ZAKUPÓW PGE DYSTRYBUCJA S.A.</w:t>
                        </w:r>
                      </w:p>
                      <w:p w14:paraId="2682458A" w14:textId="251E7CA0" w:rsidR="006F7E71" w:rsidRDefault="005836CE" w:rsidP="00A809BD">
                        <w:pPr>
                          <w:pStyle w:val="tekst"/>
                          <w:spacing w:before="720"/>
                          <w:jc w:val="center"/>
                          <w:rPr>
                            <w:rFonts w:asciiTheme="majorHAnsi" w:hAnsiTheme="majorHAnsi"/>
                            <w:sz w:val="32"/>
                          </w:rPr>
                        </w:pPr>
                        <w:r w:rsidRPr="005836CE">
                          <w:rPr>
                            <w:rFonts w:asciiTheme="majorHAnsi" w:hAnsiTheme="majorHAnsi"/>
                            <w:sz w:val="32"/>
                          </w:rPr>
                          <w:t>Wykonanie robót budowlanych w branży elektroenergetycznej na terenie działania PGE Dystrybucja S.A. Oddział Łódź w RE Zgierz-Pabianice i RE Sieradz w podziale na 3 części</w:t>
                        </w:r>
                        <w:r w:rsidR="006F7E71" w:rsidRPr="006F7E71">
                          <w:rPr>
                            <w:rFonts w:asciiTheme="majorHAnsi" w:hAnsiTheme="majorHAnsi"/>
                            <w:sz w:val="32"/>
                          </w:rPr>
                          <w:t>.</w:t>
                        </w:r>
                      </w:p>
                      <w:p w14:paraId="740DC77E" w14:textId="2D0F7B3E" w:rsidR="00A37012" w:rsidRDefault="00A37012" w:rsidP="00A809BD">
                        <w:pPr>
                          <w:pStyle w:val="tekst"/>
                          <w:spacing w:before="720"/>
                          <w:jc w:val="center"/>
                        </w:pPr>
                        <w:r w:rsidRPr="006E100D">
                          <w:t>Nume</w:t>
                        </w:r>
                        <w:r>
                          <w:t>r Postępowania:</w:t>
                        </w:r>
                        <w:r>
                          <w:tab/>
                        </w:r>
                        <w:r w:rsidRPr="008019DF">
                          <w:t>POST/DYS/OLD/GZ/0</w:t>
                        </w:r>
                        <w:r w:rsidR="005836CE">
                          <w:t>141</w:t>
                        </w:r>
                        <w:r w:rsidRPr="008019DF">
                          <w:t>/202</w:t>
                        </w:r>
                        <w:r w:rsidR="00AA1BD9">
                          <w:t>6</w:t>
                        </w:r>
                      </w:p>
                      <w:p w14:paraId="1B29D8E9" w14:textId="1594A975" w:rsidR="00A37012" w:rsidRDefault="00A37012" w:rsidP="001318C9"/>
                      <w:p w14:paraId="39B9F193" w14:textId="77777777" w:rsidR="00A37012" w:rsidRDefault="00A37012" w:rsidP="00D03C12">
                        <w:pPr>
                          <w:pStyle w:val="tekst"/>
                          <w:spacing w:before="0"/>
                          <w:jc w:val="center"/>
                        </w:pPr>
                      </w:p>
                      <w:p w14:paraId="696F8BC2" w14:textId="23B6EAD7" w:rsidR="00A37012" w:rsidRDefault="00A37012" w:rsidP="00D03C12">
                        <w:pPr>
                          <w:pStyle w:val="tekst"/>
                          <w:spacing w:before="0"/>
                          <w:jc w:val="center"/>
                        </w:pPr>
                      </w:p>
                      <w:p w14:paraId="3B5BFAC5" w14:textId="59128818" w:rsidR="00A37012" w:rsidRDefault="00A37012" w:rsidP="00304DC0"/>
                      <w:p w14:paraId="36FBE38D" w14:textId="7370F5EC" w:rsidR="00A37012" w:rsidRDefault="00A37012" w:rsidP="00304DC0"/>
                      <w:p w14:paraId="4F975CD7" w14:textId="255572F7" w:rsidR="00A37012" w:rsidRDefault="00A37012" w:rsidP="00304DC0"/>
                      <w:p w14:paraId="5A282CAB" w14:textId="55B0DC38" w:rsidR="00A37012" w:rsidRDefault="00A37012" w:rsidP="00304DC0"/>
                      <w:p w14:paraId="7CFD345F" w14:textId="77777777" w:rsidR="00A37012" w:rsidRPr="00304DC0" w:rsidRDefault="00A37012" w:rsidP="00304DC0"/>
                      <w:p w14:paraId="6DEB1E91" w14:textId="77777777" w:rsidR="00A37012" w:rsidRDefault="00A37012" w:rsidP="00D03C12">
                        <w:pPr>
                          <w:pStyle w:val="tekst"/>
                          <w:spacing w:before="0"/>
                          <w:jc w:val="center"/>
                        </w:pPr>
                      </w:p>
                      <w:p w14:paraId="10856547" w14:textId="0EA69DF1" w:rsidR="00A37012" w:rsidRDefault="00A37012" w:rsidP="00D03C12">
                        <w:pPr>
                          <w:pStyle w:val="tekst"/>
                          <w:spacing w:before="0"/>
                          <w:jc w:val="center"/>
                        </w:pPr>
                        <w:r>
                          <w:t xml:space="preserve">Lublin, </w:t>
                        </w:r>
                        <w:r>
                          <w:fldChar w:fldCharType="begin"/>
                        </w:r>
                        <w:r>
                          <w:instrText xml:space="preserve"> TIME \@ "d MMMM yyyy" </w:instrText>
                        </w:r>
                        <w:r>
                          <w:fldChar w:fldCharType="separate"/>
                        </w:r>
                        <w:r w:rsidR="005836CE">
                          <w:rPr>
                            <w:noProof/>
                          </w:rPr>
                          <w:t>20 stycznia 2026</w:t>
                        </w:r>
                        <w:r>
                          <w:fldChar w:fldCharType="end"/>
                        </w:r>
                        <w:r>
                          <w:t xml:space="preserve"> r.</w:t>
                        </w:r>
                        <w:r w:rsidRPr="0014785F">
                          <w:rPr>
                            <w:noProof/>
                            <w:lang w:eastAsia="pl-PL"/>
                          </w:rPr>
                          <w:t xml:space="preserve"> </w:t>
                        </w:r>
                      </w:p>
                      <w:p w14:paraId="10E52E55" w14:textId="77777777" w:rsidR="00A37012" w:rsidRDefault="00A37012" w:rsidP="00582CE9"/>
                      <w:p w14:paraId="432F2C46" w14:textId="014A5F14" w:rsidR="00A37012" w:rsidRDefault="00A37012" w:rsidP="00582CE9"/>
                      <w:p w14:paraId="03C25885" w14:textId="6397BFDD" w:rsidR="00A37012" w:rsidRDefault="00A37012" w:rsidP="00582CE9"/>
                      <w:p w14:paraId="51CA86AF" w14:textId="2B8ADC85" w:rsidR="00A37012" w:rsidRDefault="00A37012" w:rsidP="00582CE9"/>
                      <w:p w14:paraId="619DD365" w14:textId="77777777" w:rsidR="00A37012" w:rsidRDefault="00A37012" w:rsidP="00582CE9"/>
                      <w:p w14:paraId="7EC3B223" w14:textId="77777777" w:rsidR="00A37012" w:rsidRDefault="00A37012" w:rsidP="00582CE9"/>
                      <w:p w14:paraId="3495F0DC" w14:textId="77777777" w:rsidR="00A37012" w:rsidRDefault="00A37012" w:rsidP="00582CE9"/>
                      <w:p w14:paraId="77460368" w14:textId="77777777" w:rsidR="00A37012" w:rsidRDefault="00A37012" w:rsidP="00582CE9"/>
                      <w:p w14:paraId="53FDA4AA" w14:textId="77777777" w:rsidR="00A37012" w:rsidRDefault="00A37012" w:rsidP="00582CE9"/>
                      <w:p w14:paraId="44A2FF93" w14:textId="77777777" w:rsidR="00A37012" w:rsidRDefault="00A37012" w:rsidP="00582CE9"/>
                      <w:p w14:paraId="3C3380DF" w14:textId="77777777" w:rsidR="00A37012" w:rsidRDefault="00A37012" w:rsidP="00582CE9"/>
                      <w:p w14:paraId="1EE3B604" w14:textId="77777777" w:rsidR="00A37012" w:rsidRDefault="00A37012" w:rsidP="00582CE9"/>
                      <w:p w14:paraId="20CA8A7A" w14:textId="77777777" w:rsidR="00A37012" w:rsidRDefault="00A37012" w:rsidP="00582CE9">
                        <w:pPr>
                          <w:jc w:val="right"/>
                        </w:pPr>
                      </w:p>
                      <w:p w14:paraId="152F27B1" w14:textId="77777777" w:rsidR="00A37012" w:rsidRDefault="00A37012" w:rsidP="00582CE9"/>
                      <w:p w14:paraId="4D125BB6" w14:textId="77777777" w:rsidR="00A37012" w:rsidRDefault="00A37012" w:rsidP="00582CE9"/>
                      <w:p w14:paraId="5455279D" w14:textId="77777777" w:rsidR="00A37012" w:rsidRDefault="00A37012" w:rsidP="00582CE9"/>
                      <w:p w14:paraId="61DD8B59" w14:textId="77777777" w:rsidR="00A37012" w:rsidRDefault="00A37012" w:rsidP="00582CE9"/>
                      <w:p w14:paraId="0B37C2F5" w14:textId="77777777" w:rsidR="00A37012" w:rsidRDefault="00A37012" w:rsidP="00582CE9"/>
                      <w:p w14:paraId="753EDA83" w14:textId="77777777" w:rsidR="00A37012" w:rsidRDefault="00A37012" w:rsidP="00582CE9"/>
                      <w:p w14:paraId="0751C58F" w14:textId="77777777" w:rsidR="00A37012" w:rsidRDefault="00A37012" w:rsidP="00582CE9"/>
                      <w:p w14:paraId="6714BD10" w14:textId="77777777" w:rsidR="00A37012" w:rsidRDefault="00A37012" w:rsidP="00582CE9"/>
                      <w:p w14:paraId="21A5FEE8" w14:textId="77777777" w:rsidR="00A37012" w:rsidRDefault="00A37012" w:rsidP="00582CE9"/>
                      <w:p w14:paraId="7830D9ED" w14:textId="77777777" w:rsidR="00A37012" w:rsidRDefault="00A37012" w:rsidP="00582CE9"/>
                      <w:p w14:paraId="05255C87" w14:textId="77777777" w:rsidR="00A37012" w:rsidRDefault="00A37012" w:rsidP="00582CE9"/>
                      <w:p w14:paraId="055B4B3D" w14:textId="77777777" w:rsidR="00A37012" w:rsidRDefault="00A37012" w:rsidP="00582CE9"/>
                      <w:p w14:paraId="1A620C60" w14:textId="77777777" w:rsidR="00A37012" w:rsidRDefault="00A37012" w:rsidP="00582CE9"/>
                      <w:p w14:paraId="3E816E9B" w14:textId="77777777" w:rsidR="00A37012" w:rsidRDefault="00A37012" w:rsidP="00582CE9"/>
                      <w:p w14:paraId="067CFED6" w14:textId="77777777" w:rsidR="00A37012" w:rsidRDefault="00A37012" w:rsidP="00582CE9"/>
                      <w:p w14:paraId="04491902" w14:textId="77777777" w:rsidR="00A37012" w:rsidRDefault="00A37012" w:rsidP="00582CE9"/>
                      <w:p w14:paraId="03511D39" w14:textId="77777777" w:rsidR="00A37012" w:rsidRDefault="00A37012" w:rsidP="00582CE9"/>
                      <w:p w14:paraId="59DACFB9" w14:textId="77777777" w:rsidR="00A37012" w:rsidRDefault="00A37012" w:rsidP="00582CE9"/>
                      <w:p w14:paraId="3A5FD902" w14:textId="77777777" w:rsidR="00A37012" w:rsidRDefault="00A37012" w:rsidP="00582CE9"/>
                      <w:p w14:paraId="0A14E252" w14:textId="77777777" w:rsidR="00A37012" w:rsidRDefault="00A37012" w:rsidP="00582CE9"/>
                      <w:p w14:paraId="5E3B06EE" w14:textId="77777777" w:rsidR="00A37012" w:rsidRDefault="00A37012" w:rsidP="00582CE9"/>
                      <w:p w14:paraId="1985B992" w14:textId="77777777" w:rsidR="00A37012" w:rsidRDefault="00A37012" w:rsidP="00582CE9"/>
                      <w:p w14:paraId="3A2CD91A" w14:textId="77777777" w:rsidR="00A37012" w:rsidRDefault="00A37012" w:rsidP="00582CE9"/>
                      <w:p w14:paraId="659183B9" w14:textId="77777777" w:rsidR="00A37012" w:rsidRDefault="00A37012" w:rsidP="00582CE9"/>
                      <w:p w14:paraId="1A7742C6" w14:textId="77777777" w:rsidR="00A37012" w:rsidRDefault="00A37012" w:rsidP="00582CE9"/>
                      <w:p w14:paraId="6C49755A" w14:textId="77777777" w:rsidR="00A37012" w:rsidRDefault="00A37012" w:rsidP="00582CE9"/>
                      <w:p w14:paraId="5927EC37" w14:textId="77777777" w:rsidR="00A37012" w:rsidRDefault="00A37012" w:rsidP="00582CE9">
                        <w:pPr>
                          <w:jc w:val="right"/>
                        </w:pPr>
                        <w:r>
                          <w:rPr>
                            <w:noProof/>
                            <w:lang w:eastAsia="pl-PL"/>
                          </w:rPr>
                          <w:drawing>
                            <wp:inline distT="0" distB="0" distL="0" distR="0" wp14:anchorId="556124F7" wp14:editId="0AD3F505">
                              <wp:extent cx="1630117" cy="971550"/>
                              <wp:effectExtent l="0" t="0" r="8255" b="0"/>
                              <wp:docPr id="60" name="Obraz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A37012" w:rsidRPr="00532563" w:rsidRDefault="00A37012" w:rsidP="00582CE9">
                        <w:pPr>
                          <w:jc w:val="right"/>
                        </w:pPr>
                      </w:p>
                      <w:p w14:paraId="2060F623" w14:textId="77777777" w:rsidR="00A37012" w:rsidRDefault="00A37012" w:rsidP="00582CE9"/>
                      <w:p w14:paraId="42CF5B48" w14:textId="77777777" w:rsidR="00A37012" w:rsidRPr="002C29FC" w:rsidRDefault="00A37012" w:rsidP="00582CE9">
                        <w:bookmarkStart w:id="20" w:name="_Toc85738539"/>
                        <w:bookmarkStart w:id="21" w:name="_Toc85738566"/>
                        <w:bookmarkStart w:id="22" w:name="_Toc85738843"/>
                        <w:r w:rsidRPr="00256A41">
                          <w:t>z dz</w:t>
                        </w:r>
                        <w:r>
                          <w:t>iałalności Grupy Kapitałowej PGE</w:t>
                        </w:r>
                        <w:r>
                          <w:br/>
                        </w:r>
                        <w:r w:rsidRPr="00256A41">
                          <w:t>za okres 6 miesięcy</w:t>
                        </w:r>
                        <w:bookmarkEnd w:id="20"/>
                        <w:bookmarkEnd w:id="21"/>
                        <w:bookmarkEnd w:id="22"/>
                        <w:r>
                          <w:t xml:space="preserve"> </w:t>
                        </w:r>
                      </w:p>
                      <w:p w14:paraId="27EDA656" w14:textId="77777777" w:rsidR="00A37012" w:rsidRPr="00532563" w:rsidRDefault="00A37012" w:rsidP="00582CE9"/>
                      <w:p w14:paraId="6312E82A" w14:textId="77777777" w:rsidR="00A37012" w:rsidRDefault="00A37012" w:rsidP="00582CE9">
                        <w:r>
                          <w:t>zakończony XX</w:t>
                        </w:r>
                        <w:r w:rsidRPr="00532563">
                          <w:t xml:space="preserve"> </w:t>
                        </w:r>
                        <w:r>
                          <w:t>[miesiąc] 202X</w:t>
                        </w:r>
                        <w:r w:rsidRPr="00532563">
                          <w:t xml:space="preserve"> roku</w:t>
                        </w:r>
                      </w:p>
                      <w:p w14:paraId="67617291" w14:textId="77777777" w:rsidR="00A37012" w:rsidRDefault="00A37012" w:rsidP="00582CE9"/>
                      <w:p w14:paraId="20750051" w14:textId="77777777" w:rsidR="00A37012" w:rsidRDefault="00A37012" w:rsidP="00582CE9"/>
                      <w:p w14:paraId="4399DC85" w14:textId="77777777" w:rsidR="00A37012" w:rsidRDefault="00A37012" w:rsidP="00582CE9"/>
                      <w:p w14:paraId="00ADC3E5" w14:textId="77777777" w:rsidR="00A37012" w:rsidRDefault="00A37012" w:rsidP="00582CE9"/>
                      <w:p w14:paraId="2540D90C" w14:textId="77777777" w:rsidR="00A37012" w:rsidRDefault="00A37012" w:rsidP="00582CE9"/>
                      <w:p w14:paraId="43D36552" w14:textId="77777777" w:rsidR="00A37012" w:rsidRDefault="00A37012" w:rsidP="00582CE9"/>
                      <w:p w14:paraId="1FE2D677" w14:textId="77777777" w:rsidR="00A37012" w:rsidRDefault="00A37012" w:rsidP="00582CE9"/>
                      <w:p w14:paraId="5C4A62F4" w14:textId="77777777" w:rsidR="00A37012" w:rsidRDefault="00A37012" w:rsidP="00582CE9"/>
                      <w:p w14:paraId="2CC30EAC" w14:textId="77777777" w:rsidR="00A37012" w:rsidRDefault="00A37012" w:rsidP="00582CE9"/>
                      <w:p w14:paraId="5216A2C4" w14:textId="77777777" w:rsidR="00A37012" w:rsidRDefault="00A37012" w:rsidP="00582CE9"/>
                      <w:p w14:paraId="496F2194" w14:textId="77777777" w:rsidR="00A37012" w:rsidRDefault="00A37012" w:rsidP="00582CE9"/>
                      <w:p w14:paraId="47680594" w14:textId="77777777" w:rsidR="00A37012" w:rsidRDefault="00A37012" w:rsidP="00582CE9"/>
                      <w:p w14:paraId="7CAADE4C" w14:textId="77777777" w:rsidR="00A37012" w:rsidRDefault="00A37012" w:rsidP="00582CE9"/>
                      <w:p w14:paraId="421EFA27" w14:textId="77777777" w:rsidR="00A37012" w:rsidRDefault="00A37012" w:rsidP="00582CE9"/>
                      <w:p w14:paraId="396F7D6A" w14:textId="77777777" w:rsidR="00A37012" w:rsidRDefault="00A37012" w:rsidP="00582CE9"/>
                      <w:p w14:paraId="052B1DC8" w14:textId="77777777" w:rsidR="00A37012" w:rsidRDefault="00A37012" w:rsidP="00582CE9"/>
                      <w:p w14:paraId="62224610" w14:textId="77777777" w:rsidR="00A37012" w:rsidRDefault="00A37012" w:rsidP="00582CE9"/>
                      <w:p w14:paraId="57E6CDCB" w14:textId="77777777" w:rsidR="00A37012" w:rsidRDefault="00A37012" w:rsidP="00582CE9"/>
                      <w:p w14:paraId="4C71D9DC" w14:textId="77777777" w:rsidR="00A37012" w:rsidRDefault="00A37012" w:rsidP="00582CE9"/>
                      <w:p w14:paraId="46BFA317" w14:textId="77777777" w:rsidR="00A37012" w:rsidRDefault="00A37012" w:rsidP="00582CE9"/>
                      <w:p w14:paraId="40E07ED9" w14:textId="77777777" w:rsidR="00A37012" w:rsidRDefault="00A37012" w:rsidP="00582CE9"/>
                      <w:p w14:paraId="7F6F2E55" w14:textId="77777777" w:rsidR="00A37012" w:rsidRDefault="00A37012" w:rsidP="00582CE9"/>
                      <w:p w14:paraId="67517B79" w14:textId="77777777" w:rsidR="00A37012" w:rsidRDefault="00A37012" w:rsidP="00582CE9"/>
                      <w:p w14:paraId="3BFAAFE4" w14:textId="77777777" w:rsidR="00A37012" w:rsidRDefault="00A37012" w:rsidP="00582CE9"/>
                      <w:p w14:paraId="1B3A9CFD" w14:textId="77777777" w:rsidR="00A37012" w:rsidRDefault="00A37012" w:rsidP="00582CE9"/>
                      <w:p w14:paraId="32A5639D" w14:textId="77777777" w:rsidR="00A37012" w:rsidRDefault="00A37012" w:rsidP="00582CE9"/>
                      <w:p w14:paraId="0DEB3F60" w14:textId="77777777" w:rsidR="00A37012" w:rsidRDefault="00A37012" w:rsidP="00582CE9"/>
                      <w:p w14:paraId="14EB0857" w14:textId="77777777" w:rsidR="00A37012" w:rsidRDefault="00A37012" w:rsidP="00582CE9"/>
                      <w:p w14:paraId="17ABA981" w14:textId="77777777" w:rsidR="00A37012" w:rsidRDefault="00A37012" w:rsidP="00582CE9"/>
                      <w:p w14:paraId="2F9280AC" w14:textId="77777777" w:rsidR="00A37012" w:rsidRDefault="00A37012" w:rsidP="00582CE9"/>
                      <w:p w14:paraId="225F12EA" w14:textId="77777777" w:rsidR="00A37012" w:rsidRDefault="00A37012" w:rsidP="00582CE9"/>
                      <w:p w14:paraId="346558F9" w14:textId="77777777" w:rsidR="00A37012" w:rsidRDefault="00A37012" w:rsidP="00582CE9">
                        <w:pPr>
                          <w:jc w:val="right"/>
                        </w:pPr>
                        <w:r>
                          <w:rPr>
                            <w:noProof/>
                            <w:lang w:eastAsia="pl-PL"/>
                          </w:rPr>
                          <w:drawing>
                            <wp:inline distT="0" distB="0" distL="0" distR="0" wp14:anchorId="006B79C4" wp14:editId="362B097A">
                              <wp:extent cx="1630117" cy="971550"/>
                              <wp:effectExtent l="0" t="0" r="8255" b="0"/>
                              <wp:docPr id="61" name="Obraz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A37012" w:rsidRPr="00532563" w:rsidRDefault="00A37012" w:rsidP="00582CE9">
                        <w:pPr>
                          <w:jc w:val="right"/>
                        </w:pPr>
                      </w:p>
                      <w:p w14:paraId="0D56A0EE" w14:textId="77777777" w:rsidR="00A37012" w:rsidRDefault="00A37012" w:rsidP="00582CE9"/>
                      <w:p w14:paraId="4F688069" w14:textId="77777777" w:rsidR="00A37012" w:rsidRPr="002C29FC" w:rsidRDefault="00A37012" w:rsidP="00582CE9">
                        <w:bookmarkStart w:id="23" w:name="_Toc85738540"/>
                        <w:bookmarkStart w:id="24" w:name="_Toc85738567"/>
                        <w:bookmarkStart w:id="25" w:name="_Toc85738844"/>
                        <w:r w:rsidRPr="00256A41">
                          <w:t>z dz</w:t>
                        </w:r>
                        <w:r>
                          <w:t>iałalności Grupy Kapitałowej PGE</w:t>
                        </w:r>
                        <w:r>
                          <w:br/>
                        </w:r>
                        <w:r w:rsidRPr="00256A41">
                          <w:t>za okres 6 miesięcy</w:t>
                        </w:r>
                        <w:bookmarkEnd w:id="23"/>
                        <w:bookmarkEnd w:id="24"/>
                        <w:bookmarkEnd w:id="25"/>
                        <w:r>
                          <w:t xml:space="preserve"> </w:t>
                        </w:r>
                      </w:p>
                      <w:p w14:paraId="77130D97" w14:textId="77777777" w:rsidR="00A37012" w:rsidRPr="00532563" w:rsidRDefault="00A37012" w:rsidP="00582CE9"/>
                      <w:p w14:paraId="30FD44B4" w14:textId="77777777" w:rsidR="00A37012" w:rsidRDefault="00A37012" w:rsidP="00582CE9">
                        <w:r>
                          <w:t>zakończony XX</w:t>
                        </w:r>
                        <w:r w:rsidRPr="00532563">
                          <w:t xml:space="preserve"> </w:t>
                        </w:r>
                        <w:r>
                          <w:t>[miesiąc] 202X</w:t>
                        </w:r>
                        <w:r w:rsidRPr="00532563">
                          <w:t xml:space="preserve"> roku</w:t>
                        </w:r>
                      </w:p>
                      <w:p w14:paraId="7F418820" w14:textId="77777777" w:rsidR="00A37012" w:rsidRDefault="00A37012" w:rsidP="00582CE9"/>
                      <w:p w14:paraId="1010328F" w14:textId="77777777" w:rsidR="00A37012" w:rsidRDefault="00A37012" w:rsidP="00582CE9"/>
                      <w:p w14:paraId="58704009" w14:textId="77777777" w:rsidR="00A37012" w:rsidRDefault="00A37012" w:rsidP="00582CE9"/>
                      <w:p w14:paraId="655579ED" w14:textId="77777777" w:rsidR="00A37012" w:rsidRDefault="00A37012" w:rsidP="00582CE9"/>
                      <w:p w14:paraId="1B335F14" w14:textId="77777777" w:rsidR="00A37012" w:rsidRDefault="00A37012" w:rsidP="00582CE9"/>
                      <w:p w14:paraId="1CD33DE9" w14:textId="77777777" w:rsidR="00A37012" w:rsidRDefault="00A37012" w:rsidP="00582CE9"/>
                      <w:p w14:paraId="6EFADD99" w14:textId="77777777" w:rsidR="00A37012" w:rsidRDefault="00A37012" w:rsidP="00582CE9"/>
                      <w:p w14:paraId="29141B23" w14:textId="77777777" w:rsidR="00A37012" w:rsidRDefault="00A37012" w:rsidP="00582CE9"/>
                      <w:p w14:paraId="0361DE91" w14:textId="77777777" w:rsidR="00A37012" w:rsidRDefault="00A37012" w:rsidP="00582CE9"/>
                      <w:p w14:paraId="5CA413C7" w14:textId="77777777" w:rsidR="00A37012" w:rsidRDefault="00A37012" w:rsidP="00582CE9"/>
                      <w:p w14:paraId="1D978E7D" w14:textId="77777777" w:rsidR="00A37012" w:rsidRDefault="00A37012" w:rsidP="00582CE9"/>
                      <w:p w14:paraId="5A42190A" w14:textId="77777777" w:rsidR="00A37012" w:rsidRDefault="00A37012" w:rsidP="00582CE9"/>
                      <w:p w14:paraId="34C78759" w14:textId="77777777" w:rsidR="00A37012" w:rsidRDefault="00A37012" w:rsidP="00582CE9"/>
                      <w:p w14:paraId="65A03EB1" w14:textId="77777777" w:rsidR="00A37012" w:rsidRDefault="00A37012" w:rsidP="00582CE9"/>
                      <w:p w14:paraId="4F91F294" w14:textId="77777777" w:rsidR="00A37012" w:rsidRDefault="00A37012" w:rsidP="00582CE9"/>
                      <w:p w14:paraId="2D13EF49" w14:textId="77777777" w:rsidR="00A37012" w:rsidRDefault="00A37012" w:rsidP="00582CE9"/>
                      <w:p w14:paraId="70CF7CFD" w14:textId="77777777" w:rsidR="00A37012" w:rsidRDefault="00A37012" w:rsidP="00582CE9"/>
                      <w:p w14:paraId="62FADBF6" w14:textId="77777777" w:rsidR="00A37012" w:rsidRDefault="00A37012" w:rsidP="00582CE9"/>
                      <w:p w14:paraId="4CD5557E" w14:textId="77777777" w:rsidR="00A37012" w:rsidRDefault="00A37012" w:rsidP="00582CE9"/>
                      <w:p w14:paraId="2F3D968B" w14:textId="77777777" w:rsidR="00A37012" w:rsidRDefault="00A37012" w:rsidP="00582CE9"/>
                      <w:p w14:paraId="68C52F2E" w14:textId="77777777" w:rsidR="00A37012" w:rsidRDefault="00A37012" w:rsidP="00582CE9"/>
                      <w:p w14:paraId="6FAFEBFF" w14:textId="77777777" w:rsidR="00A37012" w:rsidRDefault="00A37012" w:rsidP="00582CE9"/>
                      <w:p w14:paraId="4AFD923E" w14:textId="77777777" w:rsidR="00A37012" w:rsidRDefault="00A37012" w:rsidP="00582CE9"/>
                      <w:p w14:paraId="7CE0310E" w14:textId="77777777" w:rsidR="00A37012" w:rsidRDefault="00A37012" w:rsidP="00582CE9"/>
                      <w:p w14:paraId="3FC6F2CD" w14:textId="77777777" w:rsidR="00A37012" w:rsidRDefault="00A37012" w:rsidP="00582CE9"/>
                      <w:p w14:paraId="4E5D811B" w14:textId="77777777" w:rsidR="00A37012" w:rsidRDefault="00A37012" w:rsidP="00582CE9"/>
                      <w:p w14:paraId="742ED274" w14:textId="77777777" w:rsidR="00A37012" w:rsidRDefault="00A37012" w:rsidP="00582CE9"/>
                      <w:p w14:paraId="434CB0B0" w14:textId="77777777" w:rsidR="00A37012" w:rsidRDefault="00A37012" w:rsidP="00582CE9"/>
                      <w:p w14:paraId="70233636" w14:textId="77777777" w:rsidR="00A37012" w:rsidRDefault="00A37012" w:rsidP="00582CE9"/>
                      <w:p w14:paraId="11E3B380" w14:textId="77777777" w:rsidR="00A37012" w:rsidRDefault="00A37012" w:rsidP="00582CE9"/>
                      <w:p w14:paraId="6769EEF8" w14:textId="77777777" w:rsidR="00A37012" w:rsidRDefault="00A37012" w:rsidP="00582CE9"/>
                      <w:p w14:paraId="66018625" w14:textId="77777777" w:rsidR="00A37012" w:rsidRDefault="00A37012" w:rsidP="00582CE9">
                        <w:pPr>
                          <w:jc w:val="right"/>
                        </w:pPr>
                        <w:r>
                          <w:rPr>
                            <w:noProof/>
                            <w:lang w:eastAsia="pl-PL"/>
                          </w:rPr>
                          <w:drawing>
                            <wp:inline distT="0" distB="0" distL="0" distR="0" wp14:anchorId="2C176CC8" wp14:editId="19B50355">
                              <wp:extent cx="1630117" cy="971550"/>
                              <wp:effectExtent l="0" t="0" r="8255" b="0"/>
                              <wp:docPr id="62" name="Obraz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A37012" w:rsidRPr="00532563" w:rsidRDefault="00A37012" w:rsidP="00582CE9">
                        <w:pPr>
                          <w:jc w:val="right"/>
                        </w:pPr>
                      </w:p>
                    </w:txbxContent>
                  </v:textbox>
                </v:shape>
                <w10:wrap type="square" anchorx="page" anchory="page"/>
              </v:group>
            </w:pict>
          </mc:Fallback>
        </mc:AlternateContent>
      </w:r>
      <w:bookmarkEnd w:id="0"/>
      <w:bookmarkEnd w:id="1"/>
      <w:bookmarkEnd w:id="2"/>
      <w:bookmarkEnd w:id="3"/>
      <w:bookmarkEnd w:id="4"/>
      <w:bookmarkEnd w:id="5"/>
      <w:bookmarkEnd w:id="6"/>
      <w:bookmarkEnd w:id="7"/>
      <w:bookmarkEnd w:id="8"/>
      <w:bookmarkEnd w:id="9"/>
      <w:bookmarkEnd w:id="10"/>
      <w:bookmarkEnd w:id="11"/>
      <w:bookmarkEnd w:id="12"/>
      <w:bookmarkEnd w:id="13"/>
      <w:r w:rsidR="00582CE9">
        <w:br w:type="page"/>
      </w:r>
    </w:p>
    <w:sdt>
      <w:sdtPr>
        <w:rPr>
          <w:rFonts w:asciiTheme="minorHAnsi" w:eastAsiaTheme="minorHAnsi" w:hAnsiTheme="minorHAnsi"/>
          <w:color w:val="auto"/>
          <w:sz w:val="18"/>
          <w:szCs w:val="22"/>
          <w:lang w:eastAsia="en-US"/>
        </w:rPr>
        <w:id w:val="1283073592"/>
        <w:docPartObj>
          <w:docPartGallery w:val="Table of Contents"/>
          <w:docPartUnique/>
        </w:docPartObj>
      </w:sdtPr>
      <w:sdtEndPr>
        <w:rPr>
          <w:b/>
          <w:bCs/>
        </w:rPr>
      </w:sdtEndPr>
      <w:sdtContent>
        <w:p w14:paraId="5D9CF2D7" w14:textId="14F56C01" w:rsidR="0059192E" w:rsidRDefault="0059192E" w:rsidP="008F38F2">
          <w:pPr>
            <w:pStyle w:val="Nagwekspisutreci"/>
          </w:pPr>
          <w:r>
            <w:t>Spis treści</w:t>
          </w:r>
        </w:p>
        <w:p w14:paraId="231FFE3E" w14:textId="52F470CD" w:rsidR="008F38F2" w:rsidRDefault="0059192E">
          <w:pPr>
            <w:pStyle w:val="Spistreci1"/>
            <w:rPr>
              <w:rFonts w:eastAsiaTheme="minorEastAsia"/>
              <w:sz w:val="22"/>
              <w:lang w:eastAsia="pl-PL"/>
            </w:rPr>
          </w:pPr>
          <w:r>
            <w:fldChar w:fldCharType="begin"/>
          </w:r>
          <w:r>
            <w:instrText xml:space="preserve"> TOC \o "1-3" \h \z \u </w:instrText>
          </w:r>
          <w:r>
            <w:fldChar w:fldCharType="separate"/>
          </w:r>
        </w:p>
        <w:p w14:paraId="1D6947AC" w14:textId="1D96FBEF" w:rsidR="008F38F2" w:rsidRDefault="00B074FC">
          <w:pPr>
            <w:pStyle w:val="Spistreci1"/>
            <w:rPr>
              <w:rFonts w:eastAsiaTheme="minorEastAsia"/>
              <w:sz w:val="22"/>
              <w:lang w:eastAsia="pl-PL"/>
            </w:rPr>
          </w:pPr>
          <w:hyperlink w:anchor="_Toc193111777" w:history="1">
            <w:r w:rsidR="008F38F2" w:rsidRPr="00292EEA">
              <w:rPr>
                <w:rStyle w:val="Hipercze"/>
              </w:rPr>
              <w:t>1.</w:t>
            </w:r>
            <w:r w:rsidR="008F38F2">
              <w:rPr>
                <w:rFonts w:eastAsiaTheme="minorEastAsia"/>
                <w:sz w:val="22"/>
                <w:lang w:eastAsia="pl-PL"/>
              </w:rPr>
              <w:tab/>
            </w:r>
            <w:r w:rsidR="008F38F2" w:rsidRPr="00292EEA">
              <w:rPr>
                <w:rStyle w:val="Hipercze"/>
              </w:rPr>
              <w:t>INFORMACJE WSTĘPNE</w:t>
            </w:r>
            <w:r w:rsidR="008F38F2">
              <w:rPr>
                <w:webHidden/>
              </w:rPr>
              <w:tab/>
            </w:r>
            <w:r w:rsidR="008F38F2">
              <w:rPr>
                <w:webHidden/>
              </w:rPr>
              <w:fldChar w:fldCharType="begin"/>
            </w:r>
            <w:r w:rsidR="008F38F2">
              <w:rPr>
                <w:webHidden/>
              </w:rPr>
              <w:instrText xml:space="preserve"> PAGEREF _Toc193111777 \h </w:instrText>
            </w:r>
            <w:r w:rsidR="008F38F2">
              <w:rPr>
                <w:webHidden/>
              </w:rPr>
            </w:r>
            <w:r w:rsidR="008F38F2">
              <w:rPr>
                <w:webHidden/>
              </w:rPr>
              <w:fldChar w:fldCharType="separate"/>
            </w:r>
            <w:r w:rsidR="00E71F28">
              <w:rPr>
                <w:webHidden/>
              </w:rPr>
              <w:t>3</w:t>
            </w:r>
            <w:r w:rsidR="008F38F2">
              <w:rPr>
                <w:webHidden/>
              </w:rPr>
              <w:fldChar w:fldCharType="end"/>
            </w:r>
          </w:hyperlink>
        </w:p>
        <w:p w14:paraId="6AEF5F55" w14:textId="28B1510F" w:rsidR="008F38F2" w:rsidRDefault="00B074FC">
          <w:pPr>
            <w:pStyle w:val="Spistreci1"/>
            <w:rPr>
              <w:rFonts w:eastAsiaTheme="minorEastAsia"/>
              <w:sz w:val="22"/>
              <w:lang w:eastAsia="pl-PL"/>
            </w:rPr>
          </w:pPr>
          <w:hyperlink w:anchor="_Toc193111778" w:history="1">
            <w:r w:rsidR="008F38F2" w:rsidRPr="00292EEA">
              <w:rPr>
                <w:rStyle w:val="Hipercze"/>
              </w:rPr>
              <w:t>2.</w:t>
            </w:r>
            <w:r w:rsidR="008F38F2">
              <w:rPr>
                <w:rFonts w:eastAsiaTheme="minorEastAsia"/>
                <w:sz w:val="22"/>
                <w:lang w:eastAsia="pl-PL"/>
              </w:rPr>
              <w:tab/>
            </w:r>
            <w:r w:rsidR="008F38F2" w:rsidRPr="00292EEA">
              <w:rPr>
                <w:rStyle w:val="Hipercze"/>
              </w:rPr>
              <w:t>OPIS PRZEDMIOTU ZAKUPU</w:t>
            </w:r>
            <w:r w:rsidR="008F38F2">
              <w:rPr>
                <w:webHidden/>
              </w:rPr>
              <w:tab/>
            </w:r>
            <w:r w:rsidR="008F38F2">
              <w:rPr>
                <w:webHidden/>
              </w:rPr>
              <w:fldChar w:fldCharType="begin"/>
            </w:r>
            <w:r w:rsidR="008F38F2">
              <w:rPr>
                <w:webHidden/>
              </w:rPr>
              <w:instrText xml:space="preserve"> PAGEREF _Toc193111778 \h </w:instrText>
            </w:r>
            <w:r w:rsidR="008F38F2">
              <w:rPr>
                <w:webHidden/>
              </w:rPr>
            </w:r>
            <w:r w:rsidR="008F38F2">
              <w:rPr>
                <w:webHidden/>
              </w:rPr>
              <w:fldChar w:fldCharType="separate"/>
            </w:r>
            <w:r w:rsidR="00E71F28">
              <w:rPr>
                <w:webHidden/>
              </w:rPr>
              <w:t>5</w:t>
            </w:r>
            <w:r w:rsidR="008F38F2">
              <w:rPr>
                <w:webHidden/>
              </w:rPr>
              <w:fldChar w:fldCharType="end"/>
            </w:r>
          </w:hyperlink>
        </w:p>
        <w:p w14:paraId="7C293583" w14:textId="74BD7FAD" w:rsidR="008F38F2" w:rsidRDefault="00B074FC">
          <w:pPr>
            <w:pStyle w:val="Spistreci1"/>
            <w:rPr>
              <w:rFonts w:eastAsiaTheme="minorEastAsia"/>
              <w:sz w:val="22"/>
              <w:lang w:eastAsia="pl-PL"/>
            </w:rPr>
          </w:pPr>
          <w:hyperlink w:anchor="_Toc193111779" w:history="1">
            <w:r w:rsidR="008F38F2" w:rsidRPr="00292EEA">
              <w:rPr>
                <w:rStyle w:val="Hipercze"/>
              </w:rPr>
              <w:t>3.</w:t>
            </w:r>
            <w:r w:rsidR="008F38F2">
              <w:rPr>
                <w:rFonts w:eastAsiaTheme="minorEastAsia"/>
                <w:sz w:val="22"/>
                <w:lang w:eastAsia="pl-PL"/>
              </w:rPr>
              <w:tab/>
            </w:r>
            <w:r w:rsidR="008F38F2" w:rsidRPr="00292EEA">
              <w:rPr>
                <w:rStyle w:val="Hipercze"/>
              </w:rPr>
              <w:t>TERMIN WYKONANIA ZAMÓWIENIA</w:t>
            </w:r>
            <w:r w:rsidR="008F38F2">
              <w:rPr>
                <w:webHidden/>
              </w:rPr>
              <w:tab/>
            </w:r>
            <w:r w:rsidR="008F38F2">
              <w:rPr>
                <w:webHidden/>
              </w:rPr>
              <w:fldChar w:fldCharType="begin"/>
            </w:r>
            <w:r w:rsidR="008F38F2">
              <w:rPr>
                <w:webHidden/>
              </w:rPr>
              <w:instrText xml:space="preserve"> PAGEREF _Toc193111779 \h </w:instrText>
            </w:r>
            <w:r w:rsidR="008F38F2">
              <w:rPr>
                <w:webHidden/>
              </w:rPr>
            </w:r>
            <w:r w:rsidR="008F38F2">
              <w:rPr>
                <w:webHidden/>
              </w:rPr>
              <w:fldChar w:fldCharType="separate"/>
            </w:r>
            <w:r w:rsidR="00E71F28">
              <w:rPr>
                <w:webHidden/>
              </w:rPr>
              <w:t>5</w:t>
            </w:r>
            <w:r w:rsidR="008F38F2">
              <w:rPr>
                <w:webHidden/>
              </w:rPr>
              <w:fldChar w:fldCharType="end"/>
            </w:r>
          </w:hyperlink>
        </w:p>
        <w:p w14:paraId="53F6E9AF" w14:textId="10C70AA5" w:rsidR="008F38F2" w:rsidRDefault="00B074FC">
          <w:pPr>
            <w:pStyle w:val="Spistreci1"/>
            <w:rPr>
              <w:rFonts w:eastAsiaTheme="minorEastAsia"/>
              <w:sz w:val="22"/>
              <w:lang w:eastAsia="pl-PL"/>
            </w:rPr>
          </w:pPr>
          <w:hyperlink w:anchor="_Toc193111780" w:history="1">
            <w:r w:rsidR="008F38F2" w:rsidRPr="00292EEA">
              <w:rPr>
                <w:rStyle w:val="Hipercze"/>
              </w:rPr>
              <w:t>4.</w:t>
            </w:r>
            <w:r w:rsidR="008F38F2">
              <w:rPr>
                <w:rFonts w:eastAsiaTheme="minorEastAsia"/>
                <w:sz w:val="22"/>
                <w:lang w:eastAsia="pl-PL"/>
              </w:rPr>
              <w:tab/>
            </w:r>
            <w:r w:rsidR="008F38F2" w:rsidRPr="00292EEA">
              <w:rPr>
                <w:rStyle w:val="Hipercze"/>
              </w:rPr>
              <w:t>WADIUM</w:t>
            </w:r>
            <w:r w:rsidR="008F38F2">
              <w:rPr>
                <w:webHidden/>
              </w:rPr>
              <w:tab/>
            </w:r>
            <w:r w:rsidR="008F38F2">
              <w:rPr>
                <w:webHidden/>
              </w:rPr>
              <w:fldChar w:fldCharType="begin"/>
            </w:r>
            <w:r w:rsidR="008F38F2">
              <w:rPr>
                <w:webHidden/>
              </w:rPr>
              <w:instrText xml:space="preserve"> PAGEREF _Toc193111780 \h </w:instrText>
            </w:r>
            <w:r w:rsidR="008F38F2">
              <w:rPr>
                <w:webHidden/>
              </w:rPr>
            </w:r>
            <w:r w:rsidR="008F38F2">
              <w:rPr>
                <w:webHidden/>
              </w:rPr>
              <w:fldChar w:fldCharType="separate"/>
            </w:r>
            <w:r w:rsidR="00E71F28">
              <w:rPr>
                <w:webHidden/>
              </w:rPr>
              <w:t>5</w:t>
            </w:r>
            <w:r w:rsidR="008F38F2">
              <w:rPr>
                <w:webHidden/>
              </w:rPr>
              <w:fldChar w:fldCharType="end"/>
            </w:r>
          </w:hyperlink>
        </w:p>
        <w:p w14:paraId="426FCB98" w14:textId="1A94ED28" w:rsidR="008F38F2" w:rsidRDefault="00B074FC">
          <w:pPr>
            <w:pStyle w:val="Spistreci1"/>
            <w:rPr>
              <w:rFonts w:eastAsiaTheme="minorEastAsia"/>
              <w:sz w:val="22"/>
              <w:lang w:eastAsia="pl-PL"/>
            </w:rPr>
          </w:pPr>
          <w:hyperlink w:anchor="_Toc193111781" w:history="1">
            <w:r w:rsidR="008F38F2" w:rsidRPr="00292EEA">
              <w:rPr>
                <w:rStyle w:val="Hipercze"/>
              </w:rPr>
              <w:t>5.</w:t>
            </w:r>
            <w:r w:rsidR="008F38F2">
              <w:rPr>
                <w:rFonts w:eastAsiaTheme="minorEastAsia"/>
                <w:sz w:val="22"/>
                <w:lang w:eastAsia="pl-PL"/>
              </w:rPr>
              <w:tab/>
            </w:r>
            <w:r w:rsidR="008F38F2" w:rsidRPr="00292EEA">
              <w:rPr>
                <w:rStyle w:val="Hipercze"/>
              </w:rPr>
              <w:t>PRZESŁANKI WYKLUCZENIA, WARUNKI UDZIAŁU W POSTĘPOWANIU ORAZ OPIS SPOSOBU OCENY SPEŁNIENIA TYCH WARUNKÓW</w:t>
            </w:r>
            <w:r w:rsidR="008F38F2">
              <w:rPr>
                <w:webHidden/>
              </w:rPr>
              <w:tab/>
            </w:r>
            <w:r w:rsidR="008F38F2">
              <w:rPr>
                <w:webHidden/>
              </w:rPr>
              <w:fldChar w:fldCharType="begin"/>
            </w:r>
            <w:r w:rsidR="008F38F2">
              <w:rPr>
                <w:webHidden/>
              </w:rPr>
              <w:instrText xml:space="preserve"> PAGEREF _Toc193111781 \h </w:instrText>
            </w:r>
            <w:r w:rsidR="008F38F2">
              <w:rPr>
                <w:webHidden/>
              </w:rPr>
            </w:r>
            <w:r w:rsidR="008F38F2">
              <w:rPr>
                <w:webHidden/>
              </w:rPr>
              <w:fldChar w:fldCharType="separate"/>
            </w:r>
            <w:r w:rsidR="00E71F28">
              <w:rPr>
                <w:webHidden/>
              </w:rPr>
              <w:t>7</w:t>
            </w:r>
            <w:r w:rsidR="008F38F2">
              <w:rPr>
                <w:webHidden/>
              </w:rPr>
              <w:fldChar w:fldCharType="end"/>
            </w:r>
          </w:hyperlink>
        </w:p>
        <w:p w14:paraId="55E26B12" w14:textId="5FFF114C" w:rsidR="008F38F2" w:rsidRDefault="00B074FC">
          <w:pPr>
            <w:pStyle w:val="Spistreci1"/>
            <w:rPr>
              <w:rFonts w:eastAsiaTheme="minorEastAsia"/>
              <w:sz w:val="22"/>
              <w:lang w:eastAsia="pl-PL"/>
            </w:rPr>
          </w:pPr>
          <w:hyperlink w:anchor="_Toc193111782" w:history="1">
            <w:r w:rsidR="008F38F2" w:rsidRPr="00292EEA">
              <w:rPr>
                <w:rStyle w:val="Hipercze"/>
                <w:rFonts w:cs="Times New Roman"/>
              </w:rPr>
              <w:t>6.</w:t>
            </w:r>
            <w:r w:rsidR="008F38F2">
              <w:rPr>
                <w:rFonts w:eastAsiaTheme="minorEastAsia"/>
                <w:sz w:val="22"/>
                <w:lang w:eastAsia="pl-PL"/>
              </w:rPr>
              <w:tab/>
            </w:r>
            <w:r w:rsidR="008F38F2" w:rsidRPr="00292EEA">
              <w:rPr>
                <w:rStyle w:val="Hipercze"/>
              </w:rPr>
              <w:t>OPIS SPOSOBU PRZYGOTOWANIA OFERTY</w:t>
            </w:r>
            <w:r w:rsidR="008F38F2">
              <w:rPr>
                <w:webHidden/>
              </w:rPr>
              <w:tab/>
            </w:r>
            <w:r w:rsidR="008F38F2">
              <w:rPr>
                <w:webHidden/>
              </w:rPr>
              <w:fldChar w:fldCharType="begin"/>
            </w:r>
            <w:r w:rsidR="008F38F2">
              <w:rPr>
                <w:webHidden/>
              </w:rPr>
              <w:instrText xml:space="preserve"> PAGEREF _Toc193111782 \h </w:instrText>
            </w:r>
            <w:r w:rsidR="008F38F2">
              <w:rPr>
                <w:webHidden/>
              </w:rPr>
            </w:r>
            <w:r w:rsidR="008F38F2">
              <w:rPr>
                <w:webHidden/>
              </w:rPr>
              <w:fldChar w:fldCharType="separate"/>
            </w:r>
            <w:r w:rsidR="00E71F28">
              <w:rPr>
                <w:webHidden/>
              </w:rPr>
              <w:t>7</w:t>
            </w:r>
            <w:r w:rsidR="008F38F2">
              <w:rPr>
                <w:webHidden/>
              </w:rPr>
              <w:fldChar w:fldCharType="end"/>
            </w:r>
          </w:hyperlink>
        </w:p>
        <w:p w14:paraId="6A327E1C" w14:textId="6BD997C8" w:rsidR="008F38F2" w:rsidRDefault="00B074FC">
          <w:pPr>
            <w:pStyle w:val="Spistreci1"/>
            <w:rPr>
              <w:rFonts w:eastAsiaTheme="minorEastAsia"/>
              <w:sz w:val="22"/>
              <w:lang w:eastAsia="pl-PL"/>
            </w:rPr>
          </w:pPr>
          <w:hyperlink w:anchor="_Toc193111783" w:history="1">
            <w:r w:rsidR="008F38F2" w:rsidRPr="00292EEA">
              <w:rPr>
                <w:rStyle w:val="Hipercze"/>
              </w:rPr>
              <w:t>7.</w:t>
            </w:r>
            <w:r w:rsidR="008F38F2">
              <w:rPr>
                <w:rFonts w:eastAsiaTheme="minorEastAsia"/>
                <w:sz w:val="22"/>
                <w:lang w:eastAsia="pl-PL"/>
              </w:rPr>
              <w:tab/>
            </w:r>
            <w:r w:rsidR="008F38F2" w:rsidRPr="00292EEA">
              <w:rPr>
                <w:rStyle w:val="Hipercze"/>
              </w:rPr>
              <w:t>WYJAŚNIENIA I MODYFIKACJA OGŁOSZENIA O ZAKUPIE I SWZ</w:t>
            </w:r>
            <w:r w:rsidR="008F38F2">
              <w:rPr>
                <w:webHidden/>
              </w:rPr>
              <w:tab/>
            </w:r>
            <w:r w:rsidR="008F38F2">
              <w:rPr>
                <w:webHidden/>
              </w:rPr>
              <w:fldChar w:fldCharType="begin"/>
            </w:r>
            <w:r w:rsidR="008F38F2">
              <w:rPr>
                <w:webHidden/>
              </w:rPr>
              <w:instrText xml:space="preserve"> PAGEREF _Toc193111783 \h </w:instrText>
            </w:r>
            <w:r w:rsidR="008F38F2">
              <w:rPr>
                <w:webHidden/>
              </w:rPr>
            </w:r>
            <w:r w:rsidR="008F38F2">
              <w:rPr>
                <w:webHidden/>
              </w:rPr>
              <w:fldChar w:fldCharType="separate"/>
            </w:r>
            <w:r w:rsidR="00E71F28">
              <w:rPr>
                <w:webHidden/>
              </w:rPr>
              <w:t>8</w:t>
            </w:r>
            <w:r w:rsidR="008F38F2">
              <w:rPr>
                <w:webHidden/>
              </w:rPr>
              <w:fldChar w:fldCharType="end"/>
            </w:r>
          </w:hyperlink>
        </w:p>
        <w:p w14:paraId="05AFF06B" w14:textId="52127CF4" w:rsidR="008F38F2" w:rsidRDefault="00B074FC">
          <w:pPr>
            <w:pStyle w:val="Spistreci1"/>
            <w:rPr>
              <w:rFonts w:eastAsiaTheme="minorEastAsia"/>
              <w:sz w:val="22"/>
              <w:lang w:eastAsia="pl-PL"/>
            </w:rPr>
          </w:pPr>
          <w:hyperlink w:anchor="_Toc193111788" w:history="1">
            <w:r w:rsidR="008F38F2" w:rsidRPr="00292EEA">
              <w:rPr>
                <w:rStyle w:val="Hipercze"/>
              </w:rPr>
              <w:t>8.</w:t>
            </w:r>
            <w:r w:rsidR="008F38F2">
              <w:rPr>
                <w:rFonts w:eastAsiaTheme="minorEastAsia"/>
                <w:sz w:val="22"/>
                <w:lang w:eastAsia="pl-PL"/>
              </w:rPr>
              <w:tab/>
            </w:r>
            <w:r w:rsidR="008F38F2" w:rsidRPr="00292EEA">
              <w:rPr>
                <w:rStyle w:val="Hipercze"/>
              </w:rPr>
              <w:t>OPIS SPOSOBU OBLICZANIA CENY</w:t>
            </w:r>
            <w:r w:rsidR="008F38F2">
              <w:rPr>
                <w:webHidden/>
              </w:rPr>
              <w:tab/>
            </w:r>
            <w:r w:rsidR="008F38F2">
              <w:rPr>
                <w:webHidden/>
              </w:rPr>
              <w:fldChar w:fldCharType="begin"/>
            </w:r>
            <w:r w:rsidR="008F38F2">
              <w:rPr>
                <w:webHidden/>
              </w:rPr>
              <w:instrText xml:space="preserve"> PAGEREF _Toc193111788 \h </w:instrText>
            </w:r>
            <w:r w:rsidR="008F38F2">
              <w:rPr>
                <w:webHidden/>
              </w:rPr>
            </w:r>
            <w:r w:rsidR="008F38F2">
              <w:rPr>
                <w:webHidden/>
              </w:rPr>
              <w:fldChar w:fldCharType="separate"/>
            </w:r>
            <w:r w:rsidR="00E71F28">
              <w:rPr>
                <w:webHidden/>
              </w:rPr>
              <w:t>9</w:t>
            </w:r>
            <w:r w:rsidR="008F38F2">
              <w:rPr>
                <w:webHidden/>
              </w:rPr>
              <w:fldChar w:fldCharType="end"/>
            </w:r>
          </w:hyperlink>
        </w:p>
        <w:p w14:paraId="49A6FB55" w14:textId="6AE9C959" w:rsidR="008F38F2" w:rsidRDefault="00B074FC">
          <w:pPr>
            <w:pStyle w:val="Spistreci1"/>
            <w:rPr>
              <w:rFonts w:eastAsiaTheme="minorEastAsia"/>
              <w:sz w:val="22"/>
              <w:lang w:eastAsia="pl-PL"/>
            </w:rPr>
          </w:pPr>
          <w:hyperlink w:anchor="_Toc193111789" w:history="1">
            <w:r w:rsidR="008F38F2" w:rsidRPr="00292EEA">
              <w:rPr>
                <w:rStyle w:val="Hipercze"/>
              </w:rPr>
              <w:t>9.</w:t>
            </w:r>
            <w:r w:rsidR="008F38F2">
              <w:rPr>
                <w:rFonts w:eastAsiaTheme="minorEastAsia"/>
                <w:sz w:val="22"/>
                <w:lang w:eastAsia="pl-PL"/>
              </w:rPr>
              <w:tab/>
            </w:r>
            <w:r w:rsidR="008F38F2" w:rsidRPr="00292EEA">
              <w:rPr>
                <w:rStyle w:val="Hipercze"/>
              </w:rPr>
              <w:t>SPOSÓB POROZUMIEWANIA SIĘ Z WYKONAWCAMI</w:t>
            </w:r>
            <w:r w:rsidR="008F38F2">
              <w:rPr>
                <w:webHidden/>
              </w:rPr>
              <w:tab/>
            </w:r>
            <w:r w:rsidR="008F38F2">
              <w:rPr>
                <w:webHidden/>
              </w:rPr>
              <w:fldChar w:fldCharType="begin"/>
            </w:r>
            <w:r w:rsidR="008F38F2">
              <w:rPr>
                <w:webHidden/>
              </w:rPr>
              <w:instrText xml:space="preserve"> PAGEREF _Toc193111789 \h </w:instrText>
            </w:r>
            <w:r w:rsidR="008F38F2">
              <w:rPr>
                <w:webHidden/>
              </w:rPr>
            </w:r>
            <w:r w:rsidR="008F38F2">
              <w:rPr>
                <w:webHidden/>
              </w:rPr>
              <w:fldChar w:fldCharType="separate"/>
            </w:r>
            <w:r w:rsidR="00E71F28">
              <w:rPr>
                <w:webHidden/>
              </w:rPr>
              <w:t>9</w:t>
            </w:r>
            <w:r w:rsidR="008F38F2">
              <w:rPr>
                <w:webHidden/>
              </w:rPr>
              <w:fldChar w:fldCharType="end"/>
            </w:r>
          </w:hyperlink>
        </w:p>
        <w:p w14:paraId="2604CA24" w14:textId="595A02C4" w:rsidR="008F38F2" w:rsidRDefault="00B074FC">
          <w:pPr>
            <w:pStyle w:val="Spistreci1"/>
            <w:rPr>
              <w:rFonts w:eastAsiaTheme="minorEastAsia"/>
              <w:sz w:val="22"/>
              <w:lang w:eastAsia="pl-PL"/>
            </w:rPr>
          </w:pPr>
          <w:hyperlink w:anchor="_Toc193111790" w:history="1">
            <w:r w:rsidR="008F38F2" w:rsidRPr="00292EEA">
              <w:rPr>
                <w:rStyle w:val="Hipercze"/>
              </w:rPr>
              <w:t>10.</w:t>
            </w:r>
            <w:r w:rsidR="008F38F2">
              <w:rPr>
                <w:rFonts w:eastAsiaTheme="minorEastAsia"/>
                <w:sz w:val="22"/>
                <w:lang w:eastAsia="pl-PL"/>
              </w:rPr>
              <w:tab/>
            </w:r>
            <w:r w:rsidR="008F38F2" w:rsidRPr="00292EEA">
              <w:rPr>
                <w:rStyle w:val="Hipercze"/>
              </w:rPr>
              <w:t>MIEJSCE ORAZ TERMIN SKŁADANIA  OFERT</w:t>
            </w:r>
            <w:r w:rsidR="008F38F2">
              <w:rPr>
                <w:webHidden/>
              </w:rPr>
              <w:tab/>
            </w:r>
            <w:r w:rsidR="008F38F2">
              <w:rPr>
                <w:webHidden/>
              </w:rPr>
              <w:fldChar w:fldCharType="begin"/>
            </w:r>
            <w:r w:rsidR="008F38F2">
              <w:rPr>
                <w:webHidden/>
              </w:rPr>
              <w:instrText xml:space="preserve"> PAGEREF _Toc193111790 \h </w:instrText>
            </w:r>
            <w:r w:rsidR="008F38F2">
              <w:rPr>
                <w:webHidden/>
              </w:rPr>
            </w:r>
            <w:r w:rsidR="008F38F2">
              <w:rPr>
                <w:webHidden/>
              </w:rPr>
              <w:fldChar w:fldCharType="separate"/>
            </w:r>
            <w:r w:rsidR="00E71F28">
              <w:rPr>
                <w:webHidden/>
              </w:rPr>
              <w:t>10</w:t>
            </w:r>
            <w:r w:rsidR="008F38F2">
              <w:rPr>
                <w:webHidden/>
              </w:rPr>
              <w:fldChar w:fldCharType="end"/>
            </w:r>
          </w:hyperlink>
        </w:p>
        <w:p w14:paraId="20CB8DE3" w14:textId="5981C1D4" w:rsidR="008F38F2" w:rsidRDefault="00B074FC">
          <w:pPr>
            <w:pStyle w:val="Spistreci1"/>
            <w:rPr>
              <w:rFonts w:eastAsiaTheme="minorEastAsia"/>
              <w:sz w:val="22"/>
              <w:lang w:eastAsia="pl-PL"/>
            </w:rPr>
          </w:pPr>
          <w:hyperlink w:anchor="_Toc193111791" w:history="1">
            <w:r w:rsidR="008F38F2" w:rsidRPr="00292EEA">
              <w:rPr>
                <w:rStyle w:val="Hipercze"/>
              </w:rPr>
              <w:t>11.</w:t>
            </w:r>
            <w:r w:rsidR="008F38F2">
              <w:rPr>
                <w:rFonts w:eastAsiaTheme="minorEastAsia"/>
                <w:sz w:val="22"/>
                <w:lang w:eastAsia="pl-PL"/>
              </w:rPr>
              <w:tab/>
            </w:r>
            <w:r w:rsidR="008F38F2" w:rsidRPr="00292EEA">
              <w:rPr>
                <w:rStyle w:val="Hipercze"/>
              </w:rPr>
              <w:t>TERMIN ZWIĄZANIA OFERTĄ</w:t>
            </w:r>
            <w:r w:rsidR="008F38F2">
              <w:rPr>
                <w:webHidden/>
              </w:rPr>
              <w:tab/>
            </w:r>
            <w:r w:rsidR="008F38F2">
              <w:rPr>
                <w:webHidden/>
              </w:rPr>
              <w:fldChar w:fldCharType="begin"/>
            </w:r>
            <w:r w:rsidR="008F38F2">
              <w:rPr>
                <w:webHidden/>
              </w:rPr>
              <w:instrText xml:space="preserve"> PAGEREF _Toc193111791 \h </w:instrText>
            </w:r>
            <w:r w:rsidR="008F38F2">
              <w:rPr>
                <w:webHidden/>
              </w:rPr>
            </w:r>
            <w:r w:rsidR="008F38F2">
              <w:rPr>
                <w:webHidden/>
              </w:rPr>
              <w:fldChar w:fldCharType="separate"/>
            </w:r>
            <w:r w:rsidR="00E71F28">
              <w:rPr>
                <w:webHidden/>
              </w:rPr>
              <w:t>10</w:t>
            </w:r>
            <w:r w:rsidR="008F38F2">
              <w:rPr>
                <w:webHidden/>
              </w:rPr>
              <w:fldChar w:fldCharType="end"/>
            </w:r>
          </w:hyperlink>
        </w:p>
        <w:p w14:paraId="3C0F09E4" w14:textId="2B684FE7" w:rsidR="008F38F2" w:rsidRDefault="00B074FC">
          <w:pPr>
            <w:pStyle w:val="Spistreci1"/>
            <w:rPr>
              <w:rFonts w:eastAsiaTheme="minorEastAsia"/>
              <w:sz w:val="22"/>
              <w:lang w:eastAsia="pl-PL"/>
            </w:rPr>
          </w:pPr>
          <w:hyperlink w:anchor="_Toc193111792" w:history="1">
            <w:r w:rsidR="008F38F2" w:rsidRPr="00292EEA">
              <w:rPr>
                <w:rStyle w:val="Hipercze"/>
              </w:rPr>
              <w:t>12.</w:t>
            </w:r>
            <w:r w:rsidR="008F38F2">
              <w:rPr>
                <w:rFonts w:eastAsiaTheme="minorEastAsia"/>
                <w:sz w:val="22"/>
                <w:lang w:eastAsia="pl-PL"/>
              </w:rPr>
              <w:tab/>
            </w:r>
            <w:r w:rsidR="008F38F2" w:rsidRPr="00292EEA">
              <w:rPr>
                <w:rStyle w:val="Hipercze"/>
              </w:rPr>
              <w:t>INFORMACJE DOTYCZĄCE OCENY OFERT</w:t>
            </w:r>
            <w:r w:rsidR="008F38F2">
              <w:rPr>
                <w:webHidden/>
              </w:rPr>
              <w:tab/>
            </w:r>
            <w:r w:rsidR="008F38F2">
              <w:rPr>
                <w:webHidden/>
              </w:rPr>
              <w:fldChar w:fldCharType="begin"/>
            </w:r>
            <w:r w:rsidR="008F38F2">
              <w:rPr>
                <w:webHidden/>
              </w:rPr>
              <w:instrText xml:space="preserve"> PAGEREF _Toc193111792 \h </w:instrText>
            </w:r>
            <w:r w:rsidR="008F38F2">
              <w:rPr>
                <w:webHidden/>
              </w:rPr>
            </w:r>
            <w:r w:rsidR="008F38F2">
              <w:rPr>
                <w:webHidden/>
              </w:rPr>
              <w:fldChar w:fldCharType="separate"/>
            </w:r>
            <w:r w:rsidR="00E71F28">
              <w:rPr>
                <w:webHidden/>
              </w:rPr>
              <w:t>10</w:t>
            </w:r>
            <w:r w:rsidR="008F38F2">
              <w:rPr>
                <w:webHidden/>
              </w:rPr>
              <w:fldChar w:fldCharType="end"/>
            </w:r>
          </w:hyperlink>
        </w:p>
        <w:p w14:paraId="27FB5429" w14:textId="0F9BA288" w:rsidR="008F38F2" w:rsidRDefault="00B074FC">
          <w:pPr>
            <w:pStyle w:val="Spistreci1"/>
            <w:rPr>
              <w:rFonts w:eastAsiaTheme="minorEastAsia"/>
              <w:sz w:val="22"/>
              <w:lang w:eastAsia="pl-PL"/>
            </w:rPr>
          </w:pPr>
          <w:hyperlink w:anchor="_Toc193111793" w:history="1">
            <w:r w:rsidR="008F38F2" w:rsidRPr="00292EEA">
              <w:rPr>
                <w:rStyle w:val="Hipercze"/>
              </w:rPr>
              <w:t>13.</w:t>
            </w:r>
            <w:r w:rsidR="008F38F2">
              <w:rPr>
                <w:rFonts w:eastAsiaTheme="minorEastAsia"/>
                <w:sz w:val="22"/>
                <w:lang w:eastAsia="pl-PL"/>
              </w:rPr>
              <w:tab/>
            </w:r>
            <w:r w:rsidR="008F38F2" w:rsidRPr="00292EEA">
              <w:rPr>
                <w:rStyle w:val="Hipercze"/>
              </w:rPr>
              <w:t>ZABEZPIECZENIE NALEŻYTEGO WYKONANIA UMOWY</w:t>
            </w:r>
            <w:r w:rsidR="008F38F2">
              <w:rPr>
                <w:webHidden/>
              </w:rPr>
              <w:tab/>
            </w:r>
            <w:r w:rsidR="008F38F2">
              <w:rPr>
                <w:webHidden/>
              </w:rPr>
              <w:fldChar w:fldCharType="begin"/>
            </w:r>
            <w:r w:rsidR="008F38F2">
              <w:rPr>
                <w:webHidden/>
              </w:rPr>
              <w:instrText xml:space="preserve"> PAGEREF _Toc193111793 \h </w:instrText>
            </w:r>
            <w:r w:rsidR="008F38F2">
              <w:rPr>
                <w:webHidden/>
              </w:rPr>
            </w:r>
            <w:r w:rsidR="008F38F2">
              <w:rPr>
                <w:webHidden/>
              </w:rPr>
              <w:fldChar w:fldCharType="separate"/>
            </w:r>
            <w:r w:rsidR="00E71F28">
              <w:rPr>
                <w:webHidden/>
              </w:rPr>
              <w:t>10</w:t>
            </w:r>
            <w:r w:rsidR="008F38F2">
              <w:rPr>
                <w:webHidden/>
              </w:rPr>
              <w:fldChar w:fldCharType="end"/>
            </w:r>
          </w:hyperlink>
        </w:p>
        <w:p w14:paraId="6FD864AF" w14:textId="64DA6711" w:rsidR="008F38F2" w:rsidRDefault="00B074FC">
          <w:pPr>
            <w:pStyle w:val="Spistreci1"/>
            <w:rPr>
              <w:rFonts w:eastAsiaTheme="minorEastAsia"/>
              <w:sz w:val="22"/>
              <w:lang w:eastAsia="pl-PL"/>
            </w:rPr>
          </w:pPr>
          <w:hyperlink w:anchor="_Toc193111794" w:history="1">
            <w:r w:rsidR="008F38F2" w:rsidRPr="00292EEA">
              <w:rPr>
                <w:rStyle w:val="Hipercze"/>
              </w:rPr>
              <w:t>14.</w:t>
            </w:r>
            <w:r w:rsidR="008F38F2">
              <w:rPr>
                <w:rFonts w:eastAsiaTheme="minorEastAsia"/>
                <w:sz w:val="22"/>
                <w:lang w:eastAsia="pl-PL"/>
              </w:rPr>
              <w:tab/>
            </w:r>
            <w:r w:rsidR="008F38F2" w:rsidRPr="00292EEA">
              <w:rPr>
                <w:rStyle w:val="Hipercze"/>
              </w:rPr>
              <w:t>INFORMACJE DOTYCZĄCE ZAWARCIA UMOWY</w:t>
            </w:r>
            <w:r w:rsidR="008F38F2">
              <w:rPr>
                <w:webHidden/>
              </w:rPr>
              <w:tab/>
            </w:r>
            <w:r w:rsidR="008F38F2">
              <w:rPr>
                <w:webHidden/>
              </w:rPr>
              <w:fldChar w:fldCharType="begin"/>
            </w:r>
            <w:r w:rsidR="008F38F2">
              <w:rPr>
                <w:webHidden/>
              </w:rPr>
              <w:instrText xml:space="preserve"> PAGEREF _Toc193111794 \h </w:instrText>
            </w:r>
            <w:r w:rsidR="008F38F2">
              <w:rPr>
                <w:webHidden/>
              </w:rPr>
            </w:r>
            <w:r w:rsidR="008F38F2">
              <w:rPr>
                <w:webHidden/>
              </w:rPr>
              <w:fldChar w:fldCharType="separate"/>
            </w:r>
            <w:r w:rsidR="00E71F28">
              <w:rPr>
                <w:webHidden/>
              </w:rPr>
              <w:t>11</w:t>
            </w:r>
            <w:r w:rsidR="008F38F2">
              <w:rPr>
                <w:webHidden/>
              </w:rPr>
              <w:fldChar w:fldCharType="end"/>
            </w:r>
          </w:hyperlink>
        </w:p>
        <w:p w14:paraId="5B9B8BD4" w14:textId="7FAB53FC" w:rsidR="008F38F2" w:rsidRDefault="00B074FC">
          <w:pPr>
            <w:pStyle w:val="Spistreci1"/>
            <w:rPr>
              <w:rFonts w:eastAsiaTheme="minorEastAsia"/>
              <w:sz w:val="22"/>
              <w:lang w:eastAsia="pl-PL"/>
            </w:rPr>
          </w:pPr>
          <w:hyperlink w:anchor="_Toc193111795" w:history="1">
            <w:r w:rsidR="008F38F2" w:rsidRPr="00292EEA">
              <w:rPr>
                <w:rStyle w:val="Hipercze"/>
              </w:rPr>
              <w:t>15.</w:t>
            </w:r>
            <w:r w:rsidR="008F38F2">
              <w:rPr>
                <w:rFonts w:eastAsiaTheme="minorEastAsia"/>
                <w:sz w:val="22"/>
                <w:lang w:eastAsia="pl-PL"/>
              </w:rPr>
              <w:tab/>
            </w:r>
            <w:r w:rsidR="008F38F2" w:rsidRPr="00292EEA">
              <w:rPr>
                <w:rStyle w:val="Hipercze"/>
              </w:rPr>
              <w:t>DODATKOWE INFORMACJE</w:t>
            </w:r>
            <w:r w:rsidR="008F38F2">
              <w:rPr>
                <w:webHidden/>
              </w:rPr>
              <w:tab/>
            </w:r>
            <w:r w:rsidR="008F38F2">
              <w:rPr>
                <w:webHidden/>
              </w:rPr>
              <w:fldChar w:fldCharType="begin"/>
            </w:r>
            <w:r w:rsidR="008F38F2">
              <w:rPr>
                <w:webHidden/>
              </w:rPr>
              <w:instrText xml:space="preserve"> PAGEREF _Toc193111795 \h </w:instrText>
            </w:r>
            <w:r w:rsidR="008F38F2">
              <w:rPr>
                <w:webHidden/>
              </w:rPr>
            </w:r>
            <w:r w:rsidR="008F38F2">
              <w:rPr>
                <w:webHidden/>
              </w:rPr>
              <w:fldChar w:fldCharType="separate"/>
            </w:r>
            <w:r w:rsidR="00E71F28">
              <w:rPr>
                <w:webHidden/>
              </w:rPr>
              <w:t>11</w:t>
            </w:r>
            <w:r w:rsidR="008F38F2">
              <w:rPr>
                <w:webHidden/>
              </w:rPr>
              <w:fldChar w:fldCharType="end"/>
            </w:r>
          </w:hyperlink>
        </w:p>
        <w:p w14:paraId="79502066" w14:textId="29C2773E" w:rsidR="008F38F2" w:rsidRDefault="00B074FC">
          <w:pPr>
            <w:pStyle w:val="Spistreci1"/>
            <w:rPr>
              <w:rFonts w:eastAsiaTheme="minorEastAsia"/>
              <w:sz w:val="22"/>
              <w:lang w:eastAsia="pl-PL"/>
            </w:rPr>
          </w:pPr>
          <w:hyperlink w:anchor="_Toc193111796" w:history="1">
            <w:r w:rsidR="008F38F2" w:rsidRPr="00292EEA">
              <w:rPr>
                <w:rStyle w:val="Hipercze"/>
                <w:rFonts w:cs="Times New Roman"/>
              </w:rPr>
              <w:t>16.</w:t>
            </w:r>
            <w:r w:rsidR="008F38F2">
              <w:rPr>
                <w:rFonts w:eastAsiaTheme="minorEastAsia"/>
                <w:sz w:val="22"/>
                <w:lang w:eastAsia="pl-PL"/>
              </w:rPr>
              <w:tab/>
            </w:r>
            <w:r w:rsidR="008F38F2" w:rsidRPr="00292EEA">
              <w:rPr>
                <w:rStyle w:val="Hipercze"/>
              </w:rPr>
              <w:t>AUKCJA ELEKTRONICZNA/NEGOCJACJE HANDLOWE</w:t>
            </w:r>
            <w:r w:rsidR="008F38F2">
              <w:rPr>
                <w:webHidden/>
              </w:rPr>
              <w:tab/>
            </w:r>
            <w:r w:rsidR="008F38F2">
              <w:rPr>
                <w:webHidden/>
              </w:rPr>
              <w:fldChar w:fldCharType="begin"/>
            </w:r>
            <w:r w:rsidR="008F38F2">
              <w:rPr>
                <w:webHidden/>
              </w:rPr>
              <w:instrText xml:space="preserve"> PAGEREF _Toc193111796 \h </w:instrText>
            </w:r>
            <w:r w:rsidR="008F38F2">
              <w:rPr>
                <w:webHidden/>
              </w:rPr>
            </w:r>
            <w:r w:rsidR="008F38F2">
              <w:rPr>
                <w:webHidden/>
              </w:rPr>
              <w:fldChar w:fldCharType="separate"/>
            </w:r>
            <w:r w:rsidR="00E71F28">
              <w:rPr>
                <w:webHidden/>
              </w:rPr>
              <w:t>12</w:t>
            </w:r>
            <w:r w:rsidR="008F38F2">
              <w:rPr>
                <w:webHidden/>
              </w:rPr>
              <w:fldChar w:fldCharType="end"/>
            </w:r>
          </w:hyperlink>
        </w:p>
        <w:p w14:paraId="11F7E7D6" w14:textId="5F532C9A" w:rsidR="008F38F2" w:rsidRDefault="00B074FC">
          <w:pPr>
            <w:pStyle w:val="Spistreci1"/>
            <w:rPr>
              <w:rFonts w:eastAsiaTheme="minorEastAsia"/>
              <w:sz w:val="22"/>
              <w:lang w:eastAsia="pl-PL"/>
            </w:rPr>
          </w:pPr>
          <w:hyperlink w:anchor="_Toc193111797" w:history="1">
            <w:r w:rsidR="008F38F2" w:rsidRPr="00292EEA">
              <w:rPr>
                <w:rStyle w:val="Hipercze"/>
                <w:rFonts w:cs="Times New Roman"/>
              </w:rPr>
              <w:t>17.</w:t>
            </w:r>
            <w:r w:rsidR="008F38F2">
              <w:rPr>
                <w:rFonts w:eastAsiaTheme="minorEastAsia"/>
                <w:sz w:val="22"/>
                <w:lang w:eastAsia="pl-PL"/>
              </w:rPr>
              <w:tab/>
            </w:r>
            <w:r w:rsidR="008F38F2" w:rsidRPr="00292EEA">
              <w:rPr>
                <w:rStyle w:val="Hipercze"/>
              </w:rPr>
              <w:t>SYSTEM ZAKUPOWY</w:t>
            </w:r>
            <w:r w:rsidR="008F38F2">
              <w:rPr>
                <w:webHidden/>
              </w:rPr>
              <w:tab/>
            </w:r>
            <w:r w:rsidR="008F38F2">
              <w:rPr>
                <w:webHidden/>
              </w:rPr>
              <w:fldChar w:fldCharType="begin"/>
            </w:r>
            <w:r w:rsidR="008F38F2">
              <w:rPr>
                <w:webHidden/>
              </w:rPr>
              <w:instrText xml:space="preserve"> PAGEREF _Toc193111797 \h </w:instrText>
            </w:r>
            <w:r w:rsidR="008F38F2">
              <w:rPr>
                <w:webHidden/>
              </w:rPr>
            </w:r>
            <w:r w:rsidR="008F38F2">
              <w:rPr>
                <w:webHidden/>
              </w:rPr>
              <w:fldChar w:fldCharType="separate"/>
            </w:r>
            <w:r w:rsidR="00E71F28">
              <w:rPr>
                <w:webHidden/>
              </w:rPr>
              <w:t>12</w:t>
            </w:r>
            <w:r w:rsidR="008F38F2">
              <w:rPr>
                <w:webHidden/>
              </w:rPr>
              <w:fldChar w:fldCharType="end"/>
            </w:r>
          </w:hyperlink>
        </w:p>
        <w:p w14:paraId="6E85BD1A" w14:textId="648803A4" w:rsidR="008F38F2" w:rsidRDefault="00B074FC">
          <w:pPr>
            <w:pStyle w:val="Spistreci1"/>
            <w:rPr>
              <w:rFonts w:eastAsiaTheme="minorEastAsia"/>
              <w:sz w:val="22"/>
              <w:lang w:eastAsia="pl-PL"/>
            </w:rPr>
          </w:pPr>
          <w:hyperlink w:anchor="_Toc193111798" w:history="1">
            <w:r w:rsidR="008F38F2" w:rsidRPr="00292EEA">
              <w:rPr>
                <w:rStyle w:val="Hipercze"/>
                <w:rFonts w:cs="Times New Roman"/>
              </w:rPr>
              <w:t>18.</w:t>
            </w:r>
            <w:r w:rsidR="008F38F2">
              <w:rPr>
                <w:rFonts w:eastAsiaTheme="minorEastAsia"/>
                <w:sz w:val="22"/>
                <w:lang w:eastAsia="pl-PL"/>
              </w:rPr>
              <w:tab/>
            </w:r>
            <w:r w:rsidR="008F38F2" w:rsidRPr="00292EEA">
              <w:rPr>
                <w:rStyle w:val="Hipercze"/>
              </w:rPr>
              <w:t>ZAŁĄCZNIKI</w:t>
            </w:r>
            <w:r w:rsidR="008F38F2">
              <w:rPr>
                <w:webHidden/>
              </w:rPr>
              <w:tab/>
            </w:r>
            <w:r w:rsidR="008F38F2">
              <w:rPr>
                <w:webHidden/>
              </w:rPr>
              <w:fldChar w:fldCharType="begin"/>
            </w:r>
            <w:r w:rsidR="008F38F2">
              <w:rPr>
                <w:webHidden/>
              </w:rPr>
              <w:instrText xml:space="preserve"> PAGEREF _Toc193111798 \h </w:instrText>
            </w:r>
            <w:r w:rsidR="008F38F2">
              <w:rPr>
                <w:webHidden/>
              </w:rPr>
            </w:r>
            <w:r w:rsidR="008F38F2">
              <w:rPr>
                <w:webHidden/>
              </w:rPr>
              <w:fldChar w:fldCharType="separate"/>
            </w:r>
            <w:r w:rsidR="00E71F28">
              <w:rPr>
                <w:webHidden/>
              </w:rPr>
              <w:t>12</w:t>
            </w:r>
            <w:r w:rsidR="008F38F2">
              <w:rPr>
                <w:webHidden/>
              </w:rPr>
              <w:fldChar w:fldCharType="end"/>
            </w:r>
          </w:hyperlink>
        </w:p>
        <w:p w14:paraId="691D1B30" w14:textId="7B47E5A6" w:rsidR="0059192E" w:rsidRDefault="0059192E">
          <w:r>
            <w:rPr>
              <w:b/>
              <w:bCs/>
            </w:rPr>
            <w:fldChar w:fldCharType="end"/>
          </w:r>
        </w:p>
      </w:sdtContent>
    </w:sdt>
    <w:p w14:paraId="0CA08023" w14:textId="3CBC3E64" w:rsidR="0059192E" w:rsidRDefault="0059192E" w:rsidP="0059192E">
      <w:pPr>
        <w:pStyle w:val="Nagwek2"/>
        <w:numPr>
          <w:ilvl w:val="0"/>
          <w:numId w:val="0"/>
        </w:numPr>
        <w:ind w:left="1191"/>
      </w:pPr>
    </w:p>
    <w:p w14:paraId="1CB24817" w14:textId="6EFBBA00" w:rsidR="0059192E" w:rsidRDefault="0059192E" w:rsidP="0059192E">
      <w:pPr>
        <w:pStyle w:val="Nagwek2"/>
        <w:numPr>
          <w:ilvl w:val="0"/>
          <w:numId w:val="0"/>
        </w:numPr>
        <w:ind w:left="1191"/>
      </w:pPr>
    </w:p>
    <w:p w14:paraId="4A1B8CBB" w14:textId="78CD7D0B" w:rsidR="0059192E" w:rsidRDefault="0059192E" w:rsidP="0059192E">
      <w:pPr>
        <w:pStyle w:val="Nagwek2"/>
        <w:numPr>
          <w:ilvl w:val="0"/>
          <w:numId w:val="0"/>
        </w:numPr>
        <w:ind w:left="1191"/>
      </w:pPr>
    </w:p>
    <w:p w14:paraId="7E430142" w14:textId="6A7A2262" w:rsidR="008F38F2" w:rsidRDefault="008F38F2" w:rsidP="0059192E">
      <w:pPr>
        <w:pStyle w:val="Nagwek2"/>
        <w:numPr>
          <w:ilvl w:val="0"/>
          <w:numId w:val="0"/>
        </w:numPr>
        <w:ind w:left="1191"/>
      </w:pPr>
    </w:p>
    <w:p w14:paraId="6A85F4E6" w14:textId="473FA6A4" w:rsidR="008F38F2" w:rsidRDefault="008F38F2" w:rsidP="0059192E">
      <w:pPr>
        <w:pStyle w:val="Nagwek2"/>
        <w:numPr>
          <w:ilvl w:val="0"/>
          <w:numId w:val="0"/>
        </w:numPr>
        <w:ind w:left="1191"/>
      </w:pPr>
    </w:p>
    <w:p w14:paraId="6FE8C54E" w14:textId="15160234" w:rsidR="008F38F2" w:rsidRDefault="008F38F2" w:rsidP="0059192E">
      <w:pPr>
        <w:pStyle w:val="Nagwek2"/>
        <w:numPr>
          <w:ilvl w:val="0"/>
          <w:numId w:val="0"/>
        </w:numPr>
        <w:ind w:left="1191"/>
      </w:pPr>
    </w:p>
    <w:p w14:paraId="085F3287" w14:textId="304D34B0" w:rsidR="008F38F2" w:rsidRDefault="008F38F2" w:rsidP="0059192E">
      <w:pPr>
        <w:pStyle w:val="Nagwek2"/>
        <w:numPr>
          <w:ilvl w:val="0"/>
          <w:numId w:val="0"/>
        </w:numPr>
        <w:ind w:left="1191"/>
      </w:pPr>
    </w:p>
    <w:p w14:paraId="1CEAFE29" w14:textId="3B5C7D06" w:rsidR="008F38F2" w:rsidRDefault="008F38F2" w:rsidP="0059192E">
      <w:pPr>
        <w:pStyle w:val="Nagwek2"/>
        <w:numPr>
          <w:ilvl w:val="0"/>
          <w:numId w:val="0"/>
        </w:numPr>
        <w:ind w:left="1191"/>
      </w:pPr>
    </w:p>
    <w:p w14:paraId="66351131" w14:textId="4150ABCB" w:rsidR="008F38F2" w:rsidRDefault="008F38F2" w:rsidP="0059192E">
      <w:pPr>
        <w:pStyle w:val="Nagwek2"/>
        <w:numPr>
          <w:ilvl w:val="0"/>
          <w:numId w:val="0"/>
        </w:numPr>
        <w:ind w:left="1191"/>
      </w:pPr>
    </w:p>
    <w:p w14:paraId="4EDB57FF" w14:textId="23BBB829" w:rsidR="008F38F2" w:rsidRDefault="008F38F2" w:rsidP="0059192E">
      <w:pPr>
        <w:pStyle w:val="Nagwek2"/>
        <w:numPr>
          <w:ilvl w:val="0"/>
          <w:numId w:val="0"/>
        </w:numPr>
        <w:ind w:left="1191"/>
      </w:pPr>
    </w:p>
    <w:p w14:paraId="7394B730" w14:textId="77777777" w:rsidR="008F38F2" w:rsidRDefault="008F38F2" w:rsidP="0059192E">
      <w:pPr>
        <w:pStyle w:val="Nagwek2"/>
        <w:numPr>
          <w:ilvl w:val="0"/>
          <w:numId w:val="0"/>
        </w:numPr>
        <w:ind w:left="1191"/>
      </w:pPr>
    </w:p>
    <w:p w14:paraId="0CDC8194" w14:textId="3DBA30E0" w:rsidR="0059192E" w:rsidRDefault="0059192E" w:rsidP="0059192E">
      <w:pPr>
        <w:pStyle w:val="Nagwek2"/>
        <w:numPr>
          <w:ilvl w:val="0"/>
          <w:numId w:val="0"/>
        </w:numPr>
        <w:ind w:left="1191"/>
      </w:pPr>
    </w:p>
    <w:p w14:paraId="2AF1DEF6" w14:textId="5866DF6D" w:rsidR="0059192E" w:rsidRDefault="0059192E" w:rsidP="0059192E">
      <w:pPr>
        <w:pStyle w:val="Nagwek2"/>
        <w:numPr>
          <w:ilvl w:val="0"/>
          <w:numId w:val="0"/>
        </w:numPr>
        <w:ind w:left="1191"/>
      </w:pPr>
    </w:p>
    <w:p w14:paraId="4015A0B3" w14:textId="77777777" w:rsidR="008F38F2" w:rsidRPr="008F38F2" w:rsidRDefault="008F38F2" w:rsidP="008F38F2">
      <w:pPr>
        <w:pStyle w:val="Nagwek1"/>
      </w:pPr>
      <w:bookmarkStart w:id="26" w:name="_Toc193111777"/>
      <w:bookmarkStart w:id="27" w:name="_Toc69029863"/>
      <w:r w:rsidRPr="008F38F2">
        <w:lastRenderedPageBreak/>
        <w:t>INFORMACJE WSTĘPNE</w:t>
      </w:r>
      <w:bookmarkEnd w:id="26"/>
    </w:p>
    <w:p w14:paraId="18C2CF44" w14:textId="77777777" w:rsidR="008F38F2" w:rsidRPr="00C62503" w:rsidRDefault="008F38F2" w:rsidP="001562C9">
      <w:pPr>
        <w:pStyle w:val="Akapitzlist"/>
        <w:numPr>
          <w:ilvl w:val="1"/>
          <w:numId w:val="6"/>
        </w:numPr>
        <w:spacing w:before="120" w:after="140" w:line="24" w:lineRule="atLeast"/>
        <w:ind w:left="709" w:hanging="709"/>
        <w:contextualSpacing w:val="0"/>
        <w:jc w:val="both"/>
        <w:rPr>
          <w:i/>
          <w:iCs/>
          <w:kern w:val="20"/>
          <w:sz w:val="20"/>
        </w:rPr>
      </w:pPr>
      <w:r w:rsidRPr="00C62503">
        <w:rPr>
          <w:b/>
          <w:bCs/>
          <w:sz w:val="20"/>
        </w:rPr>
        <w:t xml:space="preserve">Zamawiający </w:t>
      </w:r>
    </w:p>
    <w:p w14:paraId="60BA0D6B" w14:textId="77777777" w:rsidR="008019DF" w:rsidRPr="00093F52" w:rsidRDefault="008F38F2" w:rsidP="008019DF">
      <w:pPr>
        <w:autoSpaceDE w:val="0"/>
        <w:autoSpaceDN w:val="0"/>
        <w:adjustRightInd w:val="0"/>
        <w:spacing w:before="120" w:line="24" w:lineRule="atLeast"/>
        <w:ind w:left="709"/>
        <w:jc w:val="both"/>
        <w:rPr>
          <w:color w:val="000000"/>
          <w:sz w:val="20"/>
          <w:lang w:eastAsia="pl-PL"/>
        </w:rPr>
      </w:pPr>
      <w:r w:rsidRPr="00C62503">
        <w:rPr>
          <w:b/>
          <w:bCs/>
          <w:color w:val="000000"/>
          <w:sz w:val="20"/>
          <w:lang w:eastAsia="pl-PL"/>
        </w:rPr>
        <w:t xml:space="preserve">PGE Dystrybucja S.A. </w:t>
      </w:r>
      <w:r w:rsidR="008019DF" w:rsidRPr="00093F52">
        <w:rPr>
          <w:sz w:val="20"/>
          <w:lang w:eastAsia="pl-PL"/>
        </w:rPr>
        <w:t>siedzibą w Lublinie, ul. Garbarska 21a, 20-340 Lublin, wpisana do rejestru przedsiębiorców Krajowego Rejestru Sądowego, prowadzonego przez Sąd Rejonowy Lublin-Wschód w Lublinie z siedzibą w Świdniku, VI Wydział Gospodarczy Krajowego Rejestru Sądowego, pod numerem KRS: 0000343124, NIP: 9462593855, REGON: 060552840, wysokość kapitału zakładowego: 9 729 424 160,00 zł - w całości wpłacony</w:t>
      </w:r>
      <w:r w:rsidR="008019DF" w:rsidRPr="00093F52">
        <w:rPr>
          <w:color w:val="000000"/>
          <w:sz w:val="20"/>
          <w:lang w:eastAsia="pl-PL"/>
        </w:rPr>
        <w:t xml:space="preserve">; w imieniu której postępowanie zakupowe prowadzi: PGE Dystrybucja S.A. Oddział </w:t>
      </w:r>
      <w:r w:rsidR="008019DF">
        <w:rPr>
          <w:color w:val="000000"/>
          <w:sz w:val="20"/>
          <w:lang w:eastAsia="pl-PL"/>
        </w:rPr>
        <w:t>Łódź</w:t>
      </w:r>
      <w:r w:rsidR="008019DF" w:rsidRPr="00093F52">
        <w:rPr>
          <w:color w:val="000000"/>
          <w:sz w:val="20"/>
          <w:lang w:eastAsia="pl-PL"/>
        </w:rPr>
        <w:t>,</w:t>
      </w:r>
    </w:p>
    <w:p w14:paraId="5CA1B0C3" w14:textId="77777777" w:rsidR="008019DF" w:rsidRPr="00093F52" w:rsidRDefault="008019DF" w:rsidP="008019DF">
      <w:pPr>
        <w:pStyle w:val="Bezodstpw"/>
        <w:ind w:left="709"/>
        <w:jc w:val="both"/>
        <w:rPr>
          <w:sz w:val="20"/>
          <w:lang w:eastAsia="pl-PL"/>
        </w:rPr>
      </w:pPr>
      <w:r w:rsidRPr="00093F52">
        <w:rPr>
          <w:sz w:val="20"/>
          <w:lang w:eastAsia="pl-PL"/>
        </w:rPr>
        <w:t xml:space="preserve">Adres: </w:t>
      </w:r>
      <w:r>
        <w:rPr>
          <w:rFonts w:cstheme="minorHAnsi"/>
          <w:sz w:val="20"/>
          <w:lang w:eastAsia="pl-PL"/>
        </w:rPr>
        <w:t>90-021 Łódź ul. Tuwima 58</w:t>
      </w:r>
      <w:r w:rsidRPr="004B4556">
        <w:rPr>
          <w:rFonts w:cstheme="minorHAnsi"/>
          <w:sz w:val="20"/>
          <w:lang w:eastAsia="pl-PL"/>
        </w:rPr>
        <w:t xml:space="preserve"> Telefon:</w:t>
      </w:r>
      <w:r w:rsidRPr="00093F52">
        <w:rPr>
          <w:sz w:val="20"/>
          <w:lang w:eastAsia="pl-PL"/>
        </w:rPr>
        <w:t xml:space="preserve"> Telefon: (42) 675 10 00</w:t>
      </w:r>
    </w:p>
    <w:p w14:paraId="2E8CB26D" w14:textId="42072273" w:rsidR="008F38F2" w:rsidRPr="004E469B" w:rsidRDefault="00B074FC" w:rsidP="008019DF">
      <w:pPr>
        <w:autoSpaceDE w:val="0"/>
        <w:autoSpaceDN w:val="0"/>
        <w:adjustRightInd w:val="0"/>
        <w:spacing w:line="24" w:lineRule="atLeast"/>
        <w:ind w:left="709"/>
        <w:jc w:val="both"/>
        <w:rPr>
          <w:rFonts w:cstheme="minorHAnsi"/>
          <w:sz w:val="20"/>
          <w:lang w:eastAsia="pl-PL"/>
        </w:rPr>
      </w:pPr>
      <w:hyperlink r:id="rId13" w:history="1">
        <w:r w:rsidR="008019DF" w:rsidRPr="004B4556">
          <w:rPr>
            <w:rStyle w:val="Hipercze"/>
            <w:rFonts w:cstheme="minorHAnsi"/>
            <w:lang w:eastAsia="pl-PL"/>
          </w:rPr>
          <w:t>https://www.pgedystrybucja.pl</w:t>
        </w:r>
      </w:hyperlink>
      <w:r w:rsidR="008F38F2" w:rsidRPr="004B4556">
        <w:rPr>
          <w:rFonts w:cstheme="minorHAnsi"/>
          <w:sz w:val="20"/>
          <w:lang w:eastAsia="pl-PL"/>
        </w:rPr>
        <w:t xml:space="preserve"> </w:t>
      </w:r>
    </w:p>
    <w:p w14:paraId="66A5CDBF" w14:textId="77777777" w:rsidR="008F38F2" w:rsidRPr="00C62503" w:rsidRDefault="008F38F2" w:rsidP="001562C9">
      <w:pPr>
        <w:pStyle w:val="Akapitzlist"/>
        <w:numPr>
          <w:ilvl w:val="1"/>
          <w:numId w:val="6"/>
        </w:numPr>
        <w:spacing w:before="120" w:after="120" w:line="24" w:lineRule="atLeast"/>
        <w:ind w:left="709" w:hanging="709"/>
        <w:contextualSpacing w:val="0"/>
        <w:jc w:val="both"/>
        <w:rPr>
          <w:b/>
          <w:bCs/>
          <w:sz w:val="20"/>
        </w:rPr>
      </w:pPr>
      <w:r w:rsidRPr="00C62503">
        <w:rPr>
          <w:b/>
          <w:bCs/>
          <w:sz w:val="20"/>
        </w:rPr>
        <w:t>Tryb postępowania zakupowego</w:t>
      </w:r>
    </w:p>
    <w:p w14:paraId="01D3038A"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Przedmiotowe postępowanie zakupowe o udzielenie zamówienia niepublicznego prowadzone jest w trybie</w:t>
      </w:r>
      <w:r w:rsidRPr="00C62503">
        <w:rPr>
          <w:b/>
          <w:bCs/>
          <w:sz w:val="20"/>
        </w:rPr>
        <w:t xml:space="preserve"> przetargu nieograniczonego</w:t>
      </w:r>
      <w:r w:rsidRPr="00C62503">
        <w:rPr>
          <w:sz w:val="20"/>
        </w:rPr>
        <w:t xml:space="preserve">, z zachowaniem zasad określonych w niniejszym dokumencie, zaś w zakresie w nim nieuregulowanym stosuje się zapisy Procedury Zakupów PGE Dystrybucja S.A., zwanej dalej „Procedurą” oraz Dobrych Praktyk Zakupowych PGE Dystrybucja S.A., z  uwzględnieniem Kodeksu Postępowania dla Partnerów Biznesowych PGE Dystrybucja S.A. (dostępnych na stronie: </w:t>
      </w:r>
      <w:hyperlink r:id="rId14" w:history="1">
        <w:r w:rsidRPr="00C62503">
          <w:rPr>
            <w:rStyle w:val="Hipercze"/>
          </w:rPr>
          <w:t>https://www.pgedystrybucja.pl/przetargi</w:t>
        </w:r>
      </w:hyperlink>
      <w:r w:rsidRPr="00C62503">
        <w:rPr>
          <w:rStyle w:val="Hipercze"/>
        </w:rPr>
        <w:t xml:space="preserve"> oraz </w:t>
      </w:r>
      <w:hyperlink r:id="rId15" w:history="1">
        <w:r w:rsidRPr="00C62503">
          <w:rPr>
            <w:rStyle w:val="Hipercze"/>
          </w:rPr>
          <w:t>https://swpp2.gkpge.pl</w:t>
        </w:r>
      </w:hyperlink>
      <w:r w:rsidRPr="00C62503">
        <w:rPr>
          <w:sz w:val="20"/>
        </w:rPr>
        <w:t xml:space="preserve"> - zakładka Baza Wiedzy), a także Kodeksie cywilnym.</w:t>
      </w:r>
    </w:p>
    <w:p w14:paraId="173B6EDF"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 xml:space="preserve">Przetarg nieograniczony to tryb, w którym zaprasza się do udziału w Postępowaniu Wykonawców publikując Ogłoszenie o Zakupie lub Specyfikację Warunków Zamówienia w </w:t>
      </w:r>
      <w:r w:rsidRPr="00C62503">
        <w:rPr>
          <w:b/>
          <w:bCs/>
          <w:sz w:val="20"/>
        </w:rPr>
        <w:t>Systemie Zakupowym SWPP2 (dalej: System Zakupowy lub System)</w:t>
      </w:r>
      <w:r w:rsidRPr="00C62503">
        <w:rPr>
          <w:sz w:val="20"/>
        </w:rPr>
        <w:t>.</w:t>
      </w:r>
    </w:p>
    <w:p w14:paraId="18E5C5DF" w14:textId="77777777" w:rsidR="008F38F2" w:rsidRPr="00C62503" w:rsidRDefault="008F38F2" w:rsidP="001562C9">
      <w:pPr>
        <w:pStyle w:val="Akapitzlist"/>
        <w:spacing w:before="120" w:line="24" w:lineRule="atLeast"/>
        <w:ind w:left="1560"/>
        <w:contextualSpacing w:val="0"/>
        <w:jc w:val="both"/>
        <w:rPr>
          <w:sz w:val="20"/>
        </w:rPr>
      </w:pPr>
    </w:p>
    <w:p w14:paraId="41E4B867" w14:textId="77777777" w:rsidR="008F38F2" w:rsidRPr="00C62503" w:rsidRDefault="008F38F2" w:rsidP="008F38F2">
      <w:pPr>
        <w:pStyle w:val="Akapitzlist"/>
        <w:numPr>
          <w:ilvl w:val="1"/>
          <w:numId w:val="6"/>
        </w:numPr>
        <w:spacing w:before="120" w:after="0" w:line="24" w:lineRule="atLeast"/>
        <w:contextualSpacing w:val="0"/>
        <w:jc w:val="both"/>
        <w:rPr>
          <w:b/>
          <w:bCs/>
          <w:sz w:val="20"/>
        </w:rPr>
      </w:pPr>
      <w:r w:rsidRPr="00C62503">
        <w:rPr>
          <w:b/>
          <w:bCs/>
          <w:sz w:val="20"/>
        </w:rPr>
        <w:t>Istotne informacje</w:t>
      </w:r>
    </w:p>
    <w:p w14:paraId="7E8330B0"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Postępowanie zakupowe prowadzone jest w języku polskim. Wszelkie oświadczenia, zawiadomienia, w tym również Umowa, sporządzone będą w języku polskim.</w:t>
      </w:r>
    </w:p>
    <w:p w14:paraId="09EFD803"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Zainteresowani Wykonawcy składają Oferty zgodnie z wymaganiami Ogłoszenia o zakupie i Specyfikacji Warunków Zamówienia („SWZ”).</w:t>
      </w:r>
    </w:p>
    <w:p w14:paraId="513E992C" w14:textId="77777777" w:rsidR="008F38F2" w:rsidRPr="00C62503" w:rsidRDefault="008F38F2" w:rsidP="008F38F2">
      <w:pPr>
        <w:numPr>
          <w:ilvl w:val="2"/>
          <w:numId w:val="6"/>
        </w:numPr>
        <w:spacing w:before="120" w:after="120" w:line="24" w:lineRule="atLeast"/>
        <w:jc w:val="both"/>
        <w:rPr>
          <w:sz w:val="20"/>
        </w:rPr>
      </w:pPr>
      <w:r w:rsidRPr="00C62503">
        <w:rPr>
          <w:sz w:val="20"/>
        </w:rPr>
        <w:t xml:space="preserve">Zamawiający może przed upływem terminu na składanie ofert dokonać zmian lub uzupełnienia treści Ogłoszenia o zakupie oraz SWZ i jej załączników. </w:t>
      </w:r>
    </w:p>
    <w:p w14:paraId="6986FBA8" w14:textId="2BC49E87" w:rsidR="008F38F2" w:rsidRPr="00C62503" w:rsidRDefault="008F38F2" w:rsidP="008F38F2">
      <w:pPr>
        <w:numPr>
          <w:ilvl w:val="2"/>
          <w:numId w:val="6"/>
        </w:numPr>
        <w:spacing w:before="120" w:after="120" w:line="24" w:lineRule="atLeast"/>
        <w:jc w:val="both"/>
        <w:rPr>
          <w:sz w:val="20"/>
        </w:rPr>
      </w:pPr>
      <w:r w:rsidRPr="00C62503">
        <w:rPr>
          <w:sz w:val="20"/>
        </w:rPr>
        <w:t xml:space="preserve">Zamawiający najpierw dokona oceny Ofert, a następnie zbada, czy Wykonawca, którego Oferta została oceniona jako najkorzystniejsza, nie podlega wykluczeniu oraz spełnia warunki udziału w Postępowaniu zakupowym. </w:t>
      </w:r>
    </w:p>
    <w:p w14:paraId="7A715197" w14:textId="77777777" w:rsidR="008F38F2" w:rsidRPr="00C62503" w:rsidRDefault="008F38F2" w:rsidP="008F38F2">
      <w:pPr>
        <w:numPr>
          <w:ilvl w:val="2"/>
          <w:numId w:val="6"/>
        </w:numPr>
        <w:spacing w:before="120" w:after="120" w:line="24" w:lineRule="atLeast"/>
        <w:ind w:left="709" w:hanging="709"/>
        <w:jc w:val="both"/>
        <w:rPr>
          <w:sz w:val="20"/>
        </w:rPr>
      </w:pPr>
      <w:r w:rsidRPr="00C62503">
        <w:rPr>
          <w:sz w:val="20"/>
        </w:rPr>
        <w:t>Zamawiający oceni oferty pod względem zgodności z wymaganiami zawartymi w SWZ oraz dokona oceny zgodnie z określonymi w SWZ kryteriami.</w:t>
      </w:r>
    </w:p>
    <w:p w14:paraId="68540DD5" w14:textId="0865EA21" w:rsidR="008F38F2" w:rsidRPr="00C62503" w:rsidRDefault="008F38F2" w:rsidP="008F38F2">
      <w:pPr>
        <w:pStyle w:val="Akapitzlist"/>
        <w:numPr>
          <w:ilvl w:val="2"/>
          <w:numId w:val="6"/>
        </w:numPr>
        <w:spacing w:after="0" w:line="288" w:lineRule="auto"/>
        <w:jc w:val="both"/>
        <w:rPr>
          <w:sz w:val="20"/>
        </w:rPr>
      </w:pPr>
      <w:r w:rsidRPr="00C62503">
        <w:rPr>
          <w:sz w:val="20"/>
        </w:rPr>
        <w:t xml:space="preserve">Zamawiający zastrzega sobie prawo do przeprowadzenia aukcji elektronicznej z Wykonawcami, których Oferty nie podlegają odrzuceniu. Szczegóły dotyczące aukcji elektronicznej zostały podane w pkt 16 SWZ. </w:t>
      </w:r>
    </w:p>
    <w:p w14:paraId="7BA38781" w14:textId="77777777" w:rsidR="008F38F2" w:rsidRPr="00C62503" w:rsidRDefault="008F38F2" w:rsidP="008F38F2">
      <w:pPr>
        <w:pStyle w:val="Akapitzlist"/>
        <w:numPr>
          <w:ilvl w:val="2"/>
          <w:numId w:val="6"/>
        </w:numPr>
        <w:spacing w:after="0" w:line="288" w:lineRule="auto"/>
        <w:jc w:val="both"/>
        <w:rPr>
          <w:sz w:val="20"/>
        </w:rPr>
      </w:pPr>
      <w:r w:rsidRPr="00C62503">
        <w:rPr>
          <w:sz w:val="20"/>
        </w:rPr>
        <w:t xml:space="preserve">Zamawiający zastrzega sobie prawo do przeprowadzenia negocjacji handlowych na zasadach określonych w Procedurze Zakupów PGE Dystrybucja S.A. Wykonawca potwierdza wynegocjowane warunki w Systemie Zakupowym lub za pomocą elektronicznych środków komunikacji. </w:t>
      </w:r>
    </w:p>
    <w:p w14:paraId="4B926BFB" w14:textId="3CA75071"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Zamawiający zamieści informację o sposobie zakończenia postępowania zakupowego w strefie publicznej Systemu Zakupowego oraz zawiadomi Wykonawców,</w:t>
      </w:r>
      <w:r w:rsidRPr="00C62503">
        <w:rPr>
          <w:rFonts w:eastAsiaTheme="minorEastAsia"/>
          <w:sz w:val="20"/>
          <w:lang w:eastAsia="pl-PL"/>
        </w:rPr>
        <w:t xml:space="preserve"> </w:t>
      </w:r>
      <w:r w:rsidRPr="00C62503">
        <w:rPr>
          <w:sz w:val="20"/>
        </w:rPr>
        <w:t xml:space="preserve">którzy złożyli oferty, o wyniku postępowania podając nazwę Wykonawcy, który złożył najkorzystniejszą ofertę oraz zaoferowaną przez niego cenę za wykonanie zamówienia. </w:t>
      </w:r>
    </w:p>
    <w:p w14:paraId="4B45496F" w14:textId="2F885A49"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lang w:eastAsia="pl-PL"/>
        </w:rPr>
        <w:lastRenderedPageBreak/>
        <w:t xml:space="preserve">Zamawiający </w:t>
      </w:r>
      <w:r w:rsidRPr="00C62503">
        <w:rPr>
          <w:b/>
          <w:bCs/>
          <w:sz w:val="20"/>
          <w:lang w:eastAsia="pl-PL"/>
        </w:rPr>
        <w:t>dopuszcza</w:t>
      </w:r>
      <w:r w:rsidRPr="00C62503">
        <w:rPr>
          <w:sz w:val="20"/>
          <w:lang w:eastAsia="pl-PL"/>
        </w:rPr>
        <w:t xml:space="preserve"> </w:t>
      </w:r>
      <w:r w:rsidRPr="00C62503">
        <w:rPr>
          <w:b/>
          <w:bCs/>
          <w:sz w:val="20"/>
          <w:lang w:eastAsia="pl-PL"/>
        </w:rPr>
        <w:t>składania/e</w:t>
      </w:r>
      <w:r w:rsidRPr="00C62503">
        <w:rPr>
          <w:i/>
          <w:iCs/>
          <w:sz w:val="20"/>
          <w:lang w:eastAsia="pl-PL"/>
        </w:rPr>
        <w:t xml:space="preserve"> </w:t>
      </w:r>
      <w:r w:rsidRPr="00C62503">
        <w:rPr>
          <w:sz w:val="20"/>
          <w:lang w:eastAsia="pl-PL"/>
        </w:rPr>
        <w:t>ofert przez Wykonawców wspólnie ubiegających się o udzielenie zakupu (Konsorcjum). Przepisy dotyczące Wykonawcy stosuje się odpowiednio do Wykonawców wspólnie ubiegających się o udzielenie zakupu.</w:t>
      </w:r>
      <w:r w:rsidRPr="00C62503">
        <w:rPr>
          <w:sz w:val="20"/>
          <w:highlight w:val="yellow"/>
        </w:rPr>
        <w:t xml:space="preserve"> </w:t>
      </w:r>
    </w:p>
    <w:p w14:paraId="3C1F0B94" w14:textId="77777777" w:rsidR="008F38F2" w:rsidRPr="00C62503" w:rsidRDefault="008F38F2" w:rsidP="008F38F2">
      <w:pPr>
        <w:pStyle w:val="Akapitzlist"/>
        <w:numPr>
          <w:ilvl w:val="3"/>
          <w:numId w:val="6"/>
        </w:numPr>
        <w:spacing w:before="120" w:after="0" w:line="24" w:lineRule="atLeast"/>
        <w:ind w:left="1418" w:hanging="709"/>
        <w:contextualSpacing w:val="0"/>
        <w:jc w:val="both"/>
        <w:rPr>
          <w:sz w:val="20"/>
        </w:rPr>
      </w:pPr>
      <w:r w:rsidRPr="00C62503">
        <w:rPr>
          <w:sz w:val="20"/>
          <w:lang w:eastAsia="pl-PL"/>
        </w:rPr>
        <w:t xml:space="preserve">Wykonawcy wchodzący w skład Konsorcjum ponoszą solidarną odpowiedzialność za wniesienie zabezpieczenia należytego wykonania umowy zakupowej oraz wykonanie umowy zakupowej. </w:t>
      </w:r>
      <w:r w:rsidRPr="00C62503">
        <w:rPr>
          <w:sz w:val="20"/>
        </w:rPr>
        <w:t>Oferta Wykonawców wspólnie ubiegających się o udzielenie zakupu musi szczegółowo wskazywać podział ról i zobowiązań związanych z wykonywaniem przedmiotu zakupu pomiędzy podmiotami składającymi wspólnie ofertę.</w:t>
      </w:r>
    </w:p>
    <w:p w14:paraId="0E0C07F5" w14:textId="77777777" w:rsidR="008F38F2" w:rsidRPr="00C62503" w:rsidRDefault="008F38F2" w:rsidP="008F38F2">
      <w:pPr>
        <w:pStyle w:val="Akapitzlist"/>
        <w:numPr>
          <w:ilvl w:val="3"/>
          <w:numId w:val="6"/>
        </w:numPr>
        <w:spacing w:before="120" w:after="0" w:line="24" w:lineRule="atLeast"/>
        <w:ind w:left="1418" w:hanging="709"/>
        <w:contextualSpacing w:val="0"/>
        <w:jc w:val="both"/>
        <w:rPr>
          <w:sz w:val="20"/>
        </w:rPr>
      </w:pPr>
      <w:r w:rsidRPr="00C62503">
        <w:rPr>
          <w:sz w:val="20"/>
        </w:rPr>
        <w:t xml:space="preserve">Wykonawcy wspólnie ubiegający się o udzielenie zakupu powinni ustanowić pełnomocnika do reprezentowania ich w postępowaniu zakupowym albo reprezentowania w postępowaniu i do zawarcia umowy w sprawie zakupu. Zaleca się, aby pełnomocnictwo jednoznacznie określało postępowanie, do którego się odnosi, zakres czynności, do których został umocowany pełnomocnik, wskazywało pełnomocnika oraz wszystkich Wykonawców, którzy wspólnie ubiegają się o udzielenie zakupu. </w:t>
      </w:r>
    </w:p>
    <w:p w14:paraId="7E99F7A6"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 xml:space="preserve">Dopuszczalność powierzenia przez Wykonawcę wykonywania zakupu lub jego części podwykonawcom określa </w:t>
      </w:r>
      <w:r w:rsidRPr="00C62503">
        <w:rPr>
          <w:b/>
          <w:bCs/>
          <w:sz w:val="20"/>
        </w:rPr>
        <w:t>Załącznik nr 1 do SWZ.</w:t>
      </w:r>
      <w:r w:rsidRPr="00C62503">
        <w:rPr>
          <w:sz w:val="20"/>
        </w:rPr>
        <w:t xml:space="preserve"> </w:t>
      </w:r>
    </w:p>
    <w:p w14:paraId="73BE9D9A"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W związku z obowiązywaniem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72B11859" w14:textId="77777777" w:rsidR="008F38F2" w:rsidRPr="00C62503" w:rsidRDefault="00B074FC" w:rsidP="008F38F2">
      <w:pPr>
        <w:pStyle w:val="Akapitzlist"/>
        <w:spacing w:before="120" w:line="24" w:lineRule="atLeast"/>
        <w:ind w:left="709"/>
        <w:contextualSpacing w:val="0"/>
        <w:rPr>
          <w:sz w:val="20"/>
        </w:rPr>
      </w:pPr>
      <w:hyperlink r:id="rId16" w:history="1">
        <w:r w:rsidR="008F38F2" w:rsidRPr="008019DF">
          <w:rPr>
            <w:rStyle w:val="Hipercze"/>
            <w:b/>
          </w:rPr>
          <w:t>https://pgedystrybucja.pl/przetargi/przetargi-zakupowe</w:t>
        </w:r>
      </w:hyperlink>
      <w:r w:rsidR="008F38F2" w:rsidRPr="00C62503">
        <w:rPr>
          <w:sz w:val="20"/>
        </w:rPr>
        <w:t>. Wykonawcy zobowiązani są do zapoznania się z treścią ww. klauzuli.</w:t>
      </w:r>
    </w:p>
    <w:p w14:paraId="0F0014D5"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 xml:space="preserve">W przypadku przekazania przez Wykonawcę, w związku z prowadzonym postępowaniem zakupowym,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 </w:t>
      </w:r>
    </w:p>
    <w:p w14:paraId="112BE4A8" w14:textId="77777777" w:rsidR="008F38F2" w:rsidRPr="004B4556" w:rsidRDefault="00B074FC" w:rsidP="008F38F2">
      <w:pPr>
        <w:pStyle w:val="Akapitzlist"/>
        <w:spacing w:line="24" w:lineRule="atLeast"/>
        <w:ind w:left="360" w:firstLine="348"/>
        <w:rPr>
          <w:rFonts w:cstheme="minorHAnsi"/>
          <w:bCs/>
          <w:sz w:val="20"/>
        </w:rPr>
      </w:pPr>
      <w:hyperlink r:id="rId17" w:history="1">
        <w:r w:rsidR="008F38F2" w:rsidRPr="004B4556">
          <w:rPr>
            <w:rStyle w:val="Hipercze"/>
            <w:rFonts w:cstheme="minorHAnsi"/>
            <w:bCs/>
          </w:rPr>
          <w:t>https://pgedystrybucja.pl/przetargi/przetargi-zakupowe</w:t>
        </w:r>
      </w:hyperlink>
    </w:p>
    <w:p w14:paraId="5BEFBA20" w14:textId="7B7C7B35"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Pr="00C62503">
        <w:rPr>
          <w:b/>
          <w:bCs/>
          <w:sz w:val="20"/>
        </w:rPr>
        <w:t xml:space="preserve">Załącznik nr </w:t>
      </w:r>
      <w:r w:rsidR="008019DF">
        <w:rPr>
          <w:b/>
          <w:bCs/>
          <w:sz w:val="20"/>
        </w:rPr>
        <w:t>6</w:t>
      </w:r>
      <w:r w:rsidRPr="00C62503">
        <w:rPr>
          <w:b/>
          <w:bCs/>
          <w:sz w:val="20"/>
        </w:rPr>
        <w:t xml:space="preserve"> do SWZ</w:t>
      </w:r>
      <w:r w:rsidRPr="00C62503">
        <w:rPr>
          <w:sz w:val="20"/>
        </w:rPr>
        <w:t>.</w:t>
      </w:r>
    </w:p>
    <w:p w14:paraId="16C44734"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Informacje na temat przetwarzania danych osobowych znajdują się na stronie internetowej:</w:t>
      </w:r>
    </w:p>
    <w:p w14:paraId="02EC46BF" w14:textId="77777777" w:rsidR="008F38F2" w:rsidRPr="008019DF" w:rsidRDefault="00B074FC" w:rsidP="008F38F2">
      <w:pPr>
        <w:pStyle w:val="Akapitzlist"/>
        <w:spacing w:line="24" w:lineRule="atLeast"/>
        <w:ind w:left="709"/>
        <w:rPr>
          <w:rFonts w:cstheme="minorHAnsi"/>
          <w:b/>
          <w:sz w:val="20"/>
        </w:rPr>
      </w:pPr>
      <w:hyperlink r:id="rId18" w:history="1">
        <w:r w:rsidR="008F38F2" w:rsidRPr="008019DF">
          <w:rPr>
            <w:rStyle w:val="Hipercze"/>
            <w:rFonts w:cstheme="minorHAnsi"/>
            <w:b/>
          </w:rPr>
          <w:t>https://pgedystrybucja.pl/przetargi/przetargi-zakupowe</w:t>
        </w:r>
      </w:hyperlink>
    </w:p>
    <w:p w14:paraId="3D62D159" w14:textId="77777777" w:rsidR="008F38F2" w:rsidRPr="00C62503" w:rsidRDefault="008F38F2" w:rsidP="008F38F2">
      <w:pPr>
        <w:pStyle w:val="Akapitzlist"/>
        <w:numPr>
          <w:ilvl w:val="2"/>
          <w:numId w:val="6"/>
        </w:numPr>
        <w:spacing w:before="120" w:after="120" w:line="24" w:lineRule="atLeast"/>
        <w:ind w:left="709" w:hanging="709"/>
        <w:contextualSpacing w:val="0"/>
        <w:jc w:val="both"/>
        <w:rPr>
          <w:sz w:val="20"/>
        </w:rPr>
      </w:pPr>
      <w:r w:rsidRPr="00C62503">
        <w:rPr>
          <w:sz w:val="20"/>
        </w:rPr>
        <w:t>Wszelkie informacje uzyskane przez Strony w związku z udzielaniem zakupu, w tym również treść i warunki Projektu Umowy, mają charakter poufny i mogą być zarówno w trakcie, jak i po wykonaniu przedmiotu zakupu, udostępniane osobom trzecim przez Wykonawcę jedynie za zgodą Zamawiającego.</w:t>
      </w:r>
    </w:p>
    <w:p w14:paraId="13061383" w14:textId="77777777" w:rsidR="008F38F2" w:rsidRPr="00C62503" w:rsidRDefault="008F38F2" w:rsidP="008F38F2">
      <w:pPr>
        <w:pStyle w:val="Akapitzlist"/>
        <w:numPr>
          <w:ilvl w:val="2"/>
          <w:numId w:val="6"/>
        </w:numPr>
        <w:spacing w:before="120" w:after="120" w:line="24" w:lineRule="atLeast"/>
        <w:contextualSpacing w:val="0"/>
        <w:jc w:val="both"/>
        <w:rPr>
          <w:sz w:val="20"/>
        </w:rPr>
      </w:pPr>
      <w:r w:rsidRPr="00C62503">
        <w:rPr>
          <w:sz w:val="20"/>
        </w:rPr>
        <w:t xml:space="preserve">UWAGA: Zamawiający informuje, że postępowanie zakupowe będzie prowadzone z wykorzystaniem Systemu Zakupowego. Szczegóły dotyczące Systemu i elektronicznego składania Ofert wskazane zostały </w:t>
      </w:r>
      <w:r w:rsidRPr="008019DF">
        <w:rPr>
          <w:b/>
          <w:sz w:val="20"/>
        </w:rPr>
        <w:t>w pkt 17 SWZ</w:t>
      </w:r>
      <w:r w:rsidRPr="00C62503">
        <w:rPr>
          <w:sz w:val="20"/>
        </w:rPr>
        <w:t>.</w:t>
      </w:r>
    </w:p>
    <w:p w14:paraId="6B273A57" w14:textId="77777777" w:rsidR="008F38F2" w:rsidRPr="00C62503" w:rsidRDefault="008F38F2" w:rsidP="008F38F2">
      <w:pPr>
        <w:pStyle w:val="Nagwek1"/>
        <w:numPr>
          <w:ilvl w:val="0"/>
          <w:numId w:val="7"/>
        </w:numPr>
      </w:pPr>
      <w:bookmarkStart w:id="28" w:name="_Toc193111778"/>
      <w:r w:rsidRPr="00C62503">
        <w:lastRenderedPageBreak/>
        <w:t>OPIS PRZEDMIOTU ZAKUPU</w:t>
      </w:r>
      <w:bookmarkEnd w:id="28"/>
    </w:p>
    <w:p w14:paraId="5AF60CD2" w14:textId="25230944" w:rsidR="008F38F2" w:rsidRPr="00C62503" w:rsidRDefault="008F38F2" w:rsidP="00E13A35">
      <w:pPr>
        <w:pStyle w:val="Akapitzlist"/>
        <w:numPr>
          <w:ilvl w:val="1"/>
          <w:numId w:val="7"/>
        </w:numPr>
        <w:spacing w:before="120" w:after="0" w:line="24" w:lineRule="atLeast"/>
        <w:contextualSpacing w:val="0"/>
        <w:jc w:val="both"/>
        <w:rPr>
          <w:sz w:val="20"/>
        </w:rPr>
      </w:pPr>
      <w:r w:rsidRPr="00C62503">
        <w:rPr>
          <w:sz w:val="20"/>
        </w:rPr>
        <w:t xml:space="preserve">Przedmiotem postępowania zakupowego jest </w:t>
      </w:r>
      <w:r w:rsidR="005836CE" w:rsidRPr="005836CE">
        <w:rPr>
          <w:b/>
          <w:sz w:val="20"/>
        </w:rPr>
        <w:t>Wykonanie robót budowlanych w branży elektroenergetycznej na terenie działania PGE Dystrybucja S.A. Oddział Łódź w RE Zgierz-Pabianice i RE Sieradz w podziale na 3 części.</w:t>
      </w:r>
    </w:p>
    <w:p w14:paraId="2C56BFD0" w14:textId="446F4384" w:rsidR="008F38F2" w:rsidRPr="00C62503" w:rsidRDefault="008F38F2" w:rsidP="008F38F2">
      <w:pPr>
        <w:pStyle w:val="Akapitzlist"/>
        <w:numPr>
          <w:ilvl w:val="1"/>
          <w:numId w:val="7"/>
        </w:numPr>
        <w:spacing w:before="120" w:after="0" w:line="24" w:lineRule="atLeast"/>
        <w:ind w:left="567" w:hanging="567"/>
        <w:contextualSpacing w:val="0"/>
        <w:jc w:val="both"/>
        <w:rPr>
          <w:sz w:val="20"/>
        </w:rPr>
      </w:pPr>
      <w:r w:rsidRPr="00C62503">
        <w:rPr>
          <w:sz w:val="20"/>
        </w:rPr>
        <w:t xml:space="preserve">Zamawiający </w:t>
      </w:r>
      <w:r w:rsidRPr="00C62503">
        <w:rPr>
          <w:b/>
          <w:bCs/>
          <w:sz w:val="20"/>
        </w:rPr>
        <w:t>nie dopuszcza</w:t>
      </w:r>
      <w:r w:rsidRPr="00C62503">
        <w:rPr>
          <w:sz w:val="20"/>
        </w:rPr>
        <w:t xml:space="preserve"> składania ofert wariantowych. Zamawiający </w:t>
      </w:r>
      <w:r w:rsidRPr="00C62503">
        <w:rPr>
          <w:b/>
          <w:bCs/>
          <w:sz w:val="20"/>
        </w:rPr>
        <w:t>dopuszcza</w:t>
      </w:r>
      <w:r w:rsidRPr="00C62503">
        <w:rPr>
          <w:sz w:val="20"/>
        </w:rPr>
        <w:t xml:space="preserve"> składanie ofert częściowych. Zakup został podzielony na </w:t>
      </w:r>
      <w:r w:rsidR="005836CE">
        <w:rPr>
          <w:sz w:val="20"/>
        </w:rPr>
        <w:t>3</w:t>
      </w:r>
      <w:r w:rsidRPr="00C62503">
        <w:rPr>
          <w:sz w:val="20"/>
        </w:rPr>
        <w:t xml:space="preserve"> (słownie: </w:t>
      </w:r>
      <w:r w:rsidR="005836CE">
        <w:rPr>
          <w:sz w:val="20"/>
        </w:rPr>
        <w:t>trzy</w:t>
      </w:r>
      <w:r w:rsidRPr="00C62503">
        <w:rPr>
          <w:sz w:val="20"/>
        </w:rPr>
        <w:t>) niezależn</w:t>
      </w:r>
      <w:r w:rsidR="00465A53">
        <w:rPr>
          <w:sz w:val="20"/>
        </w:rPr>
        <w:t xml:space="preserve">e </w:t>
      </w:r>
      <w:r w:rsidRPr="00C62503">
        <w:rPr>
          <w:sz w:val="20"/>
        </w:rPr>
        <w:t xml:space="preserve">części w sposób opisany poniżej: </w:t>
      </w:r>
    </w:p>
    <w:tbl>
      <w:tblPr>
        <w:tblW w:w="95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579"/>
      </w:tblGrid>
      <w:tr w:rsidR="00E359CF" w:rsidRPr="004B4556" w14:paraId="3C0E49B9" w14:textId="77777777" w:rsidTr="00DB1D65">
        <w:tc>
          <w:tcPr>
            <w:tcW w:w="993" w:type="dxa"/>
            <w:shd w:val="clear" w:color="auto" w:fill="EFF5E0" w:themeFill="accent1" w:themeFillTint="33"/>
            <w:vAlign w:val="center"/>
          </w:tcPr>
          <w:p w14:paraId="0526DC19" w14:textId="77777777" w:rsidR="00DB1D65" w:rsidRDefault="00E359CF" w:rsidP="008F38F2">
            <w:pPr>
              <w:ind w:left="426" w:hanging="676"/>
              <w:jc w:val="center"/>
              <w:rPr>
                <w:b/>
                <w:bCs/>
                <w:sz w:val="20"/>
              </w:rPr>
            </w:pPr>
            <w:r w:rsidRPr="00C62503">
              <w:rPr>
                <w:b/>
                <w:bCs/>
                <w:sz w:val="20"/>
              </w:rPr>
              <w:t xml:space="preserve">Nr </w:t>
            </w:r>
          </w:p>
          <w:p w14:paraId="17095B24" w14:textId="6E246440" w:rsidR="00E359CF" w:rsidRPr="00C62503" w:rsidRDefault="00E359CF" w:rsidP="008F38F2">
            <w:pPr>
              <w:ind w:left="426" w:hanging="676"/>
              <w:jc w:val="center"/>
              <w:rPr>
                <w:b/>
                <w:bCs/>
                <w:sz w:val="20"/>
              </w:rPr>
            </w:pPr>
            <w:r w:rsidRPr="00C62503">
              <w:rPr>
                <w:b/>
                <w:bCs/>
                <w:sz w:val="20"/>
              </w:rPr>
              <w:t>Części</w:t>
            </w:r>
          </w:p>
        </w:tc>
        <w:tc>
          <w:tcPr>
            <w:tcW w:w="8579" w:type="dxa"/>
            <w:shd w:val="clear" w:color="auto" w:fill="EFF5E0" w:themeFill="accent1" w:themeFillTint="33"/>
            <w:vAlign w:val="center"/>
          </w:tcPr>
          <w:p w14:paraId="5CFA3FFB" w14:textId="77777777" w:rsidR="00E359CF" w:rsidRPr="00C62503" w:rsidRDefault="00E359CF" w:rsidP="008F38F2">
            <w:pPr>
              <w:spacing w:before="120"/>
              <w:ind w:left="426" w:hanging="710"/>
              <w:jc w:val="center"/>
              <w:rPr>
                <w:b/>
                <w:bCs/>
                <w:sz w:val="20"/>
              </w:rPr>
            </w:pPr>
            <w:r w:rsidRPr="00C62503">
              <w:rPr>
                <w:b/>
                <w:bCs/>
                <w:sz w:val="20"/>
              </w:rPr>
              <w:t>Nazwa Części Zakupu</w:t>
            </w:r>
          </w:p>
        </w:tc>
      </w:tr>
      <w:tr w:rsidR="00E359CF" w:rsidRPr="004B4556" w14:paraId="7196F777" w14:textId="77777777" w:rsidTr="00DB1D65">
        <w:tc>
          <w:tcPr>
            <w:tcW w:w="993" w:type="dxa"/>
            <w:shd w:val="clear" w:color="auto" w:fill="auto"/>
            <w:vAlign w:val="center"/>
          </w:tcPr>
          <w:p w14:paraId="0B2F137B" w14:textId="5B03477C" w:rsidR="00E359CF" w:rsidRPr="004B4556" w:rsidRDefault="00E359CF" w:rsidP="00DB1D65">
            <w:pPr>
              <w:spacing w:after="0" w:line="360" w:lineRule="auto"/>
              <w:ind w:left="426" w:hanging="710"/>
              <w:jc w:val="center"/>
              <w:rPr>
                <w:rFonts w:cstheme="minorHAnsi"/>
                <w:b/>
                <w:sz w:val="20"/>
              </w:rPr>
            </w:pPr>
            <w:r>
              <w:rPr>
                <w:rFonts w:cstheme="minorHAnsi"/>
                <w:b/>
                <w:sz w:val="20"/>
              </w:rPr>
              <w:t>1</w:t>
            </w:r>
          </w:p>
        </w:tc>
        <w:tc>
          <w:tcPr>
            <w:tcW w:w="8579" w:type="dxa"/>
            <w:shd w:val="clear" w:color="auto" w:fill="auto"/>
            <w:vAlign w:val="center"/>
          </w:tcPr>
          <w:p w14:paraId="280AFDEC" w14:textId="7DA67AE4" w:rsidR="00E359CF" w:rsidRPr="004B4556" w:rsidRDefault="005836CE" w:rsidP="00DB1D65">
            <w:pPr>
              <w:spacing w:after="0" w:line="360" w:lineRule="auto"/>
              <w:ind w:left="426" w:firstLine="40"/>
              <w:jc w:val="both"/>
              <w:rPr>
                <w:rFonts w:cstheme="minorHAnsi"/>
                <w:sz w:val="20"/>
              </w:rPr>
            </w:pPr>
            <w:r w:rsidRPr="005836CE">
              <w:rPr>
                <w:rFonts w:cstheme="minorHAnsi"/>
                <w:sz w:val="20"/>
              </w:rPr>
              <w:t>Wykonanie robót budowlanych w branży elektroenergetycznej. Budowa linii kablowych 0,4kV, złącz kablowo-pomiarowych 0,4kV wraz z rozbiórką słupowej stacji transformatorowej 15/0,4kV nr 30011, linii kablowej 0,4kV, słupów oraz linii napowietrznej 0,4kV w miejscowości Pabianice, ul. Mostowa ( RE Zgierz-Pabianice )</w:t>
            </w:r>
          </w:p>
        </w:tc>
      </w:tr>
      <w:tr w:rsidR="00E359CF" w:rsidRPr="004B4556" w14:paraId="39097A03" w14:textId="77777777" w:rsidTr="00DB1D65">
        <w:tc>
          <w:tcPr>
            <w:tcW w:w="993" w:type="dxa"/>
            <w:shd w:val="clear" w:color="auto" w:fill="auto"/>
            <w:vAlign w:val="center"/>
          </w:tcPr>
          <w:p w14:paraId="47A072FC" w14:textId="46162E43" w:rsidR="00E359CF" w:rsidRPr="004B4556" w:rsidRDefault="00E359CF" w:rsidP="00DB1D65">
            <w:pPr>
              <w:spacing w:after="0" w:line="360" w:lineRule="auto"/>
              <w:ind w:left="426" w:hanging="710"/>
              <w:jc w:val="center"/>
              <w:rPr>
                <w:rFonts w:cstheme="minorHAnsi"/>
                <w:b/>
                <w:sz w:val="20"/>
              </w:rPr>
            </w:pPr>
            <w:r>
              <w:rPr>
                <w:rFonts w:cstheme="minorHAnsi"/>
                <w:b/>
                <w:sz w:val="20"/>
              </w:rPr>
              <w:t>2</w:t>
            </w:r>
          </w:p>
        </w:tc>
        <w:tc>
          <w:tcPr>
            <w:tcW w:w="8579" w:type="dxa"/>
            <w:shd w:val="clear" w:color="auto" w:fill="auto"/>
            <w:vAlign w:val="center"/>
          </w:tcPr>
          <w:p w14:paraId="716816F8" w14:textId="593D86F3" w:rsidR="00E359CF" w:rsidRPr="004B4556" w:rsidRDefault="005836CE" w:rsidP="00DB1D65">
            <w:pPr>
              <w:spacing w:after="0" w:line="360" w:lineRule="auto"/>
              <w:ind w:left="426" w:firstLine="40"/>
              <w:jc w:val="both"/>
              <w:rPr>
                <w:rFonts w:cstheme="minorHAnsi"/>
                <w:sz w:val="20"/>
              </w:rPr>
            </w:pPr>
            <w:r w:rsidRPr="005836CE">
              <w:rPr>
                <w:rFonts w:cstheme="minorHAnsi"/>
                <w:sz w:val="20"/>
              </w:rPr>
              <w:t>Wykonanie robót budowlanych w branży elektroenergetycznej. Budowa linii kablowej nN wraz z wymianą transformatora w miejscowości  Pabianice, ul. Łaska 28-30; dz. nr 362, 37, 38 ( RE Zgierz-Pabianice )</w:t>
            </w:r>
          </w:p>
        </w:tc>
      </w:tr>
      <w:tr w:rsidR="00E359CF" w:rsidRPr="004B4556" w14:paraId="40B7D557" w14:textId="77777777" w:rsidTr="00DB1D65">
        <w:tc>
          <w:tcPr>
            <w:tcW w:w="993" w:type="dxa"/>
            <w:shd w:val="clear" w:color="auto" w:fill="auto"/>
            <w:vAlign w:val="center"/>
          </w:tcPr>
          <w:p w14:paraId="40EC8BCD" w14:textId="44B5D9CC" w:rsidR="00E359CF" w:rsidRDefault="00E359CF" w:rsidP="008F38F2">
            <w:pPr>
              <w:spacing w:before="120" w:after="120" w:line="360" w:lineRule="auto"/>
              <w:ind w:left="426" w:hanging="710"/>
              <w:jc w:val="center"/>
              <w:rPr>
                <w:rFonts w:cstheme="minorHAnsi"/>
                <w:b/>
                <w:sz w:val="20"/>
              </w:rPr>
            </w:pPr>
            <w:r>
              <w:rPr>
                <w:rFonts w:cstheme="minorHAnsi"/>
                <w:b/>
                <w:sz w:val="20"/>
              </w:rPr>
              <w:t>3</w:t>
            </w:r>
          </w:p>
        </w:tc>
        <w:tc>
          <w:tcPr>
            <w:tcW w:w="8579" w:type="dxa"/>
            <w:shd w:val="clear" w:color="auto" w:fill="auto"/>
            <w:vAlign w:val="center"/>
          </w:tcPr>
          <w:p w14:paraId="4DBC027A" w14:textId="1B3BC438" w:rsidR="00E359CF" w:rsidRPr="00E359CF" w:rsidRDefault="005836CE" w:rsidP="00DB1D65">
            <w:pPr>
              <w:spacing w:after="0" w:line="360" w:lineRule="auto"/>
              <w:ind w:left="426" w:firstLine="40"/>
              <w:jc w:val="both"/>
              <w:rPr>
                <w:rFonts w:cstheme="minorHAnsi"/>
                <w:sz w:val="20"/>
              </w:rPr>
            </w:pPr>
            <w:r w:rsidRPr="005836CE">
              <w:rPr>
                <w:rFonts w:cstheme="minorHAnsi"/>
                <w:sz w:val="20"/>
              </w:rPr>
              <w:t>Wykonanie robót budowlanych w branży elektroenergetycznej na terenie działania OŁD w RE  Sieradz „Budowa nowego odcinka linii kablowej SN, linia 15kV Błaszki – Sieradz (od GPZ Wróblew kier. Brudzew 1)”</w:t>
            </w:r>
          </w:p>
        </w:tc>
      </w:tr>
    </w:tbl>
    <w:p w14:paraId="518B6850" w14:textId="5AEC991B" w:rsidR="008F38F2" w:rsidRDefault="008F38F2" w:rsidP="00897B32">
      <w:pPr>
        <w:pStyle w:val="Akapitzlist"/>
        <w:numPr>
          <w:ilvl w:val="1"/>
          <w:numId w:val="7"/>
        </w:numPr>
        <w:spacing w:before="120" w:after="0" w:line="24" w:lineRule="atLeast"/>
        <w:ind w:left="567" w:hanging="567"/>
        <w:contextualSpacing w:val="0"/>
        <w:jc w:val="both"/>
        <w:rPr>
          <w:sz w:val="20"/>
        </w:rPr>
      </w:pPr>
      <w:r w:rsidRPr="00C62503">
        <w:rPr>
          <w:sz w:val="20"/>
        </w:rPr>
        <w:t xml:space="preserve">Pozostałe warunki i wymagania dotyczące realizacji zamówienia zostały określone w załączonym Szczegółowym Opisie Przedmiotu Zamówienia, stanowiącym </w:t>
      </w:r>
      <w:r w:rsidRPr="00C62503">
        <w:rPr>
          <w:b/>
          <w:bCs/>
          <w:sz w:val="20"/>
        </w:rPr>
        <w:t>Załącznik nr 1 do SWZ</w:t>
      </w:r>
      <w:r w:rsidRPr="00C62503">
        <w:rPr>
          <w:sz w:val="20"/>
        </w:rPr>
        <w:t xml:space="preserve"> oraz Umowie, której wzór stanowi </w:t>
      </w:r>
      <w:r w:rsidRPr="00C62503">
        <w:rPr>
          <w:b/>
          <w:bCs/>
          <w:sz w:val="20"/>
        </w:rPr>
        <w:t xml:space="preserve">Załącznik nr </w:t>
      </w:r>
      <w:r w:rsidR="00E359CF">
        <w:rPr>
          <w:b/>
          <w:bCs/>
          <w:sz w:val="20"/>
        </w:rPr>
        <w:t xml:space="preserve">5 </w:t>
      </w:r>
      <w:r w:rsidRPr="00C62503">
        <w:rPr>
          <w:b/>
          <w:bCs/>
          <w:sz w:val="20"/>
        </w:rPr>
        <w:t>do SWZ</w:t>
      </w:r>
      <w:r w:rsidRPr="00C62503">
        <w:rPr>
          <w:sz w:val="20"/>
        </w:rPr>
        <w:t>.</w:t>
      </w:r>
    </w:p>
    <w:p w14:paraId="41BA86F0" w14:textId="19E67B05" w:rsidR="00E359CF" w:rsidRPr="00C62503" w:rsidRDefault="00E359CF" w:rsidP="00897B32">
      <w:pPr>
        <w:pStyle w:val="Akapitzlist"/>
        <w:numPr>
          <w:ilvl w:val="1"/>
          <w:numId w:val="7"/>
        </w:numPr>
        <w:spacing w:before="120" w:after="0" w:line="24" w:lineRule="atLeast"/>
        <w:ind w:left="567" w:hanging="567"/>
        <w:contextualSpacing w:val="0"/>
        <w:jc w:val="both"/>
        <w:rPr>
          <w:sz w:val="20"/>
        </w:rPr>
      </w:pPr>
      <w:r w:rsidRPr="00E359CF">
        <w:rPr>
          <w:sz w:val="20"/>
        </w:rPr>
        <w:t xml:space="preserve">Wymagania dotyczące wizji lokalnej i sprawdzenia dokumentów niezbędnych do realizacji zamówienia zostały podane w </w:t>
      </w:r>
      <w:r w:rsidRPr="00E359CF">
        <w:rPr>
          <w:b/>
          <w:bCs/>
          <w:sz w:val="20"/>
        </w:rPr>
        <w:t>Załączniku nr 1 do SWZ</w:t>
      </w:r>
      <w:r>
        <w:rPr>
          <w:b/>
          <w:bCs/>
          <w:sz w:val="20"/>
        </w:rPr>
        <w:t xml:space="preserve"> – NIE DOTYCZY</w:t>
      </w:r>
      <w:r w:rsidRPr="00E359CF">
        <w:rPr>
          <w:sz w:val="20"/>
        </w:rPr>
        <w:t>.</w:t>
      </w:r>
    </w:p>
    <w:p w14:paraId="33EE25C9" w14:textId="24D2D329" w:rsidR="008F38F2" w:rsidRPr="00C62503" w:rsidRDefault="008F38F2" w:rsidP="00F61CAF">
      <w:pPr>
        <w:pStyle w:val="Akapitzlist"/>
        <w:spacing w:before="120" w:line="24" w:lineRule="atLeast"/>
        <w:ind w:left="567"/>
        <w:contextualSpacing w:val="0"/>
        <w:jc w:val="both"/>
        <w:rPr>
          <w:sz w:val="20"/>
        </w:rPr>
      </w:pPr>
    </w:p>
    <w:p w14:paraId="522C539B" w14:textId="77777777" w:rsidR="008F38F2" w:rsidRPr="00C62503" w:rsidRDefault="008F38F2" w:rsidP="008F38F2">
      <w:pPr>
        <w:pStyle w:val="Nagwek1"/>
        <w:numPr>
          <w:ilvl w:val="0"/>
          <w:numId w:val="8"/>
        </w:numPr>
      </w:pPr>
      <w:bookmarkStart w:id="29" w:name="_Toc193111779"/>
      <w:r w:rsidRPr="00C62503">
        <w:t>TERMIN WYKONANIA ZAMÓWIENIA</w:t>
      </w:r>
      <w:bookmarkEnd w:id="29"/>
    </w:p>
    <w:p w14:paraId="09903502" w14:textId="77777777" w:rsidR="008F38F2" w:rsidRPr="00C62503" w:rsidRDefault="008F38F2" w:rsidP="008F38F2">
      <w:pPr>
        <w:pStyle w:val="Akapitzlist"/>
        <w:numPr>
          <w:ilvl w:val="1"/>
          <w:numId w:val="8"/>
        </w:numPr>
        <w:spacing w:after="0"/>
        <w:ind w:left="567" w:hanging="567"/>
        <w:jc w:val="both"/>
        <w:rPr>
          <w:sz w:val="20"/>
        </w:rPr>
      </w:pPr>
      <w:r w:rsidRPr="00C62503">
        <w:rPr>
          <w:sz w:val="20"/>
        </w:rPr>
        <w:t xml:space="preserve">Termin realizacji zamówienia został określony w </w:t>
      </w:r>
      <w:r w:rsidRPr="00C62503">
        <w:rPr>
          <w:b/>
          <w:bCs/>
          <w:sz w:val="20"/>
        </w:rPr>
        <w:t>Załączniku nr 1 do SWZ</w:t>
      </w:r>
      <w:r w:rsidRPr="00C62503">
        <w:rPr>
          <w:sz w:val="20"/>
        </w:rPr>
        <w:t>.</w:t>
      </w:r>
    </w:p>
    <w:p w14:paraId="7C4E3D14" w14:textId="77777777" w:rsidR="008F38F2" w:rsidRPr="00C62503" w:rsidRDefault="008F38F2" w:rsidP="008F38F2">
      <w:pPr>
        <w:pStyle w:val="Nagwek1"/>
        <w:numPr>
          <w:ilvl w:val="0"/>
          <w:numId w:val="20"/>
        </w:numPr>
      </w:pPr>
      <w:bookmarkStart w:id="30" w:name="_Toc193111780"/>
      <w:r w:rsidRPr="00C62503">
        <w:t>WADIUM</w:t>
      </w:r>
      <w:bookmarkEnd w:id="30"/>
    </w:p>
    <w:p w14:paraId="573C43BC" w14:textId="28617755" w:rsidR="00E359CF" w:rsidRDefault="008F38F2" w:rsidP="008F38F2">
      <w:pPr>
        <w:pStyle w:val="Akapitzlist"/>
        <w:numPr>
          <w:ilvl w:val="1"/>
          <w:numId w:val="20"/>
        </w:numPr>
        <w:spacing w:before="120" w:after="0" w:line="24" w:lineRule="atLeast"/>
        <w:ind w:left="567" w:hanging="567"/>
        <w:jc w:val="both"/>
        <w:rPr>
          <w:sz w:val="20"/>
        </w:rPr>
      </w:pPr>
      <w:r w:rsidRPr="00C62503">
        <w:rPr>
          <w:sz w:val="20"/>
        </w:rPr>
        <w:t xml:space="preserve">Wykonawca zobowiązany będzie do wniesienia wadium </w:t>
      </w:r>
      <w:r w:rsidR="00E359CF">
        <w:rPr>
          <w:sz w:val="20"/>
        </w:rPr>
        <w:t xml:space="preserve">w zakresie </w:t>
      </w:r>
      <w:r w:rsidR="00E359CF">
        <w:rPr>
          <w:b/>
          <w:sz w:val="20"/>
        </w:rPr>
        <w:t xml:space="preserve">części </w:t>
      </w:r>
      <w:r w:rsidR="005836CE">
        <w:rPr>
          <w:b/>
          <w:sz w:val="20"/>
        </w:rPr>
        <w:t>3</w:t>
      </w:r>
      <w:r w:rsidR="00E359CF">
        <w:rPr>
          <w:b/>
          <w:sz w:val="20"/>
        </w:rPr>
        <w:t xml:space="preserve"> </w:t>
      </w:r>
      <w:r w:rsidRPr="00C62503">
        <w:rPr>
          <w:sz w:val="20"/>
        </w:rPr>
        <w:t>przed upływem terminu składania ofert w wysokości</w:t>
      </w:r>
      <w:r w:rsidR="00E359CF">
        <w:rPr>
          <w:sz w:val="20"/>
        </w:rPr>
        <w:t>:</w:t>
      </w:r>
    </w:p>
    <w:p w14:paraId="21337AD2" w14:textId="51CC3E5B" w:rsidR="00E359CF" w:rsidRDefault="00F63962" w:rsidP="00E359CF">
      <w:pPr>
        <w:pStyle w:val="Akapitzlist"/>
        <w:spacing w:before="120" w:after="0" w:line="24" w:lineRule="atLeast"/>
        <w:ind w:left="567"/>
        <w:jc w:val="both"/>
        <w:rPr>
          <w:sz w:val="20"/>
        </w:rPr>
      </w:pPr>
      <w:r w:rsidRPr="00B77A64">
        <w:rPr>
          <w:b/>
          <w:bCs/>
          <w:sz w:val="20"/>
        </w:rPr>
        <w:t xml:space="preserve">Część </w:t>
      </w:r>
      <w:r w:rsidR="005836CE">
        <w:rPr>
          <w:b/>
          <w:bCs/>
          <w:sz w:val="20"/>
        </w:rPr>
        <w:t>3</w:t>
      </w:r>
      <w:r w:rsidR="00B77A64">
        <w:rPr>
          <w:b/>
          <w:bCs/>
          <w:sz w:val="20"/>
        </w:rPr>
        <w:t xml:space="preserve"> </w:t>
      </w:r>
      <w:r w:rsidR="00E359CF" w:rsidRPr="00B77A64">
        <w:rPr>
          <w:b/>
          <w:bCs/>
          <w:sz w:val="20"/>
        </w:rPr>
        <w:t>:</w:t>
      </w:r>
      <w:r w:rsidR="00E359CF">
        <w:rPr>
          <w:sz w:val="20"/>
        </w:rPr>
        <w:t xml:space="preserve"> </w:t>
      </w:r>
      <w:r w:rsidR="00C238BC">
        <w:rPr>
          <w:sz w:val="20"/>
        </w:rPr>
        <w:t xml:space="preserve">  </w:t>
      </w:r>
      <w:r w:rsidR="00C238BC" w:rsidRPr="00C238BC">
        <w:rPr>
          <w:b/>
          <w:bCs/>
          <w:sz w:val="20"/>
        </w:rPr>
        <w:t xml:space="preserve">3 000,00 zł </w:t>
      </w:r>
      <w:r w:rsidR="00C238BC" w:rsidRPr="00C238BC">
        <w:rPr>
          <w:sz w:val="20"/>
        </w:rPr>
        <w:t>(słownie złotych: trzy tysiące złotych 00/100),</w:t>
      </w:r>
    </w:p>
    <w:p w14:paraId="2E1462CB" w14:textId="77777777" w:rsidR="008F38F2" w:rsidRPr="00C62503" w:rsidRDefault="008F38F2" w:rsidP="008F38F2">
      <w:pPr>
        <w:pStyle w:val="Akapitzlist"/>
        <w:numPr>
          <w:ilvl w:val="1"/>
          <w:numId w:val="20"/>
        </w:numPr>
        <w:spacing w:before="120" w:after="0" w:line="24" w:lineRule="atLeast"/>
        <w:ind w:left="567" w:hanging="567"/>
        <w:jc w:val="both"/>
        <w:rPr>
          <w:sz w:val="20"/>
        </w:rPr>
      </w:pPr>
      <w:r w:rsidRPr="00C62503">
        <w:rPr>
          <w:sz w:val="20"/>
        </w:rPr>
        <w:t>Wadium wnosi się na cały okres związania ofertą.</w:t>
      </w:r>
    </w:p>
    <w:p w14:paraId="5F1EC655" w14:textId="77777777" w:rsidR="008F38F2" w:rsidRPr="00C62503" w:rsidRDefault="008F38F2" w:rsidP="008F38F2">
      <w:pPr>
        <w:pStyle w:val="Akapitzlist"/>
        <w:numPr>
          <w:ilvl w:val="1"/>
          <w:numId w:val="20"/>
        </w:numPr>
        <w:spacing w:before="120" w:after="0" w:line="24" w:lineRule="atLeast"/>
        <w:ind w:left="567" w:hanging="567"/>
        <w:jc w:val="both"/>
        <w:rPr>
          <w:sz w:val="20"/>
        </w:rPr>
      </w:pPr>
      <w:r w:rsidRPr="00C62503">
        <w:rPr>
          <w:sz w:val="20"/>
        </w:rPr>
        <w:t>Wadium może być wnoszone w jednej lub kilku formach:</w:t>
      </w:r>
    </w:p>
    <w:p w14:paraId="3AAB9ABF" w14:textId="77777777" w:rsidR="008F38F2" w:rsidRPr="00C62503" w:rsidRDefault="008F38F2" w:rsidP="008F38F2">
      <w:pPr>
        <w:pStyle w:val="Tekstpodstawowy"/>
        <w:numPr>
          <w:ilvl w:val="2"/>
          <w:numId w:val="19"/>
        </w:numPr>
        <w:spacing w:after="0" w:line="24" w:lineRule="atLeast"/>
        <w:ind w:left="1134" w:right="57" w:hanging="567"/>
        <w:rPr>
          <w:rFonts w:asciiTheme="minorHAnsi" w:hAnsiTheme="minorHAnsi" w:cstheme="minorBidi"/>
          <w:sz w:val="20"/>
        </w:rPr>
      </w:pPr>
      <w:r w:rsidRPr="00C62503">
        <w:rPr>
          <w:rFonts w:asciiTheme="minorHAnsi" w:hAnsiTheme="minorHAnsi" w:cstheme="minorBidi"/>
          <w:sz w:val="20"/>
        </w:rPr>
        <w:t>pieniądzu,</w:t>
      </w:r>
    </w:p>
    <w:p w14:paraId="645C727E" w14:textId="77777777" w:rsidR="008F38F2" w:rsidRPr="00C62503" w:rsidRDefault="008F38F2" w:rsidP="008F38F2">
      <w:pPr>
        <w:pStyle w:val="Tekstpodstawowy"/>
        <w:numPr>
          <w:ilvl w:val="2"/>
          <w:numId w:val="19"/>
        </w:numPr>
        <w:spacing w:after="0" w:line="24" w:lineRule="atLeast"/>
        <w:ind w:left="1134" w:right="57" w:hanging="567"/>
        <w:rPr>
          <w:rFonts w:asciiTheme="minorHAnsi" w:hAnsiTheme="minorHAnsi" w:cstheme="minorBidi"/>
          <w:sz w:val="20"/>
        </w:rPr>
      </w:pPr>
      <w:r w:rsidRPr="00C62503">
        <w:rPr>
          <w:rFonts w:asciiTheme="minorHAnsi" w:hAnsiTheme="minorHAnsi" w:cstheme="minorBidi"/>
          <w:sz w:val="20"/>
        </w:rPr>
        <w:t>gwarancjach bankowych,</w:t>
      </w:r>
    </w:p>
    <w:p w14:paraId="49A13533" w14:textId="77777777" w:rsidR="008F38F2" w:rsidRPr="00C62503" w:rsidRDefault="008F38F2" w:rsidP="008F38F2">
      <w:pPr>
        <w:pStyle w:val="Tekstpodstawowy"/>
        <w:numPr>
          <w:ilvl w:val="2"/>
          <w:numId w:val="19"/>
        </w:numPr>
        <w:spacing w:after="0" w:line="24" w:lineRule="atLeast"/>
        <w:ind w:left="1134" w:right="57" w:hanging="567"/>
        <w:rPr>
          <w:rFonts w:asciiTheme="minorHAnsi" w:hAnsiTheme="minorHAnsi" w:cstheme="minorBidi"/>
          <w:sz w:val="20"/>
        </w:rPr>
      </w:pPr>
      <w:r w:rsidRPr="00C62503">
        <w:rPr>
          <w:rFonts w:asciiTheme="minorHAnsi" w:hAnsiTheme="minorHAnsi" w:cstheme="minorBidi"/>
          <w:sz w:val="20"/>
        </w:rPr>
        <w:t>gwarancjach ubezpieczeniowych.</w:t>
      </w:r>
    </w:p>
    <w:p w14:paraId="4882AECF" w14:textId="77777777" w:rsidR="008F38F2" w:rsidRPr="00C62503" w:rsidRDefault="008F38F2" w:rsidP="008F38F2">
      <w:pPr>
        <w:pStyle w:val="Akapitzlist"/>
        <w:numPr>
          <w:ilvl w:val="1"/>
          <w:numId w:val="20"/>
        </w:numPr>
        <w:spacing w:before="120" w:after="0" w:line="24" w:lineRule="atLeast"/>
        <w:ind w:left="567" w:hanging="567"/>
        <w:jc w:val="both"/>
        <w:rPr>
          <w:sz w:val="20"/>
        </w:rPr>
      </w:pPr>
      <w:r w:rsidRPr="00C62503">
        <w:rPr>
          <w:sz w:val="20"/>
        </w:rPr>
        <w:t>Skuteczne wniesienie wadium w pieniądzu następuje z chwilą wpływu środków pieniężnych na rachunek bankowy, o którym mowa w pkt 4.5 poniżej, przed upływem terminu składania ofert.</w:t>
      </w:r>
    </w:p>
    <w:p w14:paraId="58790766" w14:textId="77777777" w:rsidR="008F38F2" w:rsidRPr="00C62503" w:rsidRDefault="008F38F2" w:rsidP="008F38F2">
      <w:pPr>
        <w:pStyle w:val="Akapitzlist"/>
        <w:numPr>
          <w:ilvl w:val="1"/>
          <w:numId w:val="20"/>
        </w:numPr>
        <w:spacing w:before="120" w:after="0" w:line="24" w:lineRule="atLeast"/>
        <w:ind w:left="567" w:hanging="567"/>
        <w:contextualSpacing w:val="0"/>
        <w:jc w:val="both"/>
        <w:rPr>
          <w:sz w:val="20"/>
        </w:rPr>
      </w:pPr>
      <w:r w:rsidRPr="00C62503">
        <w:rPr>
          <w:sz w:val="20"/>
        </w:rPr>
        <w:lastRenderedPageBreak/>
        <w:t>Wadium w pieniądzu należy wnieść na konto:</w:t>
      </w:r>
    </w:p>
    <w:p w14:paraId="361DC9D8" w14:textId="77777777" w:rsidR="008F38F2" w:rsidRPr="00C62503" w:rsidRDefault="008F38F2" w:rsidP="008F38F2">
      <w:pPr>
        <w:autoSpaceDE w:val="0"/>
        <w:autoSpaceDN w:val="0"/>
        <w:spacing w:line="24" w:lineRule="atLeast"/>
        <w:ind w:left="851" w:hanging="851"/>
        <w:jc w:val="center"/>
        <w:rPr>
          <w:b/>
          <w:bCs/>
          <w:sz w:val="20"/>
        </w:rPr>
      </w:pPr>
      <w:r w:rsidRPr="00C62503">
        <w:rPr>
          <w:b/>
          <w:bCs/>
          <w:sz w:val="20"/>
        </w:rPr>
        <w:t>Bank PEKAO S.A.</w:t>
      </w:r>
    </w:p>
    <w:p w14:paraId="2FD52BA0" w14:textId="73F807FF" w:rsidR="008F38F2" w:rsidRPr="00C62503" w:rsidRDefault="008F38F2" w:rsidP="008F38F2">
      <w:pPr>
        <w:autoSpaceDE w:val="0"/>
        <w:autoSpaceDN w:val="0"/>
        <w:spacing w:before="120" w:after="120" w:line="24" w:lineRule="atLeast"/>
        <w:ind w:left="851" w:hanging="851"/>
        <w:jc w:val="center"/>
        <w:rPr>
          <w:b/>
          <w:bCs/>
          <w:sz w:val="20"/>
        </w:rPr>
      </w:pPr>
      <w:r w:rsidRPr="00C62503">
        <w:rPr>
          <w:b/>
          <w:bCs/>
          <w:sz w:val="20"/>
        </w:rPr>
        <w:t xml:space="preserve">Nr konta bankowego: </w:t>
      </w:r>
      <w:r w:rsidR="00A37012" w:rsidRPr="00A37012">
        <w:rPr>
          <w:b/>
          <w:bCs/>
          <w:sz w:val="20"/>
        </w:rPr>
        <w:t>50 1240 6292 1111 0010 3590 2954</w:t>
      </w:r>
    </w:p>
    <w:p w14:paraId="1E3FE287" w14:textId="77777777" w:rsidR="00A37012" w:rsidRDefault="008F38F2" w:rsidP="00A37012">
      <w:pPr>
        <w:autoSpaceDE w:val="0"/>
        <w:autoSpaceDN w:val="0"/>
        <w:spacing w:before="120" w:after="0" w:line="24" w:lineRule="atLeast"/>
        <w:ind w:left="567"/>
        <w:rPr>
          <w:sz w:val="20"/>
        </w:rPr>
      </w:pPr>
      <w:r w:rsidRPr="00C62503">
        <w:rPr>
          <w:sz w:val="20"/>
        </w:rPr>
        <w:t xml:space="preserve">W tytule przelewu należy wpisać: </w:t>
      </w:r>
    </w:p>
    <w:p w14:paraId="1FF76FE5" w14:textId="560C8933" w:rsidR="008F38F2" w:rsidRPr="00C62503" w:rsidRDefault="008F38F2" w:rsidP="00A37012">
      <w:pPr>
        <w:autoSpaceDE w:val="0"/>
        <w:autoSpaceDN w:val="0"/>
        <w:spacing w:after="120" w:line="24" w:lineRule="atLeast"/>
        <w:ind w:left="567"/>
        <w:rPr>
          <w:sz w:val="20"/>
        </w:rPr>
      </w:pPr>
      <w:r w:rsidRPr="00C62503">
        <w:rPr>
          <w:b/>
          <w:bCs/>
          <w:sz w:val="20"/>
        </w:rPr>
        <w:t xml:space="preserve">WADIUM, nr postępowania </w:t>
      </w:r>
      <w:r w:rsidR="00F63962">
        <w:rPr>
          <w:b/>
          <w:bCs/>
          <w:sz w:val="20"/>
        </w:rPr>
        <w:t>POST/DYS/OLD/GZ/0</w:t>
      </w:r>
      <w:r w:rsidR="005836CE">
        <w:rPr>
          <w:b/>
          <w:bCs/>
          <w:sz w:val="20"/>
        </w:rPr>
        <w:t>141</w:t>
      </w:r>
      <w:r w:rsidR="00A37012" w:rsidRPr="00A37012">
        <w:rPr>
          <w:b/>
          <w:bCs/>
          <w:sz w:val="20"/>
        </w:rPr>
        <w:t>/202</w:t>
      </w:r>
      <w:r w:rsidR="000071D9">
        <w:rPr>
          <w:b/>
          <w:bCs/>
          <w:sz w:val="20"/>
        </w:rPr>
        <w:t>6</w:t>
      </w:r>
      <w:r w:rsidR="00A37012">
        <w:rPr>
          <w:b/>
          <w:bCs/>
          <w:sz w:val="20"/>
        </w:rPr>
        <w:t xml:space="preserve"> część nr </w:t>
      </w:r>
      <w:r w:rsidR="005836CE">
        <w:rPr>
          <w:b/>
          <w:bCs/>
          <w:sz w:val="20"/>
        </w:rPr>
        <w:t>3</w:t>
      </w:r>
    </w:p>
    <w:p w14:paraId="728C64B4" w14:textId="77777777" w:rsidR="008F38F2" w:rsidRPr="00C62503" w:rsidRDefault="008F38F2" w:rsidP="008F38F2">
      <w:pPr>
        <w:pStyle w:val="Akapitzlist"/>
        <w:numPr>
          <w:ilvl w:val="1"/>
          <w:numId w:val="20"/>
        </w:numPr>
        <w:spacing w:before="120" w:after="120"/>
        <w:ind w:left="567" w:hanging="567"/>
        <w:contextualSpacing w:val="0"/>
        <w:jc w:val="both"/>
        <w:rPr>
          <w:sz w:val="20"/>
        </w:rPr>
      </w:pPr>
      <w:r w:rsidRPr="00C62503">
        <w:rPr>
          <w:sz w:val="20"/>
        </w:rPr>
        <w:t>W przypadku, gdy Wykonawca wnosi wadium w formie gwarancji bankowej lub gwarancji ubezpieczeniowej, z treści tych dokumentów musi w szczególności jednoznacznie wynikać zobowiązanie gwaranta (banku, ubezpieczyciela) do zapłaty całej kwoty wadium nieodwołanie i bezwarunkowo na pierwsze żądanie Zamawiającego stwierdzające, że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p>
    <w:p w14:paraId="0F00364B" w14:textId="77777777" w:rsidR="008F38F2" w:rsidRPr="00E12BFB" w:rsidRDefault="008F38F2" w:rsidP="008F38F2">
      <w:pPr>
        <w:pStyle w:val="Akapitzlist"/>
        <w:numPr>
          <w:ilvl w:val="1"/>
          <w:numId w:val="20"/>
        </w:numPr>
        <w:spacing w:before="120" w:after="120"/>
        <w:ind w:left="567" w:hanging="567"/>
        <w:contextualSpacing w:val="0"/>
        <w:jc w:val="both"/>
        <w:rPr>
          <w:sz w:val="20"/>
        </w:rPr>
      </w:pPr>
      <w:r w:rsidRPr="00C62503">
        <w:rPr>
          <w:sz w:val="20"/>
        </w:rPr>
        <w:t xml:space="preserve">W przypadku wniesienia wadium w formie innej niż pieniądz, wymagane jest złożenie wraz z </w:t>
      </w:r>
      <w:r w:rsidRPr="00E12BFB">
        <w:rPr>
          <w:sz w:val="20"/>
        </w:rPr>
        <w:t>Ofertą za pośrednictwem Systemu Zakupowego oryginału właściwego dokumentu w formie elektronicznej, tj. opatrzonego kwalifikowanym podpisem elektronicznym osób upoważnionych do jego wystawienia ze strony gwaranta. Oryginał gwarancji wystawionej w formie elektronicznej należy umieścić w Systemie Zakupowym SWPP2 jako osobny plik.</w:t>
      </w:r>
    </w:p>
    <w:p w14:paraId="162F9A1D" w14:textId="77777777" w:rsidR="008F38F2" w:rsidRPr="00E12BFB" w:rsidRDefault="008F38F2" w:rsidP="008F38F2">
      <w:pPr>
        <w:pStyle w:val="Akapitzlist"/>
        <w:numPr>
          <w:ilvl w:val="1"/>
          <w:numId w:val="20"/>
        </w:numPr>
        <w:spacing w:before="120" w:after="120"/>
        <w:ind w:left="567" w:hanging="567"/>
        <w:contextualSpacing w:val="0"/>
        <w:jc w:val="both"/>
        <w:rPr>
          <w:sz w:val="20"/>
        </w:rPr>
      </w:pPr>
      <w:r w:rsidRPr="00E12BFB">
        <w:rPr>
          <w:sz w:val="20"/>
        </w:rPr>
        <w:t xml:space="preserve">W przypadku gdy dokument Wadium w postaci gwarancji bankowej lub gwarancji ubezpieczeniowej został wystawiony w postaci papierowej, należy przekazać Zamawiającemu oryginał tego dokumentu przed upływem terminu składania Ofert - na adres Zamawiającego: </w:t>
      </w:r>
    </w:p>
    <w:p w14:paraId="3B380D39" w14:textId="3DDEFDC8" w:rsidR="008F38F2" w:rsidRPr="00E12BFB" w:rsidRDefault="008F38F2" w:rsidP="008F38F2">
      <w:pPr>
        <w:pStyle w:val="Nazwawymagania"/>
        <w:numPr>
          <w:ilvl w:val="0"/>
          <w:numId w:val="0"/>
        </w:numPr>
        <w:ind w:left="284"/>
        <w:jc w:val="center"/>
        <w:rPr>
          <w:rFonts w:asciiTheme="minorHAnsi" w:hAnsiTheme="minorHAnsi" w:cstheme="minorBidi"/>
          <w:sz w:val="20"/>
        </w:rPr>
      </w:pPr>
      <w:r w:rsidRPr="00E12BFB">
        <w:rPr>
          <w:rFonts w:asciiTheme="minorHAnsi" w:hAnsiTheme="minorHAnsi" w:cstheme="minorBidi"/>
          <w:b w:val="0"/>
          <w:sz w:val="20"/>
        </w:rPr>
        <w:t xml:space="preserve">PGE Dystrybucja S.A. Oddział </w:t>
      </w:r>
      <w:r w:rsidR="00051739">
        <w:rPr>
          <w:rFonts w:asciiTheme="minorHAnsi" w:hAnsiTheme="minorHAnsi" w:cstheme="minorBidi"/>
          <w:b w:val="0"/>
          <w:sz w:val="20"/>
        </w:rPr>
        <w:t>Łódź</w:t>
      </w:r>
    </w:p>
    <w:p w14:paraId="70601082" w14:textId="02A3A76F" w:rsidR="008F38F2" w:rsidRPr="00E12BFB" w:rsidRDefault="00051739" w:rsidP="008F38F2">
      <w:pPr>
        <w:pStyle w:val="Nazwawymagania"/>
        <w:numPr>
          <w:ilvl w:val="0"/>
          <w:numId w:val="0"/>
        </w:numPr>
        <w:ind w:left="284"/>
        <w:jc w:val="center"/>
        <w:rPr>
          <w:rFonts w:asciiTheme="minorHAnsi" w:hAnsiTheme="minorHAnsi" w:cstheme="minorBidi"/>
          <w:sz w:val="20"/>
        </w:rPr>
      </w:pPr>
      <w:r>
        <w:rPr>
          <w:rFonts w:asciiTheme="minorHAnsi" w:hAnsiTheme="minorHAnsi" w:cstheme="minorBidi"/>
          <w:b w:val="0"/>
          <w:sz w:val="20"/>
        </w:rPr>
        <w:t>z siedzibą w Łodzi</w:t>
      </w:r>
      <w:r w:rsidR="008F38F2" w:rsidRPr="00E12BFB">
        <w:rPr>
          <w:rFonts w:asciiTheme="minorHAnsi" w:hAnsiTheme="minorHAnsi" w:cstheme="minorBidi"/>
          <w:b w:val="0"/>
          <w:sz w:val="20"/>
        </w:rPr>
        <w:t>,</w:t>
      </w:r>
    </w:p>
    <w:p w14:paraId="30662C09" w14:textId="7FFE44C2" w:rsidR="008F38F2" w:rsidRPr="00E12BFB" w:rsidRDefault="00051739" w:rsidP="008F38F2">
      <w:pPr>
        <w:pStyle w:val="Nazwawymagania"/>
        <w:numPr>
          <w:ilvl w:val="0"/>
          <w:numId w:val="0"/>
        </w:numPr>
        <w:ind w:left="284"/>
        <w:jc w:val="center"/>
        <w:rPr>
          <w:rFonts w:asciiTheme="minorHAnsi" w:hAnsiTheme="minorHAnsi" w:cstheme="minorBidi"/>
          <w:sz w:val="20"/>
        </w:rPr>
      </w:pPr>
      <w:r>
        <w:rPr>
          <w:rFonts w:asciiTheme="minorHAnsi" w:hAnsiTheme="minorHAnsi" w:cstheme="minorBidi"/>
          <w:b w:val="0"/>
          <w:sz w:val="20"/>
        </w:rPr>
        <w:t>ul. Tuwima 58</w:t>
      </w:r>
    </w:p>
    <w:p w14:paraId="5AB422D2" w14:textId="29223737" w:rsidR="008F38F2" w:rsidRPr="00E12BFB" w:rsidRDefault="00051739" w:rsidP="008F38F2">
      <w:pPr>
        <w:pStyle w:val="Nazwawymagania"/>
        <w:numPr>
          <w:ilvl w:val="0"/>
          <w:numId w:val="0"/>
        </w:numPr>
        <w:ind w:left="284"/>
        <w:jc w:val="center"/>
        <w:rPr>
          <w:rFonts w:asciiTheme="minorHAnsi" w:hAnsiTheme="minorHAnsi" w:cstheme="minorBidi"/>
          <w:sz w:val="20"/>
        </w:rPr>
      </w:pPr>
      <w:r>
        <w:rPr>
          <w:rFonts w:asciiTheme="minorHAnsi" w:hAnsiTheme="minorHAnsi" w:cstheme="minorBidi"/>
          <w:b w:val="0"/>
          <w:sz w:val="20"/>
        </w:rPr>
        <w:t>90</w:t>
      </w:r>
      <w:r w:rsidR="008F38F2" w:rsidRPr="00E12BFB">
        <w:rPr>
          <w:rFonts w:asciiTheme="minorHAnsi" w:hAnsiTheme="minorHAnsi" w:cstheme="minorBidi"/>
          <w:b w:val="0"/>
          <w:sz w:val="20"/>
        </w:rPr>
        <w:t>-</w:t>
      </w:r>
      <w:r>
        <w:rPr>
          <w:rFonts w:asciiTheme="minorHAnsi" w:hAnsiTheme="minorHAnsi" w:cstheme="minorBidi"/>
          <w:b w:val="0"/>
          <w:sz w:val="20"/>
        </w:rPr>
        <w:t>021</w:t>
      </w:r>
      <w:r w:rsidR="008F38F2" w:rsidRPr="00E12BFB">
        <w:rPr>
          <w:rFonts w:asciiTheme="minorHAnsi" w:hAnsiTheme="minorHAnsi" w:cstheme="minorBidi"/>
          <w:b w:val="0"/>
          <w:sz w:val="20"/>
        </w:rPr>
        <w:t xml:space="preserve"> </w:t>
      </w:r>
      <w:r>
        <w:rPr>
          <w:rFonts w:asciiTheme="minorHAnsi" w:hAnsiTheme="minorHAnsi" w:cstheme="minorBidi"/>
          <w:b w:val="0"/>
          <w:sz w:val="20"/>
        </w:rPr>
        <w:t>Łódź</w:t>
      </w:r>
    </w:p>
    <w:p w14:paraId="13B8E0C7" w14:textId="77777777" w:rsidR="005836CE" w:rsidRPr="005836CE" w:rsidRDefault="008F38F2" w:rsidP="005836CE">
      <w:pPr>
        <w:ind w:left="567"/>
        <w:rPr>
          <w:b/>
          <w:sz w:val="20"/>
        </w:rPr>
      </w:pPr>
      <w:r w:rsidRPr="00E12BFB">
        <w:rPr>
          <w:sz w:val="20"/>
        </w:rPr>
        <w:t xml:space="preserve">z dopiskiem: „dot. Oferty do Postępowania zakupowego nr </w:t>
      </w:r>
      <w:r w:rsidR="00051739" w:rsidRPr="00051739">
        <w:rPr>
          <w:b/>
          <w:sz w:val="20"/>
        </w:rPr>
        <w:t>POST/DYS/OLD/GZ/0</w:t>
      </w:r>
      <w:r w:rsidR="005836CE">
        <w:rPr>
          <w:b/>
          <w:sz w:val="20"/>
        </w:rPr>
        <w:t>141</w:t>
      </w:r>
      <w:r w:rsidR="00051739" w:rsidRPr="00051739">
        <w:rPr>
          <w:b/>
          <w:sz w:val="20"/>
        </w:rPr>
        <w:t>/202</w:t>
      </w:r>
      <w:r w:rsidR="000071D9">
        <w:rPr>
          <w:b/>
          <w:sz w:val="20"/>
        </w:rPr>
        <w:t>6</w:t>
      </w:r>
      <w:r w:rsidRPr="00E12BFB">
        <w:rPr>
          <w:sz w:val="20"/>
        </w:rPr>
        <w:t xml:space="preserve"> nazwa: </w:t>
      </w:r>
      <w:r w:rsidRPr="00051739">
        <w:rPr>
          <w:b/>
          <w:sz w:val="20"/>
        </w:rPr>
        <w:t>„</w:t>
      </w:r>
    </w:p>
    <w:p w14:paraId="4BA8AC0E" w14:textId="6A4B2E0D" w:rsidR="008F38F2" w:rsidRPr="00E12BFB" w:rsidRDefault="005836CE" w:rsidP="005836CE">
      <w:pPr>
        <w:ind w:left="567"/>
        <w:rPr>
          <w:sz w:val="20"/>
        </w:rPr>
      </w:pPr>
      <w:r w:rsidRPr="005836CE">
        <w:rPr>
          <w:b/>
          <w:sz w:val="20"/>
        </w:rPr>
        <w:t>Wykonanie robót budowlanych w branży elektroenergetycznej na terenie działania PGE Dystrybucja S.A. Oddział Łódź w RE Zgierz-Pabianice i RE Sieradz w podziale na 3 części</w:t>
      </w:r>
      <w:r>
        <w:rPr>
          <w:b/>
          <w:sz w:val="20"/>
        </w:rPr>
        <w:t>, część 3</w:t>
      </w:r>
      <w:r w:rsidR="008F38F2" w:rsidRPr="00051739">
        <w:rPr>
          <w:b/>
          <w:sz w:val="20"/>
        </w:rPr>
        <w:t>”</w:t>
      </w:r>
    </w:p>
    <w:p w14:paraId="20DD5FCB" w14:textId="77777777" w:rsidR="008F38F2" w:rsidRPr="00E12BFB" w:rsidRDefault="008F38F2" w:rsidP="00E12BFB">
      <w:pPr>
        <w:ind w:left="567"/>
        <w:jc w:val="both"/>
        <w:rPr>
          <w:sz w:val="20"/>
        </w:rPr>
      </w:pPr>
      <w:r w:rsidRPr="00E12BFB">
        <w:rPr>
          <w:sz w:val="20"/>
        </w:rPr>
        <w:t>(</w:t>
      </w:r>
      <w:r w:rsidRPr="00E12BFB">
        <w:rPr>
          <w:i/>
          <w:iCs/>
          <w:sz w:val="20"/>
        </w:rPr>
        <w:t>skan dokumentu zaleca się załączyć do Oferty składanej przez System Zakupowym</w:t>
      </w:r>
      <w:r w:rsidRPr="00E12BFB">
        <w:rPr>
          <w:sz w:val="20"/>
        </w:rPr>
        <w:t xml:space="preserve">). </w:t>
      </w:r>
    </w:p>
    <w:p w14:paraId="67B0A5E4" w14:textId="77777777" w:rsidR="008F38F2" w:rsidRPr="00E12BFB" w:rsidRDefault="008F38F2" w:rsidP="00E12BFB">
      <w:pPr>
        <w:ind w:left="567"/>
        <w:jc w:val="both"/>
        <w:rPr>
          <w:sz w:val="20"/>
        </w:rPr>
      </w:pPr>
      <w:r w:rsidRPr="00E12BFB">
        <w:rPr>
          <w:sz w:val="20"/>
        </w:rPr>
        <w:t>W przypadku gwarancji ubezpieczeniowej Zamawiający dopuszcza przedłożenie poświadczonej przez Wykonawcę kopii dokumentu, o ile z treści gwarancji nie będzie wynikało, że dysponowanie oryginałem gwarancji jest niezbędne do realizacji uprawnień z niej wynikających.</w:t>
      </w:r>
    </w:p>
    <w:p w14:paraId="7ED9100A" w14:textId="77777777" w:rsidR="008F38F2" w:rsidRPr="00E12BFB" w:rsidRDefault="008F38F2" w:rsidP="00E12BFB">
      <w:pPr>
        <w:ind w:left="567"/>
        <w:jc w:val="both"/>
        <w:rPr>
          <w:rFonts w:cstheme="minorHAnsi"/>
          <w:sz w:val="20"/>
        </w:rPr>
      </w:pPr>
    </w:p>
    <w:p w14:paraId="68494545" w14:textId="77777777" w:rsidR="008F38F2" w:rsidRPr="00E12BFB" w:rsidRDefault="008F38F2" w:rsidP="00E12BFB">
      <w:pPr>
        <w:pStyle w:val="Akapitzlist"/>
        <w:numPr>
          <w:ilvl w:val="1"/>
          <w:numId w:val="20"/>
        </w:numPr>
        <w:spacing w:before="120" w:after="120"/>
        <w:ind w:left="567" w:hanging="567"/>
        <w:contextualSpacing w:val="0"/>
        <w:jc w:val="both"/>
        <w:rPr>
          <w:rFonts w:cs="Calibri"/>
          <w:sz w:val="20"/>
        </w:rPr>
      </w:pPr>
      <w:r w:rsidRPr="00E12BFB">
        <w:rPr>
          <w:rFonts w:cs="Calibri"/>
          <w:sz w:val="20"/>
        </w:rPr>
        <w:t>W przypadku wniesienia wadium w formie pieniężnej zaleca się złożenie wraz z Ofertą dowodu jego wniesienia (tj. potwierdzenie przelewu).</w:t>
      </w:r>
    </w:p>
    <w:p w14:paraId="5DF348CC" w14:textId="77777777" w:rsidR="008F38F2" w:rsidRPr="00E12BFB" w:rsidRDefault="008F38F2" w:rsidP="00E12BFB">
      <w:pPr>
        <w:pStyle w:val="Akapitzlist"/>
        <w:numPr>
          <w:ilvl w:val="1"/>
          <w:numId w:val="20"/>
        </w:numPr>
        <w:spacing w:before="120" w:after="120"/>
        <w:ind w:left="567" w:hanging="567"/>
        <w:contextualSpacing w:val="0"/>
        <w:jc w:val="both"/>
        <w:rPr>
          <w:sz w:val="20"/>
        </w:rPr>
      </w:pPr>
      <w:r w:rsidRPr="00E12BFB">
        <w:rPr>
          <w:sz w:val="20"/>
        </w:rPr>
        <w:t>Brak wniesionego wadium w terminie lub w sposób określony w SWZ spowoduje odrzucenie oferty.</w:t>
      </w:r>
    </w:p>
    <w:p w14:paraId="593CA70E" w14:textId="77777777" w:rsidR="008F38F2" w:rsidRPr="00C62503" w:rsidRDefault="008F38F2" w:rsidP="00E12BFB">
      <w:pPr>
        <w:pStyle w:val="Akapitzlist"/>
        <w:numPr>
          <w:ilvl w:val="1"/>
          <w:numId w:val="20"/>
        </w:numPr>
        <w:spacing w:before="120" w:after="120"/>
        <w:ind w:left="567" w:hanging="567"/>
        <w:contextualSpacing w:val="0"/>
        <w:jc w:val="both"/>
        <w:rPr>
          <w:sz w:val="20"/>
        </w:rPr>
      </w:pPr>
      <w:r w:rsidRPr="00E12BFB">
        <w:rPr>
          <w:sz w:val="20"/>
        </w:rPr>
        <w:t>W przypadku składania oferty przez Konsorcjum, wadium może być wniesione przez dowolnego członka/członków Konsorcjum. Z dokumentu wadialnego lub innego dokumentu</w:t>
      </w:r>
      <w:r w:rsidRPr="00C62503">
        <w:rPr>
          <w:sz w:val="20"/>
        </w:rPr>
        <w:t xml:space="preserve"> załączonego do oferty powinno wynikać, w imieniu jakich Wykonawców wadium jest wnoszone.</w:t>
      </w:r>
    </w:p>
    <w:p w14:paraId="06E1A1FA" w14:textId="77777777" w:rsidR="008F38F2" w:rsidRPr="00C62503" w:rsidRDefault="008F38F2" w:rsidP="008F38F2">
      <w:pPr>
        <w:pStyle w:val="Akapitzlist"/>
        <w:numPr>
          <w:ilvl w:val="1"/>
          <w:numId w:val="20"/>
        </w:numPr>
        <w:spacing w:before="120" w:after="120"/>
        <w:ind w:left="567" w:hanging="567"/>
        <w:contextualSpacing w:val="0"/>
        <w:jc w:val="both"/>
        <w:rPr>
          <w:sz w:val="20"/>
        </w:rPr>
      </w:pPr>
      <w:r w:rsidRPr="00C62503">
        <w:rPr>
          <w:sz w:val="20"/>
        </w:rPr>
        <w:t xml:space="preserve">Zamawiający zwraca wadium Wykonawcom, niezwłocznie po unieważnieniu Postępowania zakupowego albo wyborze Oferty, z wyjątkiem wadium Wykonawcy, którego Oferta została wybrana jako najkorzystniejsza. Wadium Wykonawcy, którego Oferta została wybrana jako najkorzystniejsza Zamawiający zwraca niezwłocznie po zawarciu Umowy zakupowej oraz wniesieniu zabezpieczenia należytego wykonania Umowy zakupowej, jeżeli było wymagane. Zamawiający zwraca wadium także w sytuacji, gdy Wykonawca wycofał Ofertę przed upływem </w:t>
      </w:r>
      <w:r w:rsidRPr="00C62503">
        <w:rPr>
          <w:sz w:val="20"/>
        </w:rPr>
        <w:lastRenderedPageBreak/>
        <w:t>terminu składania Ofert, Wykonawca został wykluczony, bądź Oferta Wykonawcy została odrzucona, bądź Oferta została złożona po terminie.</w:t>
      </w:r>
    </w:p>
    <w:p w14:paraId="190F97CA" w14:textId="017C1DE4" w:rsidR="008F38F2" w:rsidRPr="00C62503" w:rsidRDefault="008F38F2" w:rsidP="008F38F2">
      <w:pPr>
        <w:pStyle w:val="Akapitzlist"/>
        <w:numPr>
          <w:ilvl w:val="1"/>
          <w:numId w:val="20"/>
        </w:numPr>
        <w:spacing w:before="120" w:after="120"/>
        <w:ind w:left="567" w:hanging="567"/>
        <w:contextualSpacing w:val="0"/>
        <w:jc w:val="both"/>
        <w:rPr>
          <w:sz w:val="20"/>
        </w:rPr>
      </w:pPr>
      <w:r w:rsidRPr="00C62503">
        <w:rPr>
          <w:sz w:val="20"/>
        </w:rPr>
        <w:t xml:space="preserve">Wadium wniesione w formie pieniężnej zwracane jest Wykonawcy w wysokości, w jakiej zostało wniesione i na konto, z którego środki pieniężne zostały przekazane, przy czym Wykonawca zobowiązuje się nie dochodzić odsetek za opóźnienie w zwrocie takiego świadczenia przez Zamawiającego. </w:t>
      </w:r>
    </w:p>
    <w:p w14:paraId="063EDB0E" w14:textId="77777777" w:rsidR="008F38F2" w:rsidRPr="00C62503" w:rsidRDefault="008F38F2" w:rsidP="008F38F2">
      <w:pPr>
        <w:pStyle w:val="Akapitzlist"/>
        <w:numPr>
          <w:ilvl w:val="1"/>
          <w:numId w:val="20"/>
        </w:numPr>
        <w:spacing w:before="120" w:after="0" w:line="24" w:lineRule="atLeast"/>
        <w:ind w:left="567" w:hanging="567"/>
        <w:contextualSpacing w:val="0"/>
        <w:jc w:val="both"/>
        <w:rPr>
          <w:sz w:val="20"/>
        </w:rPr>
      </w:pPr>
      <w:r w:rsidRPr="00C62503">
        <w:rPr>
          <w:sz w:val="20"/>
        </w:rPr>
        <w:t>Zamawiający może zatrzymać wadium w sytuacji, gdy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p>
    <w:p w14:paraId="3466642E" w14:textId="77777777" w:rsidR="008F38F2" w:rsidRPr="00C62503" w:rsidRDefault="008F38F2" w:rsidP="008F38F2">
      <w:pPr>
        <w:pStyle w:val="Nagwek1"/>
        <w:numPr>
          <w:ilvl w:val="0"/>
          <w:numId w:val="9"/>
        </w:numPr>
      </w:pPr>
      <w:bookmarkStart w:id="31" w:name="_Toc193111781"/>
      <w:r w:rsidRPr="00C62503">
        <w:t>PRZESŁANKI WYKLUCZENIA, WARUNKI UDZIAŁU W POSTĘPOWANIU ORAZ OPIS SPOSOBU OCENY SPEŁNIENIA TYCH WARUNKÓW</w:t>
      </w:r>
      <w:bookmarkEnd w:id="31"/>
    </w:p>
    <w:p w14:paraId="571E061C" w14:textId="77777777" w:rsidR="008F38F2" w:rsidRPr="00C62503" w:rsidRDefault="008F38F2" w:rsidP="008F38F2">
      <w:pPr>
        <w:pStyle w:val="Akapitzlist"/>
        <w:widowControl w:val="0"/>
        <w:numPr>
          <w:ilvl w:val="1"/>
          <w:numId w:val="9"/>
        </w:numPr>
        <w:tabs>
          <w:tab w:val="left" w:pos="567"/>
        </w:tabs>
        <w:snapToGrid w:val="0"/>
        <w:spacing w:before="120" w:after="0" w:line="24" w:lineRule="atLeast"/>
        <w:ind w:left="567" w:right="23" w:hanging="567"/>
        <w:contextualSpacing w:val="0"/>
        <w:jc w:val="both"/>
        <w:rPr>
          <w:b/>
          <w:bCs/>
          <w:spacing w:val="-3"/>
          <w:sz w:val="20"/>
          <w:lang w:eastAsia="pl-PL"/>
        </w:rPr>
      </w:pPr>
      <w:r w:rsidRPr="00C62503">
        <w:rPr>
          <w:b/>
          <w:bCs/>
          <w:spacing w:val="-3"/>
          <w:sz w:val="20"/>
          <w:lang w:eastAsia="pl-PL"/>
        </w:rPr>
        <w:t>O udzielenie Zakupu mogą ubiegać się Wykonawcy, którzy:</w:t>
      </w:r>
    </w:p>
    <w:p w14:paraId="35DD525D" w14:textId="77777777" w:rsidR="008F38F2" w:rsidRPr="00C62503" w:rsidRDefault="008F38F2" w:rsidP="008F38F2">
      <w:pPr>
        <w:pStyle w:val="Akapitzlist"/>
        <w:widowControl w:val="0"/>
        <w:numPr>
          <w:ilvl w:val="2"/>
          <w:numId w:val="9"/>
        </w:numPr>
        <w:snapToGrid w:val="0"/>
        <w:spacing w:before="120" w:after="0" w:line="24" w:lineRule="atLeast"/>
        <w:ind w:left="567" w:right="23" w:hanging="567"/>
        <w:jc w:val="both"/>
        <w:rPr>
          <w:spacing w:val="-3"/>
          <w:sz w:val="20"/>
          <w:lang w:eastAsia="pl-PL"/>
        </w:rPr>
      </w:pPr>
      <w:r w:rsidRPr="00C62503">
        <w:rPr>
          <w:spacing w:val="-3"/>
          <w:sz w:val="20"/>
          <w:lang w:eastAsia="pl-PL"/>
        </w:rPr>
        <w:t xml:space="preserve">Nie podlegają wykluczeniu, </w:t>
      </w:r>
      <w:r w:rsidRPr="00C62503">
        <w:rPr>
          <w:sz w:val="20"/>
          <w:lang w:eastAsia="pl-PL"/>
        </w:rPr>
        <w:t xml:space="preserve">na podstawie przesłanek dookreślonych w </w:t>
      </w:r>
      <w:r w:rsidRPr="00C62503">
        <w:rPr>
          <w:b/>
          <w:bCs/>
          <w:sz w:val="20"/>
          <w:lang w:eastAsia="pl-PL"/>
        </w:rPr>
        <w:t>pkt 1.1. Załącznika nr 2 do SWZ</w:t>
      </w:r>
      <w:r w:rsidRPr="00C62503">
        <w:rPr>
          <w:sz w:val="20"/>
          <w:lang w:eastAsia="pl-PL"/>
        </w:rPr>
        <w:t>,</w:t>
      </w:r>
    </w:p>
    <w:p w14:paraId="06AD8CBC" w14:textId="77777777" w:rsidR="008F38F2" w:rsidRPr="00C62503" w:rsidRDefault="008F38F2" w:rsidP="008F38F2">
      <w:pPr>
        <w:pStyle w:val="Akapitzlist"/>
        <w:widowControl w:val="0"/>
        <w:numPr>
          <w:ilvl w:val="2"/>
          <w:numId w:val="9"/>
        </w:numPr>
        <w:snapToGrid w:val="0"/>
        <w:spacing w:before="120" w:after="0" w:line="24" w:lineRule="atLeast"/>
        <w:ind w:left="567" w:right="23" w:hanging="567"/>
        <w:jc w:val="both"/>
        <w:rPr>
          <w:spacing w:val="-3"/>
          <w:sz w:val="20"/>
          <w:lang w:eastAsia="pl-PL"/>
        </w:rPr>
      </w:pPr>
      <w:r w:rsidRPr="00C62503">
        <w:rPr>
          <w:spacing w:val="-3"/>
          <w:sz w:val="20"/>
          <w:lang w:eastAsia="pl-PL"/>
        </w:rPr>
        <w:t>Spełniają warunki udziału w Postępowaniu zakupowym, tj.:</w:t>
      </w:r>
    </w:p>
    <w:p w14:paraId="4AFCBEB2" w14:textId="77777777" w:rsidR="008F38F2" w:rsidRPr="00C62503" w:rsidRDefault="008F38F2" w:rsidP="008F38F2">
      <w:pPr>
        <w:pStyle w:val="Akapitzlist"/>
        <w:widowControl w:val="0"/>
        <w:numPr>
          <w:ilvl w:val="3"/>
          <w:numId w:val="9"/>
        </w:numPr>
        <w:snapToGrid w:val="0"/>
        <w:spacing w:before="120" w:after="0" w:line="24" w:lineRule="atLeast"/>
        <w:ind w:left="1276" w:right="23" w:hanging="709"/>
        <w:jc w:val="both"/>
        <w:rPr>
          <w:b/>
          <w:bCs/>
          <w:spacing w:val="-3"/>
          <w:sz w:val="20"/>
          <w:lang w:eastAsia="pl-PL"/>
        </w:rPr>
      </w:pPr>
      <w:r w:rsidRPr="00C62503">
        <w:rPr>
          <w:spacing w:val="-3"/>
          <w:sz w:val="20"/>
          <w:lang w:eastAsia="pl-PL"/>
        </w:rPr>
        <w:t xml:space="preserve">Posiadają niezbędne zdolności techniczne lub zawodowe do zrealizowania Zakupu, </w:t>
      </w:r>
      <w:r w:rsidRPr="004B4556">
        <w:rPr>
          <w:rFonts w:cstheme="minorHAnsi"/>
          <w:spacing w:val="-3"/>
          <w:sz w:val="20"/>
          <w:lang w:eastAsia="pl-PL"/>
        </w:rPr>
        <w:br/>
      </w:r>
      <w:r w:rsidRPr="00C62503">
        <w:rPr>
          <w:spacing w:val="-3"/>
          <w:sz w:val="20"/>
          <w:lang w:eastAsia="pl-PL"/>
        </w:rPr>
        <w:t xml:space="preserve">w szczególności  wiedzę i doświadczenie oraz dysponują potencjałem technicznym </w:t>
      </w:r>
      <w:r w:rsidRPr="004B4556">
        <w:rPr>
          <w:rFonts w:cstheme="minorHAnsi"/>
          <w:spacing w:val="-3"/>
          <w:sz w:val="20"/>
          <w:lang w:eastAsia="pl-PL"/>
        </w:rPr>
        <w:br/>
      </w:r>
      <w:r w:rsidRPr="00C62503">
        <w:rPr>
          <w:spacing w:val="-3"/>
          <w:sz w:val="20"/>
          <w:lang w:eastAsia="pl-PL"/>
        </w:rPr>
        <w:t>i osobami zdolnymi do realizacji Zakupu.</w:t>
      </w:r>
    </w:p>
    <w:p w14:paraId="5D2C878E"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10594B13" w14:textId="77777777" w:rsidR="008F38F2" w:rsidRPr="00C62503" w:rsidRDefault="008F38F2" w:rsidP="008F38F2">
      <w:pPr>
        <w:pStyle w:val="Akapitzlist"/>
        <w:widowControl w:val="0"/>
        <w:numPr>
          <w:ilvl w:val="3"/>
          <w:numId w:val="9"/>
        </w:numPr>
        <w:snapToGrid w:val="0"/>
        <w:spacing w:before="120" w:after="0" w:line="24" w:lineRule="atLeast"/>
        <w:ind w:left="1276" w:right="23" w:hanging="709"/>
        <w:jc w:val="both"/>
        <w:rPr>
          <w:spacing w:val="-3"/>
          <w:sz w:val="20"/>
          <w:lang w:eastAsia="pl-PL"/>
        </w:rPr>
      </w:pPr>
      <w:r w:rsidRPr="00C62503">
        <w:rPr>
          <w:spacing w:val="-3"/>
          <w:sz w:val="20"/>
          <w:lang w:eastAsia="pl-PL"/>
        </w:rPr>
        <w:t>Posiadają uprawnienia do prowadzenia określonej działalności gospodarczej lub zawodowej, jeżeli odrębne przepisy nakładają obowiązek posiadania takich uprawnień.</w:t>
      </w:r>
    </w:p>
    <w:p w14:paraId="4CA1CE60"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767714BC" w14:textId="77777777" w:rsidR="008F38F2" w:rsidRPr="00C62503" w:rsidRDefault="008F38F2" w:rsidP="008F38F2">
      <w:pPr>
        <w:pStyle w:val="Akapitzlist"/>
        <w:widowControl w:val="0"/>
        <w:numPr>
          <w:ilvl w:val="3"/>
          <w:numId w:val="9"/>
        </w:numPr>
        <w:tabs>
          <w:tab w:val="left" w:pos="1276"/>
        </w:tabs>
        <w:snapToGrid w:val="0"/>
        <w:spacing w:before="120" w:after="0" w:line="24" w:lineRule="atLeast"/>
        <w:ind w:right="23" w:hanging="153"/>
        <w:jc w:val="both"/>
        <w:rPr>
          <w:spacing w:val="-3"/>
          <w:sz w:val="20"/>
          <w:lang w:eastAsia="pl-PL"/>
        </w:rPr>
      </w:pPr>
      <w:r w:rsidRPr="00C62503">
        <w:rPr>
          <w:spacing w:val="-3"/>
          <w:sz w:val="20"/>
          <w:lang w:eastAsia="pl-PL"/>
        </w:rPr>
        <w:t>Znajdują się w sytuacji ekonomicznej lub finansowej zapewniającej wykonanie Zakupu.</w:t>
      </w:r>
    </w:p>
    <w:p w14:paraId="516364A9"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6D1984AE" w14:textId="77777777" w:rsidR="008F38F2" w:rsidRPr="00C62503" w:rsidRDefault="008F38F2" w:rsidP="008F38F2">
      <w:pPr>
        <w:pStyle w:val="Akapitzlist"/>
        <w:numPr>
          <w:ilvl w:val="1"/>
          <w:numId w:val="9"/>
        </w:numPr>
        <w:tabs>
          <w:tab w:val="left" w:pos="567"/>
        </w:tabs>
        <w:spacing w:before="120" w:after="120"/>
        <w:ind w:left="567" w:hanging="567"/>
        <w:contextualSpacing w:val="0"/>
        <w:jc w:val="both"/>
        <w:rPr>
          <w:sz w:val="20"/>
          <w:lang w:eastAsia="pl-PL"/>
        </w:rPr>
      </w:pPr>
      <w:r w:rsidRPr="00C62503">
        <w:rPr>
          <w:sz w:val="20"/>
          <w:lang w:eastAsia="pl-PL"/>
        </w:rPr>
        <w:t xml:space="preserve">Dokumenty, które Wykonawca zobowiązany jest złożyć na potwierdzenie spełnienia warunków udziału w postępowaniu oraz na potwierdzenie braku podstaw do wykluczenia z postępowania, określa </w:t>
      </w:r>
      <w:r w:rsidRPr="00C62503">
        <w:rPr>
          <w:b/>
          <w:bCs/>
          <w:sz w:val="20"/>
          <w:lang w:eastAsia="pl-PL"/>
        </w:rPr>
        <w:t>Załącznik nr 2 do SWZ</w:t>
      </w:r>
      <w:r w:rsidRPr="00C62503">
        <w:rPr>
          <w:sz w:val="20"/>
          <w:lang w:eastAsia="pl-PL"/>
        </w:rPr>
        <w:t xml:space="preserve">. </w:t>
      </w:r>
    </w:p>
    <w:p w14:paraId="0703E686" w14:textId="77777777" w:rsidR="008F38F2" w:rsidRPr="00C62503" w:rsidRDefault="008F38F2" w:rsidP="008F38F2">
      <w:pPr>
        <w:pStyle w:val="Akapitzlist"/>
        <w:numPr>
          <w:ilvl w:val="1"/>
          <w:numId w:val="9"/>
        </w:numPr>
        <w:tabs>
          <w:tab w:val="left" w:pos="567"/>
        </w:tabs>
        <w:spacing w:before="120" w:after="120"/>
        <w:ind w:left="567" w:hanging="567"/>
        <w:contextualSpacing w:val="0"/>
        <w:jc w:val="both"/>
        <w:rPr>
          <w:sz w:val="20"/>
          <w:lang w:eastAsia="pl-PL"/>
        </w:rPr>
      </w:pPr>
      <w:r w:rsidRPr="00C62503">
        <w:rPr>
          <w:sz w:val="20"/>
          <w:lang w:eastAsia="pl-PL"/>
        </w:rPr>
        <w:t xml:space="preserve">Zamawiający dokona oceny spełnienia warunków udziału w postępowaniu, o których mowa w pkt. 5.1, a dookreślonych w </w:t>
      </w:r>
      <w:r w:rsidRPr="00C62503">
        <w:rPr>
          <w:b/>
          <w:bCs/>
          <w:sz w:val="20"/>
          <w:lang w:eastAsia="pl-PL"/>
        </w:rPr>
        <w:t>Załączniku nr 2 do SWZ</w:t>
      </w:r>
      <w:r w:rsidRPr="00C62503">
        <w:rPr>
          <w:sz w:val="20"/>
          <w:lang w:eastAsia="pl-PL"/>
        </w:rPr>
        <w:t>, według formuły „spełnia”/„nie spełnia” warunku. Wykonawca niespełniający choćby jednego warunku udziału w postępowaniu zostanie wykluczony, a jego Oferta zostanie odrzucona.</w:t>
      </w:r>
    </w:p>
    <w:p w14:paraId="3BAF57F4" w14:textId="77777777" w:rsidR="008F38F2" w:rsidRPr="00C62503" w:rsidRDefault="008F38F2" w:rsidP="008F38F2">
      <w:pPr>
        <w:pStyle w:val="Nagwek1"/>
        <w:numPr>
          <w:ilvl w:val="0"/>
          <w:numId w:val="29"/>
        </w:numPr>
      </w:pPr>
      <w:bookmarkStart w:id="32" w:name="_Toc193111782"/>
      <w:r w:rsidRPr="00C62503">
        <w:t>OPIS SPOSOBU PRZYGOTOWANIA OFERTY</w:t>
      </w:r>
      <w:bookmarkEnd w:id="32"/>
    </w:p>
    <w:p w14:paraId="50CE0B1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b/>
          <w:bCs/>
          <w:sz w:val="20"/>
        </w:rPr>
        <w:t xml:space="preserve">Wykonawca składa Ofertę w postaci elektronicznej za pośrednictwem Systemu Zakupowego. </w:t>
      </w:r>
      <w:r w:rsidRPr="00C62503">
        <w:rPr>
          <w:rFonts w:asciiTheme="minorHAnsi" w:hAnsiTheme="minorHAnsi" w:cstheme="minorBidi"/>
          <w:sz w:val="20"/>
        </w:rPr>
        <w:t>Oferta w Systemie Zakupowym musi być złożona z konta Wykonawcy, który składa Ofertę, na wzorach stanowiących Załączniki do SWZ.</w:t>
      </w:r>
    </w:p>
    <w:p w14:paraId="0B8CA7A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b/>
          <w:bCs/>
          <w:sz w:val="20"/>
        </w:rPr>
        <w:t>Wykonawca może złożyć tylko jedną Ofertę</w:t>
      </w:r>
      <w:r w:rsidRPr="00C62503">
        <w:rPr>
          <w:rFonts w:asciiTheme="minorHAnsi" w:hAnsiTheme="minorHAnsi" w:cstheme="minorBidi"/>
          <w:sz w:val="20"/>
        </w:rPr>
        <w:t xml:space="preserve">. Jeżeli Wykonawca złoży więcej niż jedną Ofertę, tj. samodzielnie lub samodzielnie i wspólnie z innymi Wykonawcami, wszystkie złożone przez niego Oferty zostaną odrzucone. </w:t>
      </w:r>
    </w:p>
    <w:p w14:paraId="2E08AF40"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 xml:space="preserve">Przez Ofertę w postaci elektronicznej rozumie się dokument sporządzony zgodnie z wymaganiami SWZ, wg wzoru stanowiącego </w:t>
      </w:r>
      <w:r w:rsidRPr="00C62503">
        <w:rPr>
          <w:rFonts w:asciiTheme="minorHAnsi" w:hAnsiTheme="minorHAnsi" w:cstheme="minorBidi"/>
          <w:b/>
          <w:bCs/>
          <w:sz w:val="20"/>
        </w:rPr>
        <w:t>Załącznik nr 3 do SWZ</w:t>
      </w:r>
      <w:r w:rsidRPr="00C62503">
        <w:rPr>
          <w:rFonts w:asciiTheme="minorHAnsi" w:hAnsiTheme="minorHAnsi" w:cstheme="minorBidi"/>
          <w:sz w:val="20"/>
        </w:rPr>
        <w:t xml:space="preserve"> (Formularz Oferty), opatrzony kwalifikowanym podpisem elektronicznym lub innym niż kwalifikowany rodzajem podpisu cyfrowego opatrzonego stosownym certyfikatem umożliwiającym identyfikację osoby go składającej. Dopuszcza się również skan</w:t>
      </w:r>
      <w:r>
        <w:rPr>
          <w:rFonts w:asciiTheme="minorHAnsi" w:hAnsiTheme="minorHAnsi" w:cstheme="minorBidi"/>
          <w:sz w:val="20"/>
        </w:rPr>
        <w:t>/zdjęcie</w:t>
      </w:r>
      <w:r w:rsidRPr="00C62503">
        <w:rPr>
          <w:rFonts w:asciiTheme="minorHAnsi" w:hAnsiTheme="minorHAnsi" w:cstheme="minorBidi"/>
          <w:sz w:val="20"/>
        </w:rPr>
        <w:t xml:space="preserve"> dokumentu Formularza Oferty </w:t>
      </w:r>
      <w:r>
        <w:rPr>
          <w:rFonts w:asciiTheme="minorHAnsi" w:hAnsiTheme="minorHAnsi" w:cstheme="minorBidi"/>
          <w:sz w:val="20"/>
        </w:rPr>
        <w:t xml:space="preserve">sporządzonego zgodnie z </w:t>
      </w:r>
      <w:r w:rsidRPr="00C62503">
        <w:rPr>
          <w:rFonts w:asciiTheme="minorHAnsi" w:hAnsiTheme="minorHAnsi" w:cstheme="minorBidi"/>
          <w:sz w:val="20"/>
        </w:rPr>
        <w:t xml:space="preserve"> </w:t>
      </w:r>
      <w:r w:rsidRPr="00C62503">
        <w:rPr>
          <w:rFonts w:asciiTheme="minorHAnsi" w:hAnsiTheme="minorHAnsi" w:cstheme="minorBidi"/>
          <w:b/>
          <w:bCs/>
          <w:sz w:val="20"/>
        </w:rPr>
        <w:t>Załącznik</w:t>
      </w:r>
      <w:r>
        <w:rPr>
          <w:rFonts w:asciiTheme="minorHAnsi" w:hAnsiTheme="minorHAnsi" w:cstheme="minorBidi"/>
          <w:b/>
          <w:bCs/>
          <w:sz w:val="20"/>
        </w:rPr>
        <w:t>iem</w:t>
      </w:r>
      <w:r w:rsidRPr="00C62503">
        <w:rPr>
          <w:rFonts w:asciiTheme="minorHAnsi" w:hAnsiTheme="minorHAnsi" w:cstheme="minorBidi"/>
          <w:b/>
          <w:bCs/>
          <w:sz w:val="20"/>
        </w:rPr>
        <w:t xml:space="preserve"> nr 3 do SWZ</w:t>
      </w:r>
      <w:r>
        <w:rPr>
          <w:rFonts w:asciiTheme="minorHAnsi" w:hAnsiTheme="minorHAnsi" w:cstheme="minorBidi"/>
          <w:sz w:val="20"/>
        </w:rPr>
        <w:t>,</w:t>
      </w:r>
      <w:r w:rsidRPr="00093F52">
        <w:rPr>
          <w:rFonts w:asciiTheme="minorHAnsi" w:hAnsiTheme="minorHAnsi" w:cstheme="minorBidi"/>
          <w:sz w:val="20"/>
        </w:rPr>
        <w:t xml:space="preserve"> </w:t>
      </w:r>
      <w:r w:rsidRPr="000A131C">
        <w:rPr>
          <w:rFonts w:asciiTheme="minorHAnsi" w:hAnsiTheme="minorHAnsi" w:cstheme="minorBidi"/>
          <w:sz w:val="20"/>
        </w:rPr>
        <w:t>na którym złożono własnoręczny podpis umożliwiający identyfikację osoby go składającej</w:t>
      </w:r>
      <w:r>
        <w:rPr>
          <w:rFonts w:asciiTheme="minorHAnsi" w:hAnsiTheme="minorHAnsi" w:cstheme="minorBidi"/>
          <w:sz w:val="20"/>
        </w:rPr>
        <w:t>,</w:t>
      </w:r>
      <w:r w:rsidRPr="00C62503">
        <w:rPr>
          <w:rFonts w:asciiTheme="minorHAnsi" w:hAnsiTheme="minorHAnsi" w:cstheme="minorBidi"/>
          <w:sz w:val="20"/>
        </w:rPr>
        <w:t xml:space="preserve"> lub inne jego odwzorowanie.</w:t>
      </w:r>
    </w:p>
    <w:p w14:paraId="1E37EE36" w14:textId="77777777" w:rsidR="008F38F2" w:rsidRPr="00C62503" w:rsidRDefault="008F38F2" w:rsidP="008F38F2">
      <w:pPr>
        <w:pStyle w:val="Tekstpodstawowy"/>
        <w:numPr>
          <w:ilvl w:val="1"/>
          <w:numId w:val="10"/>
        </w:numPr>
        <w:spacing w:line="24" w:lineRule="atLeast"/>
        <w:ind w:left="567" w:hanging="567"/>
        <w:rPr>
          <w:rFonts w:asciiTheme="minorHAnsi" w:hAnsiTheme="minorHAnsi" w:cstheme="minorBidi"/>
          <w:b/>
          <w:bCs/>
          <w:sz w:val="20"/>
        </w:rPr>
      </w:pPr>
      <w:r w:rsidRPr="00C62503">
        <w:rPr>
          <w:rFonts w:asciiTheme="minorHAnsi" w:hAnsiTheme="minorHAnsi" w:cstheme="minorBidi"/>
          <w:b/>
          <w:bCs/>
          <w:sz w:val="20"/>
        </w:rPr>
        <w:lastRenderedPageBreak/>
        <w:t>Na kompletną Ofertę składają się dokumenty wymienione w pkt 3 Załącznika nr 2 do SWZ.</w:t>
      </w:r>
    </w:p>
    <w:p w14:paraId="46A38E62" w14:textId="77777777" w:rsidR="00921235" w:rsidRDefault="008F38F2" w:rsidP="008F38F2">
      <w:pPr>
        <w:pStyle w:val="Tekstpodstawowy"/>
        <w:numPr>
          <w:ilvl w:val="1"/>
          <w:numId w:val="10"/>
        </w:numPr>
        <w:spacing w:line="24" w:lineRule="atLeast"/>
        <w:ind w:left="567" w:hanging="567"/>
        <w:rPr>
          <w:rFonts w:asciiTheme="minorHAnsi" w:hAnsiTheme="minorHAnsi" w:cstheme="minorBidi"/>
          <w:sz w:val="20"/>
        </w:rPr>
      </w:pPr>
      <w:r w:rsidRPr="00C62503">
        <w:rPr>
          <w:rFonts w:asciiTheme="minorHAnsi" w:hAnsiTheme="minorHAnsi" w:cstheme="minorBidi"/>
          <w:sz w:val="20"/>
        </w:rPr>
        <w:t>Składając ofertę za pośrednictwem Systemu Zakupowego Wykonawca zobowiązany jest wypełnić w Systemie formularz systemowy, w którym określi całkowitą wartość zamówienia w PLN (netto i brutto).</w:t>
      </w:r>
      <w:r w:rsidRPr="00585336">
        <w:rPr>
          <w:rFonts w:asciiTheme="minorHAnsi" w:hAnsiTheme="minorHAnsi" w:cstheme="minorBidi"/>
          <w:sz w:val="20"/>
        </w:rPr>
        <w:t xml:space="preserve"> </w:t>
      </w:r>
    </w:p>
    <w:p w14:paraId="2F06617E" w14:textId="5EC633D7" w:rsidR="008F38F2" w:rsidRPr="00C62503" w:rsidRDefault="00921235" w:rsidP="00C00A46">
      <w:pPr>
        <w:pStyle w:val="Tekstpodstawowy"/>
        <w:spacing w:line="24" w:lineRule="atLeast"/>
        <w:ind w:left="567"/>
        <w:rPr>
          <w:rFonts w:asciiTheme="minorHAnsi" w:hAnsiTheme="minorHAnsi" w:cstheme="minorBidi"/>
          <w:sz w:val="20"/>
        </w:rPr>
      </w:pPr>
      <w:r>
        <w:rPr>
          <w:rFonts w:asciiTheme="minorHAnsi" w:hAnsiTheme="minorHAnsi" w:cstheme="minorBidi"/>
          <w:sz w:val="20"/>
        </w:rPr>
        <w:t xml:space="preserve">Uwaga: </w:t>
      </w:r>
      <w:r w:rsidR="008F38F2" w:rsidRPr="00690CFD">
        <w:rPr>
          <w:rFonts w:asciiTheme="minorHAnsi" w:hAnsiTheme="minorHAnsi" w:cstheme="minorBidi"/>
          <w:sz w:val="20"/>
        </w:rPr>
        <w:t xml:space="preserve">Wypełniony formularz systemowy w Systemie Zakupowym stanowi </w:t>
      </w:r>
      <w:r>
        <w:rPr>
          <w:rFonts w:asciiTheme="minorHAnsi" w:hAnsiTheme="minorHAnsi" w:cstheme="minorBidi"/>
          <w:sz w:val="20"/>
        </w:rPr>
        <w:t xml:space="preserve">jedynie </w:t>
      </w:r>
      <w:r w:rsidR="008F38F2" w:rsidRPr="00690CFD">
        <w:rPr>
          <w:rFonts w:asciiTheme="minorHAnsi" w:hAnsiTheme="minorHAnsi" w:cstheme="minorBidi"/>
          <w:sz w:val="20"/>
        </w:rPr>
        <w:t xml:space="preserve">techniczne potwierdzenie Oferty złożonej na Formularzu Oferty wg </w:t>
      </w:r>
      <w:r w:rsidR="008F38F2" w:rsidRPr="00690CFD">
        <w:rPr>
          <w:rFonts w:asciiTheme="minorHAnsi" w:hAnsiTheme="minorHAnsi" w:cstheme="minorBidi"/>
          <w:b/>
          <w:bCs/>
          <w:sz w:val="20"/>
        </w:rPr>
        <w:t>Załącznika nr 3</w:t>
      </w:r>
      <w:r w:rsidR="008F38F2">
        <w:rPr>
          <w:rFonts w:asciiTheme="minorHAnsi" w:hAnsiTheme="minorHAnsi" w:cstheme="minorBidi"/>
          <w:b/>
          <w:bCs/>
          <w:sz w:val="20"/>
        </w:rPr>
        <w:t xml:space="preserve"> do SWZ</w:t>
      </w:r>
      <w:r w:rsidR="008F38F2" w:rsidRPr="00690CFD">
        <w:rPr>
          <w:rFonts w:asciiTheme="minorHAnsi" w:hAnsiTheme="minorHAnsi" w:cstheme="minorBidi"/>
          <w:sz w:val="20"/>
        </w:rPr>
        <w:t>.</w:t>
      </w:r>
      <w:r>
        <w:rPr>
          <w:rFonts w:asciiTheme="minorHAnsi" w:hAnsiTheme="minorHAnsi" w:cstheme="minorBidi"/>
          <w:sz w:val="20"/>
        </w:rPr>
        <w:t xml:space="preserve"> </w:t>
      </w:r>
      <w:r w:rsidR="008F38F2">
        <w:rPr>
          <w:rFonts w:asciiTheme="minorHAnsi" w:hAnsiTheme="minorHAnsi" w:cstheme="minorBidi"/>
          <w:sz w:val="20"/>
        </w:rPr>
        <w:t>W</w:t>
      </w:r>
      <w:r w:rsidR="008F38F2" w:rsidRPr="00585336">
        <w:rPr>
          <w:rFonts w:asciiTheme="minorHAnsi" w:hAnsiTheme="minorHAnsi" w:cstheme="minorBidi"/>
          <w:sz w:val="20"/>
        </w:rPr>
        <w:t xml:space="preserve"> przypadku rozbieżności wartości Zakupu pomiędzy Ofertą złożoną na Formularzu Oferty wg </w:t>
      </w:r>
      <w:r w:rsidR="008F38F2" w:rsidRPr="00585336">
        <w:rPr>
          <w:rFonts w:asciiTheme="minorHAnsi" w:hAnsiTheme="minorHAnsi" w:cstheme="minorBidi"/>
          <w:b/>
          <w:bCs/>
          <w:sz w:val="20"/>
        </w:rPr>
        <w:t xml:space="preserve">Załącznika nr 3 do SWZ </w:t>
      </w:r>
      <w:r w:rsidR="008F38F2" w:rsidRPr="00585336">
        <w:rPr>
          <w:rFonts w:asciiTheme="minorHAnsi" w:hAnsiTheme="minorHAnsi" w:cstheme="minorBidi"/>
          <w:sz w:val="20"/>
        </w:rPr>
        <w:t xml:space="preserve">a formularzem systemowym Systemu Zakupowego wiążącą i podlegającą ocenie jest Oferta złożona na Formularzu Oferty wg </w:t>
      </w:r>
      <w:r w:rsidR="008F38F2" w:rsidRPr="00585336">
        <w:rPr>
          <w:rFonts w:asciiTheme="minorHAnsi" w:hAnsiTheme="minorHAnsi" w:cstheme="minorBidi"/>
          <w:b/>
          <w:bCs/>
          <w:sz w:val="20"/>
        </w:rPr>
        <w:t>Załącznika nr 3 do SWZ</w:t>
      </w:r>
      <w:r w:rsidR="008F38F2" w:rsidRPr="00585336">
        <w:rPr>
          <w:rFonts w:asciiTheme="minorHAnsi" w:hAnsiTheme="minorHAnsi" w:cstheme="minorBidi"/>
          <w:sz w:val="20"/>
        </w:rPr>
        <w:t xml:space="preserve">. Wypełnienie wyłącznie formularza systemowego Systemu Zakupowego nie stanowi skutecznego złożenia oferty. Wymaga się złożenia </w:t>
      </w:r>
      <w:r w:rsidR="00C00A46">
        <w:rPr>
          <w:rFonts w:asciiTheme="minorHAnsi" w:hAnsiTheme="minorHAnsi" w:cstheme="minorBidi"/>
          <w:sz w:val="20"/>
        </w:rPr>
        <w:t>oferty zgodnie z pkt.6.3. SWZ.</w:t>
      </w:r>
    </w:p>
    <w:p w14:paraId="22D6F638" w14:textId="06276933" w:rsidR="008F38F2" w:rsidRPr="00C62503" w:rsidRDefault="008F38F2" w:rsidP="008F38F2">
      <w:pPr>
        <w:numPr>
          <w:ilvl w:val="1"/>
          <w:numId w:val="10"/>
        </w:numPr>
        <w:spacing w:before="120" w:after="120" w:line="24" w:lineRule="atLeast"/>
        <w:ind w:left="567" w:hanging="567"/>
        <w:jc w:val="both"/>
        <w:rPr>
          <w:b/>
          <w:bCs/>
          <w:sz w:val="20"/>
        </w:rPr>
      </w:pPr>
      <w:r w:rsidRPr="00C62503">
        <w:rPr>
          <w:b/>
          <w:bCs/>
          <w:sz w:val="20"/>
        </w:rPr>
        <w:t>Przekazanie oferty za pośrednictwem poczty elektronicznej, będzie skutkowało odrzuceniem oferty z postępowania na podstawie pkt  9.5.1 lit. m Procedury.</w:t>
      </w:r>
    </w:p>
    <w:p w14:paraId="29116160" w14:textId="1C72ED2A" w:rsidR="006F317F" w:rsidRPr="006F317F" w:rsidRDefault="006F317F" w:rsidP="006F317F">
      <w:pPr>
        <w:numPr>
          <w:ilvl w:val="1"/>
          <w:numId w:val="10"/>
        </w:numPr>
        <w:spacing w:before="120" w:after="120" w:line="24" w:lineRule="atLeast"/>
        <w:ind w:left="567" w:hanging="567"/>
        <w:jc w:val="both"/>
        <w:outlineLvl w:val="0"/>
        <w:rPr>
          <w:bCs/>
          <w:sz w:val="20"/>
        </w:rPr>
      </w:pPr>
      <w:r w:rsidRPr="006F317F">
        <w:rPr>
          <w:bCs/>
          <w:sz w:val="20"/>
        </w:rPr>
        <w:t xml:space="preserve">Formularz Oferty składany przez System Zakupowy musi umożliwiać Zamawiającemu zapoznanie się z jego treścią niezwłocznie po upływie terminu składania ofert. Nie dopuszcza się składania zaszyfrowanego Formularza Oferty i przekazywania Zamawiającemu po upływie terminu składania ofert hasła do jego otwarcia. </w:t>
      </w:r>
      <w:r w:rsidRPr="00C00A46">
        <w:rPr>
          <w:b/>
          <w:bCs/>
          <w:sz w:val="20"/>
        </w:rPr>
        <w:t>Będzie to skutkowało odrzuceniem oferty z postępowania zakupowego na podstawie pkt  9.5.1 lit. m Procedury</w:t>
      </w:r>
      <w:r w:rsidRPr="006F317F">
        <w:rPr>
          <w:bCs/>
          <w:sz w:val="20"/>
        </w:rPr>
        <w:t>.</w:t>
      </w:r>
    </w:p>
    <w:p w14:paraId="2BB074D9" w14:textId="61E854FD"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Ofertę należy sporządzić w języku polskim. Wszystkie dokumenty sporządzone w języku obcym należy załączyć wraz z ich tłumaczeniem na język polski poświadczonym przez Wykonawcę.</w:t>
      </w:r>
    </w:p>
    <w:p w14:paraId="2B7F6CA5" w14:textId="77777777" w:rsidR="008F38F2"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ma prawo zastrzec poufność informacji stanowiących tajemnicę handlową jego przedsiębiorstwa. Informacje przeznaczone tylko do użytku Zamawiającego, powinny zostać złożone w osobnym pliku, w Sekcji Systemu Zakupowego „Dokumenty” w katalogu „Dokument niejawny (tajemnica przedsiębiorstwa)”, zgodnie z postanowieniami opisanymi w pkt. 4.3.4 „Szczegółowej instrukcji korzystania z Systemu Zakupowego dla Wykonawców”.</w:t>
      </w:r>
      <w:r w:rsidRPr="4D2067D5">
        <w:rPr>
          <w:rFonts w:asciiTheme="minorHAnsi" w:hAnsiTheme="minorHAnsi"/>
        </w:rPr>
        <w:t xml:space="preserve"> </w:t>
      </w:r>
      <w:r w:rsidRPr="00C62503">
        <w:rPr>
          <w:rFonts w:asciiTheme="minorHAnsi" w:hAnsiTheme="minorHAnsi" w:cstheme="minorBidi"/>
          <w:sz w:val="20"/>
        </w:rPr>
        <w:t>Wykonawca powinien również zamieścić wyjaśnienie powodów ich zastrzeżenia.</w:t>
      </w:r>
    </w:p>
    <w:p w14:paraId="5277B82D" w14:textId="77777777" w:rsidR="008F38F2" w:rsidRPr="00F64711" w:rsidRDefault="008F38F2" w:rsidP="008F38F2">
      <w:pPr>
        <w:pStyle w:val="Tekstpodstawowy"/>
        <w:spacing w:before="120" w:line="24" w:lineRule="atLeast"/>
        <w:ind w:left="567"/>
        <w:rPr>
          <w:rFonts w:asciiTheme="minorHAnsi" w:hAnsiTheme="minorHAnsi" w:cstheme="minorBidi"/>
          <w:b/>
          <w:sz w:val="20"/>
        </w:rPr>
      </w:pPr>
      <w:r w:rsidRPr="00F64711">
        <w:rPr>
          <w:rFonts w:asciiTheme="minorHAnsi" w:hAnsiTheme="minorHAnsi" w:cstheme="minorBidi"/>
          <w:b/>
          <w:sz w:val="20"/>
        </w:rPr>
        <w:t>Uwaga: Wykonawca nie może zastrzec poufności ceny Oferty.</w:t>
      </w:r>
    </w:p>
    <w:p w14:paraId="55E18611"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ponosi wszelkie koszty związane z przygotowaniem i złożeniem Oferty. Zamawiający nie przewiduje zwrotu kosztów udziału w Postępowaniu.</w:t>
      </w:r>
    </w:p>
    <w:p w14:paraId="47E10D5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może przed upływem terminu do składania Ofert wycofać Ofertę.</w:t>
      </w:r>
    </w:p>
    <w:p w14:paraId="1FC9DAA3"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Wycofanie oferty odbywa się w sposób opisany w pkt 5.9 „Szczegółowej instrukcji korzystania z Systemu Zakupowego dla Wykonawców”.</w:t>
      </w:r>
    </w:p>
    <w:p w14:paraId="1DD567BF" w14:textId="77777777" w:rsidR="008F38F2" w:rsidRPr="00C62503" w:rsidRDefault="008F38F2" w:rsidP="008F38F2">
      <w:pPr>
        <w:pStyle w:val="Nagwek1"/>
        <w:numPr>
          <w:ilvl w:val="0"/>
          <w:numId w:val="11"/>
        </w:numPr>
      </w:pPr>
      <w:bookmarkStart w:id="33" w:name="_Toc193111783"/>
      <w:r w:rsidRPr="00C62503">
        <w:t>WYJAŚNIENIA I MODYFIKACJA OGŁOSZENIA O ZAKUPIE I SWZ</w:t>
      </w:r>
      <w:bookmarkEnd w:id="33"/>
    </w:p>
    <w:p w14:paraId="1EF9DDA2" w14:textId="77777777" w:rsidR="008F38F2" w:rsidRPr="00C62503" w:rsidRDefault="008F38F2" w:rsidP="008F38F2">
      <w:pPr>
        <w:numPr>
          <w:ilvl w:val="1"/>
          <w:numId w:val="11"/>
        </w:numPr>
        <w:spacing w:before="120" w:after="0" w:line="24" w:lineRule="atLeast"/>
        <w:jc w:val="both"/>
        <w:outlineLvl w:val="0"/>
        <w:rPr>
          <w:sz w:val="20"/>
        </w:rPr>
      </w:pPr>
      <w:bookmarkStart w:id="34" w:name="_Toc193111784"/>
      <w:r w:rsidRPr="00C62503">
        <w:rPr>
          <w:sz w:val="20"/>
        </w:rPr>
        <w:t>Wykonawca może zwrócić się do Zamawiającego o wyjaśnienie treści Ogłoszenia o Zakupie i SWZ. Zamawiający udzieli wyjaśnień niezwłocznie. Zamawiający może nie udzielić odpowiedzi na zapytanie w przypadku, gdy wpłynie ono na mniej niż 3 dni robocze przed terminem składania ofert. Pytania należy zadawać za pośrednictwem Systemu Zakupowego.</w:t>
      </w:r>
      <w:bookmarkEnd w:id="34"/>
    </w:p>
    <w:p w14:paraId="72B8621F" w14:textId="77777777" w:rsidR="008F38F2" w:rsidRPr="00C62503" w:rsidRDefault="008F38F2" w:rsidP="008F38F2">
      <w:pPr>
        <w:numPr>
          <w:ilvl w:val="1"/>
          <w:numId w:val="11"/>
        </w:numPr>
        <w:spacing w:before="120" w:after="0" w:line="24" w:lineRule="atLeast"/>
        <w:jc w:val="both"/>
        <w:outlineLvl w:val="0"/>
        <w:rPr>
          <w:sz w:val="20"/>
        </w:rPr>
      </w:pPr>
      <w:bookmarkStart w:id="35" w:name="_Toc193111785"/>
      <w:r w:rsidRPr="00C62503">
        <w:rPr>
          <w:sz w:val="20"/>
        </w:rPr>
        <w:t>Treść pytań i 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35"/>
    </w:p>
    <w:p w14:paraId="26992A09" w14:textId="77777777" w:rsidR="008F38F2" w:rsidRPr="00C62503" w:rsidRDefault="008F38F2" w:rsidP="008F38F2">
      <w:pPr>
        <w:numPr>
          <w:ilvl w:val="1"/>
          <w:numId w:val="11"/>
        </w:numPr>
        <w:spacing w:before="120" w:after="0" w:line="24" w:lineRule="atLeast"/>
        <w:jc w:val="both"/>
        <w:outlineLvl w:val="0"/>
        <w:rPr>
          <w:sz w:val="20"/>
        </w:rPr>
      </w:pPr>
      <w:bookmarkStart w:id="36" w:name="_Toc193111786"/>
      <w:r w:rsidRPr="00C62503">
        <w:rPr>
          <w:sz w:val="20"/>
        </w:rPr>
        <w:t xml:space="preserve">Wnioski, zawiadomienia oraz informacje Zamawiający i Wykonawcy przekazują za pośrednictwem Systemu Zakupowego. Ewentualną korespondencję kierowaną do </w:t>
      </w:r>
      <w:r w:rsidRPr="00C62503">
        <w:rPr>
          <w:sz w:val="20"/>
        </w:rPr>
        <w:lastRenderedPageBreak/>
        <w:t>Zamawiającego drogą elektroniczną należy przesyłać na adres/-y osób wymienionych w punkcie 9 SWZ.</w:t>
      </w:r>
      <w:bookmarkEnd w:id="36"/>
    </w:p>
    <w:p w14:paraId="5CEE6EF7" w14:textId="77777777" w:rsidR="008F38F2" w:rsidRPr="00C62503" w:rsidRDefault="008F38F2" w:rsidP="008F38F2">
      <w:pPr>
        <w:numPr>
          <w:ilvl w:val="1"/>
          <w:numId w:val="11"/>
        </w:numPr>
        <w:spacing w:before="120" w:after="120"/>
        <w:jc w:val="both"/>
        <w:outlineLvl w:val="0"/>
        <w:rPr>
          <w:sz w:val="20"/>
        </w:rPr>
      </w:pPr>
      <w:bookmarkStart w:id="37" w:name="_Toc193111787"/>
      <w:r w:rsidRPr="00C62503">
        <w:rPr>
          <w:sz w:val="20"/>
        </w:rPr>
        <w:t>Zamawiający może dokonywać w toku postępowania modyfikacji treści SWZ. Informację o zmianie Zamawiający przekaże Wykonawcom za pośrednictwem Systemu Zakupowego i będzie ona dla Wykonawców wiążąca.</w:t>
      </w:r>
      <w:bookmarkEnd w:id="37"/>
    </w:p>
    <w:p w14:paraId="4223CF73" w14:textId="77777777" w:rsidR="008F38F2" w:rsidRPr="00C62503" w:rsidRDefault="008F38F2" w:rsidP="008F38F2">
      <w:pPr>
        <w:pStyle w:val="Nagwek1"/>
        <w:numPr>
          <w:ilvl w:val="0"/>
          <w:numId w:val="12"/>
        </w:numPr>
      </w:pPr>
      <w:bookmarkStart w:id="38" w:name="_Toc193111788"/>
      <w:r w:rsidRPr="00C62503">
        <w:t>OPIS SPOSOBU OBLICZANIA CENY</w:t>
      </w:r>
      <w:bookmarkEnd w:id="38"/>
    </w:p>
    <w:p w14:paraId="72DA40D2" w14:textId="77777777" w:rsidR="008F38F2" w:rsidRPr="00C62503" w:rsidRDefault="008F38F2" w:rsidP="008F38F2">
      <w:pPr>
        <w:pStyle w:val="Tekstpodstawowy"/>
        <w:numPr>
          <w:ilvl w:val="1"/>
          <w:numId w:val="12"/>
        </w:numPr>
        <w:shd w:val="clear" w:color="auto" w:fill="FFFFFF" w:themeFill="background1"/>
        <w:spacing w:before="24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Oferty musi być podana w polskich złotych. Całość rozliczeń między Zamawiającym a Wykonawcą będzie prowadzona w złotych polskich. </w:t>
      </w:r>
    </w:p>
    <w:p w14:paraId="39F5B485" w14:textId="77777777"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Cena Oferty musi być skalkulowana w sposób jednoznaczny i uwzględniać wszystkie opłaty, podatki i świadczenia Wykonawcy konieczne do prawidłowego, pełnego, funkcjonalnego, terminowego wykonania przedmiotu Zakupu nawet, gdy obowiązek wykonania świadczenia nie wynika wprost z dokumentów Postępowania zakupowego lub innych dokumentów leżących u podstaw Umowy.</w:t>
      </w:r>
    </w:p>
    <w:p w14:paraId="221B3274" w14:textId="44A578A1"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nie ulega zmianie przez okres realizacji (wykonania) Zakupu, z zastrzeżeniem warunków wynikających z Umowy, której projekt stanowi </w:t>
      </w:r>
      <w:r w:rsidRPr="00C62503">
        <w:rPr>
          <w:rFonts w:asciiTheme="minorHAnsi" w:hAnsiTheme="minorHAnsi" w:cstheme="minorBidi"/>
          <w:b/>
          <w:bCs/>
          <w:sz w:val="20"/>
        </w:rPr>
        <w:t xml:space="preserve">Załącznik nr </w:t>
      </w:r>
      <w:r w:rsidR="00C00A46">
        <w:rPr>
          <w:rFonts w:asciiTheme="minorHAnsi" w:hAnsiTheme="minorHAnsi" w:cstheme="minorBidi"/>
          <w:b/>
          <w:bCs/>
          <w:sz w:val="20"/>
        </w:rPr>
        <w:t>5</w:t>
      </w:r>
      <w:r w:rsidRPr="00C62503">
        <w:rPr>
          <w:rFonts w:asciiTheme="minorHAnsi" w:hAnsiTheme="minorHAnsi" w:cstheme="minorBidi"/>
          <w:b/>
          <w:bCs/>
          <w:sz w:val="20"/>
        </w:rPr>
        <w:t xml:space="preserve"> do SWZ</w:t>
      </w:r>
      <w:r w:rsidRPr="00C62503">
        <w:rPr>
          <w:rFonts w:asciiTheme="minorHAnsi" w:hAnsiTheme="minorHAnsi" w:cstheme="minorBidi"/>
          <w:sz w:val="20"/>
        </w:rPr>
        <w:t xml:space="preserve">.  </w:t>
      </w:r>
    </w:p>
    <w:p w14:paraId="086B4158" w14:textId="77777777"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Wykonawca określi cenę za realizację przedmiotu Zamówienia poprzez wskazanie, z dokładnością do dwóch miejsc po przecinku, całkowitej ceny netto za realizację przedmiotu Zakupu w Formularzu Oferty, stanowiącym Załącznik nr 3 do SWZ oraz w ustrukturyzowanym formularzu ofertowym Systemu Zakupowego. </w:t>
      </w:r>
    </w:p>
    <w:p w14:paraId="15B67F19"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Całkowita cena netto podana przez Wykonawcę w ustrukturyzowanym formularzu ofertowym Systemu Zakupowym musi być zgodna z całkowitą ceną netto podaną w Formularzu Oferty, stanowiącego Załącznik nr 3 do SWZ. W przypadku rozbieżności pomiędzy cenami podanymi w ustrukturyzowanym formularzu Systemu Zakupowego a Formularzu Oferty, wiążące są ceny podane w Formularzu Oferty sporządzonej wg </w:t>
      </w:r>
      <w:r w:rsidRPr="00C62503">
        <w:rPr>
          <w:rFonts w:asciiTheme="minorHAnsi" w:hAnsiTheme="minorHAnsi" w:cstheme="minorBidi"/>
          <w:b/>
          <w:bCs/>
          <w:sz w:val="20"/>
        </w:rPr>
        <w:t>Załącznika nr 3 do SWZ</w:t>
      </w:r>
      <w:r w:rsidRPr="00C62503">
        <w:rPr>
          <w:rFonts w:asciiTheme="minorHAnsi" w:hAnsiTheme="minorHAnsi" w:cstheme="minorBidi"/>
          <w:sz w:val="20"/>
        </w:rPr>
        <w:t>.</w:t>
      </w:r>
    </w:p>
    <w:p w14:paraId="1536A96B"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(wartość) musi zostać wyrażona cyfrowo i słownie. </w:t>
      </w:r>
    </w:p>
    <w:p w14:paraId="6D0E1E59"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Ceny (wartości) zaokrągla się do pełnego grosza w taki sposób, że końcówki poniżej 0,5 grosza pomija się, a końcówki 0,5 grosza i wyższe zaokrągla się do 1 grosza.</w:t>
      </w:r>
    </w:p>
    <w:p w14:paraId="51AF2A2D" w14:textId="77777777" w:rsidR="008F38F2" w:rsidRPr="00C62503" w:rsidRDefault="008F38F2" w:rsidP="008F38F2">
      <w:pPr>
        <w:pStyle w:val="Akapitzlist"/>
        <w:numPr>
          <w:ilvl w:val="1"/>
          <w:numId w:val="12"/>
        </w:numPr>
        <w:spacing w:before="120" w:after="120" w:line="24" w:lineRule="atLeast"/>
        <w:ind w:left="567" w:hanging="567"/>
        <w:contextualSpacing w:val="0"/>
        <w:jc w:val="both"/>
        <w:rPr>
          <w:sz w:val="20"/>
        </w:rPr>
      </w:pPr>
      <w:r w:rsidRPr="00C62503">
        <w:rPr>
          <w:sz w:val="20"/>
        </w:rPr>
        <w:t>Jeżeli została złożona Oferta, której wybór prowadziłby do powstania u Zamawiającego obowiązku podatkowego zgodnie z ustawą z dnia 11 marca 2004 r. o podatku od towarów i usług (Dz. U. z 2018 r. poz. 2174, z późn. zm.15), dla celów zastosowania kryterium ceny lub kosztu Zamawiający dolicza do przedstawionej w tej ofercie ceny kwotę podatku od towarów i usług, którą miałby obowiązek rozliczyć.</w:t>
      </w:r>
    </w:p>
    <w:p w14:paraId="47F1E547" w14:textId="77777777" w:rsidR="008F38F2" w:rsidRPr="00C62503" w:rsidRDefault="008F38F2" w:rsidP="008F38F2">
      <w:pPr>
        <w:pStyle w:val="Nagwek1"/>
        <w:numPr>
          <w:ilvl w:val="0"/>
          <w:numId w:val="13"/>
        </w:numPr>
      </w:pPr>
      <w:bookmarkStart w:id="39" w:name="_Toc193111789"/>
      <w:r w:rsidRPr="00C62503">
        <w:t>SPOSÓB POROZUMIEWANIA SIĘ Z WYKONAWCAMI</w:t>
      </w:r>
      <w:bookmarkEnd w:id="39"/>
    </w:p>
    <w:p w14:paraId="25F5A1F9" w14:textId="77777777" w:rsidR="008F38F2" w:rsidRPr="00C62503" w:rsidRDefault="008F38F2" w:rsidP="008F38F2">
      <w:pPr>
        <w:pStyle w:val="Akapitzlist"/>
        <w:numPr>
          <w:ilvl w:val="1"/>
          <w:numId w:val="13"/>
        </w:numPr>
        <w:spacing w:before="120" w:after="0" w:line="24" w:lineRule="atLeast"/>
        <w:ind w:left="567" w:hanging="567"/>
        <w:contextualSpacing w:val="0"/>
        <w:jc w:val="both"/>
        <w:rPr>
          <w:sz w:val="20"/>
        </w:rPr>
      </w:pPr>
      <w:r w:rsidRPr="00C62503">
        <w:rPr>
          <w:sz w:val="20"/>
        </w:rPr>
        <w:t>W niniejszym postępowaniu korespondencja przekazywana będzie:</w:t>
      </w:r>
    </w:p>
    <w:p w14:paraId="5B538461"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Za pośrednictwem Systemu Zakupowego (</w:t>
      </w:r>
      <w:hyperlink r:id="rId19" w:history="1">
        <w:r w:rsidRPr="00C62503">
          <w:rPr>
            <w:rStyle w:val="Hipercze"/>
          </w:rPr>
          <w:t>https://swpp2.gkpge.pl</w:t>
        </w:r>
      </w:hyperlink>
      <w:r w:rsidRPr="00C62503">
        <w:rPr>
          <w:sz w:val="20"/>
        </w:rPr>
        <w:t>) lub</w:t>
      </w:r>
    </w:p>
    <w:p w14:paraId="2E0A5C8C"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 xml:space="preserve">Drogą elektroniczną </w:t>
      </w:r>
      <w:r w:rsidRPr="00C62503">
        <w:rPr>
          <w:rStyle w:val="Hipercze"/>
        </w:rPr>
        <w:t>na adres wskazany w pkt 9.2. SWZ wyłącznie w zakresie wskazanym w pkt. 7.3. SWZ.</w:t>
      </w:r>
    </w:p>
    <w:p w14:paraId="5E8D427F" w14:textId="77777777" w:rsidR="008F38F2" w:rsidRPr="00C62503" w:rsidRDefault="008F38F2" w:rsidP="008F38F2">
      <w:pPr>
        <w:pStyle w:val="Akapitzlist"/>
        <w:numPr>
          <w:ilvl w:val="1"/>
          <w:numId w:val="13"/>
        </w:numPr>
        <w:spacing w:before="120" w:after="0" w:line="24" w:lineRule="atLeast"/>
        <w:ind w:left="567" w:hanging="567"/>
        <w:contextualSpacing w:val="0"/>
        <w:jc w:val="both"/>
        <w:rPr>
          <w:sz w:val="20"/>
        </w:rPr>
      </w:pPr>
      <w:r w:rsidRPr="00C62503">
        <w:rPr>
          <w:sz w:val="20"/>
        </w:rPr>
        <w:t>Osobą uprawnioną do porozumiewania się z Wykonawcami jest:</w:t>
      </w:r>
    </w:p>
    <w:p w14:paraId="42F5368E" w14:textId="2B8447D7" w:rsidR="00C00A46" w:rsidRPr="00C00A46" w:rsidRDefault="00E13A35" w:rsidP="00C00A46">
      <w:pPr>
        <w:pStyle w:val="Akapitzlist"/>
        <w:numPr>
          <w:ilvl w:val="2"/>
          <w:numId w:val="13"/>
        </w:numPr>
        <w:spacing w:before="120" w:after="0" w:line="24" w:lineRule="atLeast"/>
        <w:ind w:left="1276" w:hanging="709"/>
        <w:jc w:val="both"/>
        <w:rPr>
          <w:b/>
          <w:sz w:val="20"/>
        </w:rPr>
      </w:pPr>
      <w:bookmarkStart w:id="40" w:name="_Toc354752464"/>
      <w:bookmarkStart w:id="41" w:name="_Toc516566389"/>
      <w:bookmarkStart w:id="42" w:name="_Toc516581659"/>
      <w:bookmarkStart w:id="43" w:name="_Toc516734844"/>
      <w:bookmarkStart w:id="44" w:name="_Toc516738874"/>
      <w:r>
        <w:rPr>
          <w:b/>
          <w:sz w:val="20"/>
        </w:rPr>
        <w:t>Izabela Kaczorowska-Jakubowska</w:t>
      </w:r>
      <w:r w:rsidR="00C00A46" w:rsidRPr="00AE7D37">
        <w:rPr>
          <w:b/>
          <w:sz w:val="20"/>
        </w:rPr>
        <w:t xml:space="preserve">, Wydział Zamówień Oddziału Łódź PGE Dystrybucja S.A., tel.: 042 675 </w:t>
      </w:r>
      <w:r>
        <w:rPr>
          <w:b/>
          <w:sz w:val="20"/>
        </w:rPr>
        <w:t>17 48</w:t>
      </w:r>
      <w:r w:rsidR="00C00A46" w:rsidRPr="00AE7D37">
        <w:rPr>
          <w:b/>
          <w:sz w:val="20"/>
        </w:rPr>
        <w:t xml:space="preserve"> (w godz. 8:00-14:00),</w:t>
      </w:r>
      <w:r w:rsidR="00C00A46" w:rsidRPr="00C00A46">
        <w:rPr>
          <w:b/>
          <w:sz w:val="20"/>
        </w:rPr>
        <w:t xml:space="preserve"> </w:t>
      </w:r>
      <w:r w:rsidR="00C00A46" w:rsidRPr="00C00A46">
        <w:rPr>
          <w:b/>
          <w:sz w:val="20"/>
        </w:rPr>
        <w:br/>
        <w:t xml:space="preserve">e-mail: </w:t>
      </w:r>
      <w:bookmarkEnd w:id="40"/>
      <w:r>
        <w:rPr>
          <w:b/>
          <w:sz w:val="20"/>
        </w:rPr>
        <w:t>Izabela.Kaczorowska-Jakubowska</w:t>
      </w:r>
      <w:r w:rsidR="00C00A46" w:rsidRPr="00C00A46">
        <w:rPr>
          <w:b/>
          <w:sz w:val="20"/>
        </w:rPr>
        <w:t xml:space="preserve">@pgedystrybucja.pl </w:t>
      </w:r>
    </w:p>
    <w:p w14:paraId="6C3CE198" w14:textId="73F6C65F" w:rsidR="008F38F2" w:rsidRPr="00D8469A" w:rsidRDefault="00C00A46" w:rsidP="00C00A46">
      <w:pPr>
        <w:pStyle w:val="Akapitzlist"/>
        <w:spacing w:before="120" w:after="0" w:line="24" w:lineRule="atLeast"/>
        <w:ind w:left="1276"/>
        <w:jc w:val="both"/>
        <w:rPr>
          <w:sz w:val="20"/>
          <w:lang w:val="en-GB"/>
        </w:rPr>
      </w:pPr>
      <w:r w:rsidRPr="00AE7D37">
        <w:rPr>
          <w:sz w:val="20"/>
        </w:rPr>
        <w:t>dodatkowo:</w:t>
      </w:r>
      <w:r w:rsidRPr="00AE7D37">
        <w:rPr>
          <w:b/>
          <w:sz w:val="20"/>
        </w:rPr>
        <w:t xml:space="preserve"> </w:t>
      </w:r>
      <w:bookmarkEnd w:id="41"/>
      <w:bookmarkEnd w:id="42"/>
      <w:bookmarkEnd w:id="43"/>
      <w:bookmarkEnd w:id="44"/>
      <w:r w:rsidR="005836CE">
        <w:rPr>
          <w:b/>
          <w:sz w:val="20"/>
        </w:rPr>
        <w:t>Magdalena Goc-Moszyńska</w:t>
      </w:r>
      <w:r w:rsidRPr="00AE7D37">
        <w:rPr>
          <w:b/>
          <w:sz w:val="20"/>
        </w:rPr>
        <w:t xml:space="preserve"> tel. 042 675 </w:t>
      </w:r>
      <w:r w:rsidR="005836CE">
        <w:rPr>
          <w:b/>
          <w:sz w:val="20"/>
        </w:rPr>
        <w:t>22 04</w:t>
      </w:r>
      <w:r w:rsidRPr="00AE7D37">
        <w:rPr>
          <w:b/>
          <w:sz w:val="20"/>
        </w:rPr>
        <w:t xml:space="preserve"> (w godz. </w:t>
      </w:r>
      <w:r w:rsidRPr="00D8469A">
        <w:rPr>
          <w:b/>
          <w:sz w:val="20"/>
          <w:lang w:val="en-GB"/>
        </w:rPr>
        <w:t xml:space="preserve">8:00-14:00) </w:t>
      </w:r>
      <w:r w:rsidRPr="00D8469A">
        <w:rPr>
          <w:b/>
          <w:sz w:val="20"/>
          <w:lang w:val="en-GB"/>
        </w:rPr>
        <w:br/>
        <w:t xml:space="preserve">e-mail: </w:t>
      </w:r>
      <w:hyperlink r:id="rId20" w:history="1">
        <w:r w:rsidR="005836CE" w:rsidRPr="00310CA8">
          <w:rPr>
            <w:rStyle w:val="Hipercze"/>
            <w:b/>
            <w:lang w:val="en-GB"/>
          </w:rPr>
          <w:t>Magdalena.Goc-Moszynska@pgedystrybucja.pl</w:t>
        </w:r>
      </w:hyperlink>
    </w:p>
    <w:p w14:paraId="76A76DCA"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lastRenderedPageBreak/>
        <w:t>Wykonawcy nie są uprawnieni do kontaktowania się w sprawie przedmiotowego postępowania zakupowego w trakcie jego trwania z innymi osobami poza wskazanymi do kontaktu powyżej.</w:t>
      </w:r>
    </w:p>
    <w:p w14:paraId="102BDC0A" w14:textId="77777777" w:rsidR="008F38F2" w:rsidRPr="00C62503" w:rsidRDefault="008F38F2" w:rsidP="000A15BF">
      <w:pPr>
        <w:pStyle w:val="Akapitzlist"/>
        <w:numPr>
          <w:ilvl w:val="1"/>
          <w:numId w:val="13"/>
        </w:numPr>
        <w:spacing w:before="120" w:after="0" w:line="24" w:lineRule="atLeast"/>
        <w:ind w:left="567" w:hanging="567"/>
        <w:contextualSpacing w:val="0"/>
        <w:jc w:val="both"/>
        <w:rPr>
          <w:sz w:val="20"/>
        </w:rPr>
      </w:pPr>
      <w:r w:rsidRPr="00C62503">
        <w:rPr>
          <w:sz w:val="20"/>
        </w:rPr>
        <w:t>Wykonawcy porozumiewając się z Zamawiającym powinni za każdym razem powoływać się na numer postępowania.</w:t>
      </w:r>
    </w:p>
    <w:p w14:paraId="7DA536A2" w14:textId="77777777" w:rsidR="008F38F2" w:rsidRPr="00C62503" w:rsidRDefault="008F38F2" w:rsidP="008F38F2">
      <w:pPr>
        <w:pStyle w:val="Nagwek1"/>
        <w:numPr>
          <w:ilvl w:val="0"/>
          <w:numId w:val="14"/>
        </w:numPr>
      </w:pPr>
      <w:bookmarkStart w:id="45" w:name="_Toc193111790"/>
      <w:r w:rsidRPr="00C62503">
        <w:t>MIEJSCE ORAZ TERMIN SKŁADANIA  OFERT</w:t>
      </w:r>
      <w:bookmarkEnd w:id="45"/>
    </w:p>
    <w:p w14:paraId="462DDE3C"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Ofertę wraz z wymaganymi dokumentami należy złożyć za pośrednictwem Systemu Zakupowego dostępnego pod adresem: </w:t>
      </w:r>
      <w:hyperlink r:id="rId21" w:history="1">
        <w:r w:rsidRPr="00C62503">
          <w:rPr>
            <w:rStyle w:val="Hipercze"/>
          </w:rPr>
          <w:t>https://swpp2.gkpge.pl</w:t>
        </w:r>
      </w:hyperlink>
      <w:r w:rsidRPr="00C62503">
        <w:rPr>
          <w:sz w:val="20"/>
        </w:rPr>
        <w:t xml:space="preserve"> </w:t>
      </w:r>
    </w:p>
    <w:p w14:paraId="68B38786" w14:textId="77777777" w:rsidR="008F38F2" w:rsidRPr="00C62503" w:rsidRDefault="008F38F2" w:rsidP="008F38F2">
      <w:pPr>
        <w:pStyle w:val="Akapitzlist"/>
        <w:shd w:val="clear" w:color="auto" w:fill="FFFFFF" w:themeFill="background1"/>
        <w:spacing w:before="240" w:after="120" w:line="24" w:lineRule="atLeast"/>
        <w:rPr>
          <w:sz w:val="20"/>
        </w:rPr>
      </w:pPr>
    </w:p>
    <w:p w14:paraId="4A6316D1" w14:textId="01D8F879"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W dniu opublikowania postępowania termin składania ofert został wyznaczony do dnia </w:t>
      </w:r>
      <w:r w:rsidR="00691847">
        <w:rPr>
          <w:b/>
          <w:sz w:val="20"/>
        </w:rPr>
        <w:t>0</w:t>
      </w:r>
      <w:r w:rsidR="00B074FC">
        <w:rPr>
          <w:b/>
          <w:sz w:val="20"/>
        </w:rPr>
        <w:t>5</w:t>
      </w:r>
      <w:r w:rsidR="00691847">
        <w:rPr>
          <w:b/>
          <w:sz w:val="20"/>
        </w:rPr>
        <w:t>.02.2026</w:t>
      </w:r>
      <w:r w:rsidR="00C00A46" w:rsidRPr="00C00A46">
        <w:rPr>
          <w:b/>
          <w:sz w:val="20"/>
        </w:rPr>
        <w:t xml:space="preserve"> r. do godz. 09:00</w:t>
      </w:r>
      <w:r w:rsidRPr="00C62503">
        <w:rPr>
          <w:sz w:val="20"/>
        </w:rPr>
        <w:t xml:space="preserve">. </w:t>
      </w:r>
    </w:p>
    <w:p w14:paraId="566F226C" w14:textId="77777777" w:rsidR="008F38F2" w:rsidRPr="00C62503" w:rsidRDefault="008F38F2" w:rsidP="008F38F2">
      <w:pPr>
        <w:pStyle w:val="Akapitzlist"/>
        <w:shd w:val="clear" w:color="auto" w:fill="FFFFFF" w:themeFill="background1"/>
        <w:spacing w:before="240" w:after="120" w:line="24" w:lineRule="atLeast"/>
        <w:rPr>
          <w:sz w:val="20"/>
        </w:rPr>
      </w:pPr>
    </w:p>
    <w:p w14:paraId="0088628E"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W przypadku dokonywania zmian terminu aktualny termin składania ofert będzie podany w Systemie Zakupowym. </w:t>
      </w:r>
    </w:p>
    <w:p w14:paraId="0B39827C" w14:textId="77777777" w:rsidR="008F38F2" w:rsidRPr="00C62503" w:rsidRDefault="008F38F2" w:rsidP="008F38F2">
      <w:pPr>
        <w:pStyle w:val="Akapitzlist"/>
        <w:shd w:val="clear" w:color="auto" w:fill="FFFFFF" w:themeFill="background1"/>
        <w:spacing w:before="240" w:after="120" w:line="24" w:lineRule="atLeast"/>
        <w:rPr>
          <w:sz w:val="20"/>
        </w:rPr>
      </w:pPr>
    </w:p>
    <w:p w14:paraId="384F788F"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b/>
          <w:bCs/>
          <w:sz w:val="20"/>
        </w:rPr>
      </w:pPr>
      <w:r w:rsidRPr="00C62503">
        <w:rPr>
          <w:sz w:val="20"/>
        </w:rPr>
        <w:t xml:space="preserve">UWAGA: Za termin złożenia oferty przyjmuje się datę i godzinę wpływu oferty na serwer, a nie datę i godzinę jej wysłania przez Wykonawcę. Po upływie wyznaczonego terminu składania ofert nie będzie możliwe złożenie Oferty. </w:t>
      </w:r>
      <w:r w:rsidRPr="00C62503">
        <w:rPr>
          <w:b/>
          <w:bCs/>
          <w:sz w:val="20"/>
        </w:rPr>
        <w:t>Dlatego, mając w szczególności na uwadze możliwość wystąpienia ewentualnych nieprzewidzianych utrudnień technicznych po stronie Wykonawcy lub związanych z działaniem Systemu Zakupowego, Zamawiający rekomenduje, aby Oferty składać z odpowiednim wyprzedzeniem.</w:t>
      </w:r>
    </w:p>
    <w:p w14:paraId="5BD0DD0D"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Zamawiający nie przewiduje publicznego otwarcia ofert.</w:t>
      </w:r>
    </w:p>
    <w:p w14:paraId="76BD2ECF" w14:textId="77777777" w:rsidR="008F38F2" w:rsidRPr="00C62503" w:rsidRDefault="008F38F2" w:rsidP="008F38F2">
      <w:pPr>
        <w:pStyle w:val="Nagwek1"/>
        <w:numPr>
          <w:ilvl w:val="0"/>
          <w:numId w:val="15"/>
        </w:numPr>
      </w:pPr>
      <w:bookmarkStart w:id="46" w:name="_Toc193111791"/>
      <w:r w:rsidRPr="00C62503">
        <w:t>TERMIN ZWIĄZANIA OFERTĄ</w:t>
      </w:r>
      <w:bookmarkEnd w:id="46"/>
    </w:p>
    <w:p w14:paraId="52B9BB67" w14:textId="09B41091" w:rsidR="008F38F2" w:rsidRPr="00C62503"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 xml:space="preserve">Termin związania ofertą wynosi </w:t>
      </w:r>
      <w:r w:rsidR="00C00A46" w:rsidRPr="00C00A46">
        <w:rPr>
          <w:b/>
          <w:sz w:val="20"/>
        </w:rPr>
        <w:t>45</w:t>
      </w:r>
      <w:r w:rsidRPr="00C00A46">
        <w:rPr>
          <w:b/>
          <w:sz w:val="20"/>
        </w:rPr>
        <w:t xml:space="preserve"> dni</w:t>
      </w:r>
      <w:r w:rsidRPr="00C62503">
        <w:rPr>
          <w:sz w:val="20"/>
        </w:rPr>
        <w:t xml:space="preserve"> licząc od daty upływu terminu składania ofert.</w:t>
      </w:r>
    </w:p>
    <w:p w14:paraId="3A57302A" w14:textId="77777777" w:rsidR="008F38F2" w:rsidRPr="00C62503"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 xml:space="preserve">Jeżeli termin związania ofertą okaże się niewystarczający, Zamawiający zwróci się do Wykonawców o wyrażenie zgody na jego przedłużenie. </w:t>
      </w:r>
    </w:p>
    <w:p w14:paraId="3DDF9B9E" w14:textId="77777777" w:rsidR="008F38F2"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Przedłużenie terminu związania ofertą jest możliwe z jednoczesnym przedłużeniem okresu ważności wadium, jeżeli było ono wymagane, albo, jeżeli nie jest  to możliwe, z wniesieniem nowego wadium na przedłużony okres związania ofertą.</w:t>
      </w:r>
    </w:p>
    <w:p w14:paraId="30090EFE" w14:textId="6C724AA5" w:rsidR="008F38F2" w:rsidRPr="000A15BF" w:rsidRDefault="008F38F2" w:rsidP="000A15BF">
      <w:pPr>
        <w:pStyle w:val="Akapitzlist"/>
        <w:numPr>
          <w:ilvl w:val="1"/>
          <w:numId w:val="15"/>
        </w:numPr>
        <w:spacing w:after="0" w:line="288" w:lineRule="auto"/>
        <w:ind w:left="709" w:hanging="709"/>
        <w:jc w:val="both"/>
        <w:rPr>
          <w:sz w:val="20"/>
        </w:rPr>
      </w:pPr>
      <w:r w:rsidRPr="00086552">
        <w:rPr>
          <w:sz w:val="20"/>
        </w:rPr>
        <w:t xml:space="preserve">Wykonawca może przedłużyć termin związania Ofertą </w:t>
      </w:r>
      <w:r w:rsidR="000A15BF">
        <w:rPr>
          <w:sz w:val="20"/>
        </w:rPr>
        <w:t>oraz okres ważności wadium</w:t>
      </w:r>
      <w:r w:rsidR="00397C46" w:rsidRPr="00397C46">
        <w:rPr>
          <w:sz w:val="20"/>
        </w:rPr>
        <w:t xml:space="preserve"> </w:t>
      </w:r>
      <w:r w:rsidRPr="00086552">
        <w:rPr>
          <w:sz w:val="20"/>
        </w:rPr>
        <w:t>z własnej inicjatywy.</w:t>
      </w:r>
    </w:p>
    <w:p w14:paraId="6690EEBA" w14:textId="77777777" w:rsidR="008F38F2" w:rsidRPr="00C62503" w:rsidRDefault="008F38F2" w:rsidP="008F38F2">
      <w:pPr>
        <w:pStyle w:val="Nagwek1"/>
        <w:numPr>
          <w:ilvl w:val="0"/>
          <w:numId w:val="15"/>
        </w:numPr>
      </w:pPr>
      <w:bookmarkStart w:id="47" w:name="_Toc193111792"/>
      <w:r w:rsidRPr="00C62503">
        <w:t>INFORMACJE DOTYCZĄCE OCENY OFERT</w:t>
      </w:r>
      <w:bookmarkEnd w:id="47"/>
      <w:r w:rsidRPr="00C62503">
        <w:t xml:space="preserve"> </w:t>
      </w:r>
    </w:p>
    <w:p w14:paraId="61234835" w14:textId="425CDE05" w:rsidR="008F38F2" w:rsidRPr="00C62503" w:rsidRDefault="008F38F2" w:rsidP="000A15BF">
      <w:pPr>
        <w:pStyle w:val="Akapitzlist"/>
        <w:numPr>
          <w:ilvl w:val="1"/>
          <w:numId w:val="17"/>
        </w:numPr>
        <w:spacing w:before="120" w:after="120" w:line="24" w:lineRule="atLeast"/>
        <w:ind w:left="709" w:hanging="709"/>
        <w:contextualSpacing w:val="0"/>
        <w:jc w:val="both"/>
        <w:rPr>
          <w:sz w:val="20"/>
        </w:rPr>
      </w:pPr>
      <w:r w:rsidRPr="00C62503">
        <w:rPr>
          <w:sz w:val="20"/>
        </w:rPr>
        <w:t>Z zastrzeżeniem postanowień pkt. 1.3.6. oraz 1.3.7 SWZ, Zamawiający uzna za najkorzystniejszą Ofertę, która nie podlega odrzuceniu i zawiera najniższą cenę - kryterium oceny ofert: cena netto</w:t>
      </w:r>
      <w:r w:rsidR="00C00A46">
        <w:rPr>
          <w:sz w:val="20"/>
        </w:rPr>
        <w:t xml:space="preserve"> (waga 100%).</w:t>
      </w:r>
    </w:p>
    <w:p w14:paraId="15D73521" w14:textId="77777777" w:rsidR="008F38F2" w:rsidRPr="00C62503" w:rsidRDefault="008F38F2" w:rsidP="000A15BF">
      <w:pPr>
        <w:pStyle w:val="Akapitzlist"/>
        <w:numPr>
          <w:ilvl w:val="1"/>
          <w:numId w:val="17"/>
        </w:numPr>
        <w:spacing w:after="0"/>
        <w:ind w:left="709" w:hanging="709"/>
        <w:jc w:val="both"/>
        <w:rPr>
          <w:sz w:val="20"/>
        </w:rPr>
      </w:pPr>
      <w:r w:rsidRPr="00C62503">
        <w:rPr>
          <w:sz w:val="20"/>
        </w:rPr>
        <w:t>W toku badania i oceny Ofert Zamawiający może żądać od Wykonawców wyjaśnień dotyczących treści złożonych Ofert.</w:t>
      </w:r>
    </w:p>
    <w:p w14:paraId="7C1DE3C3" w14:textId="77777777" w:rsidR="008F38F2" w:rsidRPr="00C62503" w:rsidRDefault="008F38F2" w:rsidP="008F38F2">
      <w:pPr>
        <w:pStyle w:val="Nagwek1"/>
        <w:numPr>
          <w:ilvl w:val="0"/>
          <w:numId w:val="28"/>
        </w:numPr>
      </w:pPr>
      <w:bookmarkStart w:id="48" w:name="_Toc193111793"/>
      <w:r w:rsidRPr="00C62503">
        <w:t>ZABEZPIECZENIE NALEŻYTEGO WYKONANIA UMOWY</w:t>
      </w:r>
      <w:bookmarkEnd w:id="48"/>
    </w:p>
    <w:p w14:paraId="3303ADEB" w14:textId="2FC893F4" w:rsidR="00244FCA" w:rsidRDefault="008F38F2" w:rsidP="00CE336E">
      <w:pPr>
        <w:pStyle w:val="Akapitzlist"/>
        <w:numPr>
          <w:ilvl w:val="1"/>
          <w:numId w:val="18"/>
        </w:numPr>
        <w:spacing w:before="120" w:after="120" w:line="24" w:lineRule="atLeast"/>
        <w:ind w:left="709" w:hanging="709"/>
        <w:contextualSpacing w:val="0"/>
        <w:jc w:val="both"/>
        <w:rPr>
          <w:sz w:val="20"/>
        </w:rPr>
      </w:pPr>
      <w:r w:rsidRPr="00F72B73">
        <w:rPr>
          <w:sz w:val="20"/>
        </w:rPr>
        <w:t xml:space="preserve">Zamawiający </w:t>
      </w:r>
      <w:r w:rsidRPr="00F72B73">
        <w:rPr>
          <w:b/>
          <w:sz w:val="20"/>
        </w:rPr>
        <w:t>wymaga</w:t>
      </w:r>
      <w:r w:rsidRPr="00F72B73">
        <w:rPr>
          <w:sz w:val="20"/>
        </w:rPr>
        <w:t xml:space="preserve"> wniesienia zabezpieczenia należytego wykonania umowy </w:t>
      </w:r>
      <w:r w:rsidR="00F72B73" w:rsidRPr="00F72B73">
        <w:rPr>
          <w:b/>
          <w:sz w:val="20"/>
        </w:rPr>
        <w:t xml:space="preserve">w zakresie części </w:t>
      </w:r>
      <w:r w:rsidR="00691847">
        <w:rPr>
          <w:b/>
          <w:sz w:val="20"/>
        </w:rPr>
        <w:t>3</w:t>
      </w:r>
      <w:r w:rsidR="00F72B73" w:rsidRPr="00F72B73">
        <w:rPr>
          <w:b/>
          <w:sz w:val="20"/>
        </w:rPr>
        <w:t xml:space="preserve"> </w:t>
      </w:r>
      <w:r w:rsidRPr="00F72B73">
        <w:rPr>
          <w:sz w:val="20"/>
        </w:rPr>
        <w:t>w wysokości</w:t>
      </w:r>
    </w:p>
    <w:p w14:paraId="1E836F51" w14:textId="477F9128" w:rsidR="00244FCA" w:rsidRDefault="00691847" w:rsidP="00873253">
      <w:pPr>
        <w:pStyle w:val="Akapitzlist"/>
        <w:spacing w:before="120" w:after="120" w:line="24" w:lineRule="atLeast"/>
        <w:ind w:left="1429"/>
        <w:contextualSpacing w:val="0"/>
        <w:jc w:val="both"/>
        <w:rPr>
          <w:bCs/>
          <w:sz w:val="20"/>
        </w:rPr>
      </w:pPr>
      <w:r>
        <w:rPr>
          <w:b/>
          <w:bCs/>
          <w:sz w:val="20"/>
        </w:rPr>
        <w:lastRenderedPageBreak/>
        <w:t>1</w:t>
      </w:r>
      <w:r w:rsidR="00244FCA" w:rsidRPr="00244FCA">
        <w:rPr>
          <w:b/>
          <w:bCs/>
          <w:sz w:val="20"/>
        </w:rPr>
        <w:t>% całkowitej ceny ofertowej brutto wynikającej z Umowy dla przedmiotowej części.</w:t>
      </w:r>
    </w:p>
    <w:p w14:paraId="21B7B98F" w14:textId="4BD9C692" w:rsidR="008F38F2" w:rsidRPr="00691847" w:rsidRDefault="008F38F2" w:rsidP="00691847">
      <w:pPr>
        <w:spacing w:before="120" w:after="120" w:line="24" w:lineRule="atLeast"/>
        <w:ind w:left="1069"/>
        <w:jc w:val="both"/>
        <w:rPr>
          <w:sz w:val="20"/>
        </w:rPr>
      </w:pPr>
    </w:p>
    <w:p w14:paraId="20567765" w14:textId="77777777" w:rsidR="008F38F2" w:rsidRPr="00C62503" w:rsidRDefault="008F38F2" w:rsidP="00CE336E">
      <w:pPr>
        <w:numPr>
          <w:ilvl w:val="1"/>
          <w:numId w:val="18"/>
        </w:numPr>
        <w:autoSpaceDE w:val="0"/>
        <w:autoSpaceDN w:val="0"/>
        <w:spacing w:before="120" w:after="120"/>
        <w:ind w:left="709" w:hanging="709"/>
        <w:jc w:val="both"/>
        <w:rPr>
          <w:sz w:val="20"/>
        </w:rPr>
      </w:pPr>
      <w:r w:rsidRPr="00C62503">
        <w:rPr>
          <w:sz w:val="20"/>
        </w:rPr>
        <w:t xml:space="preserve">Zabezpieczenie musi być wniesione w całości przed podpisaniem Umowy. </w:t>
      </w:r>
    </w:p>
    <w:p w14:paraId="302F2C5E" w14:textId="2995F3F0" w:rsidR="008F38F2" w:rsidRPr="00C62503" w:rsidRDefault="008F38F2" w:rsidP="00CE336E">
      <w:pPr>
        <w:pStyle w:val="Akapitzlist"/>
        <w:numPr>
          <w:ilvl w:val="1"/>
          <w:numId w:val="18"/>
        </w:numPr>
        <w:spacing w:before="120" w:after="120" w:line="24" w:lineRule="atLeast"/>
        <w:ind w:left="709" w:hanging="709"/>
        <w:contextualSpacing w:val="0"/>
        <w:jc w:val="both"/>
        <w:rPr>
          <w:sz w:val="20"/>
        </w:rPr>
      </w:pPr>
      <w:r w:rsidRPr="00C62503">
        <w:rPr>
          <w:sz w:val="20"/>
        </w:rPr>
        <w:t xml:space="preserve">Zabezpieczenie może być wniesione w formie pieniężnej (przelewem na rachunek bankowy Zamawiającego: </w:t>
      </w:r>
      <w:r w:rsidR="00F72B73" w:rsidRPr="00F72B73">
        <w:rPr>
          <w:b/>
          <w:sz w:val="20"/>
        </w:rPr>
        <w:t>67 1240 6292 1111 0010 3590 3036</w:t>
      </w:r>
      <w:r w:rsidRPr="00C62503">
        <w:rPr>
          <w:sz w:val="20"/>
        </w:rPr>
        <w:t>), w poręczeniach bankowych, w gwarancjach bankowych lub w gwarancjach ubezpieczeniowych.</w:t>
      </w:r>
    </w:p>
    <w:p w14:paraId="1CC5E15A" w14:textId="77777777" w:rsidR="008F38F2" w:rsidRPr="00C62503" w:rsidRDefault="008F38F2" w:rsidP="00CE336E">
      <w:pPr>
        <w:pStyle w:val="Akapitzlist"/>
        <w:numPr>
          <w:ilvl w:val="1"/>
          <w:numId w:val="18"/>
        </w:numPr>
        <w:spacing w:before="120" w:after="120" w:line="24" w:lineRule="atLeast"/>
        <w:ind w:left="709" w:hanging="709"/>
        <w:contextualSpacing w:val="0"/>
        <w:jc w:val="both"/>
        <w:rPr>
          <w:sz w:val="20"/>
        </w:rPr>
      </w:pPr>
      <w:r w:rsidRPr="00C62503">
        <w:rPr>
          <w:sz w:val="20"/>
        </w:rPr>
        <w:t>Zabezpieczenie należytego wykonania Umowy, przekazane w innej formie niż pieniężna, powinno zawierać zobowiązanie poręczyciela lub gwaranta do płatności na pierwsze żądanie Zamawiającego. Poręczenie lub gwarancja powinno być udzielone bezwarunkowo i nieodwołalnie, na cały okres realizacji umowy oraz wskazywać termin, w jakim dokonana zostanie wypłata. Termin ten nie może być dłuższy niż 14 dni od daty otrzymania od Zamawiającego żądania zapłaty.</w:t>
      </w:r>
    </w:p>
    <w:p w14:paraId="6E62ECF2" w14:textId="77777777" w:rsidR="008F38F2" w:rsidRPr="00C62503" w:rsidRDefault="008F38F2" w:rsidP="00CE336E">
      <w:pPr>
        <w:pStyle w:val="Akapitzlist"/>
        <w:numPr>
          <w:ilvl w:val="1"/>
          <w:numId w:val="18"/>
        </w:numPr>
        <w:spacing w:before="120" w:after="120" w:line="24" w:lineRule="atLeast"/>
        <w:ind w:left="709" w:hanging="709"/>
        <w:contextualSpacing w:val="0"/>
        <w:jc w:val="both"/>
        <w:rPr>
          <w:sz w:val="20"/>
        </w:rPr>
      </w:pPr>
      <w:r w:rsidRPr="00C62503">
        <w:rPr>
          <w:sz w:val="20"/>
        </w:rPr>
        <w:t>W przypadku Konsorcjum, zabezpieczenie należytego wykonania umowy może być wniesione przez dowolnego członka/członków Konsorcjum. Z dokumentu powinno wynikać, w imieniu których Wykonawców zabezpieczenie jest wnoszone.</w:t>
      </w:r>
    </w:p>
    <w:p w14:paraId="6428E30B" w14:textId="71A1FB83" w:rsidR="008F38F2" w:rsidRPr="00C62503" w:rsidRDefault="008F38F2" w:rsidP="00CE336E">
      <w:pPr>
        <w:pStyle w:val="Akapitzlist"/>
        <w:numPr>
          <w:ilvl w:val="1"/>
          <w:numId w:val="18"/>
        </w:numPr>
        <w:spacing w:before="120" w:after="120" w:line="24" w:lineRule="atLeast"/>
        <w:ind w:left="709" w:hanging="709"/>
        <w:contextualSpacing w:val="0"/>
        <w:jc w:val="both"/>
        <w:rPr>
          <w:sz w:val="20"/>
        </w:rPr>
      </w:pPr>
      <w:r w:rsidRPr="00C62503">
        <w:rPr>
          <w:sz w:val="20"/>
        </w:rPr>
        <w:t>Sposób wniesienia zabezpieczenia należytego wykonania umowy oraz zasady zwrotu zabezpieczenia określa Procedura Zakupów PGE Dystrybucja S.A. oraz Projekt Umowy stanowiący</w:t>
      </w:r>
      <w:r w:rsidRPr="00C62503">
        <w:rPr>
          <w:b/>
          <w:bCs/>
          <w:sz w:val="20"/>
        </w:rPr>
        <w:t xml:space="preserve"> Załącznik nr </w:t>
      </w:r>
      <w:r w:rsidR="00507BFD">
        <w:rPr>
          <w:b/>
          <w:bCs/>
          <w:sz w:val="20"/>
        </w:rPr>
        <w:t>5</w:t>
      </w:r>
      <w:r w:rsidRPr="00C62503">
        <w:rPr>
          <w:b/>
          <w:bCs/>
          <w:sz w:val="20"/>
        </w:rPr>
        <w:t xml:space="preserve"> do SWZ</w:t>
      </w:r>
      <w:r w:rsidRPr="000A15BF">
        <w:rPr>
          <w:bCs/>
          <w:sz w:val="20"/>
        </w:rPr>
        <w:t>.</w:t>
      </w:r>
    </w:p>
    <w:p w14:paraId="0F9B02D4" w14:textId="77777777" w:rsidR="008F38F2" w:rsidRPr="00C62503" w:rsidRDefault="008F38F2" w:rsidP="008F38F2">
      <w:pPr>
        <w:pStyle w:val="Nagwek1"/>
        <w:numPr>
          <w:ilvl w:val="0"/>
          <w:numId w:val="22"/>
        </w:numPr>
      </w:pPr>
      <w:bookmarkStart w:id="49" w:name="_Toc193111794"/>
      <w:r w:rsidRPr="00C62503">
        <w:t>INFORMACJE DOTYCZĄCE ZAWARCIA UMOWY</w:t>
      </w:r>
      <w:bookmarkEnd w:id="49"/>
    </w:p>
    <w:p w14:paraId="48C82CB9" w14:textId="4E0E2C06" w:rsidR="008F38F2" w:rsidRPr="00C62503" w:rsidRDefault="008F38F2" w:rsidP="00CE336E">
      <w:pPr>
        <w:pStyle w:val="Akapitzlist"/>
        <w:numPr>
          <w:ilvl w:val="1"/>
          <w:numId w:val="22"/>
        </w:numPr>
        <w:spacing w:after="0"/>
        <w:ind w:left="709" w:hanging="709"/>
        <w:jc w:val="both"/>
        <w:rPr>
          <w:sz w:val="20"/>
        </w:rPr>
      </w:pPr>
      <w:r w:rsidRPr="00C62503">
        <w:rPr>
          <w:sz w:val="20"/>
        </w:rPr>
        <w:t>Z Wykonawcą, którego Oferta zostanie uznana za najkorzystniejszą na podstawie kryteriów oceny ofert, Zamawiający podpisze Umowę według wzoru określonego w </w:t>
      </w:r>
      <w:r w:rsidRPr="00C62503">
        <w:rPr>
          <w:b/>
          <w:bCs/>
          <w:sz w:val="20"/>
        </w:rPr>
        <w:t xml:space="preserve">Załączniku nr </w:t>
      </w:r>
      <w:r w:rsidR="00507BFD">
        <w:rPr>
          <w:b/>
          <w:bCs/>
          <w:sz w:val="20"/>
        </w:rPr>
        <w:t>5</w:t>
      </w:r>
      <w:r w:rsidRPr="00C62503">
        <w:rPr>
          <w:b/>
          <w:bCs/>
          <w:sz w:val="20"/>
        </w:rPr>
        <w:t xml:space="preserve"> do SWZ</w:t>
      </w:r>
      <w:r w:rsidRPr="00C62503">
        <w:rPr>
          <w:sz w:val="20"/>
        </w:rPr>
        <w:t>, na warunkach określonych w niniejszym Postępowaniu.</w:t>
      </w:r>
    </w:p>
    <w:p w14:paraId="42688767" w14:textId="693E99B6" w:rsidR="008F38F2" w:rsidRPr="00C62503" w:rsidRDefault="008F38F2" w:rsidP="00CE336E">
      <w:pPr>
        <w:pStyle w:val="Akapitzlist"/>
        <w:numPr>
          <w:ilvl w:val="1"/>
          <w:numId w:val="22"/>
        </w:numPr>
        <w:spacing w:after="0"/>
        <w:ind w:left="709" w:hanging="709"/>
        <w:jc w:val="both"/>
        <w:rPr>
          <w:sz w:val="20"/>
        </w:rPr>
      </w:pPr>
      <w:r w:rsidRPr="00C62503">
        <w:rPr>
          <w:sz w:val="20"/>
        </w:rPr>
        <w:t xml:space="preserve">Umowa, której projekt stanowi </w:t>
      </w:r>
      <w:r w:rsidRPr="00C62503">
        <w:rPr>
          <w:b/>
          <w:bCs/>
          <w:sz w:val="20"/>
        </w:rPr>
        <w:t xml:space="preserve">Załącznik nr </w:t>
      </w:r>
      <w:r w:rsidR="00507BFD">
        <w:rPr>
          <w:b/>
          <w:bCs/>
          <w:sz w:val="20"/>
        </w:rPr>
        <w:t>5</w:t>
      </w:r>
      <w:r w:rsidRPr="00C62503">
        <w:rPr>
          <w:b/>
          <w:bCs/>
          <w:sz w:val="20"/>
        </w:rPr>
        <w:t xml:space="preserve"> do SWZ</w:t>
      </w:r>
      <w:r w:rsidRPr="00C62503">
        <w:rPr>
          <w:sz w:val="20"/>
        </w:rPr>
        <w:t>, wymaga, pod rygorem nieważności, zachowania formy pisemnej.</w:t>
      </w:r>
    </w:p>
    <w:p w14:paraId="3F1F5E39" w14:textId="77777777" w:rsidR="008F38F2" w:rsidRPr="00C62503" w:rsidRDefault="008F38F2" w:rsidP="00CE336E">
      <w:pPr>
        <w:pStyle w:val="Akapitzlist"/>
        <w:numPr>
          <w:ilvl w:val="1"/>
          <w:numId w:val="22"/>
        </w:numPr>
        <w:spacing w:after="0"/>
        <w:ind w:left="709" w:hanging="709"/>
        <w:jc w:val="both"/>
        <w:rPr>
          <w:sz w:val="20"/>
        </w:rPr>
      </w:pPr>
      <w:r w:rsidRPr="00C62503">
        <w:rPr>
          <w:sz w:val="20"/>
        </w:rPr>
        <w:t>Osoby, które będą podpisywać umowę w imieniu Wykonawcy, muszą przedstawić Zamawiającemu przed podpisaniem umowy odpowiednie pełnomocnictwa do wyrażania woli w imieniu Wykonawcy, jeżeli umocowanie ich nie wynika z dokumentów załączonych do Oferty.</w:t>
      </w:r>
    </w:p>
    <w:p w14:paraId="316E8873" w14:textId="1DA52792" w:rsidR="008F38F2" w:rsidRPr="00C62503" w:rsidRDefault="008F38F2" w:rsidP="00CE336E">
      <w:pPr>
        <w:pStyle w:val="Akapitzlist"/>
        <w:numPr>
          <w:ilvl w:val="1"/>
          <w:numId w:val="22"/>
        </w:numPr>
        <w:spacing w:after="0"/>
        <w:ind w:left="709" w:hanging="709"/>
        <w:jc w:val="both"/>
        <w:rPr>
          <w:sz w:val="20"/>
        </w:rPr>
      </w:pPr>
      <w:r w:rsidRPr="00C62503">
        <w:rPr>
          <w:sz w:val="20"/>
        </w:rPr>
        <w:t>Wykonawca w ciągu 7 dni od daty ogłoszenia o wyniku postępowania w strefie publicznej Systemu SWPP2 zobowiązany jest dostarczyć Zamawiającemu niezbędne dane i dokumenty do zawarcia Umowy, w tym: szczegółowy kosztorys ofertowy oraz szczegółowy harmonogram rzeczowo</w:t>
      </w:r>
      <w:r w:rsidR="00393026">
        <w:rPr>
          <w:sz w:val="20"/>
        </w:rPr>
        <w:t xml:space="preserve"> - </w:t>
      </w:r>
      <w:r w:rsidRPr="00C62503">
        <w:rPr>
          <w:sz w:val="20"/>
        </w:rPr>
        <w:t>finansowy, które podlegać będą akceptacji przez Inspektora Nadzoru wy</w:t>
      </w:r>
      <w:r w:rsidR="00507BFD">
        <w:rPr>
          <w:sz w:val="20"/>
        </w:rPr>
        <w:t>znaczonego przez Zamawiającego.</w:t>
      </w:r>
    </w:p>
    <w:p w14:paraId="78757226" w14:textId="77777777" w:rsidR="008F38F2" w:rsidRPr="00C62503" w:rsidRDefault="008F38F2" w:rsidP="00CE336E">
      <w:pPr>
        <w:pStyle w:val="Akapitzlist"/>
        <w:numPr>
          <w:ilvl w:val="1"/>
          <w:numId w:val="22"/>
        </w:numPr>
        <w:spacing w:after="0"/>
        <w:ind w:left="709" w:hanging="709"/>
        <w:jc w:val="both"/>
        <w:rPr>
          <w:sz w:val="20"/>
        </w:rPr>
      </w:pPr>
      <w:r w:rsidRPr="00C62503">
        <w:rPr>
          <w:sz w:val="20"/>
        </w:rPr>
        <w:t>Wykonawca zobowiązany jest podpisać Umowę w terminie nie dłuższym niż 14 dni od daty ogłoszenia o wyniku postępowania w strefie publicznej Systemu SWPP2. Niedotrzymanie tego terminu, potraktowane zostanie jako uchylanie się od zawarcia umowy oraz uprawnia do zatrzymania wadium.</w:t>
      </w:r>
    </w:p>
    <w:p w14:paraId="4CA91BDB" w14:textId="77777777" w:rsidR="008F38F2" w:rsidRPr="00C62503" w:rsidRDefault="008F38F2" w:rsidP="008F38F2">
      <w:pPr>
        <w:pStyle w:val="Nagwek1"/>
        <w:numPr>
          <w:ilvl w:val="0"/>
          <w:numId w:val="22"/>
        </w:numPr>
      </w:pPr>
      <w:bookmarkStart w:id="50" w:name="_Toc193111795"/>
      <w:r w:rsidRPr="00C62503">
        <w:t>DODATKOWE INFORMACJE</w:t>
      </w:r>
      <w:bookmarkEnd w:id="50"/>
    </w:p>
    <w:p w14:paraId="0E9E8ABC"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Wybór oferty najkorzystniejszej nie oznacza zaciągnięcia zobowiązania przez Zamawiającego do zawarcia Umowy z Wykonawcą.</w:t>
      </w:r>
    </w:p>
    <w:p w14:paraId="733D1088"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 przypadku, gdy Wykonawca, którego Oferta została wybrana jako najkorzystniejsza uchyla się od zawarcia umowy, nie wnosi wymaganego zabezpieczenia należytego wykonania Umowy, Zamawiający może wybrać najkorzystniejszą Ofertę spośród pozostałych Ofert chyba, że zachodzą przesłanki do unieważnienia Postępowania zakupowego.</w:t>
      </w:r>
    </w:p>
    <w:p w14:paraId="08B02121"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Zamawiający zastrzega sobie prawo unieważnienia postępowania</w:t>
      </w:r>
      <w:r w:rsidRPr="4D2067D5">
        <w:rPr>
          <w:rFonts w:cs="Arial"/>
          <w:sz w:val="20"/>
        </w:rPr>
        <w:t xml:space="preserve">, w tym również po wyborze najkorzystniejszej Oferty, </w:t>
      </w:r>
      <w:r w:rsidRPr="00C62503">
        <w:rPr>
          <w:sz w:val="20"/>
        </w:rPr>
        <w:t xml:space="preserve"> bez podania przyczyny. Zamawiający nie ponosi żadnej </w:t>
      </w:r>
      <w:r w:rsidRPr="00C62503">
        <w:rPr>
          <w:sz w:val="20"/>
        </w:rPr>
        <w:lastRenderedPageBreak/>
        <w:t>odpowiedzialności w stosunku do Wykonawcy, w przypadku wystąpienia powyższego zdarzenia.</w:t>
      </w:r>
    </w:p>
    <w:p w14:paraId="67F39BDE"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 sprawach nieuregulowanych w SWZ mają zastosowanie postanowienia Procedury Zakupów PGE Dystrybucja S.A. oraz przepisy Kodeksu cywilnego.</w:t>
      </w:r>
    </w:p>
    <w:p w14:paraId="07AF8C49"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Wykonawca wyraża zgodę na udostępnienie treści Umowy podmiotom współpracującym z Zamawiającym</w:t>
      </w:r>
      <w:r w:rsidRPr="00C62503">
        <w:rPr>
          <w:i/>
          <w:iCs/>
          <w:sz w:val="20"/>
        </w:rPr>
        <w:t>.</w:t>
      </w:r>
    </w:p>
    <w:p w14:paraId="74A590ED"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Zamawiający informuje, że do zapłaty za zobowiązania stosuje mechanizm podzielonej płatności, o którym mowa w art. 108a ustawy o podatku od towarów i usług.</w:t>
      </w:r>
    </w:p>
    <w:p w14:paraId="0EB5CE16"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 xml:space="preserve">W przypadku kiedy w związku z wykonaniem Umowy zakupowej Wykonawca będzie przetwarzał dane osobowe na rzecz Zamawiającego na podstawie Umowy powierzenia przetwarzania danych osobowych, Zamawiający wezwie Wykonawcę, którego Oferta została najwyżej oceniona do złożenia w wyznaczonym terminie ankiety w zakresie gwarancji bezpieczeństwa przetwarzania danych osobowych. </w:t>
      </w:r>
    </w:p>
    <w:p w14:paraId="6FAFCA60"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 </w:t>
      </w:r>
    </w:p>
    <w:p w14:paraId="45F3C168" w14:textId="77777777" w:rsidR="008F38F2" w:rsidRPr="00C62503" w:rsidRDefault="008F38F2" w:rsidP="008F38F2">
      <w:pPr>
        <w:pStyle w:val="Nagwek1"/>
        <w:numPr>
          <w:ilvl w:val="0"/>
          <w:numId w:val="23"/>
        </w:numPr>
      </w:pPr>
      <w:bookmarkStart w:id="51" w:name="_Toc193111796"/>
      <w:r w:rsidRPr="00C62503">
        <w:t>AUKCJA ELEKTRONICZNA/NEGOCJACJE HANDLOWE</w:t>
      </w:r>
      <w:bookmarkEnd w:id="51"/>
    </w:p>
    <w:p w14:paraId="334F886D" w14:textId="712D0553" w:rsidR="008F38F2" w:rsidRPr="00C62503" w:rsidRDefault="008F38F2" w:rsidP="00CE336E">
      <w:pPr>
        <w:pStyle w:val="Tekstpodstawowy"/>
        <w:numPr>
          <w:ilvl w:val="1"/>
          <w:numId w:val="23"/>
        </w:numPr>
        <w:shd w:val="clear" w:color="auto" w:fill="FFFFFF" w:themeFill="background1"/>
        <w:tabs>
          <w:tab w:val="left" w:pos="851"/>
        </w:tabs>
        <w:spacing w:after="0" w:line="240" w:lineRule="auto"/>
        <w:ind w:left="709" w:hanging="709"/>
        <w:rPr>
          <w:rFonts w:asciiTheme="minorHAnsi" w:hAnsiTheme="minorHAnsi" w:cstheme="minorBidi"/>
          <w:b/>
          <w:bCs/>
          <w:sz w:val="20"/>
        </w:rPr>
      </w:pPr>
      <w:r w:rsidRPr="00C62503">
        <w:rPr>
          <w:rFonts w:asciiTheme="minorHAnsi" w:hAnsiTheme="minorHAnsi" w:cstheme="minorBidi"/>
          <w:sz w:val="20"/>
        </w:rPr>
        <w:t xml:space="preserve">Zamawiający </w:t>
      </w:r>
      <w:r w:rsidR="00507BFD" w:rsidRPr="00507BFD">
        <w:rPr>
          <w:rFonts w:asciiTheme="minorHAnsi" w:hAnsiTheme="minorHAnsi" w:cstheme="minorBidi"/>
          <w:b/>
          <w:sz w:val="20"/>
        </w:rPr>
        <w:t>nie przewiduje</w:t>
      </w:r>
      <w:r w:rsidR="00507BFD" w:rsidRPr="00507BFD">
        <w:rPr>
          <w:rFonts w:asciiTheme="minorHAnsi" w:hAnsiTheme="minorHAnsi" w:cstheme="minorBidi"/>
          <w:sz w:val="20"/>
        </w:rPr>
        <w:t xml:space="preserve"> dokonania wyboru najkorzystniejszej Oferty z zastosowaniem aukcji elektronicznej</w:t>
      </w:r>
      <w:r w:rsidRPr="00C62503">
        <w:rPr>
          <w:rFonts w:asciiTheme="minorHAnsi" w:hAnsiTheme="minorHAnsi" w:cstheme="minorBidi"/>
          <w:sz w:val="20"/>
        </w:rPr>
        <w:t>.</w:t>
      </w:r>
    </w:p>
    <w:p w14:paraId="0C778CC6" w14:textId="29745310" w:rsidR="008F38F2" w:rsidRPr="00507BFD" w:rsidRDefault="008F38F2" w:rsidP="00003B41">
      <w:pPr>
        <w:pStyle w:val="Tekstpodstawowy"/>
        <w:numPr>
          <w:ilvl w:val="1"/>
          <w:numId w:val="23"/>
        </w:numPr>
        <w:shd w:val="clear" w:color="auto" w:fill="FFFFFF" w:themeFill="background1"/>
        <w:tabs>
          <w:tab w:val="left" w:pos="851"/>
        </w:tabs>
        <w:spacing w:after="0" w:line="240" w:lineRule="auto"/>
        <w:ind w:left="709" w:hanging="709"/>
        <w:rPr>
          <w:rFonts w:asciiTheme="minorHAnsi" w:hAnsiTheme="minorHAnsi" w:cstheme="minorBidi"/>
          <w:sz w:val="20"/>
        </w:rPr>
      </w:pPr>
      <w:r w:rsidRPr="00507BFD">
        <w:rPr>
          <w:rFonts w:asciiTheme="minorHAnsi" w:hAnsiTheme="minorHAnsi" w:cstheme="minorBidi"/>
          <w:sz w:val="20"/>
        </w:rPr>
        <w:t xml:space="preserve">Zamawiający </w:t>
      </w:r>
      <w:r w:rsidR="00507BFD" w:rsidRPr="00507BFD">
        <w:rPr>
          <w:rFonts w:asciiTheme="minorHAnsi" w:hAnsiTheme="minorHAnsi" w:cstheme="minorBidi"/>
          <w:b/>
          <w:sz w:val="20"/>
        </w:rPr>
        <w:t xml:space="preserve">przewiduje </w:t>
      </w:r>
      <w:r w:rsidR="00507BFD" w:rsidRPr="00507BFD">
        <w:rPr>
          <w:rFonts w:asciiTheme="minorHAnsi" w:hAnsiTheme="minorHAnsi" w:cstheme="minorBidi"/>
          <w:sz w:val="20"/>
        </w:rPr>
        <w:t>dokonanie wyboru najkorzystniejszej Oferty z zastosowaniem negocjacji handlowych, zgodnie z pkt. 9.6.3 – 9.6.5 Procedury Zakupów</w:t>
      </w:r>
      <w:r w:rsidRPr="00507BFD">
        <w:rPr>
          <w:rFonts w:asciiTheme="minorHAnsi" w:hAnsiTheme="minorHAnsi" w:cstheme="minorBidi"/>
          <w:b/>
          <w:bCs/>
          <w:sz w:val="20"/>
        </w:rPr>
        <w:t>.</w:t>
      </w:r>
    </w:p>
    <w:p w14:paraId="616039C1" w14:textId="77777777" w:rsidR="008F38F2" w:rsidRPr="008F38F2" w:rsidRDefault="008F38F2" w:rsidP="008F38F2">
      <w:pPr>
        <w:pStyle w:val="Nagwek1"/>
        <w:numPr>
          <w:ilvl w:val="0"/>
          <w:numId w:val="23"/>
        </w:numPr>
      </w:pPr>
      <w:bookmarkStart w:id="52" w:name="_Toc193111797"/>
      <w:r w:rsidRPr="008F38F2">
        <w:t>SYSTEM ZAKUPOWY</w:t>
      </w:r>
      <w:bookmarkEnd w:id="52"/>
      <w:r w:rsidRPr="008F38F2">
        <w:t xml:space="preserve"> </w:t>
      </w:r>
    </w:p>
    <w:p w14:paraId="33C1194E"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bookmarkStart w:id="53" w:name="_Toc193111798"/>
      <w:r w:rsidRPr="00E75A49">
        <w:rPr>
          <w:rFonts w:cstheme="minorHAnsi"/>
          <w:sz w:val="20"/>
        </w:rPr>
        <w:t>Zamawiający informuje, że postępowanie zakupowe będzie prowadzone z wykorzystaniem Systemu Zakupowego.</w:t>
      </w:r>
    </w:p>
    <w:p w14:paraId="11F49FD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Składanie ofert w postępowaniach zakupowych wymaga posiadania konta w Systemie Zakupowym. Rejestracja konta i logowanie dostępne są pod adresem: </w:t>
      </w:r>
      <w:hyperlink r:id="rId22">
        <w:r w:rsidRPr="00E75A49">
          <w:rPr>
            <w:rStyle w:val="czeinternetowe"/>
            <w:rFonts w:cstheme="minorHAnsi"/>
            <w:color w:val="auto"/>
            <w:sz w:val="20"/>
          </w:rPr>
          <w:t>https://swpp2.gkpge.pl</w:t>
        </w:r>
      </w:hyperlink>
      <w:r w:rsidRPr="00E75A49">
        <w:rPr>
          <w:rFonts w:cstheme="minorHAnsi"/>
          <w:sz w:val="20"/>
        </w:rPr>
        <w:t xml:space="preserve">. </w:t>
      </w:r>
      <w:r w:rsidRPr="00E75A49">
        <w:rPr>
          <w:rFonts w:cstheme="minorHAnsi"/>
          <w:b/>
          <w:sz w:val="20"/>
        </w:rPr>
        <w:t xml:space="preserve">Zainteresowanych udziałem w Postępowaniu zakupowym (w tym wszystkich Wykonawców, którzy zamierzają złożyć ofertę wspólnie) prosimy o dokonanie rejestracji bez zbędnej zwłoki ponieważ proces weryfikacji Wykonawcy może potrwać do 3 dni roboczych. </w:t>
      </w:r>
    </w:p>
    <w:p w14:paraId="70A531D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Wszelkie informacje dotyczące sposobu rejestracji i logowania do Systemu znajdują się pod wyżej wskazanym adresem internetowym w zakładce „Pytania i odpowiedzi/FAQ” oraz w zakładce „Regulacje i Poradniki oraz inne informacje (ogłoszenia okresowe)”, folder „Poradniki dla użytkowników końcowych”, a także pod linkiem:  https://pgedystrybucja.pl/przetargi,  w dokumencie pn. „Szczegółowa instrukcja korzystania z Systemu Zakupowego dla Wykonawców”.</w:t>
      </w:r>
    </w:p>
    <w:p w14:paraId="0C76793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 </w:t>
      </w:r>
    </w:p>
    <w:p w14:paraId="38155174"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 tj. kliknięciu na przycisk „Złóż wniosek/ofertę” i wyświetleniu przez System komunikatu „Oferta złożona poprawnie”. Dokładną datę i godzinę złożenia Wniosku, Oferty można sprawdzić po </w:t>
      </w:r>
      <w:r w:rsidRPr="00E75A49">
        <w:rPr>
          <w:rFonts w:cstheme="minorHAnsi"/>
          <w:sz w:val="20"/>
        </w:rPr>
        <w:lastRenderedPageBreak/>
        <w:t>wygenerowaniu raportu ze złożonego Wniosku, Oferty. W tym celu należy w sekcji „Akcje” wybrać opcje „Wygeneruj raport”.</w:t>
      </w:r>
    </w:p>
    <w:p w14:paraId="24E2AF80"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27738B9B"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Wymagania techniczne dla sprzętu komputerowego wskazane są w zakładce „Pytania i odpowiedzi/FAQ” oraz w zakładce „Regulacje i Poradniki oraz inne informacje (ogłoszenia okresowe)”, folder „Poradniki dla użytkowników końcowych”, a także pod linkiem:  </w:t>
      </w:r>
      <w:hyperlink r:id="rId23" w:history="1">
        <w:r w:rsidRPr="00E75A49">
          <w:rPr>
            <w:rStyle w:val="Hipercze"/>
            <w:rFonts w:cstheme="minorHAnsi"/>
          </w:rPr>
          <w:t>https://pgedystrybucja.pl/przetargi</w:t>
        </w:r>
      </w:hyperlink>
      <w:r w:rsidRPr="00E75A49">
        <w:rPr>
          <w:rFonts w:cstheme="minorHAnsi"/>
          <w:sz w:val="20"/>
        </w:rPr>
        <w:t>, w dokumen</w:t>
      </w:r>
      <w:r>
        <w:rPr>
          <w:rFonts w:cstheme="minorHAnsi"/>
          <w:sz w:val="20"/>
        </w:rPr>
        <w:t>cie</w:t>
      </w:r>
      <w:r w:rsidRPr="00E75A49">
        <w:rPr>
          <w:rFonts w:cstheme="minorHAnsi"/>
          <w:sz w:val="20"/>
        </w:rPr>
        <w:t xml:space="preserve"> „Szczegółowa instrukcja korzystania z Systemu Zakupowego dla Wykonawców”. </w:t>
      </w:r>
    </w:p>
    <w:p w14:paraId="16BF8570"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Instrukcje dla Wykonawców dotyczące składania ofert/wniosków, składania dokumentów elektronicznych, elektronicznych kopii dokumentów i oświadczeń oraz informacji przekazywanych przy ich użyciu zostały opisane w dokumencie „Szczegółowa instrukcja  korzystania z Systemu Zakupowego dla Wykonawców” </w:t>
      </w:r>
      <w:r>
        <w:rPr>
          <w:rFonts w:cstheme="minorHAnsi"/>
          <w:sz w:val="20"/>
        </w:rPr>
        <w:t>dostępnym</w:t>
      </w:r>
      <w:r w:rsidRPr="00E75A49">
        <w:rPr>
          <w:rFonts w:cstheme="minorHAnsi"/>
          <w:sz w:val="20"/>
        </w:rPr>
        <w:t xml:space="preserve"> w Systemie Zakupowym w zakładce „Pytania i odpowiedzi/FAQ” i zakładce „Regulacje i Poradniki oraz inne informacje (ogłoszenia okresowe)”, folder „Poradniki dla użytkowników końcowych”, a także pod linkiem:  https://pgedystrybucja.pl/przetargi.</w:t>
      </w:r>
    </w:p>
    <w:p w14:paraId="4C6EE225"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Maksymalny rozmiar plików przesyłanych (zamieszczanych) za pośrednictwem Systemu wynosi 150 MB. Dopuszczalne rozszerzenia plików zamieszczanych w Systemie Zakupowym: xls, xlsx, doc, docx, pptx, pdf, xml, rar, zip, gif, jpg, dwg, tif, tiff, txt, rtf, jpeg, bmp ,ath, kst, png, asic, cades, xades, pades, 7z, mp4, msg, url, ods, cpg, dbf, prj, qmd, shp, odt, xlsm, ppt, html. Zaleca się wykorzystywanie plików w formacie pdf.</w:t>
      </w:r>
    </w:p>
    <w:p w14:paraId="54E671B8"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Zamawiający informuje, że pliki dołączane do systemu przez Wykonawców są sprawdzane oprogramowaniem antywirusowym. </w:t>
      </w:r>
    </w:p>
    <w:p w14:paraId="27A5763D"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System po upływie terminu składania ofert nie dopuści możliwości złożenia oferty, tym samym zaleca się przygotowanie i złożenie oferty z odpowiednim wyprzedzeniem.</w:t>
      </w:r>
    </w:p>
    <w:p w14:paraId="11B5C633" w14:textId="77777777" w:rsidR="00010D31" w:rsidRPr="00E75A49" w:rsidRDefault="00010D31" w:rsidP="00010D31">
      <w:pPr>
        <w:pStyle w:val="Akapitzlist"/>
        <w:numPr>
          <w:ilvl w:val="1"/>
          <w:numId w:val="23"/>
        </w:numPr>
        <w:shd w:val="clear" w:color="auto" w:fill="FFFFFF" w:themeFill="background1"/>
        <w:tabs>
          <w:tab w:val="left" w:pos="851"/>
        </w:tabs>
        <w:suppressAutoHyphens/>
        <w:spacing w:before="120" w:after="120"/>
        <w:ind w:left="709" w:hanging="709"/>
        <w:jc w:val="both"/>
        <w:rPr>
          <w:sz w:val="20"/>
        </w:rPr>
      </w:pPr>
      <w:r w:rsidRPr="00E75A49">
        <w:rPr>
          <w:sz w:val="20"/>
        </w:rPr>
        <w:t xml:space="preserve">Wsparcie techniczne dla Wykonawców w zakresie obsługi Systemu jest dostępne poprzez Usługę Help Desk dla Wykonawców: </w:t>
      </w:r>
    </w:p>
    <w:p w14:paraId="0581434F"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lang w:val="en-GB"/>
        </w:rPr>
      </w:pPr>
      <w:r w:rsidRPr="00E75A49">
        <w:rPr>
          <w:b/>
          <w:sz w:val="20"/>
          <w:lang w:val="en-GB"/>
        </w:rPr>
        <w:t>Infolinia</w:t>
      </w:r>
      <w:r w:rsidRPr="00E75A49">
        <w:rPr>
          <w:sz w:val="20"/>
          <w:lang w:val="en-GB"/>
        </w:rPr>
        <w:t xml:space="preserve">: </w:t>
      </w:r>
      <w:r w:rsidRPr="00E75A49">
        <w:rPr>
          <w:rFonts w:cstheme="minorHAnsi"/>
          <w:sz w:val="20"/>
          <w:lang w:val="en-GB"/>
        </w:rPr>
        <w:t>+48 22 576 87 87</w:t>
      </w:r>
    </w:p>
    <w:p w14:paraId="4AFFEAB1" w14:textId="77777777" w:rsidR="00010D31" w:rsidRPr="00E75A49" w:rsidRDefault="00010D31" w:rsidP="00010D31">
      <w:pPr>
        <w:pStyle w:val="Akapitzlist"/>
        <w:shd w:val="clear" w:color="auto" w:fill="FFFFFF"/>
        <w:tabs>
          <w:tab w:val="left" w:pos="851"/>
        </w:tabs>
        <w:suppressAutoHyphens/>
        <w:spacing w:before="120" w:after="120"/>
        <w:ind w:left="709"/>
        <w:rPr>
          <w:rFonts w:cstheme="minorHAnsi"/>
          <w:sz w:val="20"/>
          <w:lang w:val="en-GB"/>
        </w:rPr>
      </w:pPr>
      <w:r w:rsidRPr="00E75A49">
        <w:rPr>
          <w:rFonts w:cstheme="minorHAnsi"/>
          <w:b/>
          <w:sz w:val="20"/>
          <w:lang w:val="en-GB"/>
        </w:rPr>
        <w:t>e-mail</w:t>
      </w:r>
      <w:r w:rsidRPr="00E75A49">
        <w:rPr>
          <w:rFonts w:cstheme="minorHAnsi"/>
          <w:sz w:val="20"/>
          <w:lang w:val="en-GB"/>
        </w:rPr>
        <w:t xml:space="preserve">: </w:t>
      </w:r>
      <w:hyperlink r:id="rId24" w:history="1">
        <w:r w:rsidRPr="00E75A49">
          <w:rPr>
            <w:rStyle w:val="Hipercze"/>
            <w:rFonts w:cstheme="minorHAnsi"/>
            <w:lang w:val="en-GB"/>
          </w:rPr>
          <w:t>helpdesk.zakupy@gkpge.pl</w:t>
        </w:r>
      </w:hyperlink>
    </w:p>
    <w:p w14:paraId="56DB5C98"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rPr>
      </w:pPr>
      <w:r w:rsidRPr="00E75A49">
        <w:rPr>
          <w:b/>
          <w:sz w:val="20"/>
        </w:rPr>
        <w:t>formularz kontaktowy</w:t>
      </w:r>
      <w:r w:rsidRPr="00E75A49">
        <w:rPr>
          <w:sz w:val="20"/>
        </w:rPr>
        <w:t xml:space="preserve">: </w:t>
      </w:r>
      <w:hyperlink r:id="rId25" w:history="1">
        <w:r w:rsidRPr="00E75A49">
          <w:rPr>
            <w:rStyle w:val="Hipercze"/>
          </w:rPr>
          <w:t>https://swpp2.gkpge.pl/app/helpdesk/form</w:t>
        </w:r>
      </w:hyperlink>
    </w:p>
    <w:p w14:paraId="387C1A52"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rPr>
      </w:pPr>
      <w:r w:rsidRPr="00E75A49">
        <w:rPr>
          <w:b/>
          <w:sz w:val="20"/>
        </w:rPr>
        <w:t>Godziny pracy</w:t>
      </w:r>
      <w:r w:rsidRPr="00E75A49">
        <w:rPr>
          <w:sz w:val="20"/>
        </w:rPr>
        <w:t>: Help Desk Systemu Zakupowego dostępny jest codziennie od poniedziałku do piątku w godzinach 08:00 - 16:00 (z wyłączeniem dni ustawowo wolnych od pracy).</w:t>
      </w:r>
    </w:p>
    <w:p w14:paraId="0C0A933C" w14:textId="77777777" w:rsidR="00010D31" w:rsidRPr="00E75A49" w:rsidRDefault="00010D31" w:rsidP="00010D31">
      <w:pPr>
        <w:pStyle w:val="Akapitzlist"/>
        <w:shd w:val="clear" w:color="auto" w:fill="FFFFFF"/>
        <w:tabs>
          <w:tab w:val="left" w:pos="851"/>
        </w:tabs>
        <w:suppressAutoHyphens/>
        <w:spacing w:before="120" w:after="120"/>
        <w:ind w:left="709"/>
        <w:rPr>
          <w:rFonts w:cstheme="minorHAnsi"/>
          <w:sz w:val="20"/>
        </w:rPr>
      </w:pPr>
      <w:r w:rsidRPr="00E75A49">
        <w:rPr>
          <w:rFonts w:cstheme="minorHAnsi"/>
          <w:b/>
          <w:sz w:val="20"/>
        </w:rPr>
        <w:t>Zakres wsparcia</w:t>
      </w:r>
      <w:r w:rsidRPr="00E75A49">
        <w:rPr>
          <w:rFonts w:cstheme="minorHAnsi"/>
          <w:sz w:val="20"/>
        </w:rPr>
        <w:t>: https://pgedystrybucja.pl/przetargi</w:t>
      </w:r>
    </w:p>
    <w:p w14:paraId="6931A0DE" w14:textId="77777777" w:rsidR="008F38F2" w:rsidRPr="00C62503" w:rsidRDefault="008F38F2" w:rsidP="008F38F2">
      <w:pPr>
        <w:pStyle w:val="Nagwek1"/>
        <w:numPr>
          <w:ilvl w:val="0"/>
          <w:numId w:val="23"/>
        </w:numPr>
      </w:pPr>
      <w:r w:rsidRPr="00C62503">
        <w:t>ZAŁĄCZNIKI</w:t>
      </w:r>
      <w:bookmarkEnd w:id="53"/>
    </w:p>
    <w:p w14:paraId="2FF5515F" w14:textId="77777777" w:rsidR="008F38F2" w:rsidRPr="00C62503" w:rsidRDefault="008F38F2" w:rsidP="008D62A8">
      <w:pPr>
        <w:pStyle w:val="Akapitzlist"/>
        <w:spacing w:before="120" w:line="24" w:lineRule="atLeast"/>
        <w:ind w:left="567" w:hanging="567"/>
        <w:contextualSpacing w:val="0"/>
        <w:jc w:val="both"/>
        <w:rPr>
          <w:sz w:val="20"/>
        </w:rPr>
      </w:pPr>
      <w:r w:rsidRPr="00C62503">
        <w:rPr>
          <w:b/>
          <w:bCs/>
          <w:sz w:val="20"/>
        </w:rPr>
        <w:t xml:space="preserve">18.1. </w:t>
      </w:r>
      <w:r w:rsidRPr="004B4556">
        <w:rPr>
          <w:rFonts w:cstheme="minorHAnsi"/>
          <w:b/>
          <w:sz w:val="20"/>
        </w:rPr>
        <w:tab/>
      </w:r>
      <w:r w:rsidRPr="00C62503">
        <w:rPr>
          <w:sz w:val="20"/>
        </w:rPr>
        <w:t>Integralną częścią niniejszej SWZ są następujące Załączniki:</w:t>
      </w:r>
    </w:p>
    <w:p w14:paraId="713F727D" w14:textId="77777777" w:rsidR="008F38F2" w:rsidRPr="00C62503" w:rsidRDefault="008F38F2" w:rsidP="008D62A8">
      <w:pPr>
        <w:spacing w:before="120" w:line="24" w:lineRule="atLeast"/>
        <w:ind w:firstLine="567"/>
        <w:jc w:val="both"/>
        <w:rPr>
          <w:sz w:val="20"/>
        </w:rPr>
      </w:pPr>
      <w:r w:rsidRPr="00C62503">
        <w:rPr>
          <w:b/>
          <w:bCs/>
          <w:sz w:val="20"/>
        </w:rPr>
        <w:t>Załącznik nr 1</w:t>
      </w:r>
      <w:r w:rsidRPr="00C62503">
        <w:rPr>
          <w:sz w:val="20"/>
        </w:rPr>
        <w:t xml:space="preserve"> – Szczegółowy Opis Przedmiotu Zamówienia</w:t>
      </w:r>
    </w:p>
    <w:p w14:paraId="2A182278" w14:textId="77777777" w:rsidR="008F38F2" w:rsidRPr="00C62503" w:rsidRDefault="008F38F2" w:rsidP="008D62A8">
      <w:pPr>
        <w:spacing w:before="120" w:line="24" w:lineRule="atLeast"/>
        <w:ind w:left="2410" w:hanging="1843"/>
        <w:jc w:val="both"/>
        <w:rPr>
          <w:b/>
          <w:bCs/>
          <w:sz w:val="20"/>
        </w:rPr>
      </w:pPr>
      <w:r w:rsidRPr="00C62503">
        <w:rPr>
          <w:b/>
          <w:bCs/>
          <w:sz w:val="20"/>
        </w:rPr>
        <w:t xml:space="preserve">Załącznik nr 2 </w:t>
      </w:r>
      <w:r w:rsidRPr="00C62503">
        <w:rPr>
          <w:sz w:val="20"/>
        </w:rPr>
        <w:t>– Warunki udziału w postępowaniu oraz przesłanki wykluczenia, opis sposobu oceny, elementy składowe oferty</w:t>
      </w:r>
    </w:p>
    <w:p w14:paraId="7AEF0F36" w14:textId="77777777" w:rsidR="008F38F2" w:rsidRPr="00C62503" w:rsidRDefault="008F38F2" w:rsidP="008D62A8">
      <w:pPr>
        <w:spacing w:before="120" w:line="24" w:lineRule="atLeast"/>
        <w:ind w:firstLine="567"/>
        <w:jc w:val="both"/>
        <w:rPr>
          <w:sz w:val="20"/>
        </w:rPr>
      </w:pPr>
      <w:r w:rsidRPr="00C62503">
        <w:rPr>
          <w:b/>
          <w:bCs/>
          <w:sz w:val="20"/>
        </w:rPr>
        <w:t>Załącznik nr 3</w:t>
      </w:r>
      <w:r w:rsidRPr="00C62503">
        <w:rPr>
          <w:sz w:val="20"/>
        </w:rPr>
        <w:t xml:space="preserve"> – Formularz Oferty (wzór)</w:t>
      </w:r>
    </w:p>
    <w:p w14:paraId="40277E9B" w14:textId="77777777" w:rsidR="008F38F2" w:rsidRPr="00C62503" w:rsidRDefault="008F38F2" w:rsidP="008D62A8">
      <w:pPr>
        <w:spacing w:before="120" w:line="24" w:lineRule="atLeast"/>
        <w:ind w:left="2410" w:hanging="1843"/>
        <w:jc w:val="both"/>
        <w:rPr>
          <w:sz w:val="20"/>
        </w:rPr>
      </w:pPr>
      <w:r w:rsidRPr="00C62503">
        <w:rPr>
          <w:b/>
          <w:bCs/>
          <w:sz w:val="20"/>
        </w:rPr>
        <w:t>Załącznik nr 4</w:t>
      </w:r>
      <w:r w:rsidRPr="00C62503">
        <w:rPr>
          <w:sz w:val="20"/>
        </w:rPr>
        <w:t xml:space="preserve"> – Oświadczenie o braku podstaw wykluczenia na podstawie przesłanek wskazanych w przepisach ustawy o szczególnych rozwiązaniach w zakresie przeciwdziałania wspieraniu agresji na Ukrainę oraz rozporządzenia (UE) 2022/576 z dnia 8 kwietnia 2022 r. (wzór)</w:t>
      </w:r>
    </w:p>
    <w:p w14:paraId="4630E10A" w14:textId="296E40A6" w:rsidR="008F38F2" w:rsidRPr="00C62503" w:rsidRDefault="008F38F2" w:rsidP="008D62A8">
      <w:pPr>
        <w:spacing w:before="120" w:line="24" w:lineRule="atLeast"/>
        <w:ind w:firstLine="567"/>
        <w:jc w:val="both"/>
        <w:rPr>
          <w:sz w:val="20"/>
        </w:rPr>
      </w:pPr>
      <w:r w:rsidRPr="00C62503">
        <w:rPr>
          <w:b/>
          <w:bCs/>
          <w:sz w:val="20"/>
        </w:rPr>
        <w:t xml:space="preserve">Załącznik nr </w:t>
      </w:r>
      <w:r w:rsidR="00507BFD">
        <w:rPr>
          <w:b/>
          <w:bCs/>
          <w:sz w:val="20"/>
        </w:rPr>
        <w:t>5</w:t>
      </w:r>
      <w:r w:rsidRPr="00C62503">
        <w:rPr>
          <w:sz w:val="20"/>
        </w:rPr>
        <w:t xml:space="preserve"> – Projekt Umowy zakupowej</w:t>
      </w:r>
    </w:p>
    <w:p w14:paraId="5C362994" w14:textId="6CD441B0" w:rsidR="008F38F2" w:rsidRPr="00C62503" w:rsidRDefault="008F38F2" w:rsidP="008D62A8">
      <w:pPr>
        <w:spacing w:before="120" w:line="24" w:lineRule="atLeast"/>
        <w:ind w:firstLine="567"/>
        <w:jc w:val="both"/>
        <w:rPr>
          <w:i/>
          <w:iCs/>
          <w:sz w:val="20"/>
          <w:highlight w:val="yellow"/>
        </w:rPr>
      </w:pPr>
      <w:r w:rsidRPr="00C62503">
        <w:rPr>
          <w:b/>
          <w:bCs/>
          <w:sz w:val="20"/>
        </w:rPr>
        <w:t xml:space="preserve">Załącznik nr </w:t>
      </w:r>
      <w:r w:rsidR="00507BFD">
        <w:rPr>
          <w:b/>
          <w:bCs/>
          <w:sz w:val="20"/>
        </w:rPr>
        <w:t>6</w:t>
      </w:r>
      <w:r w:rsidRPr="00C62503">
        <w:rPr>
          <w:sz w:val="20"/>
        </w:rPr>
        <w:t xml:space="preserve"> – Wzór umowy</w:t>
      </w:r>
      <w:r w:rsidR="00507BFD">
        <w:rPr>
          <w:sz w:val="20"/>
        </w:rPr>
        <w:t xml:space="preserve"> przetwarzania danych osobowych</w:t>
      </w:r>
    </w:p>
    <w:p w14:paraId="24E5F0A7" w14:textId="21F9B953" w:rsidR="008F38F2" w:rsidRPr="00C62503" w:rsidRDefault="008F38F2" w:rsidP="008D62A8">
      <w:pPr>
        <w:spacing w:before="120" w:line="24" w:lineRule="atLeast"/>
        <w:ind w:firstLine="567"/>
        <w:jc w:val="both"/>
        <w:rPr>
          <w:sz w:val="20"/>
        </w:rPr>
      </w:pPr>
      <w:r w:rsidRPr="00C62503">
        <w:rPr>
          <w:b/>
          <w:bCs/>
          <w:sz w:val="20"/>
        </w:rPr>
        <w:t xml:space="preserve">Załącznik nr </w:t>
      </w:r>
      <w:r w:rsidR="00507BFD">
        <w:rPr>
          <w:b/>
          <w:bCs/>
          <w:sz w:val="20"/>
        </w:rPr>
        <w:t>7</w:t>
      </w:r>
      <w:r w:rsidRPr="00C62503">
        <w:rPr>
          <w:sz w:val="20"/>
        </w:rPr>
        <w:t xml:space="preserve"> – </w:t>
      </w:r>
      <w:r w:rsidR="00507BFD" w:rsidRPr="00507BFD">
        <w:rPr>
          <w:sz w:val="20"/>
        </w:rPr>
        <w:t>Oświadczenie w sprawie wykonanych zamówień</w:t>
      </w:r>
    </w:p>
    <w:p w14:paraId="244E0100" w14:textId="7D7AFDE9" w:rsidR="008F38F2" w:rsidRPr="00C62503" w:rsidRDefault="008F38F2" w:rsidP="008D62A8">
      <w:pPr>
        <w:spacing w:before="120" w:line="24" w:lineRule="atLeast"/>
        <w:ind w:firstLine="567"/>
        <w:jc w:val="both"/>
        <w:rPr>
          <w:sz w:val="20"/>
        </w:rPr>
      </w:pPr>
      <w:r w:rsidRPr="00C62503">
        <w:rPr>
          <w:b/>
          <w:bCs/>
          <w:sz w:val="20"/>
        </w:rPr>
        <w:t xml:space="preserve">Załącznik nr </w:t>
      </w:r>
      <w:r w:rsidR="00507BFD">
        <w:rPr>
          <w:b/>
          <w:bCs/>
          <w:sz w:val="20"/>
        </w:rPr>
        <w:t>8</w:t>
      </w:r>
      <w:r w:rsidRPr="00C62503">
        <w:rPr>
          <w:sz w:val="20"/>
        </w:rPr>
        <w:t xml:space="preserve"> – </w:t>
      </w:r>
      <w:r w:rsidR="00507BFD" w:rsidRPr="00507BFD">
        <w:rPr>
          <w:sz w:val="20"/>
        </w:rPr>
        <w:t>Oświadczenie o dysponowaniu osobami</w:t>
      </w:r>
    </w:p>
    <w:p w14:paraId="4CC2D323" w14:textId="34AEDA23" w:rsidR="008F38F2" w:rsidRPr="00C62503" w:rsidRDefault="008F38F2" w:rsidP="00E71F28">
      <w:pPr>
        <w:spacing w:before="120" w:line="24" w:lineRule="atLeast"/>
        <w:ind w:left="2410" w:hanging="1843"/>
        <w:jc w:val="both"/>
        <w:rPr>
          <w:sz w:val="20"/>
        </w:rPr>
      </w:pPr>
      <w:r w:rsidRPr="00C62503">
        <w:rPr>
          <w:b/>
          <w:bCs/>
          <w:sz w:val="20"/>
        </w:rPr>
        <w:lastRenderedPageBreak/>
        <w:t xml:space="preserve">Załącznik nr </w:t>
      </w:r>
      <w:r w:rsidR="00507BFD">
        <w:rPr>
          <w:b/>
          <w:bCs/>
          <w:sz w:val="20"/>
        </w:rPr>
        <w:t>9</w:t>
      </w:r>
      <w:r w:rsidRPr="00C62503">
        <w:rPr>
          <w:sz w:val="20"/>
        </w:rPr>
        <w:t xml:space="preserve"> - Ankieta weryfikacji Wykonawcy w zakresie zapewnienia gwarancji bezpieczeństwa przetwarzania danych osobowych</w:t>
      </w:r>
      <w:r w:rsidRPr="00E71F28">
        <w:rPr>
          <w:sz w:val="20"/>
        </w:rPr>
        <w:t xml:space="preserve"> </w:t>
      </w:r>
      <w:bookmarkEnd w:id="27"/>
    </w:p>
    <w:sectPr w:rsidR="008F38F2" w:rsidRPr="00C62503" w:rsidSect="00F32BD1">
      <w:headerReference w:type="default" r:id="rId26"/>
      <w:footerReference w:type="default" r:id="rId27"/>
      <w:headerReference w:type="first" r:id="rId28"/>
      <w:footerReference w:type="first" r:id="rId29"/>
      <w:pgSz w:w="11906" w:h="16838"/>
      <w:pgMar w:top="1276" w:right="851" w:bottom="1304" w:left="851" w:header="142" w:footer="70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9AA234" w14:textId="77777777" w:rsidR="00A37012" w:rsidRDefault="00A37012" w:rsidP="00582CE9">
      <w:pPr>
        <w:spacing w:after="0"/>
      </w:pPr>
      <w:r>
        <w:separator/>
      </w:r>
    </w:p>
  </w:endnote>
  <w:endnote w:type="continuationSeparator" w:id="0">
    <w:p w14:paraId="30D13C04" w14:textId="77777777" w:rsidR="00A37012" w:rsidRDefault="00A37012"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3B6A1FD4" w:rsidR="00A37012" w:rsidRDefault="00A37012">
        <w:pPr>
          <w:pStyle w:val="Stopka"/>
          <w:jc w:val="right"/>
        </w:pPr>
        <w:r>
          <w:fldChar w:fldCharType="begin"/>
        </w:r>
        <w:r>
          <w:instrText>PAGE   \* MERGEFORMAT</w:instrText>
        </w:r>
        <w:r>
          <w:fldChar w:fldCharType="separate"/>
        </w:r>
        <w:r w:rsidR="00595C94">
          <w:rPr>
            <w:noProof/>
          </w:rPr>
          <w:t>5</w:t>
        </w:r>
        <w:r>
          <w:fldChar w:fldCharType="end"/>
        </w:r>
      </w:p>
    </w:sdtContent>
  </w:sdt>
  <w:p w14:paraId="4A5385B6" w14:textId="59D42A2A" w:rsidR="00A37012" w:rsidRDefault="00507BFD">
    <w:pPr>
      <w:pStyle w:val="Stopka"/>
    </w:pPr>
    <w: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5411FBEA" w:rsidR="00A37012" w:rsidRDefault="00A37012">
        <w:pPr>
          <w:pStyle w:val="Stopka"/>
          <w:jc w:val="right"/>
        </w:pPr>
        <w:r>
          <w:fldChar w:fldCharType="begin"/>
        </w:r>
        <w:r>
          <w:instrText>PAGE   \* MERGEFORMAT</w:instrText>
        </w:r>
        <w:r>
          <w:fldChar w:fldCharType="separate"/>
        </w:r>
        <w:r w:rsidR="000F2A9C">
          <w:rPr>
            <w:noProof/>
          </w:rPr>
          <w:t>1</w:t>
        </w:r>
        <w:r>
          <w:fldChar w:fldCharType="end"/>
        </w:r>
      </w:p>
    </w:sdtContent>
  </w:sdt>
  <w:p w14:paraId="351C11EF" w14:textId="77777777" w:rsidR="00A37012" w:rsidRDefault="00A3701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D0C4C4" w14:textId="77777777" w:rsidR="00A37012" w:rsidRDefault="00A37012" w:rsidP="00582CE9">
      <w:pPr>
        <w:spacing w:after="0"/>
      </w:pPr>
      <w:r>
        <w:separator/>
      </w:r>
    </w:p>
  </w:footnote>
  <w:footnote w:type="continuationSeparator" w:id="0">
    <w:p w14:paraId="5836C822" w14:textId="77777777" w:rsidR="00A37012" w:rsidRDefault="00A37012"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A37012" w:rsidRPr="006B2C28" w14:paraId="3B896BDC" w14:textId="77777777" w:rsidTr="00582CE9">
      <w:trPr>
        <w:trHeight w:val="1140"/>
      </w:trPr>
      <w:tc>
        <w:tcPr>
          <w:tcW w:w="6119" w:type="dxa"/>
          <w:vAlign w:val="center"/>
        </w:tcPr>
        <w:p w14:paraId="6214C969" w14:textId="77777777" w:rsidR="005836CE" w:rsidRDefault="005836CE" w:rsidP="006E100D">
          <w:pPr>
            <w:suppressAutoHyphens/>
            <w:ind w:right="187"/>
            <w:rPr>
              <w:rFonts w:asciiTheme="majorHAnsi" w:hAnsiTheme="majorHAnsi"/>
              <w:color w:val="000000" w:themeColor="text1"/>
              <w:sz w:val="14"/>
              <w:szCs w:val="18"/>
            </w:rPr>
          </w:pPr>
          <w:r w:rsidRPr="005836CE">
            <w:rPr>
              <w:rFonts w:asciiTheme="majorHAnsi" w:hAnsiTheme="majorHAnsi"/>
              <w:color w:val="000000" w:themeColor="text1"/>
              <w:sz w:val="14"/>
              <w:szCs w:val="18"/>
            </w:rPr>
            <w:t>Wykonanie robót budowlanych w branży elektroenergetycznej na terenie działania PGE Dystrybucja S.A. Oddział Łódź w RE Zgierz-Pabianice i RE Sieradz w podziale na 3 części.</w:t>
          </w:r>
        </w:p>
        <w:p w14:paraId="1A19274F" w14:textId="747F9DBA" w:rsidR="00A37012" w:rsidRPr="006B2C28" w:rsidRDefault="00A37012" w:rsidP="006E100D">
          <w:pPr>
            <w:suppressAutoHyphens/>
            <w:ind w:right="187"/>
            <w:rPr>
              <w:rFonts w:asciiTheme="majorHAnsi" w:hAnsiTheme="majorHAnsi"/>
              <w:color w:val="000000" w:themeColor="text1"/>
              <w:sz w:val="14"/>
              <w:szCs w:val="18"/>
            </w:rPr>
          </w:pPr>
          <w:r w:rsidRPr="008019DF">
            <w:rPr>
              <w:rFonts w:asciiTheme="majorHAnsi" w:hAnsiTheme="majorHAnsi"/>
              <w:color w:val="000000" w:themeColor="text1"/>
              <w:sz w:val="14"/>
              <w:szCs w:val="18"/>
            </w:rPr>
            <w:t>POST/DYS/OLD/GZ/</w:t>
          </w:r>
          <w:r w:rsidR="00AA1BD9">
            <w:rPr>
              <w:rFonts w:asciiTheme="majorHAnsi" w:hAnsiTheme="majorHAnsi"/>
              <w:color w:val="000000" w:themeColor="text1"/>
              <w:sz w:val="14"/>
              <w:szCs w:val="18"/>
            </w:rPr>
            <w:t>0</w:t>
          </w:r>
          <w:r w:rsidR="005836CE">
            <w:rPr>
              <w:rFonts w:asciiTheme="majorHAnsi" w:hAnsiTheme="majorHAnsi"/>
              <w:color w:val="000000" w:themeColor="text1"/>
              <w:sz w:val="14"/>
              <w:szCs w:val="18"/>
            </w:rPr>
            <w:t>141</w:t>
          </w:r>
          <w:r w:rsidR="00AA1BD9">
            <w:rPr>
              <w:rFonts w:asciiTheme="majorHAnsi" w:hAnsiTheme="majorHAnsi"/>
              <w:color w:val="000000" w:themeColor="text1"/>
              <w:sz w:val="14"/>
              <w:szCs w:val="18"/>
            </w:rPr>
            <w:t>/2026</w:t>
          </w:r>
        </w:p>
        <w:p w14:paraId="5205B493" w14:textId="47502FF7" w:rsidR="00A37012" w:rsidRPr="006B2C28" w:rsidRDefault="00A37012"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A37012" w:rsidRPr="006B2C28" w:rsidRDefault="00A37012" w:rsidP="00582CE9">
          <w:pPr>
            <w:suppressAutoHyphens/>
            <w:ind w:right="187"/>
            <w:rPr>
              <w:rFonts w:asciiTheme="majorHAnsi" w:hAnsiTheme="majorHAnsi"/>
              <w:color w:val="092D74"/>
              <w:sz w:val="14"/>
              <w:szCs w:val="18"/>
            </w:rPr>
          </w:pPr>
        </w:p>
      </w:tc>
      <w:tc>
        <w:tcPr>
          <w:tcW w:w="3110" w:type="dxa"/>
          <w:vAlign w:val="center"/>
        </w:tcPr>
        <w:p w14:paraId="0E71B715" w14:textId="79F71C02" w:rsidR="00A37012" w:rsidRPr="006B2C28" w:rsidRDefault="00A37012"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7CADD1BB">
                <wp:simplePos x="0" y="0"/>
                <wp:positionH relativeFrom="column">
                  <wp:posOffset>1071880</wp:posOffset>
                </wp:positionH>
                <wp:positionV relativeFrom="page">
                  <wp:posOffset>208280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37ABA9F" w:rsidR="00A37012" w:rsidRDefault="00A37012"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A37012" w:rsidRPr="006B2C28" w14:paraId="13E0C230" w14:textId="77777777" w:rsidTr="008E4838">
      <w:trPr>
        <w:trHeight w:val="1140"/>
      </w:trPr>
      <w:tc>
        <w:tcPr>
          <w:tcW w:w="6119" w:type="dxa"/>
          <w:vAlign w:val="center"/>
        </w:tcPr>
        <w:p w14:paraId="4939AAF9" w14:textId="69514F54" w:rsidR="001442C7" w:rsidRDefault="005836CE" w:rsidP="00DE3208">
          <w:pPr>
            <w:suppressAutoHyphens/>
            <w:ind w:right="187"/>
            <w:rPr>
              <w:rFonts w:asciiTheme="majorHAnsi" w:hAnsiTheme="majorHAnsi"/>
              <w:color w:val="000000" w:themeColor="text1"/>
              <w:sz w:val="14"/>
              <w:szCs w:val="18"/>
            </w:rPr>
          </w:pPr>
          <w:r w:rsidRPr="005836CE">
            <w:rPr>
              <w:rFonts w:asciiTheme="majorHAnsi" w:hAnsiTheme="majorHAnsi"/>
              <w:color w:val="000000" w:themeColor="text1"/>
              <w:sz w:val="14"/>
              <w:szCs w:val="18"/>
            </w:rPr>
            <w:t>Wykonanie robót budowlanych w branży elektroenergetycznej na terenie działania PGE Dystrybucja S.A. Oddział Łódź w RE Zgierz-Pabianice i RE Sieradz w podziale na 3 części</w:t>
          </w:r>
          <w:r w:rsidR="001442C7" w:rsidRPr="001442C7">
            <w:rPr>
              <w:rFonts w:asciiTheme="majorHAnsi" w:hAnsiTheme="majorHAnsi"/>
              <w:color w:val="000000" w:themeColor="text1"/>
              <w:sz w:val="14"/>
              <w:szCs w:val="18"/>
            </w:rPr>
            <w:t>.</w:t>
          </w:r>
        </w:p>
        <w:p w14:paraId="6BCB0AD1" w14:textId="6DCAE7FD" w:rsidR="00A37012" w:rsidRPr="006B2C28" w:rsidRDefault="00A37012" w:rsidP="00DE3208">
          <w:pPr>
            <w:suppressAutoHyphens/>
            <w:ind w:right="187"/>
            <w:rPr>
              <w:rFonts w:asciiTheme="majorHAnsi" w:hAnsiTheme="majorHAnsi"/>
              <w:color w:val="000000" w:themeColor="text1"/>
              <w:sz w:val="14"/>
              <w:szCs w:val="18"/>
            </w:rPr>
          </w:pPr>
          <w:r w:rsidRPr="008019DF">
            <w:rPr>
              <w:rFonts w:asciiTheme="majorHAnsi" w:hAnsiTheme="majorHAnsi"/>
              <w:color w:val="000000" w:themeColor="text1"/>
              <w:sz w:val="14"/>
              <w:szCs w:val="18"/>
            </w:rPr>
            <w:t>POST/DYS/OLD/GZ/0</w:t>
          </w:r>
          <w:r w:rsidR="005836CE">
            <w:rPr>
              <w:rFonts w:asciiTheme="majorHAnsi" w:hAnsiTheme="majorHAnsi"/>
              <w:color w:val="000000" w:themeColor="text1"/>
              <w:sz w:val="14"/>
              <w:szCs w:val="18"/>
            </w:rPr>
            <w:t>141</w:t>
          </w:r>
          <w:r w:rsidR="00AA1BD9">
            <w:rPr>
              <w:rFonts w:asciiTheme="majorHAnsi" w:hAnsiTheme="majorHAnsi"/>
              <w:color w:val="000000" w:themeColor="text1"/>
              <w:sz w:val="14"/>
              <w:szCs w:val="18"/>
            </w:rPr>
            <w:t>/2026</w:t>
          </w:r>
        </w:p>
        <w:p w14:paraId="676ADCC0" w14:textId="77777777" w:rsidR="00A37012" w:rsidRPr="006B2C28" w:rsidRDefault="00A37012" w:rsidP="00DE3208">
          <w:pPr>
            <w:suppressAutoHyphens/>
            <w:ind w:right="187"/>
            <w:rPr>
              <w:rFonts w:asciiTheme="majorHAnsi" w:hAnsiTheme="majorHAnsi"/>
              <w:color w:val="000000" w:themeColor="text1"/>
              <w:sz w:val="14"/>
              <w:szCs w:val="18"/>
            </w:rPr>
          </w:pPr>
        </w:p>
      </w:tc>
      <w:tc>
        <w:tcPr>
          <w:tcW w:w="6119" w:type="dxa"/>
          <w:vAlign w:val="center"/>
        </w:tcPr>
        <w:p w14:paraId="09A39017" w14:textId="39D2E6D8" w:rsidR="00A37012" w:rsidRPr="006B2C28" w:rsidRDefault="00A37012"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1CE7510A">
                <wp:simplePos x="0" y="0"/>
                <wp:positionH relativeFrom="column">
                  <wp:posOffset>1675765</wp:posOffset>
                </wp:positionH>
                <wp:positionV relativeFrom="page">
                  <wp:posOffset>280035</wp:posOffset>
                </wp:positionV>
                <wp:extent cx="662940" cy="484505"/>
                <wp:effectExtent l="0" t="0" r="3810" b="0"/>
                <wp:wrapNone/>
                <wp:docPr id="885596530"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A37012" w:rsidRPr="006B2C28" w:rsidRDefault="00A37012" w:rsidP="00DE3208">
          <w:pPr>
            <w:suppressAutoHyphens/>
            <w:ind w:right="187"/>
            <w:rPr>
              <w:rFonts w:asciiTheme="majorHAnsi" w:hAnsiTheme="majorHAnsi"/>
              <w:color w:val="092D74"/>
              <w:sz w:val="14"/>
              <w:szCs w:val="18"/>
            </w:rPr>
          </w:pPr>
        </w:p>
      </w:tc>
      <w:tc>
        <w:tcPr>
          <w:tcW w:w="6119" w:type="dxa"/>
          <w:vAlign w:val="center"/>
        </w:tcPr>
        <w:p w14:paraId="167572E0" w14:textId="77777777" w:rsidR="00A37012" w:rsidRPr="006B2C28" w:rsidRDefault="00A37012"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A37012" w:rsidRPr="006B2C28" w:rsidRDefault="00A37012" w:rsidP="00DE3208">
          <w:pPr>
            <w:suppressAutoHyphens/>
            <w:ind w:right="187"/>
            <w:rPr>
              <w:rFonts w:asciiTheme="majorHAnsi" w:hAnsiTheme="majorHAnsi"/>
              <w:color w:val="092D74"/>
              <w:sz w:val="14"/>
              <w:szCs w:val="18"/>
            </w:rPr>
          </w:pPr>
        </w:p>
      </w:tc>
      <w:tc>
        <w:tcPr>
          <w:tcW w:w="3110" w:type="dxa"/>
          <w:vAlign w:val="center"/>
        </w:tcPr>
        <w:p w14:paraId="4015801D" w14:textId="77777777" w:rsidR="00A37012" w:rsidRPr="006B2C28" w:rsidRDefault="00A37012" w:rsidP="00DE3208">
          <w:pPr>
            <w:suppressAutoHyphens/>
            <w:ind w:right="187"/>
            <w:rPr>
              <w:rFonts w:asciiTheme="majorHAnsi" w:hAnsiTheme="majorHAnsi"/>
              <w:color w:val="092D74"/>
              <w:sz w:val="14"/>
              <w:szCs w:val="18"/>
            </w:rPr>
          </w:pPr>
        </w:p>
      </w:tc>
    </w:tr>
  </w:tbl>
  <w:p w14:paraId="30866343" w14:textId="7715927D" w:rsidR="00A37012" w:rsidRDefault="00A3701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940FF2"/>
    <w:multiLevelType w:val="multilevel"/>
    <w:tmpl w:val="197647DE"/>
    <w:lvl w:ilvl="0">
      <w:start w:val="16"/>
      <w:numFmt w:val="decimal"/>
      <w:lvlText w:val="%1."/>
      <w:lvlJc w:val="left"/>
      <w:pPr>
        <w:ind w:left="480" w:hanging="480"/>
      </w:pPr>
      <w:rPr>
        <w:rFonts w:cs="Times New Roman" w:hint="default"/>
        <w:b w:val="0"/>
        <w:sz w:val="32"/>
        <w:szCs w:val="32"/>
        <w:u w:val="none"/>
      </w:rPr>
    </w:lvl>
    <w:lvl w:ilvl="1">
      <w:start w:val="1"/>
      <w:numFmt w:val="decimal"/>
      <w:lvlText w:val="%1.%2."/>
      <w:lvlJc w:val="left"/>
      <w:pPr>
        <w:ind w:left="1190"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 w15:restartNumberingAfterBreak="0">
    <w:nsid w:val="10B401DC"/>
    <w:multiLevelType w:val="multilevel"/>
    <w:tmpl w:val="BF9423E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4"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9A63BE3"/>
    <w:multiLevelType w:val="multilevel"/>
    <w:tmpl w:val="7A3011FA"/>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7" w15:restartNumberingAfterBreak="0">
    <w:nsid w:val="1D96407B"/>
    <w:multiLevelType w:val="multilevel"/>
    <w:tmpl w:val="1A36DC6A"/>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9002FB"/>
    <w:multiLevelType w:val="multilevel"/>
    <w:tmpl w:val="E85CA602"/>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2D14488"/>
    <w:multiLevelType w:val="hybridMultilevel"/>
    <w:tmpl w:val="A8904186"/>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4" w15:restartNumberingAfterBreak="0">
    <w:nsid w:val="378F2459"/>
    <w:multiLevelType w:val="multilevel"/>
    <w:tmpl w:val="74184410"/>
    <w:lvl w:ilvl="0">
      <w:start w:val="1"/>
      <w:numFmt w:val="decimal"/>
      <w:pStyle w:val="Nagwek1"/>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4A490A53"/>
    <w:multiLevelType w:val="multilevel"/>
    <w:tmpl w:val="2E1C5DC2"/>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588A6ADB"/>
    <w:multiLevelType w:val="multilevel"/>
    <w:tmpl w:val="0BECC678"/>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5" w15:restartNumberingAfterBreak="0">
    <w:nsid w:val="6851457B"/>
    <w:multiLevelType w:val="multilevel"/>
    <w:tmpl w:val="856CF2A8"/>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6"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7"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BC16861"/>
    <w:multiLevelType w:val="multilevel"/>
    <w:tmpl w:val="3C02A93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BC628C0"/>
    <w:multiLevelType w:val="multilevel"/>
    <w:tmpl w:val="6982FC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577200538">
    <w:abstractNumId w:val="15"/>
  </w:num>
  <w:num w:numId="2" w16cid:durableId="1071001647">
    <w:abstractNumId w:val="5"/>
  </w:num>
  <w:num w:numId="3" w16cid:durableId="714548287">
    <w:abstractNumId w:val="10"/>
  </w:num>
  <w:num w:numId="4" w16cid:durableId="671644500">
    <w:abstractNumId w:val="16"/>
  </w:num>
  <w:num w:numId="5" w16cid:durableId="2077583339">
    <w:abstractNumId w:val="3"/>
  </w:num>
  <w:num w:numId="6" w16cid:durableId="2042781473">
    <w:abstractNumId w:val="14"/>
  </w:num>
  <w:num w:numId="7" w16cid:durableId="865603398">
    <w:abstractNumId w:val="2"/>
  </w:num>
  <w:num w:numId="8" w16cid:durableId="299189618">
    <w:abstractNumId w:val="0"/>
  </w:num>
  <w:num w:numId="9" w16cid:durableId="901604207">
    <w:abstractNumId w:val="25"/>
  </w:num>
  <w:num w:numId="10" w16cid:durableId="735664532">
    <w:abstractNumId w:val="12"/>
  </w:num>
  <w:num w:numId="11" w16cid:durableId="506288974">
    <w:abstractNumId w:val="7"/>
  </w:num>
  <w:num w:numId="12" w16cid:durableId="2011641258">
    <w:abstractNumId w:val="19"/>
  </w:num>
  <w:num w:numId="13" w16cid:durableId="256713069">
    <w:abstractNumId w:val="28"/>
  </w:num>
  <w:num w:numId="14" w16cid:durableId="156961038">
    <w:abstractNumId w:val="6"/>
  </w:num>
  <w:num w:numId="15" w16cid:durableId="644699151">
    <w:abstractNumId w:val="22"/>
  </w:num>
  <w:num w:numId="16" w16cid:durableId="828331439">
    <w:abstractNumId w:val="11"/>
  </w:num>
  <w:num w:numId="17" w16cid:durableId="1901358677">
    <w:abstractNumId w:val="4"/>
  </w:num>
  <w:num w:numId="18" w16cid:durableId="964039365">
    <w:abstractNumId w:val="17"/>
  </w:num>
  <w:num w:numId="19" w16cid:durableId="228810103">
    <w:abstractNumId w:val="24"/>
  </w:num>
  <w:num w:numId="20" w16cid:durableId="364598791">
    <w:abstractNumId w:val="21"/>
  </w:num>
  <w:num w:numId="21" w16cid:durableId="1321542153">
    <w:abstractNumId w:val="29"/>
  </w:num>
  <w:num w:numId="22" w16cid:durableId="700057292">
    <w:abstractNumId w:val="9"/>
  </w:num>
  <w:num w:numId="23" w16cid:durableId="1722316239">
    <w:abstractNumId w:val="1"/>
  </w:num>
  <w:num w:numId="24" w16cid:durableId="754011933">
    <w:abstractNumId w:val="18"/>
  </w:num>
  <w:num w:numId="25" w16cid:durableId="1114594031">
    <w:abstractNumId w:val="20"/>
  </w:num>
  <w:num w:numId="26" w16cid:durableId="363485199">
    <w:abstractNumId w:val="23"/>
  </w:num>
  <w:num w:numId="27" w16cid:durableId="1458573117">
    <w:abstractNumId w:val="8"/>
  </w:num>
  <w:num w:numId="28" w16cid:durableId="1998805814">
    <w:abstractNumId w:val="27"/>
  </w:num>
  <w:num w:numId="29" w16cid:durableId="1732074507">
    <w:abstractNumId w:val="26"/>
  </w:num>
  <w:num w:numId="30" w16cid:durableId="1348754061">
    <w:abstractNumId w:val="1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071D9"/>
    <w:rsid w:val="00010D31"/>
    <w:rsid w:val="00013A18"/>
    <w:rsid w:val="00015893"/>
    <w:rsid w:val="0002424F"/>
    <w:rsid w:val="00027947"/>
    <w:rsid w:val="00033582"/>
    <w:rsid w:val="00036B40"/>
    <w:rsid w:val="00036D76"/>
    <w:rsid w:val="00040B6D"/>
    <w:rsid w:val="00051739"/>
    <w:rsid w:val="00051B85"/>
    <w:rsid w:val="00054A92"/>
    <w:rsid w:val="00056904"/>
    <w:rsid w:val="000572D8"/>
    <w:rsid w:val="00057816"/>
    <w:rsid w:val="00060EAD"/>
    <w:rsid w:val="00061676"/>
    <w:rsid w:val="00070A58"/>
    <w:rsid w:val="00071C98"/>
    <w:rsid w:val="0009045E"/>
    <w:rsid w:val="00094799"/>
    <w:rsid w:val="00094EB9"/>
    <w:rsid w:val="00096510"/>
    <w:rsid w:val="0009662A"/>
    <w:rsid w:val="000974B1"/>
    <w:rsid w:val="000A15BF"/>
    <w:rsid w:val="000B0DBD"/>
    <w:rsid w:val="000C47A9"/>
    <w:rsid w:val="000C679C"/>
    <w:rsid w:val="000D42BE"/>
    <w:rsid w:val="000D5886"/>
    <w:rsid w:val="000E1564"/>
    <w:rsid w:val="000F2A9C"/>
    <w:rsid w:val="000F7B58"/>
    <w:rsid w:val="00101BCF"/>
    <w:rsid w:val="001112C2"/>
    <w:rsid w:val="00124536"/>
    <w:rsid w:val="00125A7F"/>
    <w:rsid w:val="00126CEA"/>
    <w:rsid w:val="001318C9"/>
    <w:rsid w:val="00132B64"/>
    <w:rsid w:val="00136B64"/>
    <w:rsid w:val="0014036E"/>
    <w:rsid w:val="001442C7"/>
    <w:rsid w:val="00145125"/>
    <w:rsid w:val="0014785F"/>
    <w:rsid w:val="001562C9"/>
    <w:rsid w:val="00167B53"/>
    <w:rsid w:val="00172B93"/>
    <w:rsid w:val="00175F4C"/>
    <w:rsid w:val="001764EE"/>
    <w:rsid w:val="00185AAB"/>
    <w:rsid w:val="00192A23"/>
    <w:rsid w:val="001974F6"/>
    <w:rsid w:val="001A4996"/>
    <w:rsid w:val="001B0061"/>
    <w:rsid w:val="001D1A8B"/>
    <w:rsid w:val="001D2EB1"/>
    <w:rsid w:val="001E7E73"/>
    <w:rsid w:val="001F3242"/>
    <w:rsid w:val="001F3600"/>
    <w:rsid w:val="001F3F20"/>
    <w:rsid w:val="001F737A"/>
    <w:rsid w:val="002067F1"/>
    <w:rsid w:val="002161D3"/>
    <w:rsid w:val="00224257"/>
    <w:rsid w:val="0024291C"/>
    <w:rsid w:val="00244FCA"/>
    <w:rsid w:val="00257F22"/>
    <w:rsid w:val="00264A06"/>
    <w:rsid w:val="00265B9D"/>
    <w:rsid w:val="00270752"/>
    <w:rsid w:val="002743D5"/>
    <w:rsid w:val="002748E1"/>
    <w:rsid w:val="002768AC"/>
    <w:rsid w:val="002A3129"/>
    <w:rsid w:val="002A48F7"/>
    <w:rsid w:val="002B51FD"/>
    <w:rsid w:val="002B5C62"/>
    <w:rsid w:val="002C470F"/>
    <w:rsid w:val="002D3B2A"/>
    <w:rsid w:val="002D4CAD"/>
    <w:rsid w:val="002F10CA"/>
    <w:rsid w:val="00303C67"/>
    <w:rsid w:val="00304DC0"/>
    <w:rsid w:val="00310CB3"/>
    <w:rsid w:val="00324562"/>
    <w:rsid w:val="00324FE3"/>
    <w:rsid w:val="003357BF"/>
    <w:rsid w:val="00347E8D"/>
    <w:rsid w:val="003545BC"/>
    <w:rsid w:val="00362C4E"/>
    <w:rsid w:val="00366FFB"/>
    <w:rsid w:val="00371A75"/>
    <w:rsid w:val="00375780"/>
    <w:rsid w:val="00387A0D"/>
    <w:rsid w:val="003903C2"/>
    <w:rsid w:val="00393026"/>
    <w:rsid w:val="00395F60"/>
    <w:rsid w:val="00397C46"/>
    <w:rsid w:val="003A448C"/>
    <w:rsid w:val="003A4CC6"/>
    <w:rsid w:val="003A5D11"/>
    <w:rsid w:val="003A7C03"/>
    <w:rsid w:val="003B43F5"/>
    <w:rsid w:val="003B66FE"/>
    <w:rsid w:val="003D41B4"/>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5A53"/>
    <w:rsid w:val="00466493"/>
    <w:rsid w:val="00473D75"/>
    <w:rsid w:val="0047759A"/>
    <w:rsid w:val="004925D9"/>
    <w:rsid w:val="00492AEE"/>
    <w:rsid w:val="00496273"/>
    <w:rsid w:val="004A31B1"/>
    <w:rsid w:val="004A723C"/>
    <w:rsid w:val="004B29F9"/>
    <w:rsid w:val="004C2303"/>
    <w:rsid w:val="004D154B"/>
    <w:rsid w:val="004D63D5"/>
    <w:rsid w:val="004E1AB0"/>
    <w:rsid w:val="004E7573"/>
    <w:rsid w:val="004F0C4A"/>
    <w:rsid w:val="004F20AD"/>
    <w:rsid w:val="004F6B10"/>
    <w:rsid w:val="00507BFD"/>
    <w:rsid w:val="00517830"/>
    <w:rsid w:val="00520308"/>
    <w:rsid w:val="00535E9B"/>
    <w:rsid w:val="005453F1"/>
    <w:rsid w:val="00551FB7"/>
    <w:rsid w:val="005563FF"/>
    <w:rsid w:val="00562E63"/>
    <w:rsid w:val="00574D7E"/>
    <w:rsid w:val="00582CE9"/>
    <w:rsid w:val="005836CE"/>
    <w:rsid w:val="005842E9"/>
    <w:rsid w:val="0058794A"/>
    <w:rsid w:val="0059192E"/>
    <w:rsid w:val="005932BA"/>
    <w:rsid w:val="00595C94"/>
    <w:rsid w:val="005A14D5"/>
    <w:rsid w:val="005A354D"/>
    <w:rsid w:val="005B24A8"/>
    <w:rsid w:val="005B2B6D"/>
    <w:rsid w:val="005B3F04"/>
    <w:rsid w:val="005B6DC6"/>
    <w:rsid w:val="005C6812"/>
    <w:rsid w:val="005D118B"/>
    <w:rsid w:val="005D2D85"/>
    <w:rsid w:val="005D4762"/>
    <w:rsid w:val="005D74EB"/>
    <w:rsid w:val="005E4AA3"/>
    <w:rsid w:val="005E79E5"/>
    <w:rsid w:val="005F3D03"/>
    <w:rsid w:val="00623B01"/>
    <w:rsid w:val="00625BB0"/>
    <w:rsid w:val="006261BB"/>
    <w:rsid w:val="006341E5"/>
    <w:rsid w:val="0065322E"/>
    <w:rsid w:val="00655DA8"/>
    <w:rsid w:val="0065685A"/>
    <w:rsid w:val="00660237"/>
    <w:rsid w:val="00670CE4"/>
    <w:rsid w:val="0067116D"/>
    <w:rsid w:val="0067399C"/>
    <w:rsid w:val="0067572D"/>
    <w:rsid w:val="006775EE"/>
    <w:rsid w:val="00680F7C"/>
    <w:rsid w:val="00691847"/>
    <w:rsid w:val="00696995"/>
    <w:rsid w:val="006A0331"/>
    <w:rsid w:val="006A4275"/>
    <w:rsid w:val="006B2C26"/>
    <w:rsid w:val="006C26AE"/>
    <w:rsid w:val="006C4791"/>
    <w:rsid w:val="006C4B70"/>
    <w:rsid w:val="006C6089"/>
    <w:rsid w:val="006D16F1"/>
    <w:rsid w:val="006E100D"/>
    <w:rsid w:val="006E2000"/>
    <w:rsid w:val="006E5EF6"/>
    <w:rsid w:val="006F317F"/>
    <w:rsid w:val="006F5F72"/>
    <w:rsid w:val="006F7E71"/>
    <w:rsid w:val="00710355"/>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0C7A"/>
    <w:rsid w:val="00794EFB"/>
    <w:rsid w:val="007A1B94"/>
    <w:rsid w:val="007B094C"/>
    <w:rsid w:val="007B0FF0"/>
    <w:rsid w:val="007B50D8"/>
    <w:rsid w:val="007C6687"/>
    <w:rsid w:val="007C67FA"/>
    <w:rsid w:val="007D0675"/>
    <w:rsid w:val="007D1209"/>
    <w:rsid w:val="008019DF"/>
    <w:rsid w:val="00812E3F"/>
    <w:rsid w:val="008130D5"/>
    <w:rsid w:val="0081735D"/>
    <w:rsid w:val="008217CE"/>
    <w:rsid w:val="00827A7E"/>
    <w:rsid w:val="00831596"/>
    <w:rsid w:val="00833EC9"/>
    <w:rsid w:val="00842578"/>
    <w:rsid w:val="00847B49"/>
    <w:rsid w:val="00852695"/>
    <w:rsid w:val="008528D3"/>
    <w:rsid w:val="008548B7"/>
    <w:rsid w:val="00857549"/>
    <w:rsid w:val="008707CC"/>
    <w:rsid w:val="00873253"/>
    <w:rsid w:val="00884D47"/>
    <w:rsid w:val="00897B32"/>
    <w:rsid w:val="008A7413"/>
    <w:rsid w:val="008B6316"/>
    <w:rsid w:val="008C619A"/>
    <w:rsid w:val="008C75AB"/>
    <w:rsid w:val="008D156B"/>
    <w:rsid w:val="008D62A8"/>
    <w:rsid w:val="008D6A33"/>
    <w:rsid w:val="008D6FD3"/>
    <w:rsid w:val="008E2EA9"/>
    <w:rsid w:val="008E4838"/>
    <w:rsid w:val="008F17DA"/>
    <w:rsid w:val="008F1FB0"/>
    <w:rsid w:val="008F38F2"/>
    <w:rsid w:val="0090379D"/>
    <w:rsid w:val="00910E6D"/>
    <w:rsid w:val="00911FA5"/>
    <w:rsid w:val="00921235"/>
    <w:rsid w:val="00935B17"/>
    <w:rsid w:val="00936AC2"/>
    <w:rsid w:val="00944154"/>
    <w:rsid w:val="00944BEA"/>
    <w:rsid w:val="0096232C"/>
    <w:rsid w:val="00962604"/>
    <w:rsid w:val="00964A31"/>
    <w:rsid w:val="00965ACD"/>
    <w:rsid w:val="00967DAD"/>
    <w:rsid w:val="00971C8B"/>
    <w:rsid w:val="00971E24"/>
    <w:rsid w:val="00972B41"/>
    <w:rsid w:val="00983EBF"/>
    <w:rsid w:val="00984E39"/>
    <w:rsid w:val="0098502B"/>
    <w:rsid w:val="00986BFB"/>
    <w:rsid w:val="00986E3C"/>
    <w:rsid w:val="00987773"/>
    <w:rsid w:val="00992FE3"/>
    <w:rsid w:val="0099653A"/>
    <w:rsid w:val="009A6D93"/>
    <w:rsid w:val="009A7B36"/>
    <w:rsid w:val="009B3502"/>
    <w:rsid w:val="009B51B6"/>
    <w:rsid w:val="009B5CDA"/>
    <w:rsid w:val="009B60EC"/>
    <w:rsid w:val="009B633C"/>
    <w:rsid w:val="009B7777"/>
    <w:rsid w:val="009C369A"/>
    <w:rsid w:val="009C48AC"/>
    <w:rsid w:val="009C5C7C"/>
    <w:rsid w:val="009C6FBE"/>
    <w:rsid w:val="009D1815"/>
    <w:rsid w:val="009D58D0"/>
    <w:rsid w:val="009D5A1B"/>
    <w:rsid w:val="009D7472"/>
    <w:rsid w:val="009E0A88"/>
    <w:rsid w:val="009E2CB5"/>
    <w:rsid w:val="009E5B5E"/>
    <w:rsid w:val="00A02C84"/>
    <w:rsid w:val="00A148D6"/>
    <w:rsid w:val="00A27180"/>
    <w:rsid w:val="00A303E8"/>
    <w:rsid w:val="00A37012"/>
    <w:rsid w:val="00A370AB"/>
    <w:rsid w:val="00A43299"/>
    <w:rsid w:val="00A57E04"/>
    <w:rsid w:val="00A6049B"/>
    <w:rsid w:val="00A63E08"/>
    <w:rsid w:val="00A730B9"/>
    <w:rsid w:val="00A7626A"/>
    <w:rsid w:val="00A809BD"/>
    <w:rsid w:val="00A81CFB"/>
    <w:rsid w:val="00A85D6F"/>
    <w:rsid w:val="00A9467D"/>
    <w:rsid w:val="00AA134E"/>
    <w:rsid w:val="00AA1BD9"/>
    <w:rsid w:val="00AA3417"/>
    <w:rsid w:val="00AA370C"/>
    <w:rsid w:val="00AB5621"/>
    <w:rsid w:val="00AB78A2"/>
    <w:rsid w:val="00AC4A8D"/>
    <w:rsid w:val="00AC5A4C"/>
    <w:rsid w:val="00AD5D81"/>
    <w:rsid w:val="00AE062F"/>
    <w:rsid w:val="00AE0670"/>
    <w:rsid w:val="00AE1A85"/>
    <w:rsid w:val="00AE5E48"/>
    <w:rsid w:val="00AF30DB"/>
    <w:rsid w:val="00AF78FE"/>
    <w:rsid w:val="00AF7E7E"/>
    <w:rsid w:val="00B0459E"/>
    <w:rsid w:val="00B05E1A"/>
    <w:rsid w:val="00B074FC"/>
    <w:rsid w:val="00B10201"/>
    <w:rsid w:val="00B10A71"/>
    <w:rsid w:val="00B17A2B"/>
    <w:rsid w:val="00B25861"/>
    <w:rsid w:val="00B260E3"/>
    <w:rsid w:val="00B26907"/>
    <w:rsid w:val="00B3053E"/>
    <w:rsid w:val="00B31C09"/>
    <w:rsid w:val="00B379DE"/>
    <w:rsid w:val="00B422BD"/>
    <w:rsid w:val="00B44488"/>
    <w:rsid w:val="00B44A44"/>
    <w:rsid w:val="00B505C0"/>
    <w:rsid w:val="00B57759"/>
    <w:rsid w:val="00B62B32"/>
    <w:rsid w:val="00B67333"/>
    <w:rsid w:val="00B67FA9"/>
    <w:rsid w:val="00B74FE1"/>
    <w:rsid w:val="00B76CD7"/>
    <w:rsid w:val="00B77A64"/>
    <w:rsid w:val="00B801D6"/>
    <w:rsid w:val="00B83A96"/>
    <w:rsid w:val="00B83F8A"/>
    <w:rsid w:val="00BA0AAA"/>
    <w:rsid w:val="00BA0FF4"/>
    <w:rsid w:val="00BA5673"/>
    <w:rsid w:val="00BB0255"/>
    <w:rsid w:val="00BB180C"/>
    <w:rsid w:val="00BC3599"/>
    <w:rsid w:val="00BD1D08"/>
    <w:rsid w:val="00BE0AE4"/>
    <w:rsid w:val="00BE38BB"/>
    <w:rsid w:val="00C003C6"/>
    <w:rsid w:val="00C00A46"/>
    <w:rsid w:val="00C10B09"/>
    <w:rsid w:val="00C12714"/>
    <w:rsid w:val="00C20678"/>
    <w:rsid w:val="00C224EE"/>
    <w:rsid w:val="00C238BC"/>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95DD8"/>
    <w:rsid w:val="00CA104E"/>
    <w:rsid w:val="00CB2D26"/>
    <w:rsid w:val="00CB3A6F"/>
    <w:rsid w:val="00CD0C0E"/>
    <w:rsid w:val="00CD2022"/>
    <w:rsid w:val="00CE2F55"/>
    <w:rsid w:val="00CE336E"/>
    <w:rsid w:val="00D03C12"/>
    <w:rsid w:val="00D10930"/>
    <w:rsid w:val="00D1247E"/>
    <w:rsid w:val="00D206B4"/>
    <w:rsid w:val="00D21BCE"/>
    <w:rsid w:val="00D516C1"/>
    <w:rsid w:val="00D56646"/>
    <w:rsid w:val="00D6344F"/>
    <w:rsid w:val="00D80E4A"/>
    <w:rsid w:val="00D8469A"/>
    <w:rsid w:val="00D9793B"/>
    <w:rsid w:val="00DA64DB"/>
    <w:rsid w:val="00DB1D65"/>
    <w:rsid w:val="00DB1E5E"/>
    <w:rsid w:val="00DB4140"/>
    <w:rsid w:val="00DC23EB"/>
    <w:rsid w:val="00DC76F0"/>
    <w:rsid w:val="00DC7E48"/>
    <w:rsid w:val="00DD06C0"/>
    <w:rsid w:val="00DE1789"/>
    <w:rsid w:val="00DE2A42"/>
    <w:rsid w:val="00DE3208"/>
    <w:rsid w:val="00DE5745"/>
    <w:rsid w:val="00DF2ED5"/>
    <w:rsid w:val="00E12BFB"/>
    <w:rsid w:val="00E12F47"/>
    <w:rsid w:val="00E13A35"/>
    <w:rsid w:val="00E16545"/>
    <w:rsid w:val="00E2123D"/>
    <w:rsid w:val="00E30B4B"/>
    <w:rsid w:val="00E33932"/>
    <w:rsid w:val="00E359CF"/>
    <w:rsid w:val="00E413AB"/>
    <w:rsid w:val="00E41451"/>
    <w:rsid w:val="00E45F98"/>
    <w:rsid w:val="00E56B47"/>
    <w:rsid w:val="00E66F4B"/>
    <w:rsid w:val="00E706C2"/>
    <w:rsid w:val="00E71F28"/>
    <w:rsid w:val="00E72CD1"/>
    <w:rsid w:val="00E8041E"/>
    <w:rsid w:val="00E92F67"/>
    <w:rsid w:val="00E95B91"/>
    <w:rsid w:val="00EA6557"/>
    <w:rsid w:val="00EA6B97"/>
    <w:rsid w:val="00EB216E"/>
    <w:rsid w:val="00EC07C0"/>
    <w:rsid w:val="00EC22FA"/>
    <w:rsid w:val="00EC30C5"/>
    <w:rsid w:val="00ED2FD4"/>
    <w:rsid w:val="00EE5E2C"/>
    <w:rsid w:val="00EF3D80"/>
    <w:rsid w:val="00F01E75"/>
    <w:rsid w:val="00F21DD8"/>
    <w:rsid w:val="00F25128"/>
    <w:rsid w:val="00F32BD1"/>
    <w:rsid w:val="00F377D2"/>
    <w:rsid w:val="00F45555"/>
    <w:rsid w:val="00F4718C"/>
    <w:rsid w:val="00F527EB"/>
    <w:rsid w:val="00F57F56"/>
    <w:rsid w:val="00F61CAF"/>
    <w:rsid w:val="00F63962"/>
    <w:rsid w:val="00F65859"/>
    <w:rsid w:val="00F664AA"/>
    <w:rsid w:val="00F71902"/>
    <w:rsid w:val="00F724BA"/>
    <w:rsid w:val="00F72B73"/>
    <w:rsid w:val="00F751D8"/>
    <w:rsid w:val="00F835B4"/>
    <w:rsid w:val="00F90B96"/>
    <w:rsid w:val="00FA0F6A"/>
    <w:rsid w:val="00FA2A42"/>
    <w:rsid w:val="00FB0646"/>
    <w:rsid w:val="00FB2FD9"/>
    <w:rsid w:val="00FB61C7"/>
    <w:rsid w:val="00FC16F5"/>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8F38F2"/>
    <w:pPr>
      <w:keepNext/>
      <w:keepLines/>
      <w:numPr>
        <w:numId w:val="6"/>
      </w:numPr>
      <w:spacing w:before="480" w:after="0" w:line="288" w:lineRule="auto"/>
      <w:jc w:val="both"/>
      <w:outlineLvl w:val="0"/>
    </w:pPr>
    <w:rPr>
      <w:rFonts w:asciiTheme="majorHAnsi" w:eastAsiaTheme="majorEastAsia" w:hAnsiTheme="majorHAns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8F38F2"/>
    <w:rPr>
      <w:rFonts w:asciiTheme="majorHAnsi" w:eastAsiaTheme="majorEastAsia" w:hAnsiTheme="majorHAns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numPr>
        <w:numId w:val="0"/>
      </w:num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4"/>
      </w:numPr>
    </w:pPr>
  </w:style>
  <w:style w:type="numbering" w:customStyle="1" w:styleId="Zaimportowanystyl2">
    <w:name w:val="Zaimportowany styl 2"/>
    <w:rsid w:val="0059192E"/>
    <w:pPr>
      <w:numPr>
        <w:numId w:val="25"/>
      </w:numPr>
    </w:pPr>
  </w:style>
  <w:style w:type="numbering" w:customStyle="1" w:styleId="Zaimportowanystyl3">
    <w:name w:val="Zaimportowany styl 3"/>
    <w:rsid w:val="0059192E"/>
    <w:pPr>
      <w:numPr>
        <w:numId w:val="26"/>
      </w:numPr>
    </w:pPr>
  </w:style>
  <w:style w:type="numbering" w:customStyle="1" w:styleId="Zaimportowanystyl4">
    <w:name w:val="Zaimportowany styl 4"/>
    <w:rsid w:val="0059192E"/>
    <w:pPr>
      <w:numPr>
        <w:numId w:val="27"/>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9C36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gedystrybucja.pl" TargetMode="External"/><Relationship Id="rId18" Type="http://schemas.openxmlformats.org/officeDocument/2006/relationships/hyperlink" Target="https://pgedystrybucja.pl/przetargi/przetargi-zakupowe"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swpp2.gkpge.pl" TargetMode="Externa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hyperlink" Target="https://pgedystrybucja.pl/przetargi/przetargi-zakupowe" TargetMode="External"/><Relationship Id="rId25" Type="http://schemas.openxmlformats.org/officeDocument/2006/relationships/hyperlink" Target="https://swpp2.gkpge.pl/app/helpdesk/form" TargetMode="Externa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mailto:Magdalena.Goc-Moszynska@pgedystrybucja.pl"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helpdesk.zakupy@gkpge.pl" TargetMode="External"/><Relationship Id="rId32" Type="http://schemas.openxmlformats.org/officeDocument/2006/relationships/customXml" Target="../customXml/item5.xml"/><Relationship Id="rId5" Type="http://schemas.openxmlformats.org/officeDocument/2006/relationships/numbering" Target="numbering.xml"/><Relationship Id="rId15" Type="http://schemas.openxmlformats.org/officeDocument/2006/relationships/hyperlink" Target="https://swpp2.gkpge.pl" TargetMode="External"/><Relationship Id="rId23" Type="http://schemas.openxmlformats.org/officeDocument/2006/relationships/hyperlink" Target="https://pgedystrybucja.pl/przetargi"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swpp2.gkpge.pl"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gedystrybucja.pl/przetargi" TargetMode="External"/><Relationship Id="rId22" Type="http://schemas.openxmlformats.org/officeDocument/2006/relationships/hyperlink" Target="https://swpp2.gkpge.pl/" TargetMode="External"/><Relationship Id="rId27" Type="http://schemas.openxmlformats.org/officeDocument/2006/relationships/footer" Target="footer1.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SWZ_0141_2026_RB_WADIUM.docx</dmsv2BaseFileName>
    <dmsv2BaseDisplayName xmlns="http://schemas.microsoft.com/sharepoint/v3">SWZ_0141_2026_RB_WADIUM</dmsv2BaseDisplayName>
    <dmsv2SWPP2ObjectNumber xmlns="http://schemas.microsoft.com/sharepoint/v3">POST/DYS/OLD/GZ/00141/2026                        </dmsv2SWPP2ObjectNumber>
    <dmsv2SWPP2SumMD5 xmlns="http://schemas.microsoft.com/sharepoint/v3">0b51594ecfd6e9d5812142c68677c890</dmsv2SWPP2SumMD5>
    <dmsv2BaseMoved xmlns="http://schemas.microsoft.com/sharepoint/v3">false</dmsv2BaseMoved>
    <dmsv2BaseIsSensitive xmlns="http://schemas.microsoft.com/sharepoint/v3">true</dmsv2BaseIsSensitive>
    <dmsv2SWPP2IDSWPP2 xmlns="http://schemas.microsoft.com/sharepoint/v3">703833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24160309</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JEUP5JKVCYQC-1092029480-18593</_dlc_DocId>
    <_dlc_DocIdUrl xmlns="a19cb1c7-c5c7-46d4-85ae-d83685407bba">
      <Url>https://swpp2.dms.gkpge.pl/sites/41/_layouts/15/DocIdRedir.aspx?ID=JEUP5JKVCYQC-1092029480-18593</Url>
      <Description>JEUP5JKVCYQC-1092029480-18593</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C6E26E7-592F-4BE6-A5C7-C724B259BCB6}"/>
</file>

<file path=customXml/itemProps2.xml><?xml version="1.0" encoding="utf-8"?>
<ds:datastoreItem xmlns:ds="http://schemas.openxmlformats.org/officeDocument/2006/customXml" ds:itemID="{8D7209EB-A8D1-414F-9E92-A15D83BEF2AC}">
  <ds:schemaRefs>
    <ds:schemaRef ds:uri="http://schemas.openxmlformats.org/officeDocument/2006/bibliography"/>
  </ds:schemaRefs>
</ds:datastoreItem>
</file>

<file path=customXml/itemProps3.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4.xml><?xml version="1.0" encoding="utf-8"?>
<ds:datastoreItem xmlns:ds="http://schemas.openxmlformats.org/officeDocument/2006/customXml" ds:itemID="{8DF09127-56C0-4B00-992D-F2AE8BC21FEC}">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ab6a7fc3-c441-41c3-bbfc-a960266391eb"/>
    <ds:schemaRef ds:uri="http://purl.org/dc/terms/"/>
    <ds:schemaRef ds:uri="http://schemas.openxmlformats.org/package/2006/metadata/core-properties"/>
    <ds:schemaRef ds:uri="http://www.w3.org/XML/1998/namespace"/>
    <ds:schemaRef ds:uri="http://purl.org/dc/dcmitype/"/>
  </ds:schemaRefs>
</ds:datastoreItem>
</file>

<file path=customXml/itemProps5.xml><?xml version="1.0" encoding="utf-8"?>
<ds:datastoreItem xmlns:ds="http://schemas.openxmlformats.org/officeDocument/2006/customXml" ds:itemID="{0C397A85-6621-4D2A-8C37-ACC408C4581C}"/>
</file>

<file path=docProps/app.xml><?xml version="1.0" encoding="utf-8"?>
<Properties xmlns="http://schemas.openxmlformats.org/officeDocument/2006/extended-properties" xmlns:vt="http://schemas.openxmlformats.org/officeDocument/2006/docPropsVTypes">
  <Template>PGE word swz test</Template>
  <TotalTime>132</TotalTime>
  <Pages>14</Pages>
  <Words>5210</Words>
  <Characters>31261</Characters>
  <Application>Microsoft Office Word</Application>
  <DocSecurity>0</DocSecurity>
  <Lines>260</Lines>
  <Paragraphs>72</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36399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Kaczorowska-Jakubowska Izabela [PGE Dystr. O.Łódź]</cp:lastModifiedBy>
  <cp:revision>31</cp:revision>
  <cp:lastPrinted>2024-07-15T11:21:00Z</cp:lastPrinted>
  <dcterms:created xsi:type="dcterms:W3CDTF">2025-10-01T10:45:00Z</dcterms:created>
  <dcterms:modified xsi:type="dcterms:W3CDTF">2026-01-20T09:46:00Z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239a95fb-3dcc-49e8-a0e4-323aa9ba8e25</vt:lpwstr>
  </property>
</Properties>
</file>