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077FBCDC"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F9351B">
              <w:rPr>
                <w:rFonts w:asciiTheme="minorHAnsi" w:hAnsiTheme="minorHAnsi" w:cstheme="minorHAnsi"/>
                <w:b/>
              </w:rPr>
              <w:t>Białystok</w:t>
            </w:r>
          </w:p>
          <w:p w14:paraId="5B6532BE" w14:textId="77777777" w:rsidR="00F9351B" w:rsidRDefault="00F9351B" w:rsidP="00F9351B">
            <w:pPr>
              <w:jc w:val="center"/>
              <w:rPr>
                <w:sz w:val="20"/>
              </w:rPr>
            </w:pPr>
            <w:r>
              <w:rPr>
                <w:sz w:val="20"/>
              </w:rPr>
              <w:t>15-950 Białystok</w:t>
            </w:r>
          </w:p>
          <w:p w14:paraId="3F4CA6ED" w14:textId="6D892E40" w:rsidR="00B67D39" w:rsidRPr="006B56FD" w:rsidRDefault="00F9351B" w:rsidP="00F9351B">
            <w:pPr>
              <w:jc w:val="center"/>
              <w:rPr>
                <w:rFonts w:asciiTheme="minorHAnsi" w:eastAsiaTheme="majorEastAsia" w:hAnsiTheme="minorHAnsi" w:cstheme="minorHAnsi"/>
                <w:i/>
                <w:iCs/>
              </w:rPr>
            </w:pPr>
            <w:r>
              <w:rPr>
                <w:sz w:val="20"/>
              </w:rPr>
              <w:t xml:space="preserve">  ul. Elektryczna 13</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55054D4E" w14:textId="77777777" w:rsidR="005C079E" w:rsidRPr="005C079E" w:rsidRDefault="00B67D39" w:rsidP="005C079E">
      <w:pPr>
        <w:spacing w:after="120"/>
        <w:jc w:val="both"/>
        <w:rPr>
          <w:rFonts w:cstheme="minorHAnsi"/>
          <w:b/>
          <w:szCs w:val="18"/>
          <w:lang w:eastAsia="pl-PL"/>
        </w:rPr>
      </w:pPr>
      <w:r w:rsidRPr="00B67D39">
        <w:rPr>
          <w:rFonts w:cstheme="minorHAnsi"/>
          <w:szCs w:val="18"/>
          <w:lang w:eastAsia="pl-PL"/>
        </w:rPr>
        <w:t>Dot</w:t>
      </w:r>
      <w:r w:rsidR="00EB6E7E">
        <w:rPr>
          <w:rFonts w:cstheme="minorHAnsi"/>
          <w:szCs w:val="18"/>
          <w:lang w:eastAsia="pl-PL"/>
        </w:rPr>
        <w:t xml:space="preserve">yczy postępowania zakupowego nr </w:t>
      </w:r>
      <w:r w:rsidR="00EB6E7E" w:rsidRPr="00EB6E7E">
        <w:rPr>
          <w:rFonts w:cstheme="minorHAnsi"/>
          <w:b/>
          <w:szCs w:val="18"/>
          <w:lang w:eastAsia="pl-PL"/>
        </w:rPr>
        <w:t>POST/DYS/OB/GZA/0</w:t>
      </w:r>
      <w:r w:rsidR="005C079E">
        <w:rPr>
          <w:rFonts w:cstheme="minorHAnsi"/>
          <w:b/>
          <w:szCs w:val="18"/>
          <w:lang w:eastAsia="pl-PL"/>
        </w:rPr>
        <w:t>2522</w:t>
      </w:r>
      <w:r w:rsidR="00EB6E7E" w:rsidRPr="00EB6E7E">
        <w:rPr>
          <w:rFonts w:cstheme="minorHAnsi"/>
          <w:b/>
          <w:szCs w:val="18"/>
          <w:lang w:eastAsia="pl-PL"/>
        </w:rPr>
        <w:t>/2025</w:t>
      </w:r>
      <w:r w:rsidRPr="00B67D39">
        <w:rPr>
          <w:rFonts w:cstheme="minorHAnsi"/>
          <w:szCs w:val="18"/>
          <w:lang w:eastAsia="pl-PL"/>
        </w:rPr>
        <w:t xml:space="preserve"> prowadzonego w trybie przetargu nieograniczonego pn. </w:t>
      </w:r>
      <w:r w:rsidR="005C079E" w:rsidRPr="005C079E">
        <w:rPr>
          <w:rFonts w:cstheme="minorHAnsi"/>
          <w:b/>
          <w:szCs w:val="18"/>
          <w:lang w:eastAsia="pl-PL"/>
        </w:rPr>
        <w:t>Opracowanie projektów budowlano-wykonawczych budowy sieci elektroenergetycznej SN na terenie działalności Rejonu Energetycznego Białystok Teren PGE Dystrybucja S.A. Oddział Białystok – 5 części</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EBE3FF8" w14:textId="6E7A88F8" w:rsidR="008E278B" w:rsidRPr="008E278B" w:rsidRDefault="00EB6E7E" w:rsidP="008E278B">
      <w:pPr>
        <w:pStyle w:val="Akapitzlist"/>
        <w:numPr>
          <w:ilvl w:val="0"/>
          <w:numId w:val="32"/>
        </w:numPr>
        <w:spacing w:before="100" w:beforeAutospacing="1" w:after="100" w:afterAutospacing="1"/>
        <w:rPr>
          <w:rFonts w:cstheme="minorHAnsi"/>
          <w:szCs w:val="18"/>
        </w:rPr>
      </w:pPr>
      <w:r w:rsidRPr="00EB6E7E">
        <w:rPr>
          <w:rFonts w:cstheme="minorHAnsi"/>
          <w:b/>
          <w:szCs w:val="18"/>
        </w:rPr>
        <w:t>Cześć nr 1</w:t>
      </w:r>
      <w:r>
        <w:rPr>
          <w:rFonts w:cstheme="minorHAnsi"/>
          <w:szCs w:val="18"/>
        </w:rPr>
        <w:t xml:space="preserve">: </w:t>
      </w:r>
    </w:p>
    <w:p w14:paraId="213B019B" w14:textId="77777777" w:rsidR="008E278B" w:rsidRPr="008E278B" w:rsidRDefault="008E278B" w:rsidP="008E278B">
      <w:pPr>
        <w:pStyle w:val="Akapitzlist"/>
        <w:spacing w:before="100" w:beforeAutospacing="1" w:after="100" w:afterAutospacing="1"/>
        <w:ind w:left="786"/>
        <w:rPr>
          <w:rFonts w:cstheme="minorHAnsi"/>
          <w:szCs w:val="18"/>
        </w:rPr>
      </w:pPr>
      <w:r w:rsidRPr="008E278B">
        <w:rPr>
          <w:rFonts w:cstheme="minorHAnsi"/>
          <w:szCs w:val="18"/>
        </w:rPr>
        <w:t>Gmina Juchnowiec Kościelny miejscowość Wojszki dz. 547/1,547/2</w:t>
      </w:r>
    </w:p>
    <w:p w14:paraId="6FB96E26" w14:textId="44E7F187" w:rsidR="008E278B" w:rsidRPr="008E278B" w:rsidRDefault="008E278B" w:rsidP="008E278B">
      <w:pPr>
        <w:pStyle w:val="Akapitzlist"/>
        <w:spacing w:before="100" w:beforeAutospacing="1" w:after="100" w:afterAutospacing="1"/>
        <w:ind w:left="786"/>
        <w:rPr>
          <w:rFonts w:cstheme="minorHAnsi"/>
          <w:szCs w:val="18"/>
        </w:rPr>
      </w:pPr>
      <w:r w:rsidRPr="008E278B">
        <w:rPr>
          <w:rFonts w:cstheme="minorHAnsi"/>
          <w:szCs w:val="18"/>
        </w:rPr>
        <w:t>Realizacja warunków i umowy przyłączeniowej nr 25-B6/UP/02454</w:t>
      </w:r>
    </w:p>
    <w:p w14:paraId="60E45A78" w14:textId="37C395A7" w:rsidR="008E278B" w:rsidRPr="008E278B" w:rsidRDefault="008E278B" w:rsidP="008E278B">
      <w:pPr>
        <w:pStyle w:val="Akapitzlist"/>
        <w:spacing w:before="100" w:beforeAutospacing="1" w:after="100" w:afterAutospacing="1"/>
        <w:ind w:left="786"/>
        <w:rPr>
          <w:rFonts w:cstheme="minorHAnsi"/>
          <w:szCs w:val="18"/>
        </w:rPr>
      </w:pPr>
      <w:r w:rsidRPr="008E278B">
        <w:rPr>
          <w:rFonts w:cstheme="minorHAnsi"/>
          <w:szCs w:val="18"/>
        </w:rPr>
        <w:t xml:space="preserve">Opracowanie dokumentacji projektowej - Dostosować stację transformatorową ST 11-97 do wyprowadzenia nowego kablowego obwodu </w:t>
      </w:r>
      <w:proofErr w:type="spellStart"/>
      <w:r w:rsidRPr="008E278B">
        <w:rPr>
          <w:rFonts w:cstheme="minorHAnsi"/>
          <w:szCs w:val="18"/>
        </w:rPr>
        <w:t>nN</w:t>
      </w:r>
      <w:proofErr w:type="spellEnd"/>
      <w:r w:rsidRPr="008E278B">
        <w:rPr>
          <w:rFonts w:cstheme="minorHAnsi"/>
          <w:szCs w:val="18"/>
        </w:rPr>
        <w:t xml:space="preserve"> oraz zwiększonego obciążenia. Wybudować przyłącze kablowe </w:t>
      </w:r>
      <w:proofErr w:type="spellStart"/>
      <w:r w:rsidRPr="008E278B">
        <w:rPr>
          <w:rFonts w:cstheme="minorHAnsi"/>
          <w:szCs w:val="18"/>
        </w:rPr>
        <w:t>YAKXs</w:t>
      </w:r>
      <w:proofErr w:type="spellEnd"/>
      <w:r w:rsidRPr="008E278B">
        <w:rPr>
          <w:rFonts w:cstheme="minorHAnsi"/>
          <w:szCs w:val="18"/>
        </w:rPr>
        <w:t xml:space="preserve"> 4x240 mm2 o dł. ok. 700 m od ST 11-97 do proj. złącza kablowo-pomiarowego usytuowanego na granicy dz. 1/3 i 547/1.</w:t>
      </w:r>
    </w:p>
    <w:p w14:paraId="5886F091" w14:textId="30AEB4C8" w:rsidR="00B67D39" w:rsidRPr="00EB6E7E" w:rsidRDefault="00B67D39"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4BC7C9D6" w14:textId="5B954738"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8DA1C25" w14:textId="77777777" w:rsidR="00EB6E7E" w:rsidRPr="00B67D39" w:rsidRDefault="00EB6E7E" w:rsidP="006B49A3">
      <w:pPr>
        <w:pStyle w:val="Akapitzlist"/>
        <w:spacing w:before="100" w:beforeAutospacing="1" w:after="100" w:afterAutospacing="1"/>
        <w:ind w:left="426"/>
        <w:rPr>
          <w:rFonts w:cstheme="minorHAnsi"/>
          <w:szCs w:val="18"/>
        </w:rPr>
      </w:pP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118E3C88" w:rsidR="00B67D39" w:rsidRDefault="00B67D39" w:rsidP="006B49A3">
      <w:pPr>
        <w:pStyle w:val="Akapitzlist"/>
        <w:spacing w:before="100" w:beforeAutospacing="1" w:after="100" w:afterAutospacing="1"/>
        <w:ind w:left="426"/>
        <w:rPr>
          <w:rFonts w:cstheme="minorHAnsi"/>
          <w:szCs w:val="18"/>
        </w:rPr>
      </w:pPr>
    </w:p>
    <w:p w14:paraId="18B4F304" w14:textId="45DCA087" w:rsidR="00EB6E7E" w:rsidRDefault="00EB6E7E" w:rsidP="006B49A3">
      <w:pPr>
        <w:pStyle w:val="Akapitzlist"/>
        <w:spacing w:before="100" w:beforeAutospacing="1" w:after="100" w:afterAutospacing="1"/>
        <w:ind w:left="426"/>
        <w:rPr>
          <w:rFonts w:cstheme="minorHAnsi"/>
          <w:szCs w:val="18"/>
        </w:rPr>
      </w:pPr>
    </w:p>
    <w:p w14:paraId="3C072885" w14:textId="2E5D68F4" w:rsidR="00EB6E7E" w:rsidRDefault="00EB6E7E" w:rsidP="006B49A3">
      <w:pPr>
        <w:pStyle w:val="Akapitzlist"/>
        <w:spacing w:before="100" w:beforeAutospacing="1" w:after="100" w:afterAutospacing="1"/>
        <w:ind w:left="426"/>
        <w:rPr>
          <w:rFonts w:cstheme="minorHAnsi"/>
          <w:szCs w:val="18"/>
        </w:rPr>
      </w:pPr>
    </w:p>
    <w:p w14:paraId="50902F42" w14:textId="3AA62F01" w:rsidR="00EB6E7E" w:rsidRDefault="00EB6E7E" w:rsidP="006B49A3">
      <w:pPr>
        <w:pStyle w:val="Akapitzlist"/>
        <w:spacing w:before="100" w:beforeAutospacing="1" w:after="100" w:afterAutospacing="1"/>
        <w:ind w:left="426"/>
        <w:rPr>
          <w:rFonts w:cstheme="minorHAnsi"/>
          <w:szCs w:val="18"/>
        </w:rPr>
      </w:pPr>
    </w:p>
    <w:p w14:paraId="2538214D" w14:textId="77777777" w:rsidR="008E278B" w:rsidRDefault="00EB6E7E" w:rsidP="00EB6E7E">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2</w:t>
      </w:r>
      <w:r>
        <w:rPr>
          <w:rFonts w:cstheme="minorHAnsi"/>
          <w:szCs w:val="18"/>
        </w:rPr>
        <w:t xml:space="preserve">: </w:t>
      </w:r>
    </w:p>
    <w:p w14:paraId="4E020817" w14:textId="77777777"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Gmina Łapy miejscowość Roszki Wodźki dz. 65/7</w:t>
      </w:r>
    </w:p>
    <w:p w14:paraId="3EFD383E" w14:textId="19869CAF"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Realizacja warunków i umowy przyłączeniowej nr 25-B6/UP/02042</w:t>
      </w:r>
    </w:p>
    <w:p w14:paraId="0BCEBBB0" w14:textId="13636CDB"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 xml:space="preserve">Opracowanie dokumentacji projektowej - Dostosować ST 6-391 do zwiększonego obciążenia i wyprowadzenia nowego obwodu </w:t>
      </w:r>
      <w:proofErr w:type="spellStart"/>
      <w:r w:rsidRPr="008E278B">
        <w:rPr>
          <w:rFonts w:cstheme="minorHAnsi"/>
          <w:szCs w:val="18"/>
        </w:rPr>
        <w:t>nN.</w:t>
      </w:r>
      <w:proofErr w:type="spellEnd"/>
      <w:r w:rsidRPr="008E278B">
        <w:rPr>
          <w:rFonts w:cstheme="minorHAnsi"/>
          <w:szCs w:val="18"/>
        </w:rPr>
        <w:t xml:space="preserve"> Wybudować przyłącze kablowe </w:t>
      </w:r>
      <w:proofErr w:type="spellStart"/>
      <w:r w:rsidRPr="008E278B">
        <w:rPr>
          <w:rFonts w:cstheme="minorHAnsi"/>
          <w:szCs w:val="18"/>
        </w:rPr>
        <w:t>nN</w:t>
      </w:r>
      <w:proofErr w:type="spellEnd"/>
      <w:r w:rsidRPr="008E278B">
        <w:rPr>
          <w:rFonts w:cstheme="minorHAnsi"/>
          <w:szCs w:val="18"/>
        </w:rPr>
        <w:t xml:space="preserve"> </w:t>
      </w:r>
      <w:proofErr w:type="spellStart"/>
      <w:r w:rsidRPr="008E278B">
        <w:rPr>
          <w:rFonts w:cstheme="minorHAnsi"/>
          <w:szCs w:val="18"/>
        </w:rPr>
        <w:t>YAKXs</w:t>
      </w:r>
      <w:proofErr w:type="spellEnd"/>
      <w:r w:rsidRPr="008E278B">
        <w:rPr>
          <w:rFonts w:cstheme="minorHAnsi"/>
          <w:szCs w:val="18"/>
        </w:rPr>
        <w:t xml:space="preserve"> 4x240 mm2 o dł. ok. 437 m od najbliższego słupa czynnej linii </w:t>
      </w:r>
      <w:proofErr w:type="spellStart"/>
      <w:r w:rsidRPr="008E278B">
        <w:rPr>
          <w:rFonts w:cstheme="minorHAnsi"/>
          <w:szCs w:val="18"/>
        </w:rPr>
        <w:t>nN</w:t>
      </w:r>
      <w:proofErr w:type="spellEnd"/>
      <w:r w:rsidRPr="008E278B">
        <w:rPr>
          <w:rFonts w:cstheme="minorHAnsi"/>
          <w:szCs w:val="18"/>
        </w:rPr>
        <w:t xml:space="preserve"> do złącza kablowego z układem pomiarowym półpośrednim usytuowanego na granicy działki 77/4 i 242/4</w:t>
      </w:r>
    </w:p>
    <w:p w14:paraId="159FA8A0" w14:textId="77777777" w:rsidR="00EB6E7E" w:rsidRPr="00EB6E7E" w:rsidRDefault="00EB6E7E"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2914BC6C" w14:textId="7777777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B8D3ADA" w14:textId="77777777" w:rsidR="00EB6E7E" w:rsidRPr="00B67D39" w:rsidRDefault="00EB6E7E" w:rsidP="00EB6E7E">
      <w:pPr>
        <w:pStyle w:val="Akapitzlist"/>
        <w:spacing w:before="100" w:beforeAutospacing="1" w:after="100" w:afterAutospacing="1"/>
        <w:ind w:left="426"/>
        <w:rPr>
          <w:rFonts w:cstheme="minorHAnsi"/>
          <w:szCs w:val="18"/>
        </w:rPr>
      </w:pPr>
    </w:p>
    <w:p w14:paraId="141778D7" w14:textId="77777777" w:rsidR="00EB6E7E" w:rsidRPr="00B67D39"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4661647" w14:textId="3428378E" w:rsidR="00EB6E7E" w:rsidRDefault="00EB6E7E" w:rsidP="006B49A3">
      <w:pPr>
        <w:pStyle w:val="Akapitzlist"/>
        <w:spacing w:before="100" w:beforeAutospacing="1" w:after="100" w:afterAutospacing="1"/>
        <w:ind w:left="426"/>
        <w:rPr>
          <w:rFonts w:cstheme="minorHAnsi"/>
          <w:szCs w:val="18"/>
        </w:rPr>
      </w:pPr>
    </w:p>
    <w:p w14:paraId="05E80055" w14:textId="037438C7" w:rsidR="00EB6E7E" w:rsidRDefault="00EB6E7E" w:rsidP="006B49A3">
      <w:pPr>
        <w:pStyle w:val="Akapitzlist"/>
        <w:spacing w:before="100" w:beforeAutospacing="1" w:after="100" w:afterAutospacing="1"/>
        <w:ind w:left="426"/>
        <w:rPr>
          <w:rFonts w:cstheme="minorHAnsi"/>
          <w:szCs w:val="18"/>
        </w:rPr>
      </w:pPr>
    </w:p>
    <w:p w14:paraId="098CA5B1" w14:textId="77777777" w:rsidR="008E278B" w:rsidRDefault="00EB6E7E" w:rsidP="00EB6E7E">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3</w:t>
      </w:r>
      <w:r>
        <w:rPr>
          <w:rFonts w:cstheme="minorHAnsi"/>
          <w:szCs w:val="18"/>
        </w:rPr>
        <w:t xml:space="preserve">: </w:t>
      </w:r>
    </w:p>
    <w:p w14:paraId="03DDFDB9" w14:textId="77777777"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Gmina Wasilków miejscowość Nowodworce dz. 1305/1</w:t>
      </w:r>
    </w:p>
    <w:p w14:paraId="765B4F9C" w14:textId="026FCE51"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Realizacja warunków i umowy przyłączeniowej nr 25-B6/UP/02326</w:t>
      </w:r>
    </w:p>
    <w:p w14:paraId="5B08B172" w14:textId="169A0BC8"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 xml:space="preserve">Opracowanie dokumentacji projektowej - Dostosować ST 11-1649 do zwiększonego obciążenia i wyprowadzenia nowego obwodu </w:t>
      </w:r>
      <w:proofErr w:type="spellStart"/>
      <w:r w:rsidRPr="008E278B">
        <w:rPr>
          <w:rFonts w:cstheme="minorHAnsi"/>
          <w:szCs w:val="18"/>
        </w:rPr>
        <w:t>nN.</w:t>
      </w:r>
      <w:proofErr w:type="spellEnd"/>
      <w:r w:rsidRPr="008E278B">
        <w:rPr>
          <w:rFonts w:cstheme="minorHAnsi"/>
          <w:szCs w:val="18"/>
        </w:rPr>
        <w:t xml:space="preserve"> Wybudować przyłącze kablowe YAKXS 4x240 mm2 o dł. ok. 210 m od ST 11-1649 do złącza kablowo-pomiarowego wielolicznikowego usytuowanego na granicy nieruchomości nr 1305/1 i 1300.</w:t>
      </w:r>
    </w:p>
    <w:p w14:paraId="4003B8E3" w14:textId="77777777" w:rsidR="00EB6E7E" w:rsidRPr="00EB6E7E" w:rsidRDefault="00EB6E7E"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69D8BF5E" w14:textId="7777777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B32705C" w14:textId="77777777" w:rsidR="00EB6E7E" w:rsidRPr="00B67D39" w:rsidRDefault="00EB6E7E" w:rsidP="00EB6E7E">
      <w:pPr>
        <w:pStyle w:val="Akapitzlist"/>
        <w:spacing w:before="100" w:beforeAutospacing="1" w:after="100" w:afterAutospacing="1"/>
        <w:ind w:left="426"/>
        <w:rPr>
          <w:rFonts w:cstheme="minorHAnsi"/>
          <w:szCs w:val="18"/>
        </w:rPr>
      </w:pPr>
    </w:p>
    <w:p w14:paraId="190D52E4" w14:textId="77777777" w:rsidR="00EB6E7E" w:rsidRPr="00B67D39"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CB2CE69" w14:textId="5FEAC7A5" w:rsidR="00EB6E7E" w:rsidRDefault="00EB6E7E" w:rsidP="006B49A3">
      <w:pPr>
        <w:pStyle w:val="Akapitzlist"/>
        <w:spacing w:before="100" w:beforeAutospacing="1" w:after="100" w:afterAutospacing="1"/>
        <w:ind w:left="426"/>
        <w:rPr>
          <w:rFonts w:cstheme="minorHAnsi"/>
          <w:szCs w:val="18"/>
        </w:rPr>
      </w:pPr>
    </w:p>
    <w:p w14:paraId="4CF9FF39" w14:textId="210ED1FC" w:rsidR="00EB6E7E" w:rsidRDefault="00EB6E7E" w:rsidP="006B49A3">
      <w:pPr>
        <w:pStyle w:val="Akapitzlist"/>
        <w:spacing w:before="100" w:beforeAutospacing="1" w:after="100" w:afterAutospacing="1"/>
        <w:ind w:left="426"/>
        <w:rPr>
          <w:rFonts w:cstheme="minorHAnsi"/>
          <w:szCs w:val="18"/>
        </w:rPr>
      </w:pPr>
    </w:p>
    <w:p w14:paraId="509A77BA" w14:textId="1ABBC23B" w:rsidR="00EB6E7E" w:rsidRDefault="00EB6E7E" w:rsidP="006B49A3">
      <w:pPr>
        <w:pStyle w:val="Akapitzlist"/>
        <w:spacing w:before="100" w:beforeAutospacing="1" w:after="100" w:afterAutospacing="1"/>
        <w:ind w:left="426"/>
        <w:rPr>
          <w:rFonts w:cstheme="minorHAnsi"/>
          <w:szCs w:val="18"/>
        </w:rPr>
      </w:pPr>
    </w:p>
    <w:p w14:paraId="171ED8FB" w14:textId="77777777" w:rsidR="008E278B" w:rsidRDefault="00EB6E7E" w:rsidP="00EB6E7E">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4</w:t>
      </w:r>
      <w:r>
        <w:rPr>
          <w:rFonts w:cstheme="minorHAnsi"/>
          <w:szCs w:val="18"/>
        </w:rPr>
        <w:t xml:space="preserve">: </w:t>
      </w:r>
    </w:p>
    <w:p w14:paraId="4EB5269C" w14:textId="77777777"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Gmina Krypno  , miejscowość Góra nr dz. 245/2</w:t>
      </w:r>
    </w:p>
    <w:p w14:paraId="6D2459A8" w14:textId="16970BD0"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 xml:space="preserve">Realizacja warunków i umowy przyłączeniowej nr 25-B6/UP/00764, 25-B6/UP/00763, 25-B6/UP/00762, Opracowanie dokumentacji projektowej - </w:t>
      </w:r>
      <w:r w:rsidRPr="008E278B">
        <w:rPr>
          <w:rFonts w:cstheme="minorHAnsi"/>
          <w:szCs w:val="18"/>
        </w:rPr>
        <w:tab/>
        <w:t>Wybudować linię kablową SN o dł. ok. 400 m od słupa linii SN Knyszyn-Tykocin do projektowanej stacji słupowej zlokalizowanej na dz. 245/5. Wybudować przyłącze kablowe YAKXS 4x240 mm2 o dł. ok. 105 m od projektowanej stacji transformatorowej do złącza kablowego ZK3+2TL usytuowanego przy granicy nieruchomości 244/5, 244/6 i 817</w:t>
      </w:r>
    </w:p>
    <w:p w14:paraId="3BB942D0" w14:textId="77777777" w:rsidR="00EB6E7E" w:rsidRPr="00EB6E7E" w:rsidRDefault="00EB6E7E"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4D450A0A" w14:textId="7777777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C9F11B9" w14:textId="77777777" w:rsidR="00EB6E7E" w:rsidRPr="00B67D39" w:rsidRDefault="00EB6E7E" w:rsidP="00EB6E7E">
      <w:pPr>
        <w:pStyle w:val="Akapitzlist"/>
        <w:spacing w:before="100" w:beforeAutospacing="1" w:after="100" w:afterAutospacing="1"/>
        <w:ind w:left="426"/>
        <w:rPr>
          <w:rFonts w:cstheme="minorHAnsi"/>
          <w:szCs w:val="18"/>
        </w:rPr>
      </w:pPr>
    </w:p>
    <w:p w14:paraId="2D77DC38" w14:textId="6E62196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4758465" w14:textId="77777777" w:rsidR="00882609" w:rsidRPr="00B67D39" w:rsidRDefault="00882609" w:rsidP="00EB6E7E">
      <w:pPr>
        <w:pStyle w:val="Akapitzlist"/>
        <w:spacing w:before="100" w:beforeAutospacing="1" w:after="100" w:afterAutospacing="1"/>
        <w:ind w:left="426"/>
        <w:rPr>
          <w:rFonts w:cstheme="minorHAnsi"/>
          <w:szCs w:val="18"/>
        </w:rPr>
      </w:pPr>
    </w:p>
    <w:p w14:paraId="3017147F" w14:textId="77777777" w:rsidR="00EB6E7E" w:rsidRPr="00B67D39" w:rsidRDefault="00EB6E7E" w:rsidP="006B49A3">
      <w:pPr>
        <w:pStyle w:val="Akapitzlist"/>
        <w:spacing w:before="100" w:beforeAutospacing="1" w:after="100" w:afterAutospacing="1"/>
        <w:ind w:left="426"/>
        <w:rPr>
          <w:rFonts w:cstheme="minorHAnsi"/>
          <w:szCs w:val="18"/>
        </w:rPr>
      </w:pPr>
    </w:p>
    <w:p w14:paraId="02A131B6" w14:textId="77777777" w:rsidR="008E278B" w:rsidRDefault="00882609" w:rsidP="00882609">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5</w:t>
      </w:r>
      <w:r>
        <w:rPr>
          <w:rFonts w:cstheme="minorHAnsi"/>
          <w:szCs w:val="18"/>
        </w:rPr>
        <w:t xml:space="preserve">: </w:t>
      </w:r>
    </w:p>
    <w:p w14:paraId="3876CB2E" w14:textId="77777777"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Gmina Suchowola  , miejscowość Leszczany nr dz. 54</w:t>
      </w:r>
    </w:p>
    <w:p w14:paraId="73E84611" w14:textId="405D6F8A" w:rsidR="008E278B" w:rsidRPr="008E278B" w:rsidRDefault="008E278B" w:rsidP="008E278B">
      <w:pPr>
        <w:pStyle w:val="Akapitzlist"/>
        <w:spacing w:before="100" w:beforeAutospacing="1" w:after="100" w:afterAutospacing="1"/>
        <w:ind w:left="786"/>
        <w:jc w:val="both"/>
        <w:rPr>
          <w:rFonts w:cstheme="minorHAnsi"/>
          <w:szCs w:val="18"/>
        </w:rPr>
      </w:pPr>
      <w:r w:rsidRPr="008E278B">
        <w:rPr>
          <w:rFonts w:cstheme="minorHAnsi"/>
          <w:szCs w:val="18"/>
        </w:rPr>
        <w:t xml:space="preserve">Realizacja warunków i umowy przyłączeniowej nr 25-B6/UP/00946,  Opracowanie dokumentacji projektowej - Dostosować ST 7-228 do wyprowadzenia nowego obwodu </w:t>
      </w:r>
      <w:proofErr w:type="spellStart"/>
      <w:r w:rsidRPr="008E278B">
        <w:rPr>
          <w:rFonts w:cstheme="minorHAnsi"/>
          <w:szCs w:val="18"/>
        </w:rPr>
        <w:t>nN.</w:t>
      </w:r>
      <w:proofErr w:type="spellEnd"/>
      <w:r w:rsidRPr="008E278B">
        <w:rPr>
          <w:rFonts w:cstheme="minorHAnsi"/>
          <w:szCs w:val="18"/>
        </w:rPr>
        <w:t xml:space="preserve"> Wybudować przyłącze kablowe </w:t>
      </w:r>
      <w:proofErr w:type="spellStart"/>
      <w:r w:rsidRPr="008E278B">
        <w:rPr>
          <w:rFonts w:cstheme="minorHAnsi"/>
          <w:szCs w:val="18"/>
        </w:rPr>
        <w:t>nN</w:t>
      </w:r>
      <w:proofErr w:type="spellEnd"/>
      <w:r w:rsidRPr="008E278B">
        <w:rPr>
          <w:rFonts w:cstheme="minorHAnsi"/>
          <w:szCs w:val="18"/>
        </w:rPr>
        <w:t xml:space="preserve"> </w:t>
      </w:r>
      <w:proofErr w:type="spellStart"/>
      <w:r w:rsidRPr="008E278B">
        <w:rPr>
          <w:rFonts w:cstheme="minorHAnsi"/>
          <w:szCs w:val="18"/>
        </w:rPr>
        <w:t>YAKXs</w:t>
      </w:r>
      <w:proofErr w:type="spellEnd"/>
      <w:r w:rsidRPr="008E278B">
        <w:rPr>
          <w:rFonts w:cstheme="minorHAnsi"/>
          <w:szCs w:val="18"/>
        </w:rPr>
        <w:t xml:space="preserve"> 4x240 mm2 o dł. ok. 560 m od ST 07-228 do złącza kablowego usytuowanego przy granicy działki 54,55/4,92.</w:t>
      </w:r>
    </w:p>
    <w:p w14:paraId="49677013" w14:textId="77777777" w:rsidR="00882609" w:rsidRPr="00EB6E7E" w:rsidRDefault="00882609" w:rsidP="00882609">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2043540F" w14:textId="77777777" w:rsidR="00882609" w:rsidRDefault="00882609" w:rsidP="00882609">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51FC7E0B" w14:textId="77777777" w:rsidR="00882609" w:rsidRPr="00B67D39" w:rsidRDefault="00882609" w:rsidP="00882609">
      <w:pPr>
        <w:pStyle w:val="Akapitzlist"/>
        <w:spacing w:before="100" w:beforeAutospacing="1" w:after="100" w:afterAutospacing="1"/>
        <w:ind w:left="426"/>
        <w:rPr>
          <w:rFonts w:cstheme="minorHAnsi"/>
          <w:szCs w:val="18"/>
        </w:rPr>
      </w:pPr>
    </w:p>
    <w:p w14:paraId="5E7C477B" w14:textId="2A30D945" w:rsidR="00882609" w:rsidRDefault="00882609" w:rsidP="00882609">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59C91138" w14:textId="77777777" w:rsidR="0088260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ABD5A2D"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8E278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E278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5F06F63E"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w:t>
      </w:r>
      <w:r w:rsidRPr="00B67D39">
        <w:rPr>
          <w:rFonts w:cstheme="minorHAnsi"/>
          <w:szCs w:val="18"/>
          <w:lang w:eastAsia="pl-PL"/>
        </w:rPr>
        <w:lastRenderedPageBreak/>
        <w:t>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0CA810C"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050532">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6553A339"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050532">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E278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E278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Start w:id="6" w:name="_GoBack"/>
      <w:bookmarkEnd w:id="6"/>
    </w:p>
    <w:bookmarkEnd w:id="0"/>
    <w:bookmarkEnd w:id="1"/>
    <w:bookmarkEnd w:id="2"/>
    <w:bookmarkEnd w:id="3"/>
    <w:bookmarkEnd w:id="4"/>
    <w:bookmarkEnd w:id="5"/>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2DC70EE4" w:rsidR="00347E8D" w:rsidRDefault="00347E8D">
        <w:pPr>
          <w:pStyle w:val="Stopka"/>
          <w:jc w:val="right"/>
        </w:pPr>
        <w:r>
          <w:fldChar w:fldCharType="begin"/>
        </w:r>
        <w:r>
          <w:instrText>PAGE   \* MERGEFORMAT</w:instrText>
        </w:r>
        <w:r>
          <w:fldChar w:fldCharType="separate"/>
        </w:r>
        <w:r w:rsidR="008E278B">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9A17189" w14:textId="77777777" w:rsidR="00335E6C" w:rsidRDefault="00335E6C" w:rsidP="00335E6C">
          <w:pPr>
            <w:suppressAutoHyphens/>
            <w:ind w:right="187"/>
            <w:rPr>
              <w:sz w:val="16"/>
              <w:szCs w:val="16"/>
            </w:rPr>
          </w:pPr>
          <w:r w:rsidRPr="00BF57F8">
            <w:rPr>
              <w:sz w:val="16"/>
              <w:szCs w:val="16"/>
            </w:rPr>
            <w:t>Opracowanie projektów budowlano-wykonawczych budowy sieci elektroenergetycznej SN na terenie działalności Rejonu Energetycznego Białystok Teren PGE Dystrybucja S.A. Oddział Białystok – 5 części</w:t>
          </w:r>
        </w:p>
        <w:p w14:paraId="718D9678" w14:textId="77777777" w:rsidR="00335E6C" w:rsidRPr="006B2C28" w:rsidRDefault="00335E6C" w:rsidP="00335E6C">
          <w:pPr>
            <w:suppressAutoHyphens/>
            <w:ind w:right="187"/>
            <w:rPr>
              <w:rFonts w:asciiTheme="majorHAnsi" w:hAnsiTheme="majorHAnsi"/>
              <w:color w:val="000000" w:themeColor="text1"/>
              <w:sz w:val="14"/>
              <w:szCs w:val="18"/>
            </w:rPr>
          </w:pPr>
          <w:r w:rsidRPr="001262ED">
            <w:rPr>
              <w:rFonts w:asciiTheme="majorHAnsi" w:hAnsiTheme="majorHAnsi"/>
              <w:color w:val="000000" w:themeColor="text1"/>
              <w:sz w:val="14"/>
              <w:szCs w:val="18"/>
            </w:rPr>
            <w:t>P</w:t>
          </w:r>
          <w:r>
            <w:rPr>
              <w:rFonts w:asciiTheme="majorHAnsi" w:hAnsiTheme="majorHAnsi"/>
              <w:color w:val="000000" w:themeColor="text1"/>
              <w:sz w:val="14"/>
              <w:szCs w:val="18"/>
            </w:rPr>
            <w:t>OST/DYS/OB/GZA/02522</w:t>
          </w:r>
          <w:r w:rsidRPr="001262ED">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45B5D3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45B5D3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8F37876"/>
    <w:multiLevelType w:val="hybridMultilevel"/>
    <w:tmpl w:val="27F433D8"/>
    <w:lvl w:ilvl="0" w:tplc="8B6640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7"/>
  </w:num>
  <w:num w:numId="3">
    <w:abstractNumId w:val="13"/>
  </w:num>
  <w:num w:numId="4">
    <w:abstractNumId w:val="21"/>
  </w:num>
  <w:num w:numId="5">
    <w:abstractNumId w:val="19"/>
  </w:num>
  <w:num w:numId="6">
    <w:abstractNumId w:val="19"/>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3"/>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2"/>
  </w:num>
  <w:num w:numId="25">
    <w:abstractNumId w:val="26"/>
  </w:num>
  <w:num w:numId="26">
    <w:abstractNumId w:val="2"/>
  </w:num>
  <w:num w:numId="27">
    <w:abstractNumId w:val="25"/>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1"/>
  </w:num>
  <w:num w:numId="3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0532"/>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35E6C"/>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079E"/>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2609"/>
    <w:rsid w:val="00884D47"/>
    <w:rsid w:val="008A7413"/>
    <w:rsid w:val="008B6316"/>
    <w:rsid w:val="008C619A"/>
    <w:rsid w:val="008C74CA"/>
    <w:rsid w:val="008C75AB"/>
    <w:rsid w:val="008D6A33"/>
    <w:rsid w:val="008D6FD3"/>
    <w:rsid w:val="008E278B"/>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56F4"/>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B6E7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351B"/>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2522 - Załącznik nr 3 do SWZ.docx</dmsv2BaseFileName>
    <dmsv2BaseDisplayName xmlns="http://schemas.microsoft.com/sharepoint/v3">2522 - Załącznik nr 3 do SWZ</dmsv2BaseDisplayName>
    <dmsv2SWPP2ObjectNumber xmlns="http://schemas.microsoft.com/sharepoint/v3">POST/DYS/OB/GZA/02522/2025                        </dmsv2SWPP2ObjectNumber>
    <dmsv2SWPP2SumMD5 xmlns="http://schemas.microsoft.com/sharepoint/v3">012d0e5cf272d1338ab401668810e5ed</dmsv2SWPP2SumMD5>
    <dmsv2BaseMoved xmlns="http://schemas.microsoft.com/sharepoint/v3">false</dmsv2BaseMoved>
    <dmsv2BaseIsSensitive xmlns="http://schemas.microsoft.com/sharepoint/v3">true</dmsv2BaseIsSensitive>
    <dmsv2SWPP2IDSWPP2 xmlns="http://schemas.microsoft.com/sharepoint/v3">686330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22870666</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XD3KHSRJV2AP-1441292327-12764</_dlc_DocId>
    <_dlc_DocIdUrl xmlns="a19cb1c7-c5c7-46d4-85ae-d83685407bba">
      <Url>https://swpp2.dms.gkpge.pl/sites/38/_layouts/15/DocIdRedir.aspx?ID=XD3KHSRJV2AP-1441292327-12764</Url>
      <Description>XD3KHSRJV2AP-1441292327-12764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DBE79DE2-0686-4A92-9E9F-8D7607302EC6}"/>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A53287-42F9-49F7-9F48-1E3F4776E16F}">
  <ds:schemaRefs>
    <ds:schemaRef ds:uri="http://schemas.openxmlformats.org/officeDocument/2006/bibliography"/>
  </ds:schemaRefs>
</ds:datastoreItem>
</file>

<file path=customXml/itemProps5.xml><?xml version="1.0" encoding="utf-8"?>
<ds:datastoreItem xmlns:ds="http://schemas.openxmlformats.org/officeDocument/2006/customXml" ds:itemID="{A01274AE-980A-4D25-B273-10174A0281C5}"/>
</file>

<file path=docProps/app.xml><?xml version="1.0" encoding="utf-8"?>
<Properties xmlns="http://schemas.openxmlformats.org/officeDocument/2006/extended-properties" xmlns:vt="http://schemas.openxmlformats.org/officeDocument/2006/docPropsVTypes">
  <Template>PGE word swz test</Template>
  <TotalTime>89</TotalTime>
  <Pages>4</Pages>
  <Words>1634</Words>
  <Characters>9810</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22</cp:revision>
  <cp:lastPrinted>2024-07-15T11:21:00Z</cp:lastPrinted>
  <dcterms:created xsi:type="dcterms:W3CDTF">2025-01-15T13:15:00Z</dcterms:created>
  <dcterms:modified xsi:type="dcterms:W3CDTF">2025-07-05T09:19:00Z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fb8c07f3-367b-41bb-a7f0-e515d5e93cda</vt:lpwstr>
  </property>
</Properties>
</file>