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E0A46A3" w14:textId="77777777" w:rsidR="005B77FF" w:rsidRPr="003C16EE" w:rsidRDefault="005B77FF" w:rsidP="005B77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49FA0" w14:textId="77777777" w:rsidR="005B77FF" w:rsidRPr="003C16EE" w:rsidRDefault="005B77FF" w:rsidP="005B77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2AC90C0" w14:textId="77777777" w:rsidR="005B77FF" w:rsidRDefault="005B77FF" w:rsidP="005B77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3139BE23" w14:textId="77777777" w:rsidR="005B77FF" w:rsidRDefault="005B77FF" w:rsidP="005B77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Oddział</w:t>
            </w:r>
            <w:r>
              <w:rPr>
                <w:rFonts w:asciiTheme="minorHAnsi" w:hAnsiTheme="minorHAnsi" w:cstheme="minorHAnsi"/>
                <w:b/>
              </w:rPr>
              <w:t xml:space="preserve"> Białystok</w:t>
            </w:r>
            <w:r w:rsidRPr="003C16EE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F401AE3" w14:textId="77777777" w:rsidR="005B77FF" w:rsidRPr="00E2272D" w:rsidRDefault="005B77FF" w:rsidP="005B77FF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29543C99" w:rsidR="00381365" w:rsidRPr="003C16EE" w:rsidRDefault="005B77FF" w:rsidP="005B77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  <w:bookmarkStart w:id="6" w:name="_GoBack"/>
            <w:bookmarkEnd w:id="6"/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C65D260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POST/DYS/OB/G</w:t>
      </w:r>
      <w:r w:rsidR="008D3F1A">
        <w:rPr>
          <w:rFonts w:ascii="Verdana" w:hAnsi="Verdana" w:cstheme="minorHAnsi"/>
          <w:sz w:val="20"/>
          <w:lang w:eastAsia="pl-PL"/>
        </w:rPr>
        <w:t>ZA/01591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8D3F1A" w:rsidRPr="0057670B">
        <w:rPr>
          <w:rFonts w:ascii="Verdana" w:hAnsi="Verdana" w:cs="Arial"/>
          <w:b/>
          <w:color w:val="000000"/>
          <w:spacing w:val="-15"/>
          <w:szCs w:val="18"/>
        </w:rPr>
        <w:t>Modernizacja sieci SN na terenie działalności PGE Dystrybucja S.A. Oddział Białystok Rejon Energetyczny Białystok Miasto - 3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482D7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7F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03C02F35" w:rsidR="00347E8D" w:rsidRPr="006B2C28" w:rsidRDefault="008D3F1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POST/DYS/OB./GZA/01591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B77FF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1591_ZAŁĄCZNIK NR 10 DO SWZ.docx</dmsv2BaseFileName>
    <dmsv2BaseDisplayName xmlns="http://schemas.microsoft.com/sharepoint/v3">1591_ZAŁĄCZNIK NR 10 DO SWZ</dmsv2BaseDisplayName>
    <dmsv2SWPP2ObjectNumber xmlns="http://schemas.microsoft.com/sharepoint/v3">POST/DYS/OB/GZA/01591/2025                        </dmsv2SWPP2ObjectNumber>
    <dmsv2SWPP2SumMD5 xmlns="http://schemas.microsoft.com/sharepoint/v3">7525d9cb516d0a27e8580098f4d3dba5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22311453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M37YNRNYPV7A-1844962559-20361</_dlc_DocId>
    <_dlc_DocIdUrl xmlns="a19cb1c7-c5c7-46d4-85ae-d83685407bba">
      <Url>https://swpp2.dms.gkpge.pl/sites/37/_layouts/15/DocIdRedir.aspx?ID=M37YNRNYPV7A-1844962559-20361</Url>
      <Description>M37YNRNYPV7A-1844962559-20361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dcmitype/"/>
    <ds:schemaRef ds:uri="http://purl.org/dc/elements/1.1/"/>
    <ds:schemaRef ds:uri="ab6a7fc3-c441-41c3-bbfc-a960266391e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3CFC6-3F06-4FB8-A22E-6CC7BBB1A6EE}"/>
</file>

<file path=customXml/itemProps4.xml><?xml version="1.0" encoding="utf-8"?>
<ds:datastoreItem xmlns:ds="http://schemas.openxmlformats.org/officeDocument/2006/customXml" ds:itemID="{C4FE1222-3D68-4990-95A3-E3CC04E7435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E2F497-2240-4072-BC42-64FE5C1F907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4</cp:revision>
  <cp:lastPrinted>2024-07-15T11:21:00Z</cp:lastPrinted>
  <dcterms:created xsi:type="dcterms:W3CDTF">2025-04-27T10:37:00Z</dcterms:created>
  <dcterms:modified xsi:type="dcterms:W3CDTF">2025-04-30T06:00:00Z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7933d2ea-974a-4402-8263-0b30b744ed0f</vt:lpwstr>
  </property>
</Properties>
</file>