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5C046" w14:textId="1528A878" w:rsidR="00A267F7" w:rsidRPr="00535E9B" w:rsidRDefault="003D47B6" w:rsidP="00A267F7">
      <w:pPr>
        <w:spacing w:before="120" w:after="120" w:line="276" w:lineRule="auto"/>
        <w:ind w:left="360" w:hanging="360"/>
        <w:jc w:val="right"/>
        <w:rPr>
          <w:rFonts w:eastAsia="Times New Roman" w:cs="Times New Roman"/>
          <w:b/>
          <w:szCs w:val="18"/>
        </w:rPr>
      </w:pPr>
      <w:r>
        <w:rPr>
          <w:rFonts w:eastAsia="Times New Roman" w:cs="Times New Roman"/>
          <w:b/>
          <w:szCs w:val="18"/>
        </w:rPr>
        <w:t>ZAŁĄCZNIK NR 10</w:t>
      </w:r>
      <w:r w:rsidR="00A267F7" w:rsidRPr="00535E9B">
        <w:rPr>
          <w:rFonts w:eastAsia="Times New Roman" w:cs="Times New Roman"/>
          <w:b/>
          <w:szCs w:val="18"/>
        </w:rPr>
        <w:t xml:space="preserve"> DO SWZ – OŚWIADCZENIE WYKONAWCÓW WSPÓLNIE UBIEGAJĄCYCH SIĘ O UDZIELENIE ZAMÓWIENIA</w:t>
      </w:r>
      <w:r w:rsidR="00A267F7">
        <w:rPr>
          <w:rFonts w:eastAsia="Times New Roman" w:cs="Times New Roman"/>
          <w:b/>
          <w:szCs w:val="18"/>
        </w:rPr>
        <w:t xml:space="preserve"> - WZÓR</w:t>
      </w:r>
    </w:p>
    <w:p w14:paraId="00CE2CB4" w14:textId="77777777" w:rsidR="00A267F7" w:rsidRPr="00535E9B" w:rsidRDefault="00A267F7" w:rsidP="00A267F7">
      <w:pPr>
        <w:spacing w:before="120" w:after="120" w:line="276" w:lineRule="auto"/>
        <w:rPr>
          <w:rFonts w:ascii="Calibri" w:eastAsia="Times New Roman" w:hAnsi="Calibri" w:cs="Times New Roman"/>
          <w:sz w:val="22"/>
        </w:rPr>
      </w:pPr>
    </w:p>
    <w:p w14:paraId="00959EC1" w14:textId="77777777" w:rsidR="00A267F7" w:rsidRPr="00535E9B" w:rsidRDefault="00A267F7" w:rsidP="00A267F7">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06F80FC9" w14:textId="77777777" w:rsidR="00A267F7" w:rsidRPr="00535E9B" w:rsidRDefault="00A267F7" w:rsidP="00A267F7">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Pr="00535E9B">
        <w:rPr>
          <w:rFonts w:ascii="Trebuchet MS" w:eastAsia="Times New Roman" w:hAnsi="Trebuchet MS" w:cs="Arial"/>
          <w:b/>
          <w:color w:val="092D74" w:themeColor="text2"/>
          <w:sz w:val="32"/>
          <w:szCs w:val="32"/>
        </w:rPr>
        <w:t xml:space="preserve">CYCH SIĘ </w:t>
      </w:r>
    </w:p>
    <w:p w14:paraId="75823D6F" w14:textId="77777777" w:rsidR="00A267F7" w:rsidRPr="00535E9B" w:rsidRDefault="00A267F7" w:rsidP="00A267F7">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207BD1B8" w14:textId="77777777" w:rsidR="00A267F7" w:rsidRPr="00535E9B" w:rsidRDefault="00A267F7" w:rsidP="00A267F7">
      <w:pPr>
        <w:spacing w:before="120" w:after="120" w:line="276" w:lineRule="auto"/>
        <w:ind w:left="567"/>
        <w:jc w:val="both"/>
        <w:rPr>
          <w:rFonts w:eastAsia="Times New Roman" w:cs="Times New Roman"/>
          <w:szCs w:val="18"/>
        </w:rPr>
      </w:pPr>
    </w:p>
    <w:p w14:paraId="49294D18" w14:textId="4001492A" w:rsidR="00A267F7" w:rsidRPr="00535E9B" w:rsidRDefault="00A267F7" w:rsidP="00A267F7">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BD7AF2">
        <w:rPr>
          <w:rFonts w:ascii="Verdana" w:eastAsia="Times New Roman" w:hAnsi="Verdana" w:cs="Times New Roman"/>
          <w:b/>
          <w:szCs w:val="18"/>
        </w:rPr>
        <w:t>„</w:t>
      </w:r>
      <w:r w:rsidR="00083F68" w:rsidRPr="00587653">
        <w:rPr>
          <w:rFonts w:ascii="Verdana" w:hAnsi="Verdana" w:cs="Arial"/>
          <w:b/>
          <w:color w:val="000000"/>
          <w:szCs w:val="18"/>
        </w:rPr>
        <w:t xml:space="preserve">Budowa i modernizacja sieci SN i </w:t>
      </w:r>
      <w:proofErr w:type="spellStart"/>
      <w:r w:rsidR="00083F68" w:rsidRPr="00587653">
        <w:rPr>
          <w:rFonts w:ascii="Verdana" w:hAnsi="Verdana" w:cs="Arial"/>
          <w:b/>
          <w:color w:val="000000"/>
          <w:szCs w:val="18"/>
        </w:rPr>
        <w:t>nN</w:t>
      </w:r>
      <w:proofErr w:type="spellEnd"/>
      <w:r w:rsidR="00083F68" w:rsidRPr="00587653">
        <w:rPr>
          <w:rFonts w:ascii="Verdana" w:hAnsi="Verdana" w:cs="Arial"/>
          <w:b/>
          <w:color w:val="000000"/>
          <w:szCs w:val="18"/>
        </w:rPr>
        <w:t xml:space="preserve"> w Białymstoku - os. Wygoda na terenie działalności PGE Dystrybucja S.A. Oddział Białystok</w:t>
      </w:r>
      <w:r>
        <w:rPr>
          <w:rFonts w:ascii="Verdana" w:hAnsi="Verdana" w:cs="Arial"/>
          <w:b/>
          <w:color w:val="000000"/>
        </w:rPr>
        <w:t>”</w:t>
      </w:r>
      <w:r w:rsidRPr="00535E9B">
        <w:rPr>
          <w:rFonts w:eastAsia="Times New Roman" w:cs="Times New Roman"/>
          <w:i/>
          <w:szCs w:val="18"/>
        </w:rPr>
        <w:t>,</w:t>
      </w:r>
      <w:r w:rsidRPr="00535E9B">
        <w:rPr>
          <w:rFonts w:eastAsia="Times New Roman" w:cs="Times New Roman"/>
          <w:szCs w:val="18"/>
        </w:rPr>
        <w:t xml:space="preserve"> nr Postępowania </w:t>
      </w:r>
      <w:r w:rsidR="00083F68">
        <w:rPr>
          <w:b/>
        </w:rPr>
        <w:t>POST/DYS/OB/GZA/01200</w:t>
      </w:r>
      <w:r w:rsidRPr="00B82392">
        <w:rPr>
          <w:b/>
        </w:rPr>
        <w:t>/2025</w:t>
      </w:r>
      <w:r w:rsidRPr="00535E9B">
        <w:rPr>
          <w:rFonts w:eastAsia="Times New Roman" w:cs="Times New Roman"/>
          <w:szCs w:val="18"/>
        </w:rPr>
        <w:t xml:space="preserve">, niniejszym oświadczam, że poszczególni Wykonawcy wspólnie ubiegający się o udzielenie Zamówienia wykonają następujące </w:t>
      </w:r>
      <w:r w:rsidRPr="003D47B6">
        <w:rPr>
          <w:rFonts w:eastAsia="Times New Roman" w:cs="Times New Roman"/>
          <w:szCs w:val="18"/>
        </w:rPr>
        <w:t>dostawy/usługi/roboty budowlane:</w:t>
      </w:r>
    </w:p>
    <w:p w14:paraId="507F75F9" w14:textId="77777777" w:rsidR="00A267F7" w:rsidRPr="00535E9B" w:rsidRDefault="00A267F7" w:rsidP="00A267F7">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A267F7" w:rsidRPr="00535E9B" w14:paraId="575697BC" w14:textId="77777777" w:rsidTr="0064649B">
        <w:trPr>
          <w:trHeight w:val="454"/>
        </w:trPr>
        <w:tc>
          <w:tcPr>
            <w:tcW w:w="715" w:type="dxa"/>
            <w:shd w:val="clear" w:color="auto" w:fill="092D74" w:themeFill="text2"/>
            <w:vAlign w:val="center"/>
          </w:tcPr>
          <w:p w14:paraId="44DDACA5" w14:textId="77777777" w:rsidR="00A267F7" w:rsidRPr="006C4791" w:rsidRDefault="00A267F7" w:rsidP="0064649B">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073511F5" w14:textId="77777777" w:rsidR="00A267F7" w:rsidRPr="006C4791" w:rsidRDefault="00A267F7" w:rsidP="006464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19FE9995" w14:textId="77777777" w:rsidR="00A267F7" w:rsidRPr="006C4791" w:rsidRDefault="00A267F7" w:rsidP="006464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dostaw/usług/robót budowlanych </w:t>
            </w:r>
          </w:p>
        </w:tc>
      </w:tr>
      <w:tr w:rsidR="00A267F7" w:rsidRPr="00535E9B" w14:paraId="0115D743" w14:textId="77777777" w:rsidTr="0064649B">
        <w:trPr>
          <w:trHeight w:val="454"/>
        </w:trPr>
        <w:tc>
          <w:tcPr>
            <w:tcW w:w="715" w:type="dxa"/>
            <w:shd w:val="clear" w:color="auto" w:fill="auto"/>
            <w:vAlign w:val="center"/>
          </w:tcPr>
          <w:p w14:paraId="3007E063" w14:textId="77777777" w:rsidR="00A267F7" w:rsidRPr="006C4791" w:rsidRDefault="00A267F7" w:rsidP="006464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39380EAE" w14:textId="77777777" w:rsidR="00A267F7" w:rsidRPr="006C4791" w:rsidRDefault="00A267F7" w:rsidP="006464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6980573" w14:textId="77777777" w:rsidR="00A267F7" w:rsidRPr="006C4791" w:rsidRDefault="00A267F7" w:rsidP="0064649B">
            <w:pPr>
              <w:spacing w:line="288" w:lineRule="auto"/>
              <w:ind w:left="360"/>
              <w:jc w:val="center"/>
              <w:rPr>
                <w:rFonts w:asciiTheme="minorHAnsi" w:eastAsia="Calibri" w:hAnsiTheme="minorHAnsi" w:cs="Calibri"/>
                <w:szCs w:val="18"/>
              </w:rPr>
            </w:pPr>
          </w:p>
        </w:tc>
      </w:tr>
      <w:tr w:rsidR="00A267F7" w:rsidRPr="00535E9B" w14:paraId="78AA7D42" w14:textId="77777777" w:rsidTr="0064649B">
        <w:trPr>
          <w:trHeight w:val="454"/>
        </w:trPr>
        <w:tc>
          <w:tcPr>
            <w:tcW w:w="715" w:type="dxa"/>
            <w:shd w:val="clear" w:color="auto" w:fill="auto"/>
            <w:vAlign w:val="center"/>
          </w:tcPr>
          <w:p w14:paraId="3DEFC795" w14:textId="77777777" w:rsidR="00A267F7" w:rsidRPr="006C4791" w:rsidRDefault="00A267F7" w:rsidP="006464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32C87958" w14:textId="77777777" w:rsidR="00A267F7" w:rsidRPr="006C4791" w:rsidRDefault="00A267F7" w:rsidP="006464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4FE3FE95" w14:textId="77777777" w:rsidR="00A267F7" w:rsidRPr="006C4791" w:rsidRDefault="00A267F7" w:rsidP="0064649B">
            <w:pPr>
              <w:spacing w:line="288" w:lineRule="auto"/>
              <w:ind w:left="360"/>
              <w:jc w:val="center"/>
              <w:rPr>
                <w:rFonts w:asciiTheme="minorHAnsi" w:eastAsia="Calibri" w:hAnsiTheme="minorHAnsi" w:cs="Calibri"/>
                <w:szCs w:val="18"/>
              </w:rPr>
            </w:pPr>
          </w:p>
        </w:tc>
      </w:tr>
    </w:tbl>
    <w:p w14:paraId="3F9432BB" w14:textId="77777777" w:rsidR="00A267F7" w:rsidRPr="00535E9B" w:rsidRDefault="00A267F7" w:rsidP="00A267F7">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336AFD30" w14:textId="77777777" w:rsidR="00A267F7" w:rsidRPr="00535E9B" w:rsidRDefault="00A267F7" w:rsidP="00A267F7">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2A7FD854" w14:textId="77777777" w:rsidR="00A267F7" w:rsidRPr="00535E9B" w:rsidRDefault="00A267F7" w:rsidP="00A267F7">
      <w:pPr>
        <w:spacing w:after="0" w:line="288" w:lineRule="auto"/>
        <w:jc w:val="both"/>
        <w:rPr>
          <w:rFonts w:eastAsia="Times New Roman" w:cs="Times New Roman"/>
          <w:b/>
          <w:caps/>
          <w:szCs w:val="18"/>
        </w:rPr>
      </w:pPr>
    </w:p>
    <w:p w14:paraId="059AE9B5" w14:textId="77777777" w:rsidR="00A267F7" w:rsidRPr="00535E9B" w:rsidRDefault="00A267F7" w:rsidP="00A267F7">
      <w:pPr>
        <w:spacing w:before="120" w:after="120" w:line="276" w:lineRule="auto"/>
        <w:ind w:left="567"/>
        <w:jc w:val="both"/>
        <w:rPr>
          <w:rFonts w:eastAsia="Times New Roman" w:cs="Times New Roman"/>
          <w:szCs w:val="18"/>
        </w:rPr>
      </w:pPr>
    </w:p>
    <w:p w14:paraId="23047A68" w14:textId="77777777" w:rsidR="00A267F7" w:rsidRPr="00535E9B" w:rsidRDefault="00A267F7" w:rsidP="00A267F7">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7DD89D5A" w14:textId="77777777" w:rsidR="00A267F7" w:rsidRPr="00535E9B" w:rsidRDefault="00A267F7" w:rsidP="00A267F7">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7A198106" w14:textId="77777777" w:rsidR="00A267F7" w:rsidRPr="00535E9B" w:rsidRDefault="00A267F7" w:rsidP="00A267F7">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57111661" w14:textId="77777777" w:rsidR="00243186" w:rsidRPr="00BC7233" w:rsidRDefault="00243186" w:rsidP="00BC7233"/>
    <w:sectPr w:rsidR="00243186" w:rsidRPr="00BC7233" w:rsidSect="001665A7">
      <w:headerReference w:type="default" r:id="rId11"/>
      <w:footerReference w:type="default" r:id="rId12"/>
      <w:headerReference w:type="first" r:id="rId13"/>
      <w:footerReference w:type="first" r:id="rId14"/>
      <w:pgSz w:w="11906" w:h="16838"/>
      <w:pgMar w:top="594"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D8D02" w14:textId="77777777" w:rsidR="009D3C69" w:rsidRDefault="009D3C69" w:rsidP="00582CE9">
      <w:pPr>
        <w:spacing w:after="0"/>
      </w:pPr>
      <w:r>
        <w:separator/>
      </w:r>
    </w:p>
  </w:endnote>
  <w:endnote w:type="continuationSeparator" w:id="0">
    <w:p w14:paraId="1D7E17D1" w14:textId="77777777" w:rsidR="009D3C69" w:rsidRDefault="009D3C6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329B508" w:rsidR="003A75B9" w:rsidRDefault="003A75B9">
        <w:pPr>
          <w:pStyle w:val="Stopka"/>
          <w:jc w:val="right"/>
        </w:pPr>
        <w:r>
          <w:fldChar w:fldCharType="begin"/>
        </w:r>
        <w:r>
          <w:instrText>PAGE   \* MERGEFORMAT</w:instrText>
        </w:r>
        <w:r>
          <w:fldChar w:fldCharType="separate"/>
        </w:r>
        <w:r w:rsidR="00722475">
          <w:rPr>
            <w:noProof/>
          </w:rPr>
          <w:t>1</w:t>
        </w:r>
        <w:r>
          <w:fldChar w:fldCharType="end"/>
        </w:r>
      </w:p>
    </w:sdtContent>
  </w:sdt>
  <w:p w14:paraId="4A5385B6" w14:textId="77777777" w:rsidR="003A75B9" w:rsidRDefault="003A75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2B70702A" w:rsidR="003A75B9" w:rsidRDefault="003A75B9">
        <w:pPr>
          <w:pStyle w:val="Stopka"/>
          <w:jc w:val="right"/>
        </w:pPr>
        <w:r>
          <w:fldChar w:fldCharType="begin"/>
        </w:r>
        <w:r>
          <w:instrText>PAGE   \* MERGEFORMAT</w:instrText>
        </w:r>
        <w:r>
          <w:fldChar w:fldCharType="separate"/>
        </w:r>
        <w:r w:rsidR="001665A7">
          <w:rPr>
            <w:noProof/>
          </w:rPr>
          <w:t>1</w:t>
        </w:r>
        <w:r>
          <w:fldChar w:fldCharType="end"/>
        </w:r>
      </w:p>
    </w:sdtContent>
  </w:sdt>
  <w:p w14:paraId="351C11EF" w14:textId="77777777" w:rsidR="003A75B9" w:rsidRDefault="003A7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06825" w14:textId="77777777" w:rsidR="009D3C69" w:rsidRDefault="009D3C69" w:rsidP="00582CE9">
      <w:pPr>
        <w:spacing w:after="0"/>
      </w:pPr>
      <w:r>
        <w:separator/>
      </w:r>
    </w:p>
  </w:footnote>
  <w:footnote w:type="continuationSeparator" w:id="0">
    <w:p w14:paraId="6762AB42" w14:textId="77777777" w:rsidR="009D3C69" w:rsidRDefault="009D3C6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BE18" w14:textId="1CC84B78" w:rsidR="001665A7" w:rsidRDefault="001665A7"/>
  <w:p w14:paraId="4B03F350" w14:textId="76EC5975" w:rsidR="001665A7" w:rsidRDefault="001665A7">
    <w:r w:rsidRPr="009E55DF">
      <w:rPr>
        <w:noProof/>
        <w:color w:val="7F7F7F" w:themeColor="text1" w:themeTint="80"/>
        <w:lang w:eastAsia="pl-PL"/>
      </w:rPr>
      <w:drawing>
        <wp:inline distT="0" distB="0" distL="0" distR="0" wp14:anchorId="6430D1DE" wp14:editId="0A948673">
          <wp:extent cx="6299200" cy="901065"/>
          <wp:effectExtent l="0" t="0" r="6350" b="0"/>
          <wp:docPr id="1" name="Obraz 1"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A75B9" w:rsidRPr="006B2C28" w14:paraId="3B896BDC" w14:textId="77777777" w:rsidTr="00582CE9">
      <w:trPr>
        <w:trHeight w:val="1140"/>
      </w:trPr>
      <w:tc>
        <w:tcPr>
          <w:tcW w:w="6119" w:type="dxa"/>
          <w:vAlign w:val="center"/>
        </w:tcPr>
        <w:p w14:paraId="79750A4D" w14:textId="60DB424E" w:rsidR="003A75B9" w:rsidRPr="001665A7" w:rsidRDefault="003A75B9" w:rsidP="006E100D">
          <w:pPr>
            <w:suppressAutoHyphens/>
            <w:ind w:right="187"/>
            <w:rPr>
              <w:rFonts w:ascii="Trebuchet MS" w:hAnsi="Trebuchet MS"/>
              <w:color w:val="000000" w:themeColor="text1"/>
              <w:sz w:val="16"/>
              <w:szCs w:val="16"/>
            </w:rPr>
          </w:pPr>
          <w:r w:rsidRPr="001665A7">
            <w:rPr>
              <w:rFonts w:ascii="Trebuchet MS" w:hAnsi="Trebuchet MS"/>
              <w:color w:val="000000" w:themeColor="text1"/>
              <w:sz w:val="16"/>
              <w:szCs w:val="16"/>
            </w:rPr>
            <w:t>Specyfi</w:t>
          </w:r>
          <w:r w:rsidR="00322231" w:rsidRPr="001665A7">
            <w:rPr>
              <w:rFonts w:ascii="Trebuchet MS" w:hAnsi="Trebuchet MS"/>
              <w:color w:val="000000" w:themeColor="text1"/>
              <w:sz w:val="16"/>
              <w:szCs w:val="16"/>
            </w:rPr>
            <w:t>kacja Warunków Zamówienia (SWZ)</w:t>
          </w:r>
        </w:p>
        <w:p w14:paraId="77F66385" w14:textId="1A43D6DF" w:rsidR="001665A7" w:rsidRPr="001665A7" w:rsidRDefault="00083F68" w:rsidP="001665A7">
          <w:pPr>
            <w:pStyle w:val="Nagwek"/>
            <w:rPr>
              <w:rStyle w:val="TytuZnak"/>
              <w:rFonts w:ascii="Trebuchet MS" w:hAnsi="Trebuchet MS" w:cs="Calibri"/>
              <w:color w:val="auto"/>
              <w:sz w:val="16"/>
              <w:szCs w:val="16"/>
            </w:rPr>
          </w:pPr>
          <w:r>
            <w:rPr>
              <w:rStyle w:val="TytuZnak"/>
              <w:rFonts w:ascii="Trebuchet MS" w:hAnsi="Trebuchet MS" w:cs="Calibri"/>
              <w:color w:val="auto"/>
              <w:sz w:val="16"/>
              <w:szCs w:val="16"/>
            </w:rPr>
            <w:t>POST/DYS/OB/GZA/01200</w:t>
          </w:r>
          <w:r w:rsidR="001665A7" w:rsidRPr="001665A7">
            <w:rPr>
              <w:rStyle w:val="TytuZnak"/>
              <w:rFonts w:ascii="Trebuchet MS" w:hAnsi="Trebuchet MS" w:cs="Calibri"/>
              <w:color w:val="auto"/>
              <w:sz w:val="16"/>
              <w:szCs w:val="16"/>
            </w:rPr>
            <w:t>/2025</w:t>
          </w:r>
        </w:p>
        <w:p w14:paraId="1A19274F" w14:textId="5D72FD6B" w:rsidR="003A75B9" w:rsidRPr="006B2C28" w:rsidRDefault="003A75B9" w:rsidP="006E100D">
          <w:pPr>
            <w:suppressAutoHyphens/>
            <w:ind w:right="187"/>
            <w:rPr>
              <w:rFonts w:asciiTheme="majorHAnsi" w:hAnsiTheme="majorHAnsi"/>
              <w:color w:val="000000" w:themeColor="text1"/>
              <w:sz w:val="14"/>
              <w:szCs w:val="18"/>
            </w:rPr>
          </w:pPr>
        </w:p>
        <w:p w14:paraId="5205B493" w14:textId="47502FF7" w:rsidR="003A75B9" w:rsidRPr="006B2C28" w:rsidRDefault="003A75B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A75B9" w:rsidRPr="006B2C28" w:rsidRDefault="003A75B9" w:rsidP="00582CE9">
          <w:pPr>
            <w:suppressAutoHyphens/>
            <w:ind w:right="187"/>
            <w:rPr>
              <w:rFonts w:asciiTheme="majorHAnsi" w:hAnsiTheme="majorHAnsi"/>
              <w:color w:val="092D74"/>
              <w:sz w:val="14"/>
              <w:szCs w:val="18"/>
            </w:rPr>
          </w:pPr>
        </w:p>
      </w:tc>
      <w:tc>
        <w:tcPr>
          <w:tcW w:w="3110" w:type="dxa"/>
          <w:vAlign w:val="center"/>
        </w:tcPr>
        <w:p w14:paraId="0E71B715" w14:textId="641FDE21" w:rsidR="003A75B9" w:rsidRPr="006B2C28" w:rsidRDefault="003A75B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3A75B9" w:rsidRDefault="003A75B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01C86" w14:textId="4D568F23" w:rsidR="00777318" w:rsidRDefault="00777318"/>
  <w:p w14:paraId="0CBDFE72" w14:textId="1A85942C" w:rsidR="00777318" w:rsidRDefault="00777318">
    <w:r w:rsidRPr="009E55DF">
      <w:rPr>
        <w:noProof/>
        <w:color w:val="7F7F7F" w:themeColor="text1" w:themeTint="80"/>
        <w:lang w:eastAsia="pl-PL"/>
      </w:rPr>
      <w:drawing>
        <wp:inline distT="0" distB="0" distL="0" distR="0" wp14:anchorId="1192292A" wp14:editId="580BF799">
          <wp:extent cx="6299200" cy="901065"/>
          <wp:effectExtent l="0" t="0" r="6350" b="0"/>
          <wp:docPr id="18" name="Obraz 18" descr="C:\Users\11500685\Dysk D\Moje dokumenty\wnioski, umowy, warunki,\Perespektywa 2021-2027 - środki UE\FEnIKS-zadania\Feniks - logotypy\FENIKS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500685\Dysk D\Moje dokumenty\wnioski, umowy, warunki,\Perespektywa 2021-2027 - środki UE\FEnIKS-zadania\Feniks - logotypy\FENIKS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01065"/>
                  </a:xfrm>
                  <a:prstGeom prst="rect">
                    <a:avLst/>
                  </a:prstGeom>
                  <a:noFill/>
                  <a:ln>
                    <a:noFill/>
                  </a:ln>
                </pic:spPr>
              </pic:pic>
            </a:graphicData>
          </a:graphic>
        </wp:inline>
      </w:drawing>
    </w:r>
  </w:p>
  <w:p w14:paraId="7B7F5DD9" w14:textId="059584FC" w:rsidR="00777318" w:rsidRPr="00777318" w:rsidRDefault="00777318" w:rsidP="00777318">
    <w:pPr>
      <w:pStyle w:val="Nagwek"/>
      <w:rPr>
        <w:rFonts w:ascii="Calibri" w:hAnsi="Calibri" w:cs="Calibri"/>
        <w:b/>
        <w:sz w:val="16"/>
        <w:szCs w:val="16"/>
      </w:rPr>
    </w:pPr>
    <w:r w:rsidRPr="00777318">
      <w:rPr>
        <w:rFonts w:ascii="Calibri" w:hAnsi="Calibri" w:cs="Calibri"/>
        <w:b/>
        <w:sz w:val="16"/>
        <w:szCs w:val="16"/>
      </w:rPr>
      <w:t>Specyfikacja Warunków Zamówienia (SWZ)</w:t>
    </w:r>
  </w:p>
  <w:p w14:paraId="60404245" w14:textId="574CE13B" w:rsidR="00777318" w:rsidRPr="00777318" w:rsidRDefault="00777318" w:rsidP="00777318">
    <w:pPr>
      <w:pStyle w:val="Nagwek"/>
      <w:rPr>
        <w:rStyle w:val="TytuZnak"/>
        <w:rFonts w:ascii="Calibri" w:hAnsi="Calibri" w:cs="Calibri"/>
        <w:color w:val="auto"/>
        <w:sz w:val="16"/>
        <w:szCs w:val="16"/>
      </w:rPr>
    </w:pPr>
    <w:r w:rsidRPr="00777318">
      <w:rPr>
        <w:rFonts w:ascii="Calibri" w:hAnsi="Calibri" w:cs="Calibri"/>
        <w:noProof/>
        <w:color w:val="092D74"/>
        <w:sz w:val="14"/>
        <w:szCs w:val="18"/>
        <w:lang w:eastAsia="pl-PL"/>
      </w:rPr>
      <w:drawing>
        <wp:anchor distT="0" distB="0" distL="114300" distR="114300" simplePos="0" relativeHeight="251668480" behindDoc="0" locked="0" layoutInCell="1" allowOverlap="1" wp14:anchorId="6AEEB3B9" wp14:editId="4D6854DB">
          <wp:simplePos x="0" y="0"/>
          <wp:positionH relativeFrom="column">
            <wp:posOffset>5490210</wp:posOffset>
          </wp:positionH>
          <wp:positionV relativeFrom="page">
            <wp:posOffset>1359535</wp:posOffset>
          </wp:positionV>
          <wp:extent cx="662940" cy="484505"/>
          <wp:effectExtent l="0" t="0" r="381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2475">
      <w:rPr>
        <w:rStyle w:val="TytuZnak"/>
        <w:rFonts w:ascii="Calibri" w:hAnsi="Calibri" w:cs="Calibri"/>
        <w:color w:val="auto"/>
        <w:sz w:val="16"/>
        <w:szCs w:val="16"/>
      </w:rPr>
      <w:t>POST/DYS/OB/GZA/01200</w:t>
    </w:r>
    <w:bookmarkStart w:id="0" w:name="_GoBack"/>
    <w:bookmarkEnd w:id="0"/>
    <w:r w:rsidRPr="00777318">
      <w:rPr>
        <w:rStyle w:val="TytuZnak"/>
        <w:rFonts w:ascii="Calibri" w:hAnsi="Calibri" w:cs="Calibri"/>
        <w:color w:val="auto"/>
        <w:sz w:val="16"/>
        <w:szCs w:val="16"/>
      </w:rPr>
      <w:t>/2025</w:t>
    </w:r>
  </w:p>
  <w:p w14:paraId="2365FA4E" w14:textId="7F61EA97" w:rsidR="00777318" w:rsidRDefault="00777318"/>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A75B9" w:rsidRPr="006B2C28" w14:paraId="13E0C230" w14:textId="77777777" w:rsidTr="00777318">
      <w:trPr>
        <w:trHeight w:val="565"/>
      </w:trPr>
      <w:tc>
        <w:tcPr>
          <w:tcW w:w="6119" w:type="dxa"/>
          <w:vAlign w:val="center"/>
        </w:tcPr>
        <w:p w14:paraId="52EDFF7C" w14:textId="35A3673E" w:rsidR="003A75B9" w:rsidRPr="00777318" w:rsidRDefault="003A75B9" w:rsidP="00777318">
          <w:pPr>
            <w:rPr>
              <w:rFonts w:asciiTheme="majorHAnsi" w:hAnsiTheme="majorHAnsi"/>
              <w:sz w:val="14"/>
              <w:szCs w:val="18"/>
            </w:rPr>
          </w:pPr>
        </w:p>
      </w:tc>
      <w:tc>
        <w:tcPr>
          <w:tcW w:w="6119" w:type="dxa"/>
          <w:vAlign w:val="center"/>
        </w:tcPr>
        <w:p w14:paraId="09A39017" w14:textId="7249E4E6"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62DB69C4" w14:textId="77777777" w:rsidR="003A75B9" w:rsidRPr="006B2C28" w:rsidRDefault="003A75B9" w:rsidP="00DE3208">
          <w:pPr>
            <w:suppressAutoHyphens/>
            <w:ind w:right="187"/>
            <w:rPr>
              <w:rFonts w:asciiTheme="majorHAnsi" w:hAnsiTheme="majorHAnsi"/>
              <w:color w:val="092D74"/>
              <w:sz w:val="14"/>
              <w:szCs w:val="18"/>
            </w:rPr>
          </w:pPr>
        </w:p>
      </w:tc>
      <w:tc>
        <w:tcPr>
          <w:tcW w:w="6119" w:type="dxa"/>
          <w:vAlign w:val="center"/>
        </w:tcPr>
        <w:p w14:paraId="167572E0" w14:textId="77777777" w:rsidR="003A75B9" w:rsidRPr="006B2C28" w:rsidRDefault="003A75B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A75B9" w:rsidRPr="006B2C28" w:rsidRDefault="003A75B9" w:rsidP="00DE3208">
          <w:pPr>
            <w:suppressAutoHyphens/>
            <w:ind w:right="187"/>
            <w:rPr>
              <w:rFonts w:asciiTheme="majorHAnsi" w:hAnsiTheme="majorHAnsi"/>
              <w:color w:val="092D74"/>
              <w:sz w:val="14"/>
              <w:szCs w:val="18"/>
            </w:rPr>
          </w:pPr>
        </w:p>
      </w:tc>
      <w:tc>
        <w:tcPr>
          <w:tcW w:w="3110" w:type="dxa"/>
          <w:vAlign w:val="center"/>
        </w:tcPr>
        <w:p w14:paraId="4015801D" w14:textId="77777777" w:rsidR="003A75B9" w:rsidRPr="006B2C28" w:rsidRDefault="003A75B9" w:rsidP="00DE3208">
          <w:pPr>
            <w:suppressAutoHyphens/>
            <w:ind w:right="187"/>
            <w:rPr>
              <w:rFonts w:asciiTheme="majorHAnsi" w:hAnsiTheme="majorHAnsi"/>
              <w:color w:val="092D74"/>
              <w:sz w:val="14"/>
              <w:szCs w:val="18"/>
            </w:rPr>
          </w:pPr>
        </w:p>
      </w:tc>
    </w:tr>
  </w:tbl>
  <w:p w14:paraId="30866343" w14:textId="758BF0CB" w:rsidR="003A75B9" w:rsidRDefault="003A75B9" w:rsidP="007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10690"/>
    <w:multiLevelType w:val="hybridMultilevel"/>
    <w:tmpl w:val="338E1B86"/>
    <w:lvl w:ilvl="0" w:tplc="6D2CD2A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884C45"/>
    <w:multiLevelType w:val="multilevel"/>
    <w:tmpl w:val="7960D2E0"/>
    <w:lvl w:ilvl="0">
      <w:start w:val="19"/>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6679"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BD57C41"/>
    <w:multiLevelType w:val="multilevel"/>
    <w:tmpl w:val="BBB8338E"/>
    <w:lvl w:ilvl="0">
      <w:start w:val="3"/>
      <w:numFmt w:val="decimal"/>
      <w:lvlText w:val="%1"/>
      <w:lvlJc w:val="left"/>
      <w:pPr>
        <w:tabs>
          <w:tab w:val="num" w:pos="360"/>
        </w:tabs>
        <w:ind w:left="360" w:hanging="360"/>
      </w:pPr>
      <w:rPr>
        <w:rFonts w:cs="Times New Roman" w:hint="default"/>
        <w:b/>
        <w:color w:val="FFFFFF" w:themeColor="background1"/>
      </w:rPr>
    </w:lvl>
    <w:lvl w:ilvl="1">
      <w:start w:val="1"/>
      <w:numFmt w:val="decimal"/>
      <w:lvlText w:val="%1.%2. "/>
      <w:lvlJc w:val="left"/>
      <w:pPr>
        <w:tabs>
          <w:tab w:val="num" w:pos="360"/>
        </w:tabs>
        <w:ind w:left="360" w:hanging="360"/>
      </w:pPr>
      <w:rPr>
        <w:rFonts w:cs="Times New Roman" w:hint="default"/>
        <w:b/>
        <w:i w:val="0"/>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15:restartNumberingAfterBreak="0">
    <w:nsid w:val="4F413223"/>
    <w:multiLevelType w:val="multilevel"/>
    <w:tmpl w:val="6D5C0192"/>
    <w:lvl w:ilvl="0">
      <w:start w:val="14"/>
      <w:numFmt w:val="decimal"/>
      <w:lvlText w:val="%1."/>
      <w:lvlJc w:val="left"/>
      <w:pPr>
        <w:ind w:left="900" w:hanging="900"/>
      </w:pPr>
      <w:rPr>
        <w:rFonts w:hint="default"/>
      </w:rPr>
    </w:lvl>
    <w:lvl w:ilvl="1">
      <w:start w:val="2"/>
      <w:numFmt w:val="decimal"/>
      <w:lvlText w:val="%1.%2."/>
      <w:lvlJc w:val="left"/>
      <w:pPr>
        <w:ind w:left="947" w:hanging="900"/>
      </w:pPr>
      <w:rPr>
        <w:rFonts w:hint="default"/>
      </w:rPr>
    </w:lvl>
    <w:lvl w:ilvl="2">
      <w:start w:val="4"/>
      <w:numFmt w:val="decimal"/>
      <w:lvlText w:val="%1.%2.%3."/>
      <w:lvlJc w:val="left"/>
      <w:pPr>
        <w:ind w:left="994" w:hanging="900"/>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628" w:hanging="144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489" w:hanging="2160"/>
      </w:pPr>
      <w:rPr>
        <w:rFonts w:hint="default"/>
      </w:rPr>
    </w:lvl>
    <w:lvl w:ilvl="8">
      <w:start w:val="1"/>
      <w:numFmt w:val="decimal"/>
      <w:lvlText w:val="%1.%2.%3.%4.%5.%6.%7.%8.%9."/>
      <w:lvlJc w:val="left"/>
      <w:pPr>
        <w:ind w:left="2536" w:hanging="2160"/>
      </w:pPr>
      <w:rPr>
        <w:rFonts w:hint="default"/>
      </w:rPr>
    </w:lvl>
  </w:abstractNum>
  <w:abstractNum w:abstractNumId="1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3"/>
  </w:num>
  <w:num w:numId="2">
    <w:abstractNumId w:val="3"/>
  </w:num>
  <w:num w:numId="3">
    <w:abstractNumId w:val="8"/>
  </w:num>
  <w:num w:numId="4">
    <w:abstractNumId w:val="14"/>
  </w:num>
  <w:num w:numId="5">
    <w:abstractNumId w:val="13"/>
  </w:num>
  <w:num w:numId="6">
    <w:abstractNumId w:val="13"/>
  </w:num>
  <w:num w:numId="7">
    <w:abstractNumId w:val="0"/>
  </w:num>
  <w:num w:numId="8">
    <w:abstractNumId w:val="21"/>
  </w:num>
  <w:num w:numId="9">
    <w:abstractNumId w:val="11"/>
  </w:num>
  <w:num w:numId="10">
    <w:abstractNumId w:val="1"/>
  </w:num>
  <w:num w:numId="11">
    <w:abstractNumId w:val="9"/>
  </w:num>
  <w:num w:numId="12">
    <w:abstractNumId w:val="6"/>
  </w:num>
  <w:num w:numId="13">
    <w:abstractNumId w:val="20"/>
  </w:num>
  <w:num w:numId="14">
    <w:abstractNumId w:val="17"/>
  </w:num>
  <w:num w:numId="15">
    <w:abstractNumId w:val="10"/>
  </w:num>
  <w:num w:numId="16">
    <w:abstractNumId w:val="4"/>
  </w:num>
  <w:num w:numId="17">
    <w:abstractNumId w:val="2"/>
  </w:num>
  <w:num w:numId="18">
    <w:abstractNumId w:val="15"/>
  </w:num>
  <w:num w:numId="19">
    <w:abstractNumId w:val="16"/>
  </w:num>
  <w:num w:numId="20">
    <w:abstractNumId w:val="18"/>
  </w:num>
  <w:num w:numId="21">
    <w:abstractNumId w:val="7"/>
  </w:num>
  <w:num w:numId="22">
    <w:abstractNumId w:val="5"/>
  </w:num>
  <w:num w:numId="23">
    <w:abstractNumId w:val="12"/>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418"/>
    <w:rsid w:val="00003B5C"/>
    <w:rsid w:val="00005194"/>
    <w:rsid w:val="00013341"/>
    <w:rsid w:val="00013A18"/>
    <w:rsid w:val="00013B2C"/>
    <w:rsid w:val="00015893"/>
    <w:rsid w:val="0001686B"/>
    <w:rsid w:val="00021418"/>
    <w:rsid w:val="00023A6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4D9"/>
    <w:rsid w:val="00077915"/>
    <w:rsid w:val="00083F68"/>
    <w:rsid w:val="0008601A"/>
    <w:rsid w:val="000866BE"/>
    <w:rsid w:val="0009045E"/>
    <w:rsid w:val="000920EB"/>
    <w:rsid w:val="00092C7F"/>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0F10"/>
    <w:rsid w:val="00123C34"/>
    <w:rsid w:val="00124536"/>
    <w:rsid w:val="00125A7F"/>
    <w:rsid w:val="00126CEA"/>
    <w:rsid w:val="00132B64"/>
    <w:rsid w:val="00133E9C"/>
    <w:rsid w:val="00136B64"/>
    <w:rsid w:val="0014036E"/>
    <w:rsid w:val="00145125"/>
    <w:rsid w:val="00146B8C"/>
    <w:rsid w:val="001476C9"/>
    <w:rsid w:val="0014785F"/>
    <w:rsid w:val="00152301"/>
    <w:rsid w:val="00157F92"/>
    <w:rsid w:val="001665A7"/>
    <w:rsid w:val="0016753B"/>
    <w:rsid w:val="00167B53"/>
    <w:rsid w:val="00172B93"/>
    <w:rsid w:val="00175483"/>
    <w:rsid w:val="00175F4C"/>
    <w:rsid w:val="00177A1B"/>
    <w:rsid w:val="00180519"/>
    <w:rsid w:val="00183007"/>
    <w:rsid w:val="0018373D"/>
    <w:rsid w:val="00185AAB"/>
    <w:rsid w:val="00192A23"/>
    <w:rsid w:val="00193A87"/>
    <w:rsid w:val="001974F6"/>
    <w:rsid w:val="001A0B5A"/>
    <w:rsid w:val="001A4996"/>
    <w:rsid w:val="001A5ADB"/>
    <w:rsid w:val="001B0061"/>
    <w:rsid w:val="001B11E7"/>
    <w:rsid w:val="001B5BFC"/>
    <w:rsid w:val="001B76A8"/>
    <w:rsid w:val="001C0F16"/>
    <w:rsid w:val="001C1677"/>
    <w:rsid w:val="001C4DEB"/>
    <w:rsid w:val="001C673B"/>
    <w:rsid w:val="001D1A8B"/>
    <w:rsid w:val="001D2EB1"/>
    <w:rsid w:val="001E0EB2"/>
    <w:rsid w:val="001E1515"/>
    <w:rsid w:val="001E5A08"/>
    <w:rsid w:val="001E7CA3"/>
    <w:rsid w:val="001E7E73"/>
    <w:rsid w:val="001F103A"/>
    <w:rsid w:val="001F3242"/>
    <w:rsid w:val="001F3600"/>
    <w:rsid w:val="001F3F20"/>
    <w:rsid w:val="001F57AD"/>
    <w:rsid w:val="001F737A"/>
    <w:rsid w:val="00203208"/>
    <w:rsid w:val="0020642A"/>
    <w:rsid w:val="002067F1"/>
    <w:rsid w:val="002076A4"/>
    <w:rsid w:val="00215C85"/>
    <w:rsid w:val="00224257"/>
    <w:rsid w:val="0023090A"/>
    <w:rsid w:val="00232A4C"/>
    <w:rsid w:val="0024291C"/>
    <w:rsid w:val="00243186"/>
    <w:rsid w:val="00247106"/>
    <w:rsid w:val="00257F22"/>
    <w:rsid w:val="00264A06"/>
    <w:rsid w:val="00265B9D"/>
    <w:rsid w:val="00270752"/>
    <w:rsid w:val="00271362"/>
    <w:rsid w:val="002743D5"/>
    <w:rsid w:val="00274A67"/>
    <w:rsid w:val="00275CED"/>
    <w:rsid w:val="002768AC"/>
    <w:rsid w:val="002A3129"/>
    <w:rsid w:val="002A48F7"/>
    <w:rsid w:val="002B3FB3"/>
    <w:rsid w:val="002B5C62"/>
    <w:rsid w:val="002C0DAC"/>
    <w:rsid w:val="002C1385"/>
    <w:rsid w:val="002C3955"/>
    <w:rsid w:val="002C470F"/>
    <w:rsid w:val="002C5C78"/>
    <w:rsid w:val="002C7DDC"/>
    <w:rsid w:val="002D4CAD"/>
    <w:rsid w:val="002D57F4"/>
    <w:rsid w:val="002E3E8B"/>
    <w:rsid w:val="002F10CA"/>
    <w:rsid w:val="002F1491"/>
    <w:rsid w:val="002F1CAE"/>
    <w:rsid w:val="00301132"/>
    <w:rsid w:val="00303C67"/>
    <w:rsid w:val="00310CB3"/>
    <w:rsid w:val="00314163"/>
    <w:rsid w:val="00317AD5"/>
    <w:rsid w:val="00322231"/>
    <w:rsid w:val="00347E8D"/>
    <w:rsid w:val="00362C4E"/>
    <w:rsid w:val="00364AF6"/>
    <w:rsid w:val="00366FFB"/>
    <w:rsid w:val="00371A75"/>
    <w:rsid w:val="00374D54"/>
    <w:rsid w:val="00375780"/>
    <w:rsid w:val="00380DBA"/>
    <w:rsid w:val="003814C6"/>
    <w:rsid w:val="00387A0D"/>
    <w:rsid w:val="003903C2"/>
    <w:rsid w:val="00393785"/>
    <w:rsid w:val="00395532"/>
    <w:rsid w:val="00395F60"/>
    <w:rsid w:val="00397CEB"/>
    <w:rsid w:val="003A1E08"/>
    <w:rsid w:val="003A2072"/>
    <w:rsid w:val="003A448C"/>
    <w:rsid w:val="003A4CC6"/>
    <w:rsid w:val="003A5D11"/>
    <w:rsid w:val="003A75B9"/>
    <w:rsid w:val="003A7C03"/>
    <w:rsid w:val="003B43F5"/>
    <w:rsid w:val="003B66FE"/>
    <w:rsid w:val="003C3AEA"/>
    <w:rsid w:val="003D35C6"/>
    <w:rsid w:val="003D41B4"/>
    <w:rsid w:val="003D47B6"/>
    <w:rsid w:val="003D6C11"/>
    <w:rsid w:val="003E050D"/>
    <w:rsid w:val="003E2257"/>
    <w:rsid w:val="003E3CCB"/>
    <w:rsid w:val="003E59DD"/>
    <w:rsid w:val="003F132F"/>
    <w:rsid w:val="003F257A"/>
    <w:rsid w:val="003F7F5D"/>
    <w:rsid w:val="004046CB"/>
    <w:rsid w:val="0040472A"/>
    <w:rsid w:val="00410D4E"/>
    <w:rsid w:val="00412E5B"/>
    <w:rsid w:val="004150A8"/>
    <w:rsid w:val="00417E23"/>
    <w:rsid w:val="004257E0"/>
    <w:rsid w:val="004328AD"/>
    <w:rsid w:val="004367FB"/>
    <w:rsid w:val="00436C85"/>
    <w:rsid w:val="00436F85"/>
    <w:rsid w:val="0044629B"/>
    <w:rsid w:val="00446871"/>
    <w:rsid w:val="00446E2F"/>
    <w:rsid w:val="00447AAC"/>
    <w:rsid w:val="00460D33"/>
    <w:rsid w:val="004619A0"/>
    <w:rsid w:val="00466493"/>
    <w:rsid w:val="00466DDB"/>
    <w:rsid w:val="00473D75"/>
    <w:rsid w:val="004772F2"/>
    <w:rsid w:val="0047759A"/>
    <w:rsid w:val="004850DE"/>
    <w:rsid w:val="00491C1E"/>
    <w:rsid w:val="004925D9"/>
    <w:rsid w:val="00492AEE"/>
    <w:rsid w:val="00496273"/>
    <w:rsid w:val="004A723C"/>
    <w:rsid w:val="004A7E39"/>
    <w:rsid w:val="004B1440"/>
    <w:rsid w:val="004B29F9"/>
    <w:rsid w:val="004B2F78"/>
    <w:rsid w:val="004C0E65"/>
    <w:rsid w:val="004C1025"/>
    <w:rsid w:val="004C2303"/>
    <w:rsid w:val="004C49BF"/>
    <w:rsid w:val="004C5E6A"/>
    <w:rsid w:val="004D154B"/>
    <w:rsid w:val="004D63D5"/>
    <w:rsid w:val="004E1AB0"/>
    <w:rsid w:val="004E2AD7"/>
    <w:rsid w:val="004E6341"/>
    <w:rsid w:val="004E7573"/>
    <w:rsid w:val="004F0C4A"/>
    <w:rsid w:val="004F20AD"/>
    <w:rsid w:val="004F6B10"/>
    <w:rsid w:val="004F6F4D"/>
    <w:rsid w:val="00500AF6"/>
    <w:rsid w:val="00520308"/>
    <w:rsid w:val="0052667A"/>
    <w:rsid w:val="00535E9B"/>
    <w:rsid w:val="00536926"/>
    <w:rsid w:val="00544B19"/>
    <w:rsid w:val="005453F1"/>
    <w:rsid w:val="00551FB7"/>
    <w:rsid w:val="0055296E"/>
    <w:rsid w:val="005544AA"/>
    <w:rsid w:val="0055637B"/>
    <w:rsid w:val="005563FF"/>
    <w:rsid w:val="00562E63"/>
    <w:rsid w:val="00564B37"/>
    <w:rsid w:val="00574D7E"/>
    <w:rsid w:val="00582CE9"/>
    <w:rsid w:val="00582D42"/>
    <w:rsid w:val="00584ACD"/>
    <w:rsid w:val="0058794A"/>
    <w:rsid w:val="00592D2C"/>
    <w:rsid w:val="005932BA"/>
    <w:rsid w:val="00594CF9"/>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6AF3"/>
    <w:rsid w:val="005E79E5"/>
    <w:rsid w:val="005F2086"/>
    <w:rsid w:val="005F3B15"/>
    <w:rsid w:val="006008B3"/>
    <w:rsid w:val="00612DD0"/>
    <w:rsid w:val="00620708"/>
    <w:rsid w:val="00623B01"/>
    <w:rsid w:val="00625BB0"/>
    <w:rsid w:val="006261BB"/>
    <w:rsid w:val="006262AF"/>
    <w:rsid w:val="006350C5"/>
    <w:rsid w:val="00642E89"/>
    <w:rsid w:val="006439AA"/>
    <w:rsid w:val="00646126"/>
    <w:rsid w:val="00650868"/>
    <w:rsid w:val="0065322E"/>
    <w:rsid w:val="00655AE2"/>
    <w:rsid w:val="00655DA8"/>
    <w:rsid w:val="00660237"/>
    <w:rsid w:val="006632E3"/>
    <w:rsid w:val="006649AC"/>
    <w:rsid w:val="00666F60"/>
    <w:rsid w:val="00670CE4"/>
    <w:rsid w:val="0067116D"/>
    <w:rsid w:val="00672D33"/>
    <w:rsid w:val="0067572D"/>
    <w:rsid w:val="006775EE"/>
    <w:rsid w:val="00680F7C"/>
    <w:rsid w:val="0068600F"/>
    <w:rsid w:val="00696995"/>
    <w:rsid w:val="006975B3"/>
    <w:rsid w:val="006A0331"/>
    <w:rsid w:val="006A4275"/>
    <w:rsid w:val="006A74B5"/>
    <w:rsid w:val="006B0E65"/>
    <w:rsid w:val="006B2C26"/>
    <w:rsid w:val="006C4791"/>
    <w:rsid w:val="006C4B70"/>
    <w:rsid w:val="006C6089"/>
    <w:rsid w:val="006C6792"/>
    <w:rsid w:val="006D16F1"/>
    <w:rsid w:val="006E100D"/>
    <w:rsid w:val="006E2000"/>
    <w:rsid w:val="006E26B9"/>
    <w:rsid w:val="006E5EF6"/>
    <w:rsid w:val="006F5F72"/>
    <w:rsid w:val="00703735"/>
    <w:rsid w:val="00707DEC"/>
    <w:rsid w:val="00710355"/>
    <w:rsid w:val="00720ED1"/>
    <w:rsid w:val="00722475"/>
    <w:rsid w:val="007246D0"/>
    <w:rsid w:val="00726429"/>
    <w:rsid w:val="00726BF1"/>
    <w:rsid w:val="00727EC1"/>
    <w:rsid w:val="0073006E"/>
    <w:rsid w:val="0073187A"/>
    <w:rsid w:val="007343BE"/>
    <w:rsid w:val="007343C5"/>
    <w:rsid w:val="007402D3"/>
    <w:rsid w:val="00742321"/>
    <w:rsid w:val="00742807"/>
    <w:rsid w:val="007430DF"/>
    <w:rsid w:val="007460D6"/>
    <w:rsid w:val="00760251"/>
    <w:rsid w:val="007617E0"/>
    <w:rsid w:val="007673CA"/>
    <w:rsid w:val="00772961"/>
    <w:rsid w:val="0077376D"/>
    <w:rsid w:val="00773DDC"/>
    <w:rsid w:val="00777318"/>
    <w:rsid w:val="00777D84"/>
    <w:rsid w:val="007844EB"/>
    <w:rsid w:val="00784DC3"/>
    <w:rsid w:val="00787D9C"/>
    <w:rsid w:val="00794EFB"/>
    <w:rsid w:val="007A1B94"/>
    <w:rsid w:val="007A4729"/>
    <w:rsid w:val="007A67ED"/>
    <w:rsid w:val="007B094C"/>
    <w:rsid w:val="007B0FF0"/>
    <w:rsid w:val="007B1147"/>
    <w:rsid w:val="007B4496"/>
    <w:rsid w:val="007B50D8"/>
    <w:rsid w:val="007C03D2"/>
    <w:rsid w:val="007C5745"/>
    <w:rsid w:val="007C6687"/>
    <w:rsid w:val="007C67FA"/>
    <w:rsid w:val="007D0675"/>
    <w:rsid w:val="007D1209"/>
    <w:rsid w:val="007D1CE0"/>
    <w:rsid w:val="007D51AB"/>
    <w:rsid w:val="007F2646"/>
    <w:rsid w:val="007F6CFA"/>
    <w:rsid w:val="00801DB6"/>
    <w:rsid w:val="00812E3F"/>
    <w:rsid w:val="008130D5"/>
    <w:rsid w:val="00816536"/>
    <w:rsid w:val="0081735D"/>
    <w:rsid w:val="0081739C"/>
    <w:rsid w:val="00820FEE"/>
    <w:rsid w:val="008217CE"/>
    <w:rsid w:val="0082496E"/>
    <w:rsid w:val="008250FC"/>
    <w:rsid w:val="00825674"/>
    <w:rsid w:val="00826140"/>
    <w:rsid w:val="00827A7E"/>
    <w:rsid w:val="00830BCA"/>
    <w:rsid w:val="00831596"/>
    <w:rsid w:val="00832C9B"/>
    <w:rsid w:val="00834460"/>
    <w:rsid w:val="00840E0E"/>
    <w:rsid w:val="00842578"/>
    <w:rsid w:val="00847B49"/>
    <w:rsid w:val="0085125E"/>
    <w:rsid w:val="00852695"/>
    <w:rsid w:val="008548B7"/>
    <w:rsid w:val="0085587E"/>
    <w:rsid w:val="00857549"/>
    <w:rsid w:val="00857991"/>
    <w:rsid w:val="008707CC"/>
    <w:rsid w:val="00870E5A"/>
    <w:rsid w:val="00880FE3"/>
    <w:rsid w:val="00881965"/>
    <w:rsid w:val="00884D47"/>
    <w:rsid w:val="0088515D"/>
    <w:rsid w:val="00887CA1"/>
    <w:rsid w:val="008926B5"/>
    <w:rsid w:val="008A3F67"/>
    <w:rsid w:val="008A5C3A"/>
    <w:rsid w:val="008A7413"/>
    <w:rsid w:val="008B6316"/>
    <w:rsid w:val="008C49E1"/>
    <w:rsid w:val="008C619A"/>
    <w:rsid w:val="008C75AB"/>
    <w:rsid w:val="008D3397"/>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33AA"/>
    <w:rsid w:val="00935B17"/>
    <w:rsid w:val="00936AC2"/>
    <w:rsid w:val="0093771F"/>
    <w:rsid w:val="00941754"/>
    <w:rsid w:val="00944154"/>
    <w:rsid w:val="00944BEA"/>
    <w:rsid w:val="00945651"/>
    <w:rsid w:val="00953059"/>
    <w:rsid w:val="00960484"/>
    <w:rsid w:val="0096232C"/>
    <w:rsid w:val="00962604"/>
    <w:rsid w:val="00964A31"/>
    <w:rsid w:val="009658C8"/>
    <w:rsid w:val="00965ACD"/>
    <w:rsid w:val="00967C46"/>
    <w:rsid w:val="00967DAD"/>
    <w:rsid w:val="00971C8B"/>
    <w:rsid w:val="00971E24"/>
    <w:rsid w:val="00972B41"/>
    <w:rsid w:val="00976B36"/>
    <w:rsid w:val="00983EBF"/>
    <w:rsid w:val="00984E39"/>
    <w:rsid w:val="0098502B"/>
    <w:rsid w:val="00986963"/>
    <w:rsid w:val="00986E3C"/>
    <w:rsid w:val="00987773"/>
    <w:rsid w:val="00992FE3"/>
    <w:rsid w:val="0099653A"/>
    <w:rsid w:val="009A6482"/>
    <w:rsid w:val="009A66C8"/>
    <w:rsid w:val="009A6D93"/>
    <w:rsid w:val="009A7B36"/>
    <w:rsid w:val="009B3502"/>
    <w:rsid w:val="009B51B6"/>
    <w:rsid w:val="009B5CDA"/>
    <w:rsid w:val="009B633C"/>
    <w:rsid w:val="009C48AC"/>
    <w:rsid w:val="009C5C7C"/>
    <w:rsid w:val="009C6FBE"/>
    <w:rsid w:val="009D1815"/>
    <w:rsid w:val="009D3C69"/>
    <w:rsid w:val="009D58D0"/>
    <w:rsid w:val="009D5A1B"/>
    <w:rsid w:val="009D72ED"/>
    <w:rsid w:val="009D7472"/>
    <w:rsid w:val="009D7C09"/>
    <w:rsid w:val="009E0A88"/>
    <w:rsid w:val="009E29DF"/>
    <w:rsid w:val="009E2CB5"/>
    <w:rsid w:val="009E5B5E"/>
    <w:rsid w:val="00A02C84"/>
    <w:rsid w:val="00A1219A"/>
    <w:rsid w:val="00A148D6"/>
    <w:rsid w:val="00A166F8"/>
    <w:rsid w:val="00A267F7"/>
    <w:rsid w:val="00A27A18"/>
    <w:rsid w:val="00A36C5B"/>
    <w:rsid w:val="00A370AB"/>
    <w:rsid w:val="00A40CC1"/>
    <w:rsid w:val="00A42417"/>
    <w:rsid w:val="00A426FC"/>
    <w:rsid w:val="00A43299"/>
    <w:rsid w:val="00A51AB6"/>
    <w:rsid w:val="00A57E04"/>
    <w:rsid w:val="00A6049B"/>
    <w:rsid w:val="00A61888"/>
    <w:rsid w:val="00A64E8A"/>
    <w:rsid w:val="00A65238"/>
    <w:rsid w:val="00A67E12"/>
    <w:rsid w:val="00A72EFE"/>
    <w:rsid w:val="00A730B9"/>
    <w:rsid w:val="00A739D7"/>
    <w:rsid w:val="00A744A5"/>
    <w:rsid w:val="00A7626A"/>
    <w:rsid w:val="00A809BD"/>
    <w:rsid w:val="00A81CFB"/>
    <w:rsid w:val="00A85D6F"/>
    <w:rsid w:val="00A8761C"/>
    <w:rsid w:val="00A91A11"/>
    <w:rsid w:val="00A91B9E"/>
    <w:rsid w:val="00AA134E"/>
    <w:rsid w:val="00AA3417"/>
    <w:rsid w:val="00AB17F6"/>
    <w:rsid w:val="00AB300D"/>
    <w:rsid w:val="00AB5621"/>
    <w:rsid w:val="00AB78A2"/>
    <w:rsid w:val="00AC4A8D"/>
    <w:rsid w:val="00AC5A4C"/>
    <w:rsid w:val="00AD4E66"/>
    <w:rsid w:val="00AD5D81"/>
    <w:rsid w:val="00AD7C7A"/>
    <w:rsid w:val="00AE0117"/>
    <w:rsid w:val="00AE1A85"/>
    <w:rsid w:val="00AE2CB8"/>
    <w:rsid w:val="00AE5E48"/>
    <w:rsid w:val="00AE67AD"/>
    <w:rsid w:val="00AF027D"/>
    <w:rsid w:val="00AF159D"/>
    <w:rsid w:val="00AF30DB"/>
    <w:rsid w:val="00AF78FE"/>
    <w:rsid w:val="00AF7E7E"/>
    <w:rsid w:val="00B03F17"/>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57D5"/>
    <w:rsid w:val="00B46791"/>
    <w:rsid w:val="00B505C0"/>
    <w:rsid w:val="00B51CDB"/>
    <w:rsid w:val="00B57759"/>
    <w:rsid w:val="00B62B32"/>
    <w:rsid w:val="00B67333"/>
    <w:rsid w:val="00B67FA9"/>
    <w:rsid w:val="00B74FE1"/>
    <w:rsid w:val="00B76CD7"/>
    <w:rsid w:val="00B801D6"/>
    <w:rsid w:val="00B8070E"/>
    <w:rsid w:val="00B82392"/>
    <w:rsid w:val="00B83A96"/>
    <w:rsid w:val="00B83F8A"/>
    <w:rsid w:val="00B93467"/>
    <w:rsid w:val="00B9396E"/>
    <w:rsid w:val="00BA0FF4"/>
    <w:rsid w:val="00BA5673"/>
    <w:rsid w:val="00BB0255"/>
    <w:rsid w:val="00BB180C"/>
    <w:rsid w:val="00BB2CFB"/>
    <w:rsid w:val="00BB37B6"/>
    <w:rsid w:val="00BC3599"/>
    <w:rsid w:val="00BC5574"/>
    <w:rsid w:val="00BC7233"/>
    <w:rsid w:val="00BC7C56"/>
    <w:rsid w:val="00BD1D08"/>
    <w:rsid w:val="00BE0A2C"/>
    <w:rsid w:val="00BE0AE4"/>
    <w:rsid w:val="00BE1C27"/>
    <w:rsid w:val="00BE38BB"/>
    <w:rsid w:val="00BF09D4"/>
    <w:rsid w:val="00BF444B"/>
    <w:rsid w:val="00BF60C4"/>
    <w:rsid w:val="00C003C6"/>
    <w:rsid w:val="00C033B9"/>
    <w:rsid w:val="00C10B09"/>
    <w:rsid w:val="00C11F99"/>
    <w:rsid w:val="00C12714"/>
    <w:rsid w:val="00C1682E"/>
    <w:rsid w:val="00C20678"/>
    <w:rsid w:val="00C224EE"/>
    <w:rsid w:val="00C22907"/>
    <w:rsid w:val="00C23F3E"/>
    <w:rsid w:val="00C26BC0"/>
    <w:rsid w:val="00C272AD"/>
    <w:rsid w:val="00C27B9D"/>
    <w:rsid w:val="00C45F7E"/>
    <w:rsid w:val="00C5009D"/>
    <w:rsid w:val="00C53A22"/>
    <w:rsid w:val="00C64A07"/>
    <w:rsid w:val="00C6569B"/>
    <w:rsid w:val="00C66B9A"/>
    <w:rsid w:val="00C67ACE"/>
    <w:rsid w:val="00C707D1"/>
    <w:rsid w:val="00C737A1"/>
    <w:rsid w:val="00C77BCF"/>
    <w:rsid w:val="00C8164D"/>
    <w:rsid w:val="00C85BF5"/>
    <w:rsid w:val="00C86A34"/>
    <w:rsid w:val="00C874E6"/>
    <w:rsid w:val="00CA4A85"/>
    <w:rsid w:val="00CA6BC9"/>
    <w:rsid w:val="00CB2D26"/>
    <w:rsid w:val="00CB3A6F"/>
    <w:rsid w:val="00CB3BBE"/>
    <w:rsid w:val="00CC0073"/>
    <w:rsid w:val="00CC1123"/>
    <w:rsid w:val="00CC1DCD"/>
    <w:rsid w:val="00CC6811"/>
    <w:rsid w:val="00CD2022"/>
    <w:rsid w:val="00CD6EB7"/>
    <w:rsid w:val="00CE2F55"/>
    <w:rsid w:val="00CE4112"/>
    <w:rsid w:val="00CF00F5"/>
    <w:rsid w:val="00CF7254"/>
    <w:rsid w:val="00CF7A16"/>
    <w:rsid w:val="00D01998"/>
    <w:rsid w:val="00D03C12"/>
    <w:rsid w:val="00D0458C"/>
    <w:rsid w:val="00D0527B"/>
    <w:rsid w:val="00D07026"/>
    <w:rsid w:val="00D1075F"/>
    <w:rsid w:val="00D10930"/>
    <w:rsid w:val="00D11CD7"/>
    <w:rsid w:val="00D12369"/>
    <w:rsid w:val="00D1247E"/>
    <w:rsid w:val="00D13086"/>
    <w:rsid w:val="00D14FED"/>
    <w:rsid w:val="00D21067"/>
    <w:rsid w:val="00D21BCE"/>
    <w:rsid w:val="00D47AFD"/>
    <w:rsid w:val="00D516C1"/>
    <w:rsid w:val="00D6344F"/>
    <w:rsid w:val="00D6408B"/>
    <w:rsid w:val="00D805FD"/>
    <w:rsid w:val="00D80BC6"/>
    <w:rsid w:val="00D80E4A"/>
    <w:rsid w:val="00D9793B"/>
    <w:rsid w:val="00DA3B4B"/>
    <w:rsid w:val="00DA648C"/>
    <w:rsid w:val="00DA64DB"/>
    <w:rsid w:val="00DA7B71"/>
    <w:rsid w:val="00DB1E5E"/>
    <w:rsid w:val="00DB4140"/>
    <w:rsid w:val="00DB45A5"/>
    <w:rsid w:val="00DC1467"/>
    <w:rsid w:val="00DC3128"/>
    <w:rsid w:val="00DC5392"/>
    <w:rsid w:val="00DC76F0"/>
    <w:rsid w:val="00DC7E48"/>
    <w:rsid w:val="00DD06C0"/>
    <w:rsid w:val="00DD1B5A"/>
    <w:rsid w:val="00DE1789"/>
    <w:rsid w:val="00DE2A42"/>
    <w:rsid w:val="00DE3208"/>
    <w:rsid w:val="00DE3778"/>
    <w:rsid w:val="00DE5745"/>
    <w:rsid w:val="00DF2ED5"/>
    <w:rsid w:val="00DF489A"/>
    <w:rsid w:val="00E02DE3"/>
    <w:rsid w:val="00E12F47"/>
    <w:rsid w:val="00E16545"/>
    <w:rsid w:val="00E2123D"/>
    <w:rsid w:val="00E30B4B"/>
    <w:rsid w:val="00E33932"/>
    <w:rsid w:val="00E413AB"/>
    <w:rsid w:val="00E413E3"/>
    <w:rsid w:val="00E41451"/>
    <w:rsid w:val="00E45F98"/>
    <w:rsid w:val="00E4634C"/>
    <w:rsid w:val="00E56B47"/>
    <w:rsid w:val="00E650AC"/>
    <w:rsid w:val="00E66F4B"/>
    <w:rsid w:val="00E706C2"/>
    <w:rsid w:val="00E724C8"/>
    <w:rsid w:val="00E72CD1"/>
    <w:rsid w:val="00E8041E"/>
    <w:rsid w:val="00E8082E"/>
    <w:rsid w:val="00E92F67"/>
    <w:rsid w:val="00E95B91"/>
    <w:rsid w:val="00EA13E3"/>
    <w:rsid w:val="00EA6557"/>
    <w:rsid w:val="00EA6B97"/>
    <w:rsid w:val="00EA6E13"/>
    <w:rsid w:val="00EB216E"/>
    <w:rsid w:val="00EC07C0"/>
    <w:rsid w:val="00EC22FA"/>
    <w:rsid w:val="00EC30C5"/>
    <w:rsid w:val="00EC4311"/>
    <w:rsid w:val="00ED2FD4"/>
    <w:rsid w:val="00EE1D2B"/>
    <w:rsid w:val="00EE5D1B"/>
    <w:rsid w:val="00EE5E2C"/>
    <w:rsid w:val="00EF6022"/>
    <w:rsid w:val="00F014DB"/>
    <w:rsid w:val="00F01E75"/>
    <w:rsid w:val="00F1429D"/>
    <w:rsid w:val="00F177D6"/>
    <w:rsid w:val="00F20BB5"/>
    <w:rsid w:val="00F21DD8"/>
    <w:rsid w:val="00F25128"/>
    <w:rsid w:val="00F31468"/>
    <w:rsid w:val="00F32BD1"/>
    <w:rsid w:val="00F341B2"/>
    <w:rsid w:val="00F366D9"/>
    <w:rsid w:val="00F377D2"/>
    <w:rsid w:val="00F41804"/>
    <w:rsid w:val="00F44975"/>
    <w:rsid w:val="00F45D51"/>
    <w:rsid w:val="00F46B8D"/>
    <w:rsid w:val="00F4718C"/>
    <w:rsid w:val="00F527EB"/>
    <w:rsid w:val="00F53246"/>
    <w:rsid w:val="00F53B5B"/>
    <w:rsid w:val="00F53F8A"/>
    <w:rsid w:val="00F57F56"/>
    <w:rsid w:val="00F62845"/>
    <w:rsid w:val="00F65859"/>
    <w:rsid w:val="00F664AA"/>
    <w:rsid w:val="00F71902"/>
    <w:rsid w:val="00F724BA"/>
    <w:rsid w:val="00F73A0B"/>
    <w:rsid w:val="00F751D8"/>
    <w:rsid w:val="00F826E4"/>
    <w:rsid w:val="00F835B4"/>
    <w:rsid w:val="00F86AE9"/>
    <w:rsid w:val="00F90B96"/>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9333AA"/>
    <w:pPr>
      <w:ind w:left="1191"/>
      <w:jc w:val="both"/>
    </w:pPr>
  </w:style>
  <w:style w:type="character" w:customStyle="1" w:styleId="TekstpodstawowywcityZnak">
    <w:name w:val="Tekst podstawowy wcięty Znak"/>
    <w:basedOn w:val="Domylnaczcionkaakapitu"/>
    <w:link w:val="Tekstpodstawowywcity"/>
    <w:uiPriority w:val="99"/>
    <w:rsid w:val="009333AA"/>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023A69"/>
    <w:rPr>
      <w:sz w:val="18"/>
    </w:rPr>
  </w:style>
  <w:style w:type="paragraph" w:styleId="Tekstpodstawowy">
    <w:name w:val="Body Text"/>
    <w:basedOn w:val="Normalny"/>
    <w:link w:val="TekstpodstawowyZnak"/>
    <w:uiPriority w:val="99"/>
    <w:semiHidden/>
    <w:unhideWhenUsed/>
    <w:rsid w:val="00F366D9"/>
    <w:pPr>
      <w:spacing w:after="120"/>
    </w:pPr>
  </w:style>
  <w:style w:type="character" w:customStyle="1" w:styleId="TekstpodstawowyZnak">
    <w:name w:val="Tekst podstawowy Znak"/>
    <w:basedOn w:val="Domylnaczcionkaakapitu"/>
    <w:link w:val="Tekstpodstawowy"/>
    <w:uiPriority w:val="99"/>
    <w:semiHidden/>
    <w:rsid w:val="00F366D9"/>
    <w:rPr>
      <w:sz w:val="18"/>
    </w:rPr>
  </w:style>
  <w:style w:type="table" w:customStyle="1" w:styleId="Tabela-Siatka5">
    <w:name w:val="Tabela - Siatka5"/>
    <w:basedOn w:val="Standardowy"/>
    <w:next w:val="Tabela-Siatka"/>
    <w:uiPriority w:val="39"/>
    <w:rsid w:val="00F366D9"/>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D21067"/>
    <w:pPr>
      <w:spacing w:after="0"/>
      <w:ind w:right="613"/>
      <w:jc w:val="center"/>
    </w:pPr>
    <w:rPr>
      <w:rFonts w:asciiTheme="majorHAnsi" w:eastAsia="Calibri" w:hAnsiTheme="majorHAnsi" w:cs="Times New Roman"/>
      <w:b/>
      <w:color w:val="062156" w:themeColor="accent2" w:themeShade="BF"/>
      <w:sz w:val="32"/>
      <w:szCs w:val="32"/>
    </w:rPr>
  </w:style>
  <w:style w:type="character" w:customStyle="1" w:styleId="Tekstpodstawowy2Znak">
    <w:name w:val="Tekst podstawowy 2 Znak"/>
    <w:basedOn w:val="Domylnaczcionkaakapitu"/>
    <w:link w:val="Tekstpodstawowy2"/>
    <w:uiPriority w:val="99"/>
    <w:rsid w:val="00D21067"/>
    <w:rPr>
      <w:rFonts w:asciiTheme="majorHAnsi" w:eastAsia="Calibri" w:hAnsiTheme="majorHAnsi" w:cs="Times New Roman"/>
      <w:b/>
      <w:color w:val="062156" w:themeColor="accent2" w:themeShade="BF"/>
      <w:sz w:val="32"/>
      <w:szCs w:val="32"/>
    </w:rPr>
  </w:style>
  <w:style w:type="paragraph" w:customStyle="1" w:styleId="opis">
    <w:name w:val="opis"/>
    <w:basedOn w:val="Normalny"/>
    <w:rsid w:val="00826140"/>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blokowy">
    <w:name w:val="Block Text"/>
    <w:basedOn w:val="Normalny"/>
    <w:uiPriority w:val="99"/>
    <w:unhideWhenUsed/>
    <w:rsid w:val="00967C46"/>
    <w:pPr>
      <w:ind w:left="5398" w:right="68" w:hanging="153"/>
      <w:jc w:val="center"/>
    </w:pPr>
    <w:rPr>
      <w:rFonts w:cs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698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1200 - Załącznik nr 10 do SWZ - Ośw. wykonawców wspólnie ubiegających się o udzielenie zam..docx</dmsv2BaseFileName>
    <dmsv2BaseDisplayName xmlns="http://schemas.microsoft.com/sharepoint/v3">1200 - Załącznik nr 10 do SWZ - Ośw. wykonawców wspólnie ubiegających się o udzielenie zam.</dmsv2BaseDisplayName>
    <dmsv2SWPP2ObjectNumber xmlns="http://schemas.microsoft.com/sharepoint/v3">POST/DYS/OB/GZA/01200/2025                        </dmsv2SWPP2ObjectNumber>
    <dmsv2SWPP2SumMD5 xmlns="http://schemas.microsoft.com/sharepoint/v3">f15c7904bdbf127c4ead00b3d53e5d3b</dmsv2SWPP2SumMD5>
    <dmsv2BaseMoved xmlns="http://schemas.microsoft.com/sharepoint/v3">false</dmsv2BaseMoved>
    <dmsv2BaseIsSensitive xmlns="http://schemas.microsoft.com/sharepoint/v3">true</dmsv2BaseIsSensitive>
    <dmsv2SWPP2IDSWPP2 xmlns="http://schemas.microsoft.com/sharepoint/v3">675736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22353774</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M37YNRNYPV7A-768091362-13640</_dlc_DocId>
    <_dlc_DocIdUrl xmlns="a19cb1c7-c5c7-46d4-85ae-d83685407bba">
      <Url>https://swpp2.dms.gkpge.pl/sites/37/_layouts/15/DocIdRedir.aspx?ID=M37YNRNYPV7A-768091362-13640</Url>
      <Description>M37YNRNYPV7A-768091362-13640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FE84C8-DC52-4082-8E1F-B32630A23D79}"/>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E5EFC96-5586-47AA-906C-946743AE96B8}">
  <ds:schemaRefs>
    <ds:schemaRef ds:uri="http://schemas.openxmlformats.org/officeDocument/2006/bibliography"/>
  </ds:schemaRefs>
</ds:datastoreItem>
</file>

<file path=customXml/itemProps5.xml><?xml version="1.0" encoding="utf-8"?>
<ds:datastoreItem xmlns:ds="http://schemas.openxmlformats.org/officeDocument/2006/customXml" ds:itemID="{5F2E1CD3-D297-4CEA-86CC-94A24BAC9BDC}"/>
</file>

<file path=docProps/app.xml><?xml version="1.0" encoding="utf-8"?>
<Properties xmlns="http://schemas.openxmlformats.org/officeDocument/2006/extended-properties" xmlns:vt="http://schemas.openxmlformats.org/officeDocument/2006/docPropsVTypes">
  <Template>PGE word swz test</Template>
  <TotalTime>959</TotalTime>
  <Pages>1</Pages>
  <Words>136</Words>
  <Characters>819</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646</cp:revision>
  <cp:lastPrinted>2025-03-10T09:54:00Z</cp:lastPrinted>
  <dcterms:created xsi:type="dcterms:W3CDTF">2025-02-17T08:15:00Z</dcterms:created>
  <dcterms:modified xsi:type="dcterms:W3CDTF">2025-04-24T09:28:00Z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cbc21699-225d-4805-ac76-da30bb6a6498</vt:lpwstr>
  </property>
</Properties>
</file>