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5DCAE" w14:textId="77777777" w:rsidR="0022119E" w:rsidRPr="00EC240D" w:rsidRDefault="0022119E" w:rsidP="0022567E">
      <w:pPr>
        <w:jc w:val="right"/>
        <w:rPr>
          <w:bCs/>
          <w:sz w:val="20"/>
          <w:szCs w:val="20"/>
        </w:rPr>
      </w:pPr>
    </w:p>
    <w:p w14:paraId="067FDDB3" w14:textId="77777777" w:rsidR="0051796D" w:rsidRDefault="00554537" w:rsidP="001718FC">
      <w:pPr>
        <w:jc w:val="center"/>
        <w:rPr>
          <w:b/>
          <w:bCs/>
        </w:rPr>
      </w:pPr>
      <w:r w:rsidRPr="00813CCB">
        <w:rPr>
          <w:b/>
          <w:bCs/>
        </w:rPr>
        <w:t>WYMAGANE PARAMETRY TECHNICZNO-UŻYTKOWE PRZEDMIOTU ZAMÓWIENIA ORAZ DOKUMENTY NIEZBĘDNE DO POTWIERDZENIA SPEŁNIENIA WYMAGAŃ</w:t>
      </w:r>
    </w:p>
    <w:p w14:paraId="7268D173" w14:textId="77777777" w:rsidR="0051796D" w:rsidRPr="004A6749" w:rsidRDefault="0051796D" w:rsidP="0051796D">
      <w:pPr>
        <w:numPr>
          <w:ilvl w:val="0"/>
          <w:numId w:val="1"/>
        </w:numPr>
        <w:tabs>
          <w:tab w:val="clear" w:pos="425"/>
        </w:tabs>
        <w:spacing w:before="120" w:line="288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Rejon dostaw</w:t>
      </w:r>
      <w:r w:rsidRPr="00813CCB">
        <w:rPr>
          <w:b/>
          <w:i/>
          <w:sz w:val="22"/>
          <w:szCs w:val="22"/>
        </w:rPr>
        <w:t>:</w:t>
      </w:r>
      <w:r>
        <w:rPr>
          <w:b/>
          <w:i/>
          <w:sz w:val="22"/>
          <w:szCs w:val="22"/>
        </w:rPr>
        <w:t xml:space="preserve"> </w:t>
      </w:r>
    </w:p>
    <w:p w14:paraId="090118E5" w14:textId="77777777" w:rsidR="004A6749" w:rsidRPr="00BA3AD5" w:rsidRDefault="004A6749" w:rsidP="004A6749">
      <w:pPr>
        <w:spacing w:before="120" w:line="288" w:lineRule="auto"/>
        <w:ind w:left="425"/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118"/>
        <w:gridCol w:w="1976"/>
      </w:tblGrid>
      <w:tr w:rsidR="004A6749" w:rsidRPr="0079311F" w14:paraId="06F31672" w14:textId="77777777" w:rsidTr="00571600">
        <w:trPr>
          <w:jc w:val="center"/>
        </w:trPr>
        <w:tc>
          <w:tcPr>
            <w:tcW w:w="1413" w:type="dxa"/>
            <w:vAlign w:val="center"/>
          </w:tcPr>
          <w:p w14:paraId="0A24CFB4" w14:textId="77777777" w:rsidR="004A6749" w:rsidRPr="004A6749" w:rsidRDefault="004A6749" w:rsidP="00571600">
            <w:pPr>
              <w:spacing w:line="288" w:lineRule="auto"/>
              <w:ind w:left="34"/>
              <w:jc w:val="center"/>
              <w:rPr>
                <w:b/>
                <w:sz w:val="22"/>
                <w:szCs w:val="22"/>
              </w:rPr>
            </w:pPr>
            <w:r w:rsidRPr="004A6749">
              <w:rPr>
                <w:b/>
                <w:sz w:val="22"/>
                <w:szCs w:val="22"/>
              </w:rPr>
              <w:t>WRP 1</w:t>
            </w:r>
          </w:p>
        </w:tc>
        <w:tc>
          <w:tcPr>
            <w:tcW w:w="2118" w:type="dxa"/>
            <w:vAlign w:val="center"/>
          </w:tcPr>
          <w:p w14:paraId="4140DCF2" w14:textId="77777777" w:rsidR="004A6749" w:rsidRPr="004A6749" w:rsidRDefault="004A6749" w:rsidP="00571600">
            <w:pPr>
              <w:spacing w:line="288" w:lineRule="auto"/>
              <w:rPr>
                <w:sz w:val="22"/>
                <w:szCs w:val="22"/>
              </w:rPr>
            </w:pPr>
            <w:r w:rsidRPr="004A6749">
              <w:rPr>
                <w:sz w:val="22"/>
                <w:szCs w:val="22"/>
              </w:rPr>
              <w:t>ul. Granitowa 16</w:t>
            </w:r>
          </w:p>
        </w:tc>
        <w:tc>
          <w:tcPr>
            <w:tcW w:w="1976" w:type="dxa"/>
            <w:vAlign w:val="center"/>
          </w:tcPr>
          <w:p w14:paraId="7068FE5D" w14:textId="77777777" w:rsidR="004A6749" w:rsidRPr="004A6749" w:rsidRDefault="004A6749" w:rsidP="00571600">
            <w:pPr>
              <w:spacing w:line="288" w:lineRule="auto"/>
              <w:ind w:left="176"/>
              <w:rPr>
                <w:sz w:val="22"/>
                <w:szCs w:val="22"/>
              </w:rPr>
            </w:pPr>
            <w:r w:rsidRPr="004A6749">
              <w:rPr>
                <w:sz w:val="22"/>
                <w:szCs w:val="22"/>
              </w:rPr>
              <w:t xml:space="preserve">43-155 Bieruń </w:t>
            </w:r>
          </w:p>
        </w:tc>
      </w:tr>
    </w:tbl>
    <w:p w14:paraId="1AC89FDD" w14:textId="77777777" w:rsidR="00BA3AD5" w:rsidRDefault="00BA3AD5" w:rsidP="00BA3AD5">
      <w:pPr>
        <w:rPr>
          <w:b/>
        </w:rPr>
      </w:pPr>
    </w:p>
    <w:tbl>
      <w:tblPr>
        <w:tblW w:w="955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8475"/>
      </w:tblGrid>
      <w:tr w:rsidR="008311D1" w:rsidRPr="00127BEE" w14:paraId="2D66E3E8" w14:textId="77777777" w:rsidTr="008311D1">
        <w:trPr>
          <w:trHeight w:val="495"/>
        </w:trPr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FF"/>
            </w:tcBorders>
            <w:shd w:val="clear" w:color="000000" w:fill="003366"/>
            <w:vAlign w:val="center"/>
            <w:hideMark/>
          </w:tcPr>
          <w:p w14:paraId="1DA991FE" w14:textId="77777777" w:rsidR="008311D1" w:rsidRPr="00127BEE" w:rsidRDefault="008311D1" w:rsidP="00127BE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27BE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LP</w:t>
            </w:r>
          </w:p>
        </w:tc>
        <w:tc>
          <w:tcPr>
            <w:tcW w:w="84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CCCCFF"/>
            </w:tcBorders>
            <w:shd w:val="clear" w:color="000000" w:fill="003366"/>
            <w:vAlign w:val="center"/>
          </w:tcPr>
          <w:p w14:paraId="0D52734D" w14:textId="77777777" w:rsidR="008311D1" w:rsidRPr="00127BEE" w:rsidRDefault="008311D1" w:rsidP="00127BEE">
            <w:pPr>
              <w:jc w:val="center"/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</w:pPr>
            <w:r w:rsidRPr="00127BEE">
              <w:rPr>
                <w:rFonts w:ascii="Tahoma" w:hAnsi="Tahoma" w:cs="Tahoma"/>
                <w:b/>
                <w:bCs/>
                <w:color w:val="FFFFFF"/>
                <w:sz w:val="18"/>
                <w:szCs w:val="18"/>
              </w:rPr>
              <w:t>Materiał</w:t>
            </w:r>
          </w:p>
        </w:tc>
      </w:tr>
      <w:tr w:rsidR="008311D1" w:rsidRPr="00127BEE" w14:paraId="7A93A48A" w14:textId="77777777" w:rsidTr="008311D1">
        <w:trPr>
          <w:trHeight w:val="495"/>
        </w:trPr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42163E" w14:textId="77777777" w:rsidR="008311D1" w:rsidRPr="00C659FE" w:rsidRDefault="008311D1" w:rsidP="00674CDF">
            <w:pPr>
              <w:jc w:val="center"/>
              <w:rPr>
                <w:bCs/>
                <w:sz w:val="16"/>
                <w:szCs w:val="16"/>
              </w:rPr>
            </w:pPr>
            <w:r w:rsidRPr="00C659F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vAlign w:val="center"/>
          </w:tcPr>
          <w:p w14:paraId="093BAB4E" w14:textId="77777777" w:rsidR="004A6749" w:rsidRPr="008C1510" w:rsidRDefault="008C1510" w:rsidP="00835237">
            <w:pPr>
              <w:jc w:val="center"/>
              <w:rPr>
                <w:bCs/>
                <w:sz w:val="16"/>
                <w:szCs w:val="16"/>
              </w:rPr>
            </w:pPr>
            <w:r w:rsidRPr="008C1510">
              <w:rPr>
                <w:bCs/>
                <w:sz w:val="16"/>
                <w:szCs w:val="16"/>
              </w:rPr>
              <w:t>SMAR PLASTYCZNY LITOWY MIEDZIANY CU-10A NLGI-2 -25+1150C ZAWIERA DODATKI ANTYKOROZYJNE POJEMNIK METALOWY DO 20KG KOD CN 27101999 (WYŁĄCZONY Z AKCYZY)</w:t>
            </w:r>
          </w:p>
          <w:p w14:paraId="3D903993" w14:textId="75BA5AFB" w:rsidR="008C1510" w:rsidRPr="008C1510" w:rsidRDefault="008C1510" w:rsidP="00835237">
            <w:pPr>
              <w:jc w:val="center"/>
              <w:rPr>
                <w:bCs/>
                <w:sz w:val="16"/>
                <w:szCs w:val="16"/>
              </w:rPr>
            </w:pPr>
            <w:r w:rsidRPr="008C1510">
              <w:rPr>
                <w:bCs/>
                <w:sz w:val="16"/>
                <w:szCs w:val="16"/>
              </w:rPr>
              <w:t>0071802533</w:t>
            </w:r>
          </w:p>
        </w:tc>
      </w:tr>
      <w:tr w:rsidR="008C1510" w:rsidRPr="00127BEE" w14:paraId="48BC429B" w14:textId="77777777" w:rsidTr="008311D1">
        <w:trPr>
          <w:trHeight w:val="495"/>
        </w:trPr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78AC75E" w14:textId="441C9275" w:rsidR="008C1510" w:rsidRPr="00C659FE" w:rsidRDefault="008C1510" w:rsidP="00674CD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vAlign w:val="center"/>
          </w:tcPr>
          <w:p w14:paraId="798CB33F" w14:textId="77777777" w:rsidR="008C1510" w:rsidRPr="008C1510" w:rsidRDefault="008C1510" w:rsidP="003644A1">
            <w:pPr>
              <w:jc w:val="center"/>
              <w:rPr>
                <w:bCs/>
                <w:sz w:val="16"/>
                <w:szCs w:val="16"/>
              </w:rPr>
            </w:pPr>
            <w:r w:rsidRPr="008C1510">
              <w:rPr>
                <w:bCs/>
                <w:sz w:val="16"/>
                <w:szCs w:val="16"/>
              </w:rPr>
              <w:t>SMAR WYSOKOSPRAWNY BENTONITOWY MINERALNY ORAPI M14 NLGI-1 -35+250C Z DODATKIEM DWUSIARCZKU MOLIBDENU I GRAFITU POJEMNIK METALOWY 1,0KG KOD CN 27101999</w:t>
            </w:r>
          </w:p>
          <w:p w14:paraId="720F1C44" w14:textId="24010BAB" w:rsidR="008C1510" w:rsidRPr="008C1510" w:rsidRDefault="008C1510" w:rsidP="003644A1">
            <w:pPr>
              <w:jc w:val="center"/>
              <w:rPr>
                <w:bCs/>
                <w:sz w:val="16"/>
                <w:szCs w:val="16"/>
              </w:rPr>
            </w:pPr>
            <w:r w:rsidRPr="008C1510">
              <w:rPr>
                <w:bCs/>
                <w:sz w:val="16"/>
                <w:szCs w:val="16"/>
              </w:rPr>
              <w:t>0071703711</w:t>
            </w:r>
          </w:p>
        </w:tc>
      </w:tr>
    </w:tbl>
    <w:p w14:paraId="0D1C324E" w14:textId="77777777" w:rsidR="00AD5BAC" w:rsidRDefault="00AD5BAC" w:rsidP="001718FC">
      <w:pPr>
        <w:rPr>
          <w:b/>
          <w:bCs/>
        </w:rPr>
      </w:pPr>
    </w:p>
    <w:p w14:paraId="0DC28AAB" w14:textId="77777777" w:rsidR="00BA3AD5" w:rsidRPr="00BA3AD5" w:rsidRDefault="00554537" w:rsidP="006F499E">
      <w:pPr>
        <w:numPr>
          <w:ilvl w:val="0"/>
          <w:numId w:val="1"/>
        </w:numPr>
        <w:spacing w:line="288" w:lineRule="auto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Wymagania prawne i wymagane parametry techniczno-użytkowe </w:t>
      </w:r>
      <w:r w:rsidRPr="00813CCB">
        <w:rPr>
          <w:i/>
          <w:sz w:val="22"/>
          <w:szCs w:val="22"/>
        </w:rPr>
        <w:t>(jeżeli dotyczy)</w:t>
      </w:r>
      <w:r w:rsidRPr="00813CCB">
        <w:rPr>
          <w:b/>
          <w:i/>
          <w:sz w:val="22"/>
          <w:szCs w:val="22"/>
        </w:rPr>
        <w:t>:</w:t>
      </w:r>
    </w:p>
    <w:p w14:paraId="7B4E7BAA" w14:textId="77777777" w:rsidR="00554537" w:rsidRPr="00813CCB" w:rsidRDefault="00554537" w:rsidP="006F499E">
      <w:pPr>
        <w:numPr>
          <w:ilvl w:val="1"/>
          <w:numId w:val="1"/>
        </w:numPr>
        <w:jc w:val="both"/>
        <w:rPr>
          <w:b/>
          <w:sz w:val="22"/>
          <w:szCs w:val="22"/>
        </w:rPr>
      </w:pPr>
      <w:r w:rsidRPr="00813CCB">
        <w:rPr>
          <w:sz w:val="22"/>
          <w:szCs w:val="22"/>
        </w:rPr>
        <w:t xml:space="preserve">Wyroby będące przedmiotem dostawy muszą spełniać wymagania </w:t>
      </w:r>
      <w:r w:rsidR="000B375E" w:rsidRPr="00813CCB">
        <w:rPr>
          <w:sz w:val="22"/>
          <w:szCs w:val="22"/>
        </w:rPr>
        <w:t>aktualnie obowiązujących norm i </w:t>
      </w:r>
      <w:r w:rsidRPr="00813CCB">
        <w:rPr>
          <w:sz w:val="22"/>
          <w:szCs w:val="22"/>
        </w:rPr>
        <w:t>przepisów mających dla nich zastosowanie.</w:t>
      </w:r>
      <w:r w:rsidRPr="00813CCB">
        <w:rPr>
          <w:b/>
          <w:sz w:val="22"/>
          <w:szCs w:val="22"/>
        </w:rPr>
        <w:t xml:space="preserve"> </w:t>
      </w:r>
    </w:p>
    <w:p w14:paraId="0CEB15C8" w14:textId="77777777" w:rsidR="003B59D7" w:rsidRDefault="00554537" w:rsidP="006F499E">
      <w:pPr>
        <w:pStyle w:val="Akapitzlist"/>
        <w:numPr>
          <w:ilvl w:val="1"/>
          <w:numId w:val="1"/>
        </w:numPr>
        <w:tabs>
          <w:tab w:val="left" w:pos="426"/>
        </w:tabs>
        <w:jc w:val="both"/>
        <w:rPr>
          <w:sz w:val="22"/>
          <w:szCs w:val="22"/>
        </w:rPr>
      </w:pPr>
      <w:r w:rsidRPr="00813CCB">
        <w:rPr>
          <w:sz w:val="22"/>
          <w:szCs w:val="22"/>
        </w:rPr>
        <w:t>Oferowany materiał musi być fabrycznie nowy i wolny od wad. Pod pojęciem nowy, zamawiający żąda zaoferowania przedmiotu zamówienia do skompletowania którego użyto wyłącznie materiałów nowych, czyli takich, które nie były remontowane, regenerowane i używane.</w:t>
      </w:r>
    </w:p>
    <w:p w14:paraId="74E5375F" w14:textId="1BDCD050" w:rsidR="004A1E87" w:rsidRPr="008C1510" w:rsidRDefault="00615715" w:rsidP="0051796D">
      <w:pPr>
        <w:pStyle w:val="Akapitzlist"/>
        <w:numPr>
          <w:ilvl w:val="1"/>
          <w:numId w:val="1"/>
        </w:num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Dodatkowo:</w:t>
      </w:r>
    </w:p>
    <w:p w14:paraId="188A31CC" w14:textId="77777777" w:rsidR="00554537" w:rsidRPr="00813CCB" w:rsidRDefault="00554537" w:rsidP="006F499E">
      <w:pPr>
        <w:numPr>
          <w:ilvl w:val="0"/>
          <w:numId w:val="1"/>
        </w:numPr>
        <w:spacing w:line="288" w:lineRule="auto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Wymagane dokumenty, które należy załączyć do oferty </w:t>
      </w:r>
      <w:r w:rsidRPr="00813CCB">
        <w:rPr>
          <w:i/>
          <w:sz w:val="22"/>
          <w:szCs w:val="22"/>
        </w:rPr>
        <w:t>(jeżeli dotyczy</w:t>
      </w:r>
      <w:r w:rsidRPr="00813CCB">
        <w:rPr>
          <w:b/>
          <w:i/>
          <w:sz w:val="22"/>
          <w:szCs w:val="22"/>
        </w:rPr>
        <w:t>).</w:t>
      </w:r>
    </w:p>
    <w:p w14:paraId="08A5235F" w14:textId="77777777" w:rsidR="00554537" w:rsidRPr="00813CCB" w:rsidRDefault="00E221CC" w:rsidP="006F499E">
      <w:pPr>
        <w:pStyle w:val="Akapitzlist"/>
        <w:numPr>
          <w:ilvl w:val="1"/>
          <w:numId w:val="1"/>
        </w:numPr>
        <w:tabs>
          <w:tab w:val="clear" w:pos="851"/>
        </w:tabs>
        <w:ind w:left="850" w:hanging="425"/>
        <w:jc w:val="both"/>
        <w:rPr>
          <w:b/>
          <w:sz w:val="22"/>
          <w:szCs w:val="22"/>
        </w:rPr>
      </w:pPr>
      <w:r w:rsidRPr="00813CCB">
        <w:rPr>
          <w:sz w:val="22"/>
          <w:szCs w:val="22"/>
        </w:rPr>
        <w:t>Oświadczenie dotyczące przedmiotu oferty</w:t>
      </w:r>
      <w:r w:rsidR="00554537" w:rsidRPr="00813CCB">
        <w:rPr>
          <w:sz w:val="22"/>
          <w:szCs w:val="22"/>
        </w:rPr>
        <w:t xml:space="preserve"> - oświadczenie Wykonawcy, iż oferowany wyrób spełnia wymagania prawa polskiego i Unii Europejskiej w zakresie wprowadzenia na rynek</w:t>
      </w:r>
      <w:r w:rsidR="0012293C" w:rsidRPr="0022119E">
        <w:rPr>
          <w:b/>
          <w:i/>
          <w:sz w:val="22"/>
          <w:szCs w:val="22"/>
        </w:rPr>
        <w:t>)</w:t>
      </w:r>
    </w:p>
    <w:p w14:paraId="424AB932" w14:textId="77777777" w:rsidR="0013365C" w:rsidRPr="008A6F6A" w:rsidRDefault="00FD36AB" w:rsidP="006F499E">
      <w:pPr>
        <w:pStyle w:val="Akapitzlist"/>
        <w:numPr>
          <w:ilvl w:val="1"/>
          <w:numId w:val="1"/>
        </w:numPr>
        <w:ind w:left="850" w:hanging="425"/>
        <w:jc w:val="both"/>
        <w:rPr>
          <w:sz w:val="22"/>
          <w:szCs w:val="22"/>
          <w:u w:val="single"/>
        </w:rPr>
      </w:pPr>
      <w:r w:rsidRPr="00813CCB">
        <w:rPr>
          <w:sz w:val="22"/>
          <w:szCs w:val="22"/>
        </w:rPr>
        <w:t>K</w:t>
      </w:r>
      <w:r w:rsidR="000533B3">
        <w:rPr>
          <w:sz w:val="22"/>
          <w:szCs w:val="22"/>
        </w:rPr>
        <w:t>arta katalo</w:t>
      </w:r>
      <w:r w:rsidR="008A6F6A">
        <w:rPr>
          <w:sz w:val="22"/>
          <w:szCs w:val="22"/>
        </w:rPr>
        <w:t>g</w:t>
      </w:r>
      <w:r w:rsidR="000533B3">
        <w:rPr>
          <w:sz w:val="22"/>
          <w:szCs w:val="22"/>
        </w:rPr>
        <w:t xml:space="preserve">owa </w:t>
      </w:r>
      <w:r w:rsidR="00DC41D7" w:rsidRPr="00BC190A">
        <w:rPr>
          <w:sz w:val="22"/>
          <w:szCs w:val="22"/>
        </w:rPr>
        <w:t xml:space="preserve">– </w:t>
      </w:r>
      <w:r w:rsidR="009539B5">
        <w:rPr>
          <w:sz w:val="22"/>
          <w:szCs w:val="22"/>
        </w:rPr>
        <w:t>potwierdzająca wymagania zamawiającego.</w:t>
      </w:r>
    </w:p>
    <w:p w14:paraId="3453F5F3" w14:textId="1D5D62DA" w:rsidR="00AD5BAC" w:rsidRDefault="00E0757C" w:rsidP="00A80784">
      <w:pPr>
        <w:pStyle w:val="Akapitzlist"/>
        <w:numPr>
          <w:ilvl w:val="1"/>
          <w:numId w:val="1"/>
        </w:numPr>
        <w:jc w:val="both"/>
        <w:rPr>
          <w:b/>
          <w:i/>
          <w:sz w:val="22"/>
          <w:szCs w:val="22"/>
        </w:rPr>
      </w:pPr>
      <w:r w:rsidRPr="00E0757C">
        <w:rPr>
          <w:sz w:val="22"/>
          <w:szCs w:val="22"/>
        </w:rPr>
        <w:t>Oświadczenie o przynależności lub braku przynależności do tej samej grupy kapitałowej</w:t>
      </w:r>
      <w:r w:rsidR="00E07860">
        <w:rPr>
          <w:sz w:val="22"/>
          <w:szCs w:val="22"/>
        </w:rPr>
        <w:t xml:space="preserve"> </w:t>
      </w:r>
      <w:r w:rsidR="0022119E">
        <w:rPr>
          <w:sz w:val="22"/>
          <w:szCs w:val="22"/>
        </w:rPr>
        <w:t xml:space="preserve"> </w:t>
      </w:r>
    </w:p>
    <w:p w14:paraId="7EEE4C7B" w14:textId="7863BC68" w:rsidR="00B75135" w:rsidRPr="004A6749" w:rsidRDefault="00BB5DA9" w:rsidP="004A6749">
      <w:pPr>
        <w:pStyle w:val="Akapitzlist"/>
        <w:numPr>
          <w:ilvl w:val="1"/>
          <w:numId w:val="1"/>
        </w:numPr>
        <w:jc w:val="both"/>
        <w:rPr>
          <w:b/>
          <w:i/>
          <w:sz w:val="22"/>
          <w:szCs w:val="22"/>
        </w:rPr>
      </w:pPr>
      <w:bookmarkStart w:id="0" w:name="_Hlk30655256"/>
      <w:r>
        <w:rPr>
          <w:sz w:val="22"/>
          <w:szCs w:val="22"/>
        </w:rPr>
        <w:t>O</w:t>
      </w:r>
      <w:r w:rsidRPr="00BB5DA9">
        <w:rPr>
          <w:sz w:val="22"/>
          <w:szCs w:val="22"/>
        </w:rPr>
        <w:t xml:space="preserve">świadczenie </w:t>
      </w:r>
      <w:r w:rsidRPr="00BB5DA9">
        <w:t xml:space="preserve">o posiadaniu statusu </w:t>
      </w:r>
      <w:proofErr w:type="spellStart"/>
      <w:r w:rsidRPr="00BB5DA9">
        <w:t>mikroprzedsiębiorcy</w:t>
      </w:r>
      <w:proofErr w:type="spellEnd"/>
      <w:r w:rsidRPr="00BB5DA9">
        <w:t>, małego przedsiębiorcy, średniego przedsiębiorcy, dużego przedsiębiorcy</w:t>
      </w:r>
      <w:r w:rsidRPr="00BB5DA9">
        <w:rPr>
          <w:b/>
          <w:i/>
        </w:rPr>
        <w:t xml:space="preserve">. </w:t>
      </w:r>
      <w:bookmarkEnd w:id="0"/>
    </w:p>
    <w:p w14:paraId="16F9177A" w14:textId="77777777" w:rsidR="00554537" w:rsidRPr="00813CCB" w:rsidRDefault="00554537" w:rsidP="006F499E">
      <w:pPr>
        <w:numPr>
          <w:ilvl w:val="0"/>
          <w:numId w:val="1"/>
        </w:numPr>
        <w:spacing w:line="288" w:lineRule="auto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>Wymagane dokumenty, które należy dostarczyć wraz z przedmiotem zamówienia</w:t>
      </w:r>
      <w:r w:rsidRPr="00813CCB">
        <w:rPr>
          <w:b/>
          <w:i/>
          <w:sz w:val="22"/>
          <w:szCs w:val="22"/>
        </w:rPr>
        <w:t xml:space="preserve"> </w:t>
      </w:r>
      <w:r w:rsidRPr="00813CCB">
        <w:rPr>
          <w:i/>
          <w:sz w:val="22"/>
          <w:szCs w:val="22"/>
        </w:rPr>
        <w:t>(jeżeli dotyczy</w:t>
      </w:r>
      <w:r w:rsidRPr="00813CCB">
        <w:rPr>
          <w:b/>
          <w:i/>
          <w:sz w:val="22"/>
          <w:szCs w:val="22"/>
        </w:rPr>
        <w:t>).</w:t>
      </w:r>
    </w:p>
    <w:p w14:paraId="6D06627C" w14:textId="77777777" w:rsidR="00EC240D" w:rsidRPr="00813CCB" w:rsidRDefault="00554537" w:rsidP="0022119E">
      <w:pPr>
        <w:pStyle w:val="Akapitzlist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>Przy każdej dostawie:</w:t>
      </w:r>
    </w:p>
    <w:p w14:paraId="28FD0D9C" w14:textId="77777777" w:rsidR="00554537" w:rsidRPr="00813CCB" w:rsidRDefault="00554537" w:rsidP="006F499E">
      <w:pPr>
        <w:numPr>
          <w:ilvl w:val="0"/>
          <w:numId w:val="2"/>
        </w:numPr>
        <w:ind w:left="709" w:hanging="283"/>
        <w:jc w:val="both"/>
        <w:rPr>
          <w:sz w:val="22"/>
          <w:szCs w:val="22"/>
        </w:rPr>
      </w:pPr>
      <w:r w:rsidRPr="00813CCB">
        <w:rPr>
          <w:i/>
          <w:sz w:val="22"/>
          <w:szCs w:val="22"/>
        </w:rPr>
        <w:t xml:space="preserve"> </w:t>
      </w:r>
      <w:r w:rsidRPr="00813CCB">
        <w:rPr>
          <w:sz w:val="22"/>
          <w:szCs w:val="22"/>
        </w:rPr>
        <w:t>Dokument wydania WZ</w:t>
      </w:r>
    </w:p>
    <w:p w14:paraId="0EFFD624" w14:textId="77777777" w:rsidR="00AD5BAC" w:rsidRDefault="00446379" w:rsidP="006F499E">
      <w:pPr>
        <w:numPr>
          <w:ilvl w:val="0"/>
          <w:numId w:val="2"/>
        </w:numPr>
        <w:ind w:left="644" w:hanging="218"/>
        <w:jc w:val="both"/>
        <w:rPr>
          <w:sz w:val="22"/>
          <w:szCs w:val="22"/>
        </w:rPr>
      </w:pPr>
      <w:r w:rsidRPr="00813CCB">
        <w:rPr>
          <w:sz w:val="22"/>
          <w:szCs w:val="22"/>
        </w:rPr>
        <w:t xml:space="preserve">  Świadectwo jakości</w:t>
      </w:r>
      <w:r w:rsidR="00B40893">
        <w:rPr>
          <w:sz w:val="22"/>
          <w:szCs w:val="22"/>
        </w:rPr>
        <w:t xml:space="preserve"> dla każdej partii </w:t>
      </w:r>
      <w:r w:rsidR="002A0086">
        <w:rPr>
          <w:sz w:val="22"/>
          <w:szCs w:val="22"/>
        </w:rPr>
        <w:t>Wyrobu</w:t>
      </w:r>
    </w:p>
    <w:p w14:paraId="07C6ECF6" w14:textId="77777777" w:rsidR="00B75135" w:rsidRPr="002A0086" w:rsidRDefault="00B75135" w:rsidP="00A80784">
      <w:pPr>
        <w:jc w:val="both"/>
        <w:rPr>
          <w:sz w:val="22"/>
          <w:szCs w:val="22"/>
        </w:rPr>
      </w:pPr>
    </w:p>
    <w:p w14:paraId="757D5096" w14:textId="77777777" w:rsidR="00E07860" w:rsidRPr="002C628A" w:rsidRDefault="00554537" w:rsidP="006F499E">
      <w:pPr>
        <w:numPr>
          <w:ilvl w:val="0"/>
          <w:numId w:val="1"/>
        </w:numPr>
        <w:tabs>
          <w:tab w:val="left" w:pos="851"/>
          <w:tab w:val="right" w:leader="dot" w:pos="9638"/>
        </w:tabs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Wymagania dotyczące gwarancji </w:t>
      </w:r>
      <w:r w:rsidRPr="00813CCB">
        <w:rPr>
          <w:i/>
          <w:sz w:val="22"/>
          <w:szCs w:val="22"/>
        </w:rPr>
        <w:t>(jeżeli dotyczy</w:t>
      </w:r>
      <w:r w:rsidR="002C628A">
        <w:rPr>
          <w:i/>
          <w:sz w:val="22"/>
          <w:szCs w:val="22"/>
        </w:rPr>
        <w:t xml:space="preserve">): </w:t>
      </w:r>
      <w:r w:rsidR="002A0086" w:rsidRPr="0034630E">
        <w:rPr>
          <w:sz w:val="22"/>
          <w:szCs w:val="22"/>
        </w:rPr>
        <w:t>Min. 12 miesięcy od dostawy do magazynu</w:t>
      </w:r>
      <w:r w:rsidR="0034630E" w:rsidRPr="0034630E">
        <w:t xml:space="preserve"> </w:t>
      </w:r>
    </w:p>
    <w:p w14:paraId="638985AC" w14:textId="77777777" w:rsidR="00B75135" w:rsidRDefault="00B75135" w:rsidP="00A80784">
      <w:pPr>
        <w:tabs>
          <w:tab w:val="left" w:pos="851"/>
          <w:tab w:val="right" w:leader="dot" w:pos="9638"/>
        </w:tabs>
        <w:jc w:val="both"/>
        <w:rPr>
          <w:i/>
          <w:sz w:val="22"/>
          <w:szCs w:val="22"/>
        </w:rPr>
      </w:pPr>
    </w:p>
    <w:p w14:paraId="2DDA0901" w14:textId="77777777" w:rsidR="00554537" w:rsidRPr="002A0086" w:rsidRDefault="00554537" w:rsidP="006F499E">
      <w:pPr>
        <w:numPr>
          <w:ilvl w:val="0"/>
          <w:numId w:val="1"/>
        </w:numPr>
        <w:ind w:left="0" w:right="-567" w:firstLine="0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>Propozycja innych niż cena kryteriów oceny ofert z określeniem ich wagi oraz algorytmów punktacji:</w:t>
      </w:r>
      <w:r w:rsidR="003B59D7" w:rsidRPr="00813CCB">
        <w:rPr>
          <w:b/>
          <w:sz w:val="22"/>
          <w:szCs w:val="22"/>
        </w:rPr>
        <w:t xml:space="preserve"> </w:t>
      </w:r>
      <w:r w:rsidRPr="00813CCB">
        <w:rPr>
          <w:i/>
          <w:sz w:val="22"/>
          <w:szCs w:val="22"/>
        </w:rPr>
        <w:t>Nie dotyczy</w:t>
      </w:r>
    </w:p>
    <w:p w14:paraId="209825F6" w14:textId="77777777" w:rsidR="002A0086" w:rsidRDefault="002A0086" w:rsidP="002A0086">
      <w:pPr>
        <w:ind w:right="-567"/>
        <w:jc w:val="both"/>
        <w:rPr>
          <w:b/>
          <w:sz w:val="22"/>
          <w:szCs w:val="22"/>
        </w:rPr>
      </w:pPr>
    </w:p>
    <w:p w14:paraId="07F5037F" w14:textId="77777777" w:rsidR="00B75135" w:rsidRPr="00813CCB" w:rsidRDefault="00B75135" w:rsidP="002A0086">
      <w:pPr>
        <w:ind w:right="-567"/>
        <w:jc w:val="both"/>
        <w:rPr>
          <w:b/>
          <w:sz w:val="22"/>
          <w:szCs w:val="22"/>
        </w:rPr>
      </w:pPr>
    </w:p>
    <w:p w14:paraId="5D93CA4B" w14:textId="77777777" w:rsidR="00EC240D" w:rsidRPr="00CF7C1D" w:rsidRDefault="00554537" w:rsidP="006F499E">
      <w:pPr>
        <w:numPr>
          <w:ilvl w:val="0"/>
          <w:numId w:val="1"/>
        </w:numPr>
        <w:ind w:left="426" w:right="-567" w:hanging="426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>Dokument(y) wymagany(e) w celu potwierdzenia posiadania uprawnień do wykonywania określonej działalności lub czynności jeżeli przepisy prawa nakładają obowiązek ich posiadania</w:t>
      </w:r>
      <w:r w:rsidR="00A06B4D" w:rsidRPr="00813CCB">
        <w:rPr>
          <w:b/>
          <w:sz w:val="22"/>
          <w:szCs w:val="22"/>
        </w:rPr>
        <w:t xml:space="preserve"> </w:t>
      </w:r>
      <w:r w:rsidRPr="00813CCB">
        <w:rPr>
          <w:i/>
          <w:sz w:val="22"/>
          <w:szCs w:val="22"/>
        </w:rPr>
        <w:t>Nie dotyczy</w:t>
      </w:r>
    </w:p>
    <w:p w14:paraId="09C49111" w14:textId="77777777" w:rsidR="00CF7C1D" w:rsidRPr="00CF7C1D" w:rsidRDefault="00CF7C1D" w:rsidP="00CF7C1D">
      <w:pPr>
        <w:ind w:right="-567"/>
        <w:jc w:val="both"/>
        <w:rPr>
          <w:b/>
          <w:sz w:val="22"/>
          <w:szCs w:val="22"/>
        </w:rPr>
      </w:pPr>
    </w:p>
    <w:p w14:paraId="54FDE947" w14:textId="77777777" w:rsidR="00CF7C1D" w:rsidRPr="00CF7C1D" w:rsidRDefault="00CF7C1D" w:rsidP="00CF7C1D">
      <w:pPr>
        <w:pStyle w:val="Akapitzlist"/>
        <w:numPr>
          <w:ilvl w:val="0"/>
          <w:numId w:val="1"/>
        </w:numPr>
        <w:rPr>
          <w:b/>
          <w:i/>
        </w:rPr>
      </w:pPr>
      <w:r w:rsidRPr="00CF7C1D">
        <w:rPr>
          <w:b/>
          <w:i/>
        </w:rPr>
        <w:t>Termin płatności</w:t>
      </w:r>
    </w:p>
    <w:p w14:paraId="2BEB3A29" w14:textId="77777777" w:rsidR="00CF7C1D" w:rsidRDefault="00CF7C1D" w:rsidP="00CF7C1D">
      <w:pPr>
        <w:autoSpaceDE w:val="0"/>
        <w:autoSpaceDN w:val="0"/>
        <w:adjustRightInd w:val="0"/>
        <w:jc w:val="both"/>
      </w:pPr>
      <w:r w:rsidRPr="00CF7C1D">
        <w:rPr>
          <w:rFonts w:asciiTheme="minorHAnsi" w:hAnsiTheme="minorHAnsi" w:cs="Arial"/>
        </w:rPr>
        <w:t xml:space="preserve">Termin płatności </w:t>
      </w:r>
      <w:r>
        <w:rPr>
          <w:rFonts w:asciiTheme="minorHAnsi" w:hAnsiTheme="minorHAnsi" w:cs="Arial"/>
        </w:rPr>
        <w:t>zgodny z oświadczeniem dostawcy.</w:t>
      </w:r>
    </w:p>
    <w:p w14:paraId="7A2309E9" w14:textId="77777777" w:rsidR="00CF7C1D" w:rsidRPr="002A0086" w:rsidRDefault="00CF7C1D" w:rsidP="00CF7C1D">
      <w:pPr>
        <w:ind w:left="426" w:right="-567"/>
        <w:jc w:val="both"/>
        <w:rPr>
          <w:b/>
          <w:sz w:val="22"/>
          <w:szCs w:val="22"/>
        </w:rPr>
      </w:pPr>
    </w:p>
    <w:p w14:paraId="2D4039BD" w14:textId="77777777" w:rsidR="00AD5BAC" w:rsidRPr="00813CCB" w:rsidRDefault="00AD5BAC" w:rsidP="002A0086">
      <w:pPr>
        <w:ind w:right="-567"/>
        <w:jc w:val="both"/>
        <w:rPr>
          <w:b/>
          <w:sz w:val="22"/>
          <w:szCs w:val="22"/>
        </w:rPr>
      </w:pPr>
    </w:p>
    <w:p w14:paraId="13F3D883" w14:textId="77777777" w:rsidR="00AD5BAC" w:rsidRPr="002A0086" w:rsidRDefault="00554537" w:rsidP="006F499E">
      <w:pPr>
        <w:numPr>
          <w:ilvl w:val="0"/>
          <w:numId w:val="1"/>
        </w:numPr>
        <w:ind w:left="426" w:hanging="426"/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 xml:space="preserve">Inne </w:t>
      </w:r>
      <w:r w:rsidRPr="00813CCB">
        <w:rPr>
          <w:i/>
          <w:sz w:val="22"/>
          <w:szCs w:val="22"/>
        </w:rPr>
        <w:t>Nie dotyczy</w:t>
      </w:r>
    </w:p>
    <w:p w14:paraId="0CC5CCB2" w14:textId="77777777" w:rsidR="002A0086" w:rsidRPr="00813CCB" w:rsidRDefault="002A0086" w:rsidP="0022119E">
      <w:pPr>
        <w:ind w:left="426"/>
        <w:jc w:val="both"/>
        <w:rPr>
          <w:b/>
          <w:sz w:val="22"/>
          <w:szCs w:val="22"/>
        </w:rPr>
      </w:pPr>
    </w:p>
    <w:p w14:paraId="1B4A777F" w14:textId="77777777" w:rsidR="00554537" w:rsidRPr="00813CCB" w:rsidRDefault="00554537" w:rsidP="0022119E">
      <w:pPr>
        <w:jc w:val="both"/>
        <w:rPr>
          <w:b/>
          <w:sz w:val="22"/>
          <w:szCs w:val="22"/>
        </w:rPr>
      </w:pPr>
      <w:r w:rsidRPr="00813CCB">
        <w:rPr>
          <w:b/>
          <w:sz w:val="22"/>
          <w:szCs w:val="22"/>
        </w:rPr>
        <w:t>Nadzór wynikający z zarządzania środowiskowego:</w:t>
      </w:r>
    </w:p>
    <w:p w14:paraId="12D70AC5" w14:textId="77777777" w:rsidR="00554537" w:rsidRPr="00813CCB" w:rsidRDefault="00554537" w:rsidP="0022119E">
      <w:pPr>
        <w:tabs>
          <w:tab w:val="left" w:pos="284"/>
          <w:tab w:val="left" w:pos="426"/>
        </w:tabs>
        <w:ind w:left="426" w:hanging="426"/>
        <w:jc w:val="both"/>
        <w:rPr>
          <w:sz w:val="22"/>
          <w:szCs w:val="22"/>
        </w:rPr>
      </w:pPr>
      <w:r w:rsidRPr="00813CCB">
        <w:rPr>
          <w:sz w:val="22"/>
          <w:szCs w:val="22"/>
        </w:rPr>
        <w:sym w:font="Wingdings" w:char="F0A8"/>
      </w:r>
      <w:r w:rsidRPr="00813CCB">
        <w:rPr>
          <w:sz w:val="22"/>
          <w:szCs w:val="22"/>
        </w:rPr>
        <w:tab/>
        <w:t>-</w:t>
      </w:r>
      <w:r w:rsidRPr="00813CCB">
        <w:rPr>
          <w:sz w:val="22"/>
          <w:szCs w:val="22"/>
        </w:rPr>
        <w:tab/>
        <w:t>w żadnej postaci nie zachodzi negatywne oddziaływanie na środowisko</w:t>
      </w:r>
    </w:p>
    <w:p w14:paraId="5EC4F3EB" w14:textId="77777777" w:rsidR="00554537" w:rsidRPr="00813CCB" w:rsidRDefault="00554537" w:rsidP="0022119E">
      <w:pPr>
        <w:tabs>
          <w:tab w:val="left" w:pos="284"/>
          <w:tab w:val="left" w:pos="426"/>
        </w:tabs>
        <w:ind w:left="426" w:hanging="426"/>
        <w:jc w:val="both"/>
        <w:rPr>
          <w:b/>
          <w:bCs/>
          <w:sz w:val="22"/>
          <w:szCs w:val="22"/>
        </w:rPr>
      </w:pPr>
      <w:r w:rsidRPr="00813CCB">
        <w:rPr>
          <w:sz w:val="22"/>
          <w:szCs w:val="22"/>
        </w:rPr>
        <w:sym w:font="Wingdings" w:char="F0A8"/>
      </w:r>
      <w:r w:rsidRPr="00813CCB">
        <w:rPr>
          <w:sz w:val="22"/>
          <w:szCs w:val="22"/>
        </w:rPr>
        <w:tab/>
        <w:t>-</w:t>
      </w:r>
      <w:r w:rsidRPr="00813CCB">
        <w:rPr>
          <w:sz w:val="22"/>
          <w:szCs w:val="22"/>
        </w:rPr>
        <w:tab/>
        <w:t>w trakcie realizowania umowy powstają odpady u Zamawiającego, jednak nie powstają odpady, które zagospodarowuje Zamawiający</w:t>
      </w:r>
    </w:p>
    <w:p w14:paraId="44CE5BBB" w14:textId="77777777" w:rsidR="00554537" w:rsidRDefault="00554537" w:rsidP="0022119E">
      <w:pPr>
        <w:tabs>
          <w:tab w:val="left" w:pos="284"/>
          <w:tab w:val="left" w:pos="426"/>
        </w:tabs>
        <w:ind w:left="426" w:hanging="426"/>
        <w:jc w:val="both"/>
        <w:rPr>
          <w:i/>
          <w:sz w:val="22"/>
          <w:szCs w:val="22"/>
        </w:rPr>
      </w:pPr>
      <w:r w:rsidRPr="00813CCB">
        <w:rPr>
          <w:sz w:val="22"/>
          <w:szCs w:val="22"/>
        </w:rPr>
        <w:lastRenderedPageBreak/>
        <w:sym w:font="Wingdings" w:char="F0A8"/>
      </w:r>
      <w:r w:rsidRPr="00813CCB">
        <w:rPr>
          <w:sz w:val="22"/>
          <w:szCs w:val="22"/>
        </w:rPr>
        <w:tab/>
        <w:t>-</w:t>
      </w:r>
      <w:r w:rsidRPr="00813CCB">
        <w:rPr>
          <w:sz w:val="22"/>
          <w:szCs w:val="22"/>
        </w:rPr>
        <w:tab/>
        <w:t>w trakcie realizowania umowy powstają odpady u Zamawiającego, w tym powstają odpady, które zagospodarowuje Zamawiający, tj.: …………</w:t>
      </w:r>
      <w:r w:rsidRPr="00813CCB">
        <w:rPr>
          <w:i/>
          <w:sz w:val="22"/>
          <w:szCs w:val="22"/>
        </w:rPr>
        <w:t>(wymienić np.: złom, odpady pogórnicze, drewno, opakowania</w:t>
      </w:r>
      <w:r w:rsidRPr="00813CCB">
        <w:rPr>
          <w:sz w:val="22"/>
          <w:szCs w:val="22"/>
        </w:rPr>
        <w:t xml:space="preserve"> </w:t>
      </w:r>
      <w:r w:rsidRPr="00813CCB">
        <w:rPr>
          <w:i/>
          <w:sz w:val="22"/>
          <w:szCs w:val="22"/>
        </w:rPr>
        <w:t>itp.)</w:t>
      </w:r>
    </w:p>
    <w:p w14:paraId="3BA1FB36" w14:textId="77777777" w:rsidR="0022119E" w:rsidRDefault="0022119E" w:rsidP="0022119E">
      <w:pPr>
        <w:tabs>
          <w:tab w:val="left" w:pos="284"/>
          <w:tab w:val="left" w:pos="426"/>
        </w:tabs>
        <w:ind w:left="426" w:hanging="426"/>
        <w:jc w:val="both"/>
        <w:rPr>
          <w:i/>
          <w:sz w:val="22"/>
          <w:szCs w:val="22"/>
        </w:rPr>
      </w:pPr>
    </w:p>
    <w:p w14:paraId="3AA3DE2F" w14:textId="77777777" w:rsidR="003B59D7" w:rsidRDefault="003B59D7" w:rsidP="0022119E">
      <w:pPr>
        <w:pStyle w:val="Standard"/>
        <w:rPr>
          <w:i/>
          <w:sz w:val="18"/>
          <w:szCs w:val="18"/>
        </w:rPr>
      </w:pPr>
    </w:p>
    <w:p w14:paraId="3B8F9721" w14:textId="77777777" w:rsidR="0022119E" w:rsidRDefault="0022119E" w:rsidP="0022119E">
      <w:pPr>
        <w:pStyle w:val="Standard"/>
        <w:rPr>
          <w:i/>
          <w:sz w:val="18"/>
          <w:szCs w:val="18"/>
        </w:rPr>
      </w:pPr>
    </w:p>
    <w:p w14:paraId="0EA58F9A" w14:textId="77777777" w:rsidR="0022119E" w:rsidRDefault="0022119E" w:rsidP="0022119E">
      <w:pPr>
        <w:pStyle w:val="Standard"/>
        <w:rPr>
          <w:i/>
          <w:sz w:val="18"/>
          <w:szCs w:val="18"/>
        </w:rPr>
      </w:pPr>
    </w:p>
    <w:p w14:paraId="0082CCC8" w14:textId="77777777" w:rsidR="0022119E" w:rsidRDefault="0022119E" w:rsidP="0022119E">
      <w:pPr>
        <w:pStyle w:val="Standard"/>
        <w:rPr>
          <w:i/>
          <w:sz w:val="18"/>
          <w:szCs w:val="18"/>
        </w:rPr>
      </w:pPr>
    </w:p>
    <w:p w14:paraId="34F6D339" w14:textId="77777777" w:rsidR="0022119E" w:rsidRDefault="0022119E" w:rsidP="0022119E">
      <w:pPr>
        <w:pStyle w:val="Standard"/>
        <w:rPr>
          <w:i/>
          <w:sz w:val="18"/>
          <w:szCs w:val="18"/>
        </w:rPr>
      </w:pPr>
    </w:p>
    <w:p w14:paraId="7C11FEE2" w14:textId="77777777" w:rsidR="007245D8" w:rsidRDefault="007245D8" w:rsidP="0022119E">
      <w:pPr>
        <w:pStyle w:val="Standard"/>
        <w:rPr>
          <w:i/>
          <w:sz w:val="18"/>
          <w:szCs w:val="18"/>
        </w:rPr>
      </w:pPr>
    </w:p>
    <w:p w14:paraId="596C0CE3" w14:textId="77777777" w:rsidR="007245D8" w:rsidRDefault="007245D8" w:rsidP="0022119E">
      <w:pPr>
        <w:pStyle w:val="Standard"/>
        <w:rPr>
          <w:i/>
          <w:sz w:val="18"/>
          <w:szCs w:val="18"/>
        </w:rPr>
      </w:pPr>
    </w:p>
    <w:p w14:paraId="21374E89" w14:textId="77777777" w:rsidR="0022119E" w:rsidRDefault="0022119E" w:rsidP="0022119E">
      <w:pPr>
        <w:pStyle w:val="Standard"/>
        <w:rPr>
          <w:i/>
          <w:sz w:val="18"/>
          <w:szCs w:val="18"/>
        </w:rPr>
      </w:pPr>
    </w:p>
    <w:p w14:paraId="2654CCCC" w14:textId="1360986C" w:rsidR="0046795C" w:rsidRDefault="0046795C" w:rsidP="00EC7F49">
      <w:pPr>
        <w:pStyle w:val="Tekstpodstawowywcity"/>
        <w:ind w:left="0"/>
        <w:jc w:val="right"/>
        <w:rPr>
          <w:b/>
          <w:i/>
          <w:iCs/>
          <w:noProof/>
        </w:rPr>
      </w:pPr>
    </w:p>
    <w:p w14:paraId="0660D59B" w14:textId="77777777" w:rsidR="00A87FEA" w:rsidRDefault="00A87FEA" w:rsidP="00A87FEA"/>
    <w:p w14:paraId="386612E8" w14:textId="77777777" w:rsidR="00A87FEA" w:rsidRDefault="00A87FEA" w:rsidP="00A87FEA"/>
    <w:p w14:paraId="1BADBC8D" w14:textId="77777777" w:rsidR="00A87FEA" w:rsidRDefault="00A87FEA" w:rsidP="00A87FEA"/>
    <w:p w14:paraId="427F7DC6" w14:textId="77777777" w:rsidR="00A87FEA" w:rsidRDefault="00A87FEA" w:rsidP="00A87FEA"/>
    <w:p w14:paraId="5FC2E3FF" w14:textId="77777777" w:rsidR="00A87FEA" w:rsidRDefault="00A87FEA" w:rsidP="00A87FEA"/>
    <w:p w14:paraId="04CBA9C4" w14:textId="77777777" w:rsidR="00A87FEA" w:rsidRDefault="00A87FEA" w:rsidP="00A87FEA"/>
    <w:p w14:paraId="6D91ADD9" w14:textId="77777777" w:rsidR="00A87FEA" w:rsidRDefault="00A87FEA" w:rsidP="00A87FEA"/>
    <w:p w14:paraId="6113AC2C" w14:textId="77777777" w:rsidR="00A87FEA" w:rsidRDefault="00A87FEA" w:rsidP="00A87FEA"/>
    <w:p w14:paraId="6AA0B915" w14:textId="77777777" w:rsidR="00A87FEA" w:rsidRDefault="00A87FEA" w:rsidP="00A87FEA"/>
    <w:p w14:paraId="3CD8945B" w14:textId="77777777" w:rsidR="00A87FEA" w:rsidRDefault="00A87FEA" w:rsidP="00A87FEA"/>
    <w:p w14:paraId="76089172" w14:textId="77777777" w:rsidR="00A87FEA" w:rsidRDefault="00A87FEA" w:rsidP="00A87FEA"/>
    <w:p w14:paraId="177EC12F" w14:textId="77777777" w:rsidR="00A87FEA" w:rsidRDefault="00A87FEA" w:rsidP="00A87FEA"/>
    <w:p w14:paraId="68A67DCF" w14:textId="77777777" w:rsidR="00A87FEA" w:rsidRDefault="00A87FEA" w:rsidP="00A87FEA"/>
    <w:p w14:paraId="5AF5F5CC" w14:textId="77777777" w:rsidR="00A87FEA" w:rsidRDefault="00A87FEA" w:rsidP="00A87FEA"/>
    <w:p w14:paraId="3758FDA4" w14:textId="77777777" w:rsidR="00A87FEA" w:rsidRDefault="00A87FEA" w:rsidP="00A87FEA"/>
    <w:p w14:paraId="6EE76B6C" w14:textId="77777777" w:rsidR="00A87FEA" w:rsidRDefault="00A87FEA" w:rsidP="00A87FEA"/>
    <w:p w14:paraId="21DBE25F" w14:textId="77777777" w:rsidR="008C1510" w:rsidRDefault="008C1510" w:rsidP="00A87FEA"/>
    <w:p w14:paraId="7F808339" w14:textId="77777777" w:rsidR="008C1510" w:rsidRDefault="008C1510" w:rsidP="00A87FEA"/>
    <w:p w14:paraId="5BD53391" w14:textId="77777777" w:rsidR="008C1510" w:rsidRDefault="008C1510" w:rsidP="00A87FEA"/>
    <w:p w14:paraId="2B466261" w14:textId="77777777" w:rsidR="008C1510" w:rsidRDefault="008C1510" w:rsidP="00A87FEA"/>
    <w:p w14:paraId="0E63D2B7" w14:textId="77777777" w:rsidR="008C1510" w:rsidRDefault="008C1510" w:rsidP="00A87FEA"/>
    <w:p w14:paraId="1AA043FB" w14:textId="77777777" w:rsidR="008C1510" w:rsidRDefault="008C1510" w:rsidP="00A87FEA"/>
    <w:p w14:paraId="2A343498" w14:textId="77777777" w:rsidR="008C1510" w:rsidRDefault="008C1510" w:rsidP="00A87FEA"/>
    <w:p w14:paraId="38D492CE" w14:textId="77777777" w:rsidR="008C1510" w:rsidRDefault="008C1510" w:rsidP="00A87FEA"/>
    <w:p w14:paraId="732622BC" w14:textId="77777777" w:rsidR="008C1510" w:rsidRDefault="008C1510" w:rsidP="00A87FEA"/>
    <w:p w14:paraId="00A2711D" w14:textId="77777777" w:rsidR="008C1510" w:rsidRDefault="008C1510" w:rsidP="00A87FEA"/>
    <w:p w14:paraId="356B6957" w14:textId="77777777" w:rsidR="008C1510" w:rsidRDefault="008C1510" w:rsidP="00A87FEA"/>
    <w:p w14:paraId="5E0C665D" w14:textId="77777777" w:rsidR="008C1510" w:rsidRDefault="008C1510" w:rsidP="00A87FEA"/>
    <w:p w14:paraId="08A2D113" w14:textId="77777777" w:rsidR="008C1510" w:rsidRDefault="008C1510" w:rsidP="00A87FEA"/>
    <w:p w14:paraId="295613CB" w14:textId="77777777" w:rsidR="008C1510" w:rsidRDefault="008C1510" w:rsidP="00A87FEA"/>
    <w:p w14:paraId="0F2BFC6A" w14:textId="77777777" w:rsidR="008C1510" w:rsidRDefault="008C1510" w:rsidP="00A87FEA"/>
    <w:p w14:paraId="1B80B89D" w14:textId="77777777" w:rsidR="008C1510" w:rsidRDefault="008C1510" w:rsidP="00A87FEA"/>
    <w:p w14:paraId="43EFCDAB" w14:textId="77777777" w:rsidR="008C1510" w:rsidRDefault="008C1510" w:rsidP="00A87FEA"/>
    <w:p w14:paraId="05633AC8" w14:textId="77777777" w:rsidR="008C1510" w:rsidRDefault="008C1510" w:rsidP="00A87FEA"/>
    <w:p w14:paraId="10FA79DB" w14:textId="77777777" w:rsidR="008C1510" w:rsidRDefault="008C1510" w:rsidP="00A87FEA"/>
    <w:p w14:paraId="4433B2DB" w14:textId="77777777" w:rsidR="008C1510" w:rsidRDefault="008C1510" w:rsidP="00A87FEA"/>
    <w:p w14:paraId="139EF894" w14:textId="77777777" w:rsidR="003644A1" w:rsidRDefault="003644A1" w:rsidP="00A87FEA"/>
    <w:p w14:paraId="6F8E75B7" w14:textId="77777777" w:rsidR="003644A1" w:rsidRDefault="003644A1" w:rsidP="00A87FEA"/>
    <w:p w14:paraId="028FD893" w14:textId="77777777" w:rsidR="003644A1" w:rsidRDefault="003644A1" w:rsidP="00A87FEA"/>
    <w:p w14:paraId="73266B19" w14:textId="77777777" w:rsidR="007F0C7C" w:rsidRDefault="007F0C7C" w:rsidP="00A87FEA"/>
    <w:p w14:paraId="79556FFE" w14:textId="77777777" w:rsidR="003644A1" w:rsidRDefault="003644A1" w:rsidP="00A87FEA"/>
    <w:p w14:paraId="53CBD575" w14:textId="77777777" w:rsidR="003644A1" w:rsidRDefault="003644A1" w:rsidP="00A87FEA"/>
    <w:p w14:paraId="02C1A906" w14:textId="5DB649B3" w:rsidR="003644A1" w:rsidRDefault="003644A1" w:rsidP="003644A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Załącznik 2</w:t>
      </w:r>
    </w:p>
    <w:p w14:paraId="5A7DF92F" w14:textId="77777777" w:rsidR="003644A1" w:rsidRDefault="003644A1" w:rsidP="003644A1">
      <w:pPr>
        <w:jc w:val="right"/>
        <w:rPr>
          <w:b/>
          <w:sz w:val="22"/>
          <w:szCs w:val="22"/>
        </w:rPr>
      </w:pPr>
    </w:p>
    <w:p w14:paraId="2DCD6E26" w14:textId="77777777" w:rsidR="003644A1" w:rsidRPr="007F33AD" w:rsidRDefault="003644A1" w:rsidP="003644A1">
      <w:pPr>
        <w:spacing w:before="120" w:after="240"/>
        <w:jc w:val="center"/>
        <w:rPr>
          <w:b/>
          <w:sz w:val="28"/>
          <w:szCs w:val="28"/>
        </w:rPr>
      </w:pPr>
      <w:r w:rsidRPr="007F33AD">
        <w:rPr>
          <w:b/>
          <w:sz w:val="28"/>
          <w:szCs w:val="28"/>
        </w:rPr>
        <w:t xml:space="preserve">Oświadczenie </w:t>
      </w:r>
      <w:r w:rsidRPr="003644A1">
        <w:rPr>
          <w:b/>
          <w:sz w:val="28"/>
          <w:szCs w:val="28"/>
        </w:rPr>
        <w:t>dotyczące oferowanego wyrobu akcyzowego zwolnionego od akcyzy ze względu na przeznaczenie, wyrobu opodatkowanego zerową stawką akcyzy lub wyrobu wyłączonego z akcyzy.</w:t>
      </w:r>
    </w:p>
    <w:p w14:paraId="3D076BC4" w14:textId="77777777" w:rsidR="003644A1" w:rsidRDefault="003644A1" w:rsidP="003644A1">
      <w:pPr>
        <w:numPr>
          <w:ilvl w:val="0"/>
          <w:numId w:val="11"/>
        </w:numPr>
        <w:spacing w:before="120"/>
        <w:rPr>
          <w:b/>
        </w:rPr>
      </w:pPr>
      <w:r>
        <w:rPr>
          <w:b/>
        </w:rPr>
        <w:t>Wykonawca, a w przypadku oferty wspólnej Pełnomocnik:</w:t>
      </w:r>
    </w:p>
    <w:p w14:paraId="60BE0E60" w14:textId="77777777" w:rsidR="003644A1" w:rsidRPr="00EB7E3E" w:rsidRDefault="003644A1" w:rsidP="003644A1">
      <w:pPr>
        <w:spacing w:before="120"/>
        <w:rPr>
          <w:b/>
        </w:rPr>
      </w:pPr>
    </w:p>
    <w:p w14:paraId="763A6059" w14:textId="77777777" w:rsidR="003644A1" w:rsidRDefault="003644A1" w:rsidP="003644A1">
      <w:pPr>
        <w:ind w:left="142" w:right="-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………………………………………………….………………………………………………………</w:t>
      </w:r>
    </w:p>
    <w:p w14:paraId="388F309E" w14:textId="77777777" w:rsidR="003644A1" w:rsidRDefault="003644A1" w:rsidP="003644A1">
      <w:pPr>
        <w:jc w:val="center"/>
      </w:pPr>
      <w:r>
        <w:t>(pełna nazwa i adres)</w:t>
      </w:r>
    </w:p>
    <w:p w14:paraId="6848E1A8" w14:textId="77777777" w:rsidR="003644A1" w:rsidRPr="00EB7E3E" w:rsidRDefault="003644A1" w:rsidP="003644A1">
      <w:pPr>
        <w:spacing w:before="120"/>
        <w:jc w:val="center"/>
        <w:rPr>
          <w:b/>
        </w:rPr>
      </w:pPr>
    </w:p>
    <w:p w14:paraId="4F05D614" w14:textId="77777777" w:rsidR="003644A1" w:rsidRDefault="003644A1" w:rsidP="003644A1">
      <w:pPr>
        <w:ind w:left="142" w:right="-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………………………………………………….……………………………………………………….</w:t>
      </w:r>
    </w:p>
    <w:p w14:paraId="2DF29442" w14:textId="77777777" w:rsidR="003644A1" w:rsidRDefault="003644A1" w:rsidP="003644A1">
      <w:pPr>
        <w:numPr>
          <w:ilvl w:val="0"/>
          <w:numId w:val="11"/>
        </w:numPr>
        <w:spacing w:before="120"/>
        <w:rPr>
          <w:b/>
        </w:rPr>
      </w:pPr>
      <w:r>
        <w:rPr>
          <w:b/>
        </w:rPr>
        <w:t>Nazwa wyrobu:</w:t>
      </w:r>
    </w:p>
    <w:p w14:paraId="4E2E7D65" w14:textId="77777777" w:rsidR="003644A1" w:rsidRDefault="003644A1" w:rsidP="003644A1">
      <w:pPr>
        <w:ind w:left="502" w:right="-1"/>
        <w:jc w:val="both"/>
        <w:rPr>
          <w:sz w:val="22"/>
          <w:szCs w:val="22"/>
        </w:rPr>
      </w:pPr>
    </w:p>
    <w:p w14:paraId="688D683A" w14:textId="77777777" w:rsidR="003644A1" w:rsidRDefault="003644A1" w:rsidP="003644A1">
      <w:pPr>
        <w:ind w:left="142" w:right="-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………………………………………………….……………………………………………………….</w:t>
      </w:r>
    </w:p>
    <w:p w14:paraId="13E45F6D" w14:textId="77777777" w:rsidR="003644A1" w:rsidRDefault="003644A1" w:rsidP="003644A1">
      <w:pPr>
        <w:ind w:left="502"/>
        <w:jc w:val="center"/>
      </w:pPr>
      <w:r>
        <w:t>(nazwa, nazwa handlowa, typ, odmiana, gatunek, klasa, itp.)</w:t>
      </w:r>
    </w:p>
    <w:p w14:paraId="3B2D90B8" w14:textId="77777777" w:rsidR="003644A1" w:rsidRDefault="003644A1" w:rsidP="003644A1">
      <w:pPr>
        <w:ind w:left="502"/>
        <w:jc w:val="center"/>
      </w:pPr>
    </w:p>
    <w:p w14:paraId="5E15BE8E" w14:textId="77777777" w:rsidR="003644A1" w:rsidRDefault="003644A1" w:rsidP="003644A1">
      <w:pPr>
        <w:ind w:left="142" w:right="-1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………………………………………………….……………………………………………………….</w:t>
      </w:r>
    </w:p>
    <w:p w14:paraId="033C3404" w14:textId="77777777" w:rsidR="003644A1" w:rsidRDefault="003644A1" w:rsidP="003644A1">
      <w:pPr>
        <w:numPr>
          <w:ilvl w:val="0"/>
          <w:numId w:val="11"/>
        </w:numPr>
        <w:spacing w:before="120"/>
        <w:ind w:left="567" w:right="3543" w:hanging="425"/>
        <w:jc w:val="both"/>
        <w:rPr>
          <w:sz w:val="22"/>
          <w:szCs w:val="22"/>
        </w:rPr>
      </w:pPr>
      <w:r>
        <w:rPr>
          <w:b/>
        </w:rPr>
        <w:t xml:space="preserve">KOD CN oferowanego </w:t>
      </w:r>
      <w:r>
        <w:rPr>
          <w:b/>
        </w:rPr>
        <w:br/>
        <w:t>wyrobu:</w:t>
      </w:r>
      <w:r>
        <w:rPr>
          <w:sz w:val="22"/>
          <w:szCs w:val="22"/>
        </w:rPr>
        <w:t>……………………………..</w:t>
      </w:r>
    </w:p>
    <w:p w14:paraId="37A43C8B" w14:textId="77777777" w:rsidR="003644A1" w:rsidRDefault="003644A1" w:rsidP="003644A1">
      <w:pPr>
        <w:ind w:left="7090"/>
        <w:rPr>
          <w:b/>
          <w:bCs/>
          <w:sz w:val="22"/>
          <w:szCs w:val="22"/>
        </w:rPr>
      </w:pPr>
    </w:p>
    <w:p w14:paraId="32B37817" w14:textId="77777777" w:rsidR="003644A1" w:rsidRDefault="003644A1" w:rsidP="003644A1">
      <w:pPr>
        <w:numPr>
          <w:ilvl w:val="0"/>
          <w:numId w:val="11"/>
        </w:numPr>
        <w:spacing w:before="120"/>
        <w:rPr>
          <w:b/>
        </w:rPr>
      </w:pPr>
      <w:r>
        <w:rPr>
          <w:b/>
        </w:rPr>
        <w:t>Gęstość w temperaturze 15</w:t>
      </w:r>
      <w:r>
        <w:rPr>
          <w:b/>
          <w:vertAlign w:val="superscript"/>
        </w:rPr>
        <w:t>0</w:t>
      </w:r>
      <w:r>
        <w:rPr>
          <w:b/>
        </w:rPr>
        <w:t>C :</w:t>
      </w:r>
      <w:r>
        <w:rPr>
          <w:sz w:val="22"/>
          <w:szCs w:val="22"/>
        </w:rPr>
        <w:t>……………………………… g/cm</w:t>
      </w:r>
      <w:r>
        <w:rPr>
          <w:sz w:val="22"/>
          <w:szCs w:val="22"/>
          <w:vertAlign w:val="superscript"/>
        </w:rPr>
        <w:t>3</w:t>
      </w:r>
    </w:p>
    <w:p w14:paraId="2A12E1CC" w14:textId="77777777" w:rsidR="003644A1" w:rsidRDefault="003644A1" w:rsidP="003644A1">
      <w:pPr>
        <w:ind w:left="502" w:right="-1"/>
        <w:jc w:val="both"/>
        <w:rPr>
          <w:sz w:val="22"/>
          <w:szCs w:val="22"/>
        </w:rPr>
      </w:pPr>
    </w:p>
    <w:p w14:paraId="316D27FA" w14:textId="77777777" w:rsidR="003644A1" w:rsidRPr="00A22355" w:rsidRDefault="003644A1" w:rsidP="003644A1">
      <w:pPr>
        <w:ind w:left="142" w:right="-1"/>
        <w:jc w:val="both"/>
        <w:rPr>
          <w:b/>
        </w:rPr>
      </w:pPr>
      <w:r w:rsidRPr="00A22355">
        <w:rPr>
          <w:b/>
        </w:rPr>
        <w:t xml:space="preserve">Oświadczam, że Wykonawca składający niniejszą ofertę *będzie / nie będzie dostarczać wyrób w trybie zwolnienia od akcyzy ze względu na przeznaczenie </w:t>
      </w:r>
      <w:r w:rsidRPr="00A22355">
        <w:rPr>
          <w:b/>
        </w:rPr>
        <w:br/>
        <w:t>w rozumieniu ustawy z dnia 6 grudnia 2008r. o podatku akcyzowym (Dz.U. z 2020r. poz. 722)</w:t>
      </w:r>
      <w:r w:rsidRPr="00052012">
        <w:rPr>
          <w:b/>
        </w:rPr>
        <w:t xml:space="preserve"> </w:t>
      </w:r>
      <w:r w:rsidRPr="00A22355">
        <w:rPr>
          <w:b/>
        </w:rPr>
        <w:t>z późniejszymi zmianami.</w:t>
      </w:r>
    </w:p>
    <w:p w14:paraId="43A365A1" w14:textId="77777777" w:rsidR="003644A1" w:rsidRPr="00A22355" w:rsidRDefault="003644A1" w:rsidP="003644A1">
      <w:pPr>
        <w:ind w:left="142" w:right="-1"/>
        <w:jc w:val="both"/>
        <w:rPr>
          <w:b/>
        </w:rPr>
      </w:pPr>
    </w:p>
    <w:p w14:paraId="6E7EBA16" w14:textId="77777777" w:rsidR="003644A1" w:rsidRPr="00A22355" w:rsidRDefault="003644A1" w:rsidP="003644A1">
      <w:pPr>
        <w:ind w:left="142" w:right="-1"/>
        <w:jc w:val="both"/>
        <w:rPr>
          <w:u w:val="single"/>
        </w:rPr>
      </w:pPr>
      <w:r w:rsidRPr="00A22355">
        <w:rPr>
          <w:b/>
        </w:rPr>
        <w:t xml:space="preserve">Oświadczam, że Wykonawca składający niniejszą ofertę *będzie / nie będzie dostarczać wyrób opodatkowanych zerową stawką akcyzy ze względu na przeznaczenie w rozumieniu ustawy z dnia 6 grudnia 2008r. o podatku akcyzowym (Dz.U. z 2020r. poz. 722) z późniejszymi zmianami. </w:t>
      </w:r>
    </w:p>
    <w:p w14:paraId="0EB5CDB7" w14:textId="77777777" w:rsidR="003644A1" w:rsidRDefault="003644A1" w:rsidP="003644A1">
      <w:pPr>
        <w:ind w:left="142" w:right="-1"/>
        <w:jc w:val="both"/>
        <w:rPr>
          <w:i/>
        </w:rPr>
      </w:pPr>
    </w:p>
    <w:p w14:paraId="6FA1925C" w14:textId="77777777" w:rsidR="003644A1" w:rsidRPr="003644A1" w:rsidRDefault="003644A1" w:rsidP="003644A1">
      <w:pPr>
        <w:ind w:left="142" w:right="-1"/>
        <w:jc w:val="both"/>
        <w:rPr>
          <w:iCs/>
        </w:rPr>
      </w:pPr>
      <w:r w:rsidRPr="003644A1">
        <w:rPr>
          <w:b/>
        </w:rPr>
        <w:t>Oświadczam, że Wykonawca składający niniejszą ofertę *będzie / nie będzie dostarczać wyrób wyłączony z akcyzy zgodnie z ustawą o podatku akcyzowym art. 89 ust. 1 pkt 11a i c.</w:t>
      </w:r>
    </w:p>
    <w:p w14:paraId="2478CC0F" w14:textId="77777777" w:rsidR="003644A1" w:rsidRPr="003644A1" w:rsidRDefault="003644A1" w:rsidP="003644A1">
      <w:pPr>
        <w:ind w:left="142" w:right="-1"/>
        <w:jc w:val="both"/>
        <w:rPr>
          <w:i/>
        </w:rPr>
      </w:pPr>
    </w:p>
    <w:p w14:paraId="49392002" w14:textId="77777777" w:rsidR="003644A1" w:rsidRPr="00A22355" w:rsidRDefault="003644A1" w:rsidP="003644A1">
      <w:pPr>
        <w:ind w:left="142" w:right="-1"/>
        <w:jc w:val="both"/>
        <w:rPr>
          <w:b/>
        </w:rPr>
      </w:pPr>
      <w:r w:rsidRPr="003644A1">
        <w:rPr>
          <w:b/>
        </w:rPr>
        <w:t>Oświadczam, że Wykonawca składający niniejszą</w:t>
      </w:r>
      <w:r w:rsidRPr="00A22355">
        <w:rPr>
          <w:b/>
        </w:rPr>
        <w:t xml:space="preserve"> ofertę *posiada / nie posiada aktualne zezwolenie na prowadzenie działalności podlegającej na dostarczaniu wyrobów akcyzowych zwolnionych od akcyzy ze względu na przeznaczenie </w:t>
      </w:r>
      <w:r w:rsidRPr="00A22355">
        <w:rPr>
          <w:b/>
        </w:rPr>
        <w:br/>
        <w:t>w rozumieniu ustawy o podatku akcyzowym (Dz.U. z 2020r. poz. 722) z późniejszymi zmianami.</w:t>
      </w:r>
    </w:p>
    <w:p w14:paraId="2F8DCE49" w14:textId="77777777" w:rsidR="003644A1" w:rsidRDefault="003644A1" w:rsidP="003644A1">
      <w:pPr>
        <w:ind w:left="142" w:right="-1"/>
        <w:jc w:val="both"/>
        <w:rPr>
          <w:b/>
        </w:rPr>
      </w:pPr>
    </w:p>
    <w:p w14:paraId="6E2F8D06" w14:textId="77777777" w:rsidR="003644A1" w:rsidRDefault="003644A1" w:rsidP="003644A1">
      <w:pPr>
        <w:ind w:left="142" w:right="-1"/>
        <w:jc w:val="both"/>
        <w:rPr>
          <w:b/>
        </w:rPr>
      </w:pPr>
      <w:r>
        <w:rPr>
          <w:b/>
        </w:rPr>
        <w:t>Oświadczam, że wraz z każdorazową dostawą *będą / nie będą dostarczane dokumenty wymienione w „Dodatkowych wymaganiach w przypadku oferowania wyrobów objętych zwolnieniem od akcyzy ze względu na ich przeznaczenie”.</w:t>
      </w:r>
    </w:p>
    <w:p w14:paraId="31421C76" w14:textId="77777777" w:rsidR="003644A1" w:rsidRDefault="003644A1" w:rsidP="003644A1">
      <w:pPr>
        <w:ind w:left="7090"/>
        <w:rPr>
          <w:b/>
          <w:bCs/>
          <w:sz w:val="22"/>
          <w:szCs w:val="22"/>
        </w:rPr>
      </w:pPr>
    </w:p>
    <w:p w14:paraId="504AA951" w14:textId="77777777" w:rsidR="003644A1" w:rsidRDefault="003644A1" w:rsidP="003644A1">
      <w:pPr>
        <w:ind w:left="502" w:right="-1"/>
        <w:jc w:val="both"/>
        <w:rPr>
          <w:sz w:val="22"/>
          <w:szCs w:val="22"/>
        </w:rPr>
      </w:pPr>
    </w:p>
    <w:p w14:paraId="5B4E6915" w14:textId="77777777" w:rsidR="003644A1" w:rsidRDefault="003644A1" w:rsidP="003644A1">
      <w:pPr>
        <w:ind w:left="502" w:right="-1"/>
        <w:jc w:val="both"/>
        <w:rPr>
          <w:sz w:val="22"/>
          <w:szCs w:val="22"/>
        </w:rPr>
      </w:pPr>
    </w:p>
    <w:p w14:paraId="6A22309B" w14:textId="77777777" w:rsidR="003644A1" w:rsidRPr="005604C4" w:rsidRDefault="003644A1" w:rsidP="003644A1">
      <w:pPr>
        <w:ind w:left="2268" w:right="2268"/>
        <w:jc w:val="center"/>
        <w:rPr>
          <w:sz w:val="18"/>
          <w:szCs w:val="18"/>
        </w:rPr>
      </w:pPr>
      <w:r w:rsidRPr="005604C4">
        <w:rPr>
          <w:sz w:val="18"/>
          <w:szCs w:val="18"/>
        </w:rPr>
        <w:t>………………………………………………….</w:t>
      </w:r>
      <w:r>
        <w:rPr>
          <w:sz w:val="18"/>
          <w:szCs w:val="18"/>
        </w:rPr>
        <w:br/>
      </w:r>
      <w:r w:rsidRPr="005604C4">
        <w:rPr>
          <w:sz w:val="18"/>
          <w:szCs w:val="18"/>
        </w:rPr>
        <w:t xml:space="preserve"> (pieczęć i podpis/y osoby/osób upoważnionej</w:t>
      </w:r>
    </w:p>
    <w:p w14:paraId="3CAF8C51" w14:textId="77777777" w:rsidR="003644A1" w:rsidRPr="005604C4" w:rsidRDefault="003644A1" w:rsidP="003644A1">
      <w:pPr>
        <w:ind w:left="2268" w:right="2409"/>
        <w:jc w:val="center"/>
        <w:rPr>
          <w:rStyle w:val="Nagwek1Znak"/>
          <w:sz w:val="18"/>
          <w:szCs w:val="18"/>
        </w:rPr>
      </w:pPr>
      <w:r w:rsidRPr="005604C4">
        <w:rPr>
          <w:sz w:val="18"/>
          <w:szCs w:val="18"/>
        </w:rPr>
        <w:t xml:space="preserve">do reprezentowania </w:t>
      </w:r>
      <w:r w:rsidRPr="005604C4">
        <w:rPr>
          <w:b/>
          <w:sz w:val="18"/>
          <w:szCs w:val="18"/>
        </w:rPr>
        <w:t>Wykonawcy</w:t>
      </w:r>
      <w:r w:rsidRPr="005604C4">
        <w:rPr>
          <w:sz w:val="18"/>
          <w:szCs w:val="18"/>
        </w:rPr>
        <w:t>)</w:t>
      </w:r>
    </w:p>
    <w:p w14:paraId="3836D347" w14:textId="77777777" w:rsidR="004A6749" w:rsidRDefault="004A6749" w:rsidP="004A6749">
      <w:pPr>
        <w:pStyle w:val="Tekstpodstawowywcity"/>
        <w:ind w:left="0"/>
        <w:rPr>
          <w:b/>
          <w:i/>
          <w:iCs/>
        </w:rPr>
      </w:pPr>
    </w:p>
    <w:p w14:paraId="42064F28" w14:textId="5DBD211F" w:rsidR="00BC190A" w:rsidRPr="00EC7F49" w:rsidRDefault="0022119E" w:rsidP="00EC7F49">
      <w:pPr>
        <w:pStyle w:val="Tekstpodstawowywcity"/>
        <w:ind w:left="0"/>
        <w:jc w:val="right"/>
        <w:rPr>
          <w:b/>
          <w:i/>
          <w:iCs/>
        </w:rPr>
      </w:pPr>
      <w:r w:rsidRPr="00E41352">
        <w:rPr>
          <w:b/>
          <w:i/>
          <w:iCs/>
        </w:rPr>
        <w:lastRenderedPageBreak/>
        <w:t>Załączn</w:t>
      </w:r>
      <w:r w:rsidR="00EC7F49">
        <w:rPr>
          <w:b/>
          <w:i/>
          <w:iCs/>
        </w:rPr>
        <w:t xml:space="preserve">ik numer </w:t>
      </w:r>
      <w:r w:rsidR="003644A1">
        <w:rPr>
          <w:b/>
          <w:i/>
          <w:iCs/>
        </w:rPr>
        <w:t>3</w:t>
      </w:r>
    </w:p>
    <w:p w14:paraId="07177AF7" w14:textId="77777777" w:rsidR="00BC190A" w:rsidRDefault="00BC190A" w:rsidP="0022119E">
      <w:pPr>
        <w:pStyle w:val="Tekstpodstawowywcity"/>
        <w:ind w:left="0"/>
        <w:rPr>
          <w:i/>
          <w:iCs/>
          <w:sz w:val="20"/>
        </w:rPr>
      </w:pPr>
    </w:p>
    <w:p w14:paraId="2AD50982" w14:textId="77777777" w:rsidR="00BC190A" w:rsidRDefault="00BC190A" w:rsidP="0022119E">
      <w:pPr>
        <w:pStyle w:val="Tekstpodstawowywcity"/>
        <w:ind w:left="0"/>
        <w:rPr>
          <w:i/>
          <w:iCs/>
          <w:sz w:val="20"/>
        </w:rPr>
      </w:pPr>
    </w:p>
    <w:p w14:paraId="49DA8768" w14:textId="77777777" w:rsidR="00BC190A" w:rsidRDefault="00BC190A" w:rsidP="0022119E">
      <w:pPr>
        <w:pStyle w:val="Tekstpodstawowywcity"/>
        <w:ind w:left="0"/>
        <w:rPr>
          <w:i/>
          <w:iCs/>
          <w:sz w:val="20"/>
        </w:rPr>
      </w:pPr>
    </w:p>
    <w:p w14:paraId="5F89900C" w14:textId="77777777" w:rsidR="0022119E" w:rsidRPr="00FD5753" w:rsidRDefault="0022119E" w:rsidP="0022119E">
      <w:pPr>
        <w:jc w:val="center"/>
        <w:rPr>
          <w:b/>
        </w:rPr>
      </w:pPr>
      <w:r w:rsidRPr="00FD5753">
        <w:rPr>
          <w:b/>
        </w:rPr>
        <w:t>Oświadczenie dotyczące przedmiotu oferty</w:t>
      </w:r>
    </w:p>
    <w:p w14:paraId="3B681272" w14:textId="77777777" w:rsidR="0022119E" w:rsidRPr="00FD5753" w:rsidRDefault="0022119E" w:rsidP="0022119E">
      <w:pPr>
        <w:rPr>
          <w:bCs/>
        </w:rPr>
      </w:pPr>
    </w:p>
    <w:p w14:paraId="22988372" w14:textId="77777777" w:rsidR="0022119E" w:rsidRPr="00FD5753" w:rsidRDefault="0022119E" w:rsidP="0022119E">
      <w:pPr>
        <w:rPr>
          <w:bCs/>
        </w:rPr>
      </w:pPr>
    </w:p>
    <w:p w14:paraId="4FF772B2" w14:textId="77777777" w:rsidR="0022119E" w:rsidRPr="0035319D" w:rsidRDefault="0022119E" w:rsidP="006F499E">
      <w:pPr>
        <w:numPr>
          <w:ilvl w:val="0"/>
          <w:numId w:val="3"/>
        </w:numPr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Wykonawca, a w przypadku oferty wspólnej Pełnomocnik:</w:t>
      </w:r>
    </w:p>
    <w:p w14:paraId="62F7FF0A" w14:textId="77777777" w:rsidR="0022119E" w:rsidRPr="0035319D" w:rsidRDefault="0022119E" w:rsidP="0022119E">
      <w:pPr>
        <w:rPr>
          <w:b/>
          <w:sz w:val="22"/>
          <w:szCs w:val="22"/>
        </w:rPr>
      </w:pPr>
    </w:p>
    <w:p w14:paraId="5EFFFD72" w14:textId="77777777" w:rsidR="0022119E" w:rsidRPr="0035319D" w:rsidRDefault="0022119E" w:rsidP="0022119E">
      <w:pPr>
        <w:jc w:val="both"/>
        <w:rPr>
          <w:b/>
          <w:sz w:val="22"/>
          <w:szCs w:val="22"/>
        </w:rPr>
      </w:pPr>
    </w:p>
    <w:p w14:paraId="1DAADDF3" w14:textId="77777777" w:rsidR="0022119E" w:rsidRPr="0035319D" w:rsidRDefault="0022119E" w:rsidP="0022119E">
      <w:pPr>
        <w:ind w:firstLine="414"/>
        <w:rPr>
          <w:sz w:val="22"/>
          <w:szCs w:val="22"/>
        </w:rPr>
      </w:pPr>
      <w:r w:rsidRPr="0035319D">
        <w:rPr>
          <w:sz w:val="22"/>
          <w:szCs w:val="22"/>
        </w:rPr>
        <w:t>___________________________________________________________________________</w:t>
      </w:r>
    </w:p>
    <w:p w14:paraId="3F117D75" w14:textId="77777777" w:rsidR="0022119E" w:rsidRPr="0035319D" w:rsidRDefault="0022119E" w:rsidP="0022119E">
      <w:pPr>
        <w:ind w:left="2832" w:firstLine="708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(pełna nazwa i adres)</w:t>
      </w:r>
    </w:p>
    <w:p w14:paraId="1D06C49A" w14:textId="77777777" w:rsidR="0022119E" w:rsidRPr="0035319D" w:rsidRDefault="0022119E" w:rsidP="00674CDF"/>
    <w:p w14:paraId="27B10C48" w14:textId="77777777" w:rsidR="0022119E" w:rsidRPr="0035319D" w:rsidRDefault="0022119E" w:rsidP="0022119E">
      <w:pPr>
        <w:ind w:firstLine="414"/>
        <w:rPr>
          <w:sz w:val="22"/>
          <w:szCs w:val="22"/>
        </w:rPr>
      </w:pPr>
      <w:r w:rsidRPr="0035319D">
        <w:rPr>
          <w:sz w:val="22"/>
          <w:szCs w:val="22"/>
        </w:rPr>
        <w:t>___________________________________________________________________________</w:t>
      </w:r>
    </w:p>
    <w:p w14:paraId="4E30F2CF" w14:textId="77777777" w:rsidR="0022119E" w:rsidRPr="0035319D" w:rsidRDefault="0022119E" w:rsidP="0022119E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ab/>
      </w:r>
    </w:p>
    <w:p w14:paraId="46DFC212" w14:textId="77777777" w:rsidR="0022119E" w:rsidRPr="0035319D" w:rsidRDefault="0022119E" w:rsidP="0022119E">
      <w:pPr>
        <w:rPr>
          <w:sz w:val="22"/>
          <w:szCs w:val="22"/>
        </w:rPr>
      </w:pPr>
    </w:p>
    <w:p w14:paraId="11250256" w14:textId="77777777" w:rsidR="0022119E" w:rsidRPr="0035319D" w:rsidRDefault="0022119E" w:rsidP="006F499E">
      <w:pPr>
        <w:numPr>
          <w:ilvl w:val="0"/>
          <w:numId w:val="3"/>
        </w:numPr>
        <w:rPr>
          <w:b/>
          <w:sz w:val="22"/>
          <w:szCs w:val="22"/>
        </w:rPr>
      </w:pPr>
      <w:r w:rsidRPr="0035319D">
        <w:rPr>
          <w:bCs/>
          <w:sz w:val="22"/>
          <w:szCs w:val="22"/>
        </w:rPr>
        <w:t>Nazwa wyrobu</w:t>
      </w:r>
      <w:r w:rsidRPr="0035319D">
        <w:rPr>
          <w:b/>
          <w:sz w:val="22"/>
          <w:szCs w:val="22"/>
        </w:rPr>
        <w:t>:</w:t>
      </w:r>
    </w:p>
    <w:p w14:paraId="53D74FE5" w14:textId="77777777" w:rsidR="0022119E" w:rsidRPr="0035319D" w:rsidRDefault="0022119E" w:rsidP="0022119E">
      <w:pPr>
        <w:ind w:left="414"/>
        <w:rPr>
          <w:b/>
          <w:sz w:val="22"/>
          <w:szCs w:val="22"/>
        </w:rPr>
      </w:pPr>
    </w:p>
    <w:p w14:paraId="0620D5F1" w14:textId="77777777" w:rsidR="0022119E" w:rsidRPr="0035319D" w:rsidRDefault="0022119E" w:rsidP="0022119E">
      <w:pPr>
        <w:ind w:firstLine="414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__________________________________________________________________________</w:t>
      </w:r>
    </w:p>
    <w:p w14:paraId="34BC388C" w14:textId="77777777" w:rsidR="0022119E" w:rsidRPr="0035319D" w:rsidRDefault="0022119E" w:rsidP="0022119E">
      <w:pPr>
        <w:ind w:firstLine="709"/>
        <w:jc w:val="center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(nazwa, nazwa handlowa, typ, odmiana, gatunek, klasa, itp.)</w:t>
      </w:r>
    </w:p>
    <w:p w14:paraId="33D21CF7" w14:textId="77777777" w:rsidR="0022119E" w:rsidRPr="0035319D" w:rsidRDefault="0022119E" w:rsidP="0022119E">
      <w:pPr>
        <w:rPr>
          <w:bCs/>
          <w:sz w:val="22"/>
          <w:szCs w:val="22"/>
        </w:rPr>
      </w:pPr>
    </w:p>
    <w:p w14:paraId="1EADFBDC" w14:textId="77777777" w:rsidR="0022119E" w:rsidRPr="0035319D" w:rsidRDefault="0022119E" w:rsidP="0022119E">
      <w:pPr>
        <w:ind w:firstLine="414"/>
        <w:rPr>
          <w:sz w:val="22"/>
          <w:szCs w:val="22"/>
        </w:rPr>
      </w:pPr>
      <w:r w:rsidRPr="0035319D">
        <w:rPr>
          <w:sz w:val="22"/>
          <w:szCs w:val="22"/>
        </w:rPr>
        <w:t>__________________________________________________________________________</w:t>
      </w:r>
    </w:p>
    <w:p w14:paraId="13A3EF61" w14:textId="77777777" w:rsidR="0022119E" w:rsidRPr="0035319D" w:rsidRDefault="0022119E" w:rsidP="0022119E">
      <w:pPr>
        <w:jc w:val="both"/>
        <w:rPr>
          <w:sz w:val="22"/>
          <w:szCs w:val="22"/>
        </w:rPr>
      </w:pPr>
    </w:p>
    <w:p w14:paraId="13232885" w14:textId="77777777" w:rsidR="0022119E" w:rsidRPr="0035319D" w:rsidRDefault="0022119E" w:rsidP="0022119E">
      <w:pPr>
        <w:jc w:val="both"/>
        <w:rPr>
          <w:sz w:val="22"/>
          <w:szCs w:val="22"/>
        </w:rPr>
      </w:pPr>
    </w:p>
    <w:p w14:paraId="46D62658" w14:textId="77777777" w:rsidR="0022119E" w:rsidRPr="0035319D" w:rsidRDefault="0022119E" w:rsidP="006F499E">
      <w:pPr>
        <w:numPr>
          <w:ilvl w:val="0"/>
          <w:numId w:val="3"/>
        </w:numPr>
        <w:rPr>
          <w:b/>
          <w:sz w:val="22"/>
          <w:szCs w:val="22"/>
        </w:rPr>
      </w:pPr>
      <w:r w:rsidRPr="0035319D">
        <w:rPr>
          <w:sz w:val="22"/>
          <w:szCs w:val="22"/>
        </w:rPr>
        <w:t>Producent wyrobu:</w:t>
      </w:r>
      <w:r w:rsidRPr="0035319D">
        <w:rPr>
          <w:b/>
          <w:sz w:val="22"/>
          <w:szCs w:val="22"/>
        </w:rPr>
        <w:t xml:space="preserve"> ___________________________________________________________________________</w:t>
      </w:r>
    </w:p>
    <w:p w14:paraId="2089E85F" w14:textId="77777777" w:rsidR="0022119E" w:rsidRPr="0035319D" w:rsidRDefault="0022119E" w:rsidP="0022119E">
      <w:pPr>
        <w:jc w:val="both"/>
        <w:rPr>
          <w:b/>
          <w:sz w:val="22"/>
          <w:szCs w:val="22"/>
        </w:rPr>
      </w:pPr>
    </w:p>
    <w:p w14:paraId="65A4354A" w14:textId="77777777" w:rsidR="0022119E" w:rsidRPr="0035319D" w:rsidRDefault="0022119E" w:rsidP="0022119E">
      <w:pPr>
        <w:jc w:val="both"/>
        <w:rPr>
          <w:b/>
          <w:sz w:val="22"/>
          <w:szCs w:val="22"/>
        </w:rPr>
      </w:pPr>
    </w:p>
    <w:p w14:paraId="679D3B3C" w14:textId="77777777" w:rsidR="0022119E" w:rsidRPr="0035319D" w:rsidRDefault="0022119E" w:rsidP="006F499E">
      <w:pPr>
        <w:numPr>
          <w:ilvl w:val="0"/>
          <w:numId w:val="3"/>
        </w:numPr>
        <w:jc w:val="both"/>
        <w:rPr>
          <w:b/>
          <w:sz w:val="22"/>
          <w:szCs w:val="22"/>
        </w:rPr>
      </w:pPr>
      <w:r w:rsidRPr="0035319D">
        <w:rPr>
          <w:bCs/>
          <w:sz w:val="22"/>
          <w:szCs w:val="22"/>
        </w:rPr>
        <w:t>Posiadane dokumenty, odniesienia</w:t>
      </w:r>
      <w:r w:rsidRPr="0035319D">
        <w:rPr>
          <w:b/>
          <w:sz w:val="22"/>
          <w:szCs w:val="22"/>
        </w:rPr>
        <w:t>:</w:t>
      </w:r>
    </w:p>
    <w:p w14:paraId="15F66775" w14:textId="77777777" w:rsidR="0022119E" w:rsidRPr="0035319D" w:rsidRDefault="0022119E" w:rsidP="0022119E">
      <w:pPr>
        <w:ind w:firstLine="414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__________________________________________________________________________</w:t>
      </w:r>
    </w:p>
    <w:p w14:paraId="28EBB43E" w14:textId="77777777" w:rsidR="0022119E" w:rsidRPr="0035319D" w:rsidRDefault="0022119E" w:rsidP="0022119E">
      <w:pPr>
        <w:jc w:val="both"/>
        <w:rPr>
          <w:b/>
          <w:sz w:val="22"/>
          <w:szCs w:val="22"/>
        </w:rPr>
      </w:pPr>
    </w:p>
    <w:p w14:paraId="756E85F6" w14:textId="77777777" w:rsidR="0022119E" w:rsidRPr="0035319D" w:rsidRDefault="0022119E" w:rsidP="0022119E">
      <w:pPr>
        <w:ind w:firstLine="414"/>
        <w:rPr>
          <w:b/>
          <w:sz w:val="22"/>
          <w:szCs w:val="22"/>
        </w:rPr>
      </w:pPr>
      <w:r w:rsidRPr="0035319D">
        <w:rPr>
          <w:b/>
          <w:sz w:val="22"/>
          <w:szCs w:val="22"/>
        </w:rPr>
        <w:t>__________________________________________________________________________</w:t>
      </w:r>
    </w:p>
    <w:p w14:paraId="2C162D99" w14:textId="77777777" w:rsidR="0022119E" w:rsidRPr="0035319D" w:rsidRDefault="0022119E" w:rsidP="0022119E">
      <w:pPr>
        <w:rPr>
          <w:sz w:val="22"/>
          <w:szCs w:val="22"/>
        </w:rPr>
      </w:pPr>
    </w:p>
    <w:p w14:paraId="69E00A8A" w14:textId="77777777" w:rsidR="0022119E" w:rsidRPr="0035319D" w:rsidRDefault="0022119E" w:rsidP="0022119E">
      <w:pPr>
        <w:rPr>
          <w:sz w:val="22"/>
          <w:szCs w:val="22"/>
        </w:rPr>
      </w:pPr>
    </w:p>
    <w:p w14:paraId="530146AB" w14:textId="77777777" w:rsidR="0022119E" w:rsidRPr="0035319D" w:rsidRDefault="0022119E" w:rsidP="0022119E">
      <w:pPr>
        <w:jc w:val="both"/>
        <w:rPr>
          <w:sz w:val="22"/>
          <w:szCs w:val="22"/>
        </w:rPr>
      </w:pPr>
      <w:r w:rsidRPr="0035319D">
        <w:rPr>
          <w:b/>
          <w:bCs/>
          <w:sz w:val="22"/>
          <w:szCs w:val="22"/>
        </w:rPr>
        <w:t xml:space="preserve">Oświadczam z pełną odpowiedzialnością, że wyrób spełnia wymagania prawa polskiego i Unii Europejskiej w zakresie wprowadzenia na rynek </w:t>
      </w:r>
    </w:p>
    <w:p w14:paraId="7300F598" w14:textId="77777777" w:rsidR="0022119E" w:rsidRPr="0035319D" w:rsidRDefault="0022119E" w:rsidP="0022119E">
      <w:pPr>
        <w:jc w:val="both"/>
        <w:rPr>
          <w:sz w:val="22"/>
          <w:szCs w:val="22"/>
        </w:rPr>
      </w:pPr>
    </w:p>
    <w:p w14:paraId="06DAC281" w14:textId="77777777" w:rsidR="0022119E" w:rsidRPr="0035319D" w:rsidRDefault="0022119E" w:rsidP="0022119E">
      <w:pPr>
        <w:jc w:val="both"/>
        <w:rPr>
          <w:sz w:val="22"/>
          <w:szCs w:val="22"/>
        </w:rPr>
      </w:pPr>
      <w:r w:rsidRPr="0035319D">
        <w:rPr>
          <w:b/>
          <w:sz w:val="22"/>
          <w:szCs w:val="22"/>
        </w:rPr>
        <w:t>Oświadczam</w:t>
      </w:r>
      <w:r w:rsidRPr="0035319D">
        <w:rPr>
          <w:sz w:val="22"/>
          <w:szCs w:val="22"/>
        </w:rPr>
        <w:t>, że przedmiot zamówienia dostarczony będzie w opakowaniu zwrotnym tj.:</w:t>
      </w:r>
    </w:p>
    <w:p w14:paraId="11649320" w14:textId="77777777" w:rsidR="0022119E" w:rsidRPr="0035319D" w:rsidRDefault="0022119E" w:rsidP="0022119E">
      <w:pPr>
        <w:jc w:val="both"/>
        <w:rPr>
          <w:sz w:val="22"/>
          <w:szCs w:val="22"/>
        </w:rPr>
      </w:pPr>
    </w:p>
    <w:p w14:paraId="5A6CF84F" w14:textId="77777777" w:rsidR="0022119E" w:rsidRPr="0035319D" w:rsidRDefault="0022119E" w:rsidP="0022119E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217EC5B1" w14:textId="77777777" w:rsidR="0022119E" w:rsidRPr="0035319D" w:rsidRDefault="0022119E" w:rsidP="0022119E">
      <w:pPr>
        <w:jc w:val="both"/>
        <w:rPr>
          <w:i/>
          <w:sz w:val="22"/>
          <w:szCs w:val="22"/>
        </w:rPr>
      </w:pPr>
      <w:r w:rsidRPr="0035319D">
        <w:rPr>
          <w:sz w:val="22"/>
          <w:szCs w:val="22"/>
        </w:rPr>
        <w:t>(</w:t>
      </w:r>
      <w:r w:rsidRPr="0035319D">
        <w:rPr>
          <w:i/>
          <w:sz w:val="22"/>
          <w:szCs w:val="22"/>
        </w:rPr>
        <w:t>jeżeli dotyczy Wypełnia Wykonawca</w:t>
      </w:r>
      <w:r w:rsidRPr="0035319D">
        <w:rPr>
          <w:sz w:val="22"/>
          <w:szCs w:val="22"/>
        </w:rPr>
        <w:t xml:space="preserve"> </w:t>
      </w:r>
      <w:r w:rsidRPr="0035319D">
        <w:rPr>
          <w:i/>
          <w:sz w:val="22"/>
          <w:szCs w:val="22"/>
        </w:rPr>
        <w:t>określając rodzaj opakowania)</w:t>
      </w:r>
    </w:p>
    <w:p w14:paraId="1772ECB9" w14:textId="77777777" w:rsidR="0022119E" w:rsidRPr="0035319D" w:rsidRDefault="0022119E" w:rsidP="0022119E">
      <w:pPr>
        <w:jc w:val="both"/>
        <w:rPr>
          <w:i/>
          <w:sz w:val="22"/>
          <w:szCs w:val="22"/>
        </w:rPr>
      </w:pPr>
    </w:p>
    <w:p w14:paraId="2EF02B62" w14:textId="77777777" w:rsidR="0022119E" w:rsidRPr="0035319D" w:rsidRDefault="0022119E" w:rsidP="0022119E">
      <w:pPr>
        <w:jc w:val="both"/>
        <w:rPr>
          <w:b/>
          <w:i/>
          <w:sz w:val="22"/>
          <w:szCs w:val="22"/>
        </w:rPr>
      </w:pPr>
      <w:r w:rsidRPr="0035319D">
        <w:rPr>
          <w:i/>
          <w:sz w:val="22"/>
          <w:szCs w:val="22"/>
        </w:rPr>
        <w:t xml:space="preserve">*)W przypadku braku informacji o rodzaju opakowania Zamawiający traktował będzie opakowanie jako opakowanie jednorazowe nie podlegające zwrotowi.” </w:t>
      </w:r>
    </w:p>
    <w:p w14:paraId="4EBD0E97" w14:textId="77777777" w:rsidR="0022119E" w:rsidRPr="0035319D" w:rsidRDefault="0022119E" w:rsidP="0022119E">
      <w:pPr>
        <w:jc w:val="both"/>
        <w:rPr>
          <w:color w:val="FF0000"/>
          <w:sz w:val="22"/>
          <w:szCs w:val="22"/>
        </w:rPr>
      </w:pPr>
    </w:p>
    <w:p w14:paraId="45E59557" w14:textId="77777777" w:rsidR="0022119E" w:rsidRDefault="0022119E" w:rsidP="0022119E">
      <w:pPr>
        <w:jc w:val="both"/>
      </w:pPr>
    </w:p>
    <w:p w14:paraId="139F0652" w14:textId="77777777" w:rsidR="0035319D" w:rsidRDefault="0035319D" w:rsidP="0022119E">
      <w:pPr>
        <w:jc w:val="both"/>
      </w:pPr>
    </w:p>
    <w:p w14:paraId="56C237DA" w14:textId="77777777" w:rsidR="0022119E" w:rsidRDefault="0022119E" w:rsidP="0022119E">
      <w:pPr>
        <w:jc w:val="both"/>
      </w:pPr>
    </w:p>
    <w:p w14:paraId="73E58BA5" w14:textId="77777777" w:rsidR="007245D8" w:rsidRDefault="007245D8" w:rsidP="0022119E">
      <w:pPr>
        <w:jc w:val="both"/>
      </w:pPr>
    </w:p>
    <w:p w14:paraId="482B36E5" w14:textId="77777777" w:rsidR="007245D8" w:rsidRDefault="007245D8" w:rsidP="0022119E">
      <w:pPr>
        <w:jc w:val="both"/>
      </w:pPr>
    </w:p>
    <w:p w14:paraId="3CE5D612" w14:textId="77777777" w:rsidR="007245D8" w:rsidRPr="00FD5753" w:rsidRDefault="007245D8" w:rsidP="0022119E">
      <w:pPr>
        <w:jc w:val="both"/>
      </w:pPr>
    </w:p>
    <w:p w14:paraId="58523313" w14:textId="77777777" w:rsidR="0022119E" w:rsidRPr="00FD5753" w:rsidRDefault="0022119E" w:rsidP="0022119E">
      <w:pPr>
        <w:jc w:val="center"/>
      </w:pPr>
      <w:r w:rsidRPr="00FD5753">
        <w:t>___________________________________________</w:t>
      </w:r>
    </w:p>
    <w:p w14:paraId="647E4521" w14:textId="77777777" w:rsidR="0022119E" w:rsidRPr="00FD5753" w:rsidRDefault="0022119E" w:rsidP="0022119E">
      <w:pPr>
        <w:tabs>
          <w:tab w:val="left" w:pos="851"/>
        </w:tabs>
        <w:jc w:val="center"/>
      </w:pPr>
      <w:r w:rsidRPr="00FD5753">
        <w:t xml:space="preserve">(pieczęć i podpis/y osoby/osób upoważnionych </w:t>
      </w:r>
    </w:p>
    <w:p w14:paraId="5B2EEC09" w14:textId="77777777" w:rsidR="00A051DC" w:rsidRDefault="0022119E" w:rsidP="00EC7F49">
      <w:pPr>
        <w:tabs>
          <w:tab w:val="left" w:pos="851"/>
        </w:tabs>
        <w:jc w:val="center"/>
        <w:rPr>
          <w:bCs/>
        </w:rPr>
      </w:pPr>
      <w:r w:rsidRPr="00FD5753">
        <w:t xml:space="preserve">do reprezentowania </w:t>
      </w:r>
      <w:r w:rsidRPr="00FD5753">
        <w:rPr>
          <w:b/>
          <w:bCs/>
        </w:rPr>
        <w:t>Wykonawcy/Pełnomocnika Wykonawcy</w:t>
      </w:r>
      <w:r w:rsidRPr="00FD5753">
        <w:rPr>
          <w:bCs/>
        </w:rPr>
        <w:t>)</w:t>
      </w:r>
    </w:p>
    <w:p w14:paraId="3222086F" w14:textId="77777777" w:rsidR="009A26F3" w:rsidRDefault="009A26F3" w:rsidP="0022119E">
      <w:pPr>
        <w:jc w:val="right"/>
        <w:rPr>
          <w:b/>
          <w:bCs/>
          <w:i/>
        </w:rPr>
      </w:pPr>
    </w:p>
    <w:p w14:paraId="5EAA6B21" w14:textId="3CA256D3" w:rsidR="0022119E" w:rsidRPr="00E41352" w:rsidRDefault="006C448F" w:rsidP="0022119E">
      <w:pPr>
        <w:jc w:val="right"/>
        <w:rPr>
          <w:b/>
          <w:bCs/>
          <w:i/>
        </w:rPr>
      </w:pPr>
      <w:r w:rsidRPr="00E41352">
        <w:rPr>
          <w:b/>
          <w:bCs/>
          <w:i/>
        </w:rPr>
        <w:lastRenderedPageBreak/>
        <w:t xml:space="preserve">Załącznik numer </w:t>
      </w:r>
      <w:r w:rsidR="003644A1">
        <w:rPr>
          <w:b/>
          <w:bCs/>
          <w:i/>
        </w:rPr>
        <w:t>4</w:t>
      </w:r>
    </w:p>
    <w:p w14:paraId="4ADCC4E7" w14:textId="77777777" w:rsidR="0022119E" w:rsidRDefault="0022119E" w:rsidP="0022119E">
      <w:pPr>
        <w:jc w:val="right"/>
        <w:rPr>
          <w:bCs/>
          <w:sz w:val="22"/>
          <w:szCs w:val="22"/>
        </w:rPr>
      </w:pPr>
    </w:p>
    <w:p w14:paraId="127AABAF" w14:textId="77777777" w:rsidR="0022119E" w:rsidRPr="0022119E" w:rsidRDefault="0022119E" w:rsidP="0022119E">
      <w:pPr>
        <w:rPr>
          <w:bCs/>
        </w:rPr>
      </w:pPr>
      <w:r>
        <w:rPr>
          <w:bCs/>
          <w:sz w:val="22"/>
          <w:szCs w:val="22"/>
        </w:rPr>
        <w:tab/>
      </w:r>
      <w:r w:rsidRPr="0022119E">
        <w:rPr>
          <w:bCs/>
        </w:rPr>
        <w:tab/>
      </w:r>
      <w:r w:rsidRPr="0022119E">
        <w:rPr>
          <w:bCs/>
        </w:rPr>
        <w:tab/>
      </w:r>
      <w:r w:rsidRPr="0022119E">
        <w:rPr>
          <w:bCs/>
        </w:rPr>
        <w:tab/>
      </w:r>
    </w:p>
    <w:p w14:paraId="07192348" w14:textId="77777777" w:rsidR="0022119E" w:rsidRPr="0022119E" w:rsidRDefault="0022119E" w:rsidP="0022119E">
      <w:pPr>
        <w:jc w:val="center"/>
        <w:rPr>
          <w:b/>
        </w:rPr>
      </w:pPr>
      <w:r w:rsidRPr="0022119E">
        <w:rPr>
          <w:b/>
        </w:rPr>
        <w:t>OŚWIADCZENIE</w:t>
      </w:r>
    </w:p>
    <w:p w14:paraId="6A6B384D" w14:textId="77777777" w:rsidR="0022119E" w:rsidRPr="0022119E" w:rsidRDefault="0022119E" w:rsidP="0022119E">
      <w:pPr>
        <w:jc w:val="center"/>
        <w:rPr>
          <w:b/>
        </w:rPr>
      </w:pPr>
      <w:r w:rsidRPr="0022119E">
        <w:rPr>
          <w:b/>
        </w:rPr>
        <w:t>O PRZYNALEŻNOŚCI LUB BRAKU PRZYNALEŻNOŚCI DO TEJ SAMEJ GRUPY KAPITAŁOWEJ</w:t>
      </w:r>
    </w:p>
    <w:p w14:paraId="2E5BD630" w14:textId="77777777" w:rsidR="0022119E" w:rsidRDefault="0022119E" w:rsidP="0022119E">
      <w:pPr>
        <w:jc w:val="center"/>
        <w:rPr>
          <w:b/>
        </w:rPr>
      </w:pPr>
    </w:p>
    <w:p w14:paraId="1434BEB7" w14:textId="77777777" w:rsidR="0035319D" w:rsidRPr="0022119E" w:rsidRDefault="0035319D" w:rsidP="0022119E">
      <w:pPr>
        <w:jc w:val="center"/>
        <w:rPr>
          <w:b/>
        </w:rPr>
      </w:pPr>
    </w:p>
    <w:p w14:paraId="46852CB3" w14:textId="77777777" w:rsidR="0022119E" w:rsidRPr="0035319D" w:rsidRDefault="0022119E" w:rsidP="0022119E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 xml:space="preserve">Składając ofertę w niniejszym postępowaniu o udzielenie zamówienia w trybie aukcji spotowej </w:t>
      </w:r>
      <w:r w:rsidRPr="0035319D">
        <w:rPr>
          <w:sz w:val="22"/>
          <w:szCs w:val="22"/>
        </w:rPr>
        <w:br/>
        <w:t>o numerze …………………..  oświadczamy, że:</w:t>
      </w:r>
    </w:p>
    <w:p w14:paraId="7E10AE08" w14:textId="77777777" w:rsidR="0022119E" w:rsidRPr="0035319D" w:rsidRDefault="0022119E" w:rsidP="0022119E">
      <w:pPr>
        <w:jc w:val="both"/>
        <w:rPr>
          <w:sz w:val="22"/>
          <w:szCs w:val="22"/>
        </w:rPr>
      </w:pPr>
    </w:p>
    <w:p w14:paraId="60F17565" w14:textId="77777777" w:rsidR="0022119E" w:rsidRPr="0035319D" w:rsidRDefault="0022119E" w:rsidP="006F499E">
      <w:pPr>
        <w:numPr>
          <w:ilvl w:val="0"/>
          <w:numId w:val="4"/>
        </w:numPr>
        <w:jc w:val="both"/>
        <w:rPr>
          <w:sz w:val="22"/>
          <w:szCs w:val="22"/>
        </w:rPr>
      </w:pPr>
      <w:r w:rsidRPr="0035319D">
        <w:rPr>
          <w:sz w:val="22"/>
          <w:szCs w:val="22"/>
        </w:rPr>
        <w:t>Nie należymy do grupy kapitałowej, w rozumieniu ustawy z dnia 16.02.2007 r. o ochronie konkurencji i konsumentów (Dz. U. Nr 50 poz. 331 z późn. zm.)</w:t>
      </w:r>
    </w:p>
    <w:p w14:paraId="2A3193B6" w14:textId="77777777" w:rsidR="0022119E" w:rsidRPr="0035319D" w:rsidRDefault="0022119E" w:rsidP="0022119E">
      <w:pPr>
        <w:ind w:left="360"/>
        <w:jc w:val="both"/>
        <w:rPr>
          <w:sz w:val="22"/>
          <w:szCs w:val="22"/>
        </w:rPr>
      </w:pPr>
      <w:r w:rsidRPr="0035319D">
        <w:rPr>
          <w:sz w:val="22"/>
          <w:szCs w:val="22"/>
        </w:rPr>
        <w:t>lub</w:t>
      </w:r>
    </w:p>
    <w:p w14:paraId="4AFC75CC" w14:textId="77777777" w:rsidR="0022119E" w:rsidRPr="0035319D" w:rsidRDefault="0022119E" w:rsidP="006F499E">
      <w:pPr>
        <w:numPr>
          <w:ilvl w:val="0"/>
          <w:numId w:val="4"/>
        </w:numPr>
        <w:jc w:val="both"/>
        <w:rPr>
          <w:sz w:val="22"/>
          <w:szCs w:val="22"/>
        </w:rPr>
      </w:pPr>
      <w:r w:rsidRPr="0035319D">
        <w:rPr>
          <w:sz w:val="22"/>
          <w:szCs w:val="22"/>
        </w:rPr>
        <w:t>Należymy do grupy kapitałowej, w rozumieniu ustawy z dnia 16.02.2007 r. o ochronie konkurencji i konsumentów (Dz. U. Nr 50 poz. 331 z późn. zm.) i składamy w imieniu Wykonawcy:</w:t>
      </w:r>
    </w:p>
    <w:p w14:paraId="523FF44A" w14:textId="77777777" w:rsidR="0022119E" w:rsidRPr="0035319D" w:rsidRDefault="0022119E" w:rsidP="0022119E">
      <w:pPr>
        <w:ind w:left="720"/>
        <w:jc w:val="both"/>
        <w:rPr>
          <w:sz w:val="22"/>
          <w:szCs w:val="22"/>
        </w:rPr>
      </w:pPr>
    </w:p>
    <w:p w14:paraId="7A8BAB46" w14:textId="77777777" w:rsidR="0022119E" w:rsidRPr="0035319D" w:rsidRDefault="0022119E" w:rsidP="0022119E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>………………………………………………………………………………………………………</w:t>
      </w:r>
    </w:p>
    <w:p w14:paraId="5B3687F3" w14:textId="77777777" w:rsidR="0035319D" w:rsidRPr="0035319D" w:rsidRDefault="0035319D" w:rsidP="0022119E">
      <w:pPr>
        <w:jc w:val="both"/>
        <w:rPr>
          <w:sz w:val="22"/>
          <w:szCs w:val="22"/>
        </w:rPr>
      </w:pPr>
    </w:p>
    <w:p w14:paraId="560A684B" w14:textId="77777777" w:rsidR="0022119E" w:rsidRPr="0035319D" w:rsidRDefault="0022119E" w:rsidP="0022119E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>pełną listę podmiotów należących do tej samej grupy kapitałowej:</w:t>
      </w:r>
    </w:p>
    <w:p w14:paraId="684FD81D" w14:textId="77777777" w:rsidR="0022119E" w:rsidRDefault="0022119E" w:rsidP="0022119E">
      <w:pPr>
        <w:jc w:val="both"/>
        <w:rPr>
          <w:sz w:val="22"/>
          <w:szCs w:val="22"/>
        </w:rPr>
      </w:pPr>
    </w:p>
    <w:p w14:paraId="5A22CCB1" w14:textId="77777777" w:rsidR="0035319D" w:rsidRDefault="0035319D" w:rsidP="0022119E">
      <w:pPr>
        <w:jc w:val="both"/>
        <w:rPr>
          <w:sz w:val="22"/>
          <w:szCs w:val="22"/>
        </w:rPr>
      </w:pPr>
    </w:p>
    <w:p w14:paraId="04137B52" w14:textId="77777777" w:rsidR="0035319D" w:rsidRDefault="0035319D" w:rsidP="0022119E">
      <w:pPr>
        <w:jc w:val="both"/>
        <w:rPr>
          <w:sz w:val="22"/>
          <w:szCs w:val="22"/>
        </w:rPr>
      </w:pPr>
    </w:p>
    <w:p w14:paraId="7A6EA42B" w14:textId="77777777" w:rsidR="0035319D" w:rsidRDefault="0035319D" w:rsidP="0022119E">
      <w:pPr>
        <w:jc w:val="both"/>
        <w:rPr>
          <w:sz w:val="22"/>
          <w:szCs w:val="22"/>
        </w:rPr>
      </w:pPr>
    </w:p>
    <w:p w14:paraId="019D0C59" w14:textId="77777777" w:rsidR="0035319D" w:rsidRPr="0035319D" w:rsidRDefault="0035319D" w:rsidP="0022119E">
      <w:pPr>
        <w:jc w:val="both"/>
        <w:rPr>
          <w:sz w:val="22"/>
          <w:szCs w:val="22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4253"/>
        <w:gridCol w:w="4218"/>
      </w:tblGrid>
      <w:tr w:rsidR="0022119E" w:rsidRPr="0035319D" w14:paraId="78352ECB" w14:textId="77777777" w:rsidTr="00E0796C">
        <w:trPr>
          <w:trHeight w:val="290"/>
          <w:jc w:val="right"/>
        </w:trPr>
        <w:tc>
          <w:tcPr>
            <w:tcW w:w="9156" w:type="dxa"/>
            <w:gridSpan w:val="3"/>
            <w:tcBorders>
              <w:top w:val="single" w:sz="4" w:space="0" w:color="auto"/>
            </w:tcBorders>
            <w:vAlign w:val="center"/>
          </w:tcPr>
          <w:p w14:paraId="00EF563A" w14:textId="77777777" w:rsidR="0022119E" w:rsidRPr="0035319D" w:rsidRDefault="0022119E" w:rsidP="00E0796C">
            <w:pPr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Nazwa grupy kapitałowej:</w:t>
            </w:r>
          </w:p>
          <w:p w14:paraId="78CBA2C5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  <w:p w14:paraId="373051A5" w14:textId="77777777" w:rsidR="0022119E" w:rsidRPr="0035319D" w:rsidRDefault="0022119E" w:rsidP="00E0796C">
            <w:pPr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3B8EBA6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</w:tr>
      <w:tr w:rsidR="0022119E" w:rsidRPr="0035319D" w14:paraId="39C54470" w14:textId="77777777" w:rsidTr="00E0796C">
        <w:trPr>
          <w:trHeight w:val="290"/>
          <w:jc w:val="right"/>
        </w:trPr>
        <w:tc>
          <w:tcPr>
            <w:tcW w:w="685" w:type="dxa"/>
            <w:vAlign w:val="center"/>
          </w:tcPr>
          <w:p w14:paraId="2B512CBD" w14:textId="77777777" w:rsidR="0022119E" w:rsidRPr="0035319D" w:rsidRDefault="0022119E" w:rsidP="00E0796C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lp.</w:t>
            </w:r>
          </w:p>
        </w:tc>
        <w:tc>
          <w:tcPr>
            <w:tcW w:w="4253" w:type="dxa"/>
            <w:vAlign w:val="center"/>
          </w:tcPr>
          <w:p w14:paraId="642E2666" w14:textId="77777777" w:rsidR="0022119E" w:rsidRPr="0035319D" w:rsidRDefault="0022119E" w:rsidP="00E0796C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Nazwa członka grupy kapitałowej</w:t>
            </w:r>
          </w:p>
        </w:tc>
        <w:tc>
          <w:tcPr>
            <w:tcW w:w="4218" w:type="dxa"/>
            <w:vAlign w:val="center"/>
          </w:tcPr>
          <w:p w14:paraId="59840BCB" w14:textId="77777777" w:rsidR="0022119E" w:rsidRPr="0035319D" w:rsidRDefault="0022119E" w:rsidP="00E0796C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Siedziba</w:t>
            </w:r>
          </w:p>
        </w:tc>
      </w:tr>
      <w:tr w:rsidR="0022119E" w:rsidRPr="0035319D" w14:paraId="0977F86D" w14:textId="77777777" w:rsidTr="00E0796C">
        <w:trPr>
          <w:trHeight w:val="671"/>
          <w:jc w:val="right"/>
        </w:trPr>
        <w:tc>
          <w:tcPr>
            <w:tcW w:w="685" w:type="dxa"/>
            <w:vAlign w:val="center"/>
          </w:tcPr>
          <w:p w14:paraId="5FDF406C" w14:textId="77777777" w:rsidR="0022119E" w:rsidRPr="0035319D" w:rsidRDefault="0022119E" w:rsidP="00E0796C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vAlign w:val="center"/>
          </w:tcPr>
          <w:p w14:paraId="12B750DE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1DA62220" w14:textId="77777777" w:rsidR="0022119E" w:rsidRPr="0035319D" w:rsidRDefault="0022119E" w:rsidP="00E0796C">
            <w:pPr>
              <w:tabs>
                <w:tab w:val="left" w:pos="502"/>
              </w:tabs>
              <w:rPr>
                <w:sz w:val="22"/>
                <w:szCs w:val="22"/>
              </w:rPr>
            </w:pPr>
          </w:p>
        </w:tc>
      </w:tr>
      <w:tr w:rsidR="0022119E" w:rsidRPr="0035319D" w14:paraId="0665AB2B" w14:textId="77777777" w:rsidTr="00E0796C">
        <w:trPr>
          <w:trHeight w:val="671"/>
          <w:jc w:val="right"/>
        </w:trPr>
        <w:tc>
          <w:tcPr>
            <w:tcW w:w="685" w:type="dxa"/>
            <w:vAlign w:val="center"/>
          </w:tcPr>
          <w:p w14:paraId="5A82160F" w14:textId="77777777" w:rsidR="0022119E" w:rsidRPr="0035319D" w:rsidRDefault="0022119E" w:rsidP="00E0796C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vAlign w:val="center"/>
          </w:tcPr>
          <w:p w14:paraId="4B951A96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3229BDDE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</w:tr>
      <w:tr w:rsidR="0022119E" w:rsidRPr="0035319D" w14:paraId="6951756A" w14:textId="77777777" w:rsidTr="00E0796C">
        <w:trPr>
          <w:trHeight w:val="671"/>
          <w:jc w:val="right"/>
        </w:trPr>
        <w:tc>
          <w:tcPr>
            <w:tcW w:w="685" w:type="dxa"/>
            <w:vAlign w:val="center"/>
          </w:tcPr>
          <w:p w14:paraId="056448F9" w14:textId="77777777" w:rsidR="0022119E" w:rsidRPr="0035319D" w:rsidRDefault="0022119E" w:rsidP="00E0796C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vAlign w:val="center"/>
          </w:tcPr>
          <w:p w14:paraId="73501C58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635C5C65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</w:tr>
      <w:tr w:rsidR="0022119E" w:rsidRPr="0035319D" w14:paraId="65ECF111" w14:textId="77777777" w:rsidTr="00E0796C">
        <w:trPr>
          <w:trHeight w:val="671"/>
          <w:jc w:val="right"/>
        </w:trPr>
        <w:tc>
          <w:tcPr>
            <w:tcW w:w="685" w:type="dxa"/>
            <w:vAlign w:val="center"/>
          </w:tcPr>
          <w:p w14:paraId="751264D5" w14:textId="77777777" w:rsidR="0022119E" w:rsidRPr="0035319D" w:rsidRDefault="0022119E" w:rsidP="00E0796C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vAlign w:val="center"/>
          </w:tcPr>
          <w:p w14:paraId="5DB32CD9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3DCC6935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</w:tr>
      <w:tr w:rsidR="0022119E" w:rsidRPr="0035319D" w14:paraId="5088EA2A" w14:textId="77777777" w:rsidTr="00E0796C">
        <w:trPr>
          <w:trHeight w:val="671"/>
          <w:jc w:val="right"/>
        </w:trPr>
        <w:tc>
          <w:tcPr>
            <w:tcW w:w="685" w:type="dxa"/>
            <w:vAlign w:val="center"/>
          </w:tcPr>
          <w:p w14:paraId="4DE8F8B5" w14:textId="77777777" w:rsidR="0022119E" w:rsidRPr="0035319D" w:rsidRDefault="0022119E" w:rsidP="00E0796C">
            <w:pPr>
              <w:jc w:val="center"/>
              <w:rPr>
                <w:sz w:val="22"/>
                <w:szCs w:val="22"/>
              </w:rPr>
            </w:pPr>
            <w:r w:rsidRPr="0035319D">
              <w:rPr>
                <w:sz w:val="22"/>
                <w:szCs w:val="22"/>
              </w:rPr>
              <w:t>5</w:t>
            </w:r>
          </w:p>
        </w:tc>
        <w:tc>
          <w:tcPr>
            <w:tcW w:w="4253" w:type="dxa"/>
            <w:vAlign w:val="center"/>
          </w:tcPr>
          <w:p w14:paraId="7D9A284B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  <w:tc>
          <w:tcPr>
            <w:tcW w:w="4218" w:type="dxa"/>
            <w:vAlign w:val="center"/>
          </w:tcPr>
          <w:p w14:paraId="1E08BEB5" w14:textId="77777777" w:rsidR="0022119E" w:rsidRPr="0035319D" w:rsidRDefault="0022119E" w:rsidP="00E0796C">
            <w:pPr>
              <w:rPr>
                <w:sz w:val="22"/>
                <w:szCs w:val="22"/>
              </w:rPr>
            </w:pPr>
          </w:p>
        </w:tc>
      </w:tr>
    </w:tbl>
    <w:p w14:paraId="2F8C20E1" w14:textId="77777777" w:rsidR="0022119E" w:rsidRPr="0035319D" w:rsidRDefault="0022119E" w:rsidP="0022119E">
      <w:pPr>
        <w:rPr>
          <w:sz w:val="22"/>
          <w:szCs w:val="22"/>
        </w:rPr>
      </w:pPr>
    </w:p>
    <w:p w14:paraId="2DD6267D" w14:textId="77777777" w:rsidR="0022119E" w:rsidRPr="0035319D" w:rsidRDefault="0022119E" w:rsidP="00CE3336">
      <w:pPr>
        <w:jc w:val="both"/>
        <w:rPr>
          <w:sz w:val="22"/>
          <w:szCs w:val="22"/>
        </w:rPr>
      </w:pPr>
      <w:r w:rsidRPr="0035319D">
        <w:rPr>
          <w:sz w:val="22"/>
          <w:szCs w:val="22"/>
        </w:rPr>
        <w:t>Zamawiający wykluczy wykonawców, którzy należąc do tej samej grupy kapitałowej złożyli odrębne oferty w przedmiotowym postępowaniu, chyba, że na wniosek Zamawiającego wykażą, że istniejące między nimi powiązania nie prowadzą do zachwiania uczciwej k</w:t>
      </w:r>
      <w:r w:rsidR="00CE3336">
        <w:rPr>
          <w:sz w:val="22"/>
          <w:szCs w:val="22"/>
        </w:rPr>
        <w:t>onkurencji pomiędzy wykonawca</w:t>
      </w:r>
    </w:p>
    <w:p w14:paraId="0B8F5F95" w14:textId="77777777" w:rsidR="0022119E" w:rsidRDefault="0022119E" w:rsidP="0022119E"/>
    <w:p w14:paraId="76F5757A" w14:textId="77777777" w:rsidR="009A26F3" w:rsidRDefault="009A26F3" w:rsidP="0022119E"/>
    <w:p w14:paraId="41A8D1EA" w14:textId="77777777" w:rsidR="007245D8" w:rsidRDefault="007245D8" w:rsidP="0022119E"/>
    <w:p w14:paraId="0489DCF2" w14:textId="77777777" w:rsidR="007245D8" w:rsidRPr="0022119E" w:rsidRDefault="007245D8" w:rsidP="0022119E"/>
    <w:p w14:paraId="37EDE8B6" w14:textId="77777777" w:rsidR="0022119E" w:rsidRPr="0022119E" w:rsidRDefault="0022119E" w:rsidP="0022119E">
      <w:pPr>
        <w:jc w:val="center"/>
      </w:pPr>
      <w:r w:rsidRPr="0022119E">
        <w:t>..................................................................................</w:t>
      </w:r>
    </w:p>
    <w:p w14:paraId="3D055BD1" w14:textId="77777777" w:rsidR="0022119E" w:rsidRPr="0022119E" w:rsidRDefault="0022119E" w:rsidP="0022119E">
      <w:pPr>
        <w:jc w:val="center"/>
      </w:pPr>
      <w:r w:rsidRPr="0022119E">
        <w:t>(pieczęć i podpisy osoby/osób upoważnionych</w:t>
      </w:r>
    </w:p>
    <w:p w14:paraId="11A048A1" w14:textId="77777777" w:rsidR="00111BDE" w:rsidRDefault="0035319D" w:rsidP="0035319D">
      <w:pPr>
        <w:jc w:val="center"/>
      </w:pPr>
      <w:r>
        <w:t>do reprezentowania Wykonawcy)</w:t>
      </w:r>
    </w:p>
    <w:p w14:paraId="23A2C2FB" w14:textId="77777777" w:rsidR="00BB5DA9" w:rsidRDefault="00BB5DA9" w:rsidP="00597965">
      <w:pPr>
        <w:rPr>
          <w:b/>
          <w:sz w:val="22"/>
          <w:szCs w:val="22"/>
        </w:rPr>
      </w:pPr>
    </w:p>
    <w:p w14:paraId="361EE470" w14:textId="31F3FDFE" w:rsidR="00BB5DA9" w:rsidRDefault="00BB5DA9" w:rsidP="00BB5DA9">
      <w:pPr>
        <w:jc w:val="right"/>
        <w:rPr>
          <w:b/>
          <w:bCs/>
          <w:szCs w:val="28"/>
        </w:rPr>
      </w:pPr>
      <w:bookmarkStart w:id="1" w:name="_Hlk30655408"/>
      <w:r>
        <w:rPr>
          <w:b/>
          <w:bCs/>
          <w:szCs w:val="28"/>
        </w:rPr>
        <w:lastRenderedPageBreak/>
        <w:t xml:space="preserve">Załącznik nr </w:t>
      </w:r>
      <w:r w:rsidR="003644A1">
        <w:rPr>
          <w:b/>
          <w:bCs/>
          <w:szCs w:val="28"/>
        </w:rPr>
        <w:t>5</w:t>
      </w:r>
    </w:p>
    <w:p w14:paraId="5A2E5A94" w14:textId="77777777" w:rsidR="00BB5DA9" w:rsidRDefault="00BB5DA9" w:rsidP="00BB5DA9">
      <w:pPr>
        <w:rPr>
          <w:b/>
          <w:bCs/>
          <w:szCs w:val="28"/>
        </w:rPr>
      </w:pPr>
    </w:p>
    <w:p w14:paraId="3F55BAF4" w14:textId="77777777" w:rsidR="00BB5DA9" w:rsidRDefault="00BB5DA9" w:rsidP="00BB5DA9">
      <w:pPr>
        <w:rPr>
          <w:b/>
          <w:bCs/>
          <w:szCs w:val="28"/>
        </w:rPr>
      </w:pPr>
    </w:p>
    <w:p w14:paraId="56F1FEA7" w14:textId="77777777" w:rsidR="00BB5DA9" w:rsidRDefault="00BB5DA9" w:rsidP="00BB5DA9">
      <w:pPr>
        <w:rPr>
          <w:b/>
          <w:bCs/>
          <w:szCs w:val="28"/>
        </w:rPr>
      </w:pPr>
      <w:r>
        <w:rPr>
          <w:b/>
          <w:bCs/>
          <w:szCs w:val="28"/>
        </w:rPr>
        <w:t>Kod aukcji …………………….</w:t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  <w:t xml:space="preserve">   </w:t>
      </w:r>
      <w:r>
        <w:rPr>
          <w:b/>
          <w:bCs/>
          <w:szCs w:val="28"/>
        </w:rPr>
        <w:tab/>
        <w:t xml:space="preserve">        Data…..........</w:t>
      </w:r>
    </w:p>
    <w:p w14:paraId="1CC3289C" w14:textId="77777777" w:rsidR="00BB5DA9" w:rsidRDefault="00BB5DA9" w:rsidP="00BB5DA9">
      <w:pPr>
        <w:jc w:val="right"/>
        <w:rPr>
          <w:b/>
          <w:bCs/>
          <w:szCs w:val="28"/>
        </w:rPr>
      </w:pPr>
    </w:p>
    <w:p w14:paraId="05F99748" w14:textId="77777777" w:rsidR="00BB5DA9" w:rsidRDefault="00BB5DA9" w:rsidP="00BB5DA9">
      <w:pPr>
        <w:rPr>
          <w:b/>
          <w:bCs/>
          <w:szCs w:val="28"/>
        </w:rPr>
      </w:pPr>
    </w:p>
    <w:p w14:paraId="532D57E2" w14:textId="77777777" w:rsidR="00BB5DA9" w:rsidRDefault="00BB5DA9" w:rsidP="00BB5DA9">
      <w:pPr>
        <w:rPr>
          <w:b/>
          <w:bCs/>
          <w:szCs w:val="28"/>
        </w:rPr>
      </w:pPr>
    </w:p>
    <w:p w14:paraId="0D9151D2" w14:textId="77777777" w:rsidR="00BB5DA9" w:rsidRDefault="00BB5DA9" w:rsidP="00BB5DA9">
      <w:pPr>
        <w:rPr>
          <w:b/>
          <w:bCs/>
          <w:szCs w:val="28"/>
        </w:rPr>
      </w:pPr>
    </w:p>
    <w:p w14:paraId="1AFC9B2A" w14:textId="77777777" w:rsidR="00BB5DA9" w:rsidRDefault="00BB5DA9" w:rsidP="00BB5DA9">
      <w:pPr>
        <w:rPr>
          <w:b/>
          <w:bCs/>
          <w:szCs w:val="28"/>
        </w:rPr>
      </w:pPr>
    </w:p>
    <w:p w14:paraId="67D964BC" w14:textId="77777777" w:rsidR="00BB5DA9" w:rsidRDefault="00BB5DA9" w:rsidP="00BB5DA9">
      <w:pPr>
        <w:rPr>
          <w:b/>
          <w:bCs/>
          <w:szCs w:val="28"/>
        </w:rPr>
      </w:pPr>
    </w:p>
    <w:p w14:paraId="19FA6F45" w14:textId="77777777" w:rsidR="00BB5DA9" w:rsidRDefault="00BB5DA9" w:rsidP="00BB5DA9">
      <w:pPr>
        <w:rPr>
          <w:b/>
          <w:bCs/>
          <w:szCs w:val="28"/>
        </w:rPr>
      </w:pPr>
    </w:p>
    <w:p w14:paraId="378B5DEB" w14:textId="77777777" w:rsidR="00BB5DA9" w:rsidRDefault="00BB5DA9" w:rsidP="00BB5DA9">
      <w:pPr>
        <w:rPr>
          <w:b/>
          <w:bCs/>
          <w:szCs w:val="28"/>
        </w:rPr>
      </w:pPr>
    </w:p>
    <w:p w14:paraId="789ECE85" w14:textId="77777777" w:rsidR="00BB5DA9" w:rsidRDefault="00BB5DA9" w:rsidP="00BB5DA9">
      <w:pPr>
        <w:rPr>
          <w:b/>
          <w:bCs/>
          <w:szCs w:val="28"/>
        </w:rPr>
      </w:pPr>
    </w:p>
    <w:p w14:paraId="7F65AF76" w14:textId="77777777" w:rsidR="00BB5DA9" w:rsidRDefault="00BB5DA9" w:rsidP="00BB5DA9">
      <w:pPr>
        <w:rPr>
          <w:b/>
          <w:bCs/>
          <w:szCs w:val="28"/>
        </w:rPr>
      </w:pPr>
    </w:p>
    <w:p w14:paraId="7B09387A" w14:textId="77777777" w:rsidR="00BB5DA9" w:rsidRPr="00A7644C" w:rsidRDefault="00BB5DA9" w:rsidP="00BB5DA9">
      <w:pPr>
        <w:rPr>
          <w:b/>
          <w:bCs/>
          <w:szCs w:val="28"/>
        </w:rPr>
      </w:pPr>
      <w:r w:rsidRPr="00A7644C">
        <w:rPr>
          <w:b/>
          <w:bCs/>
          <w:szCs w:val="28"/>
        </w:rPr>
        <w:t>Nazwa Wykonawcy/członka konsorcjum:</w:t>
      </w:r>
    </w:p>
    <w:p w14:paraId="2BC88ED7" w14:textId="77777777" w:rsidR="00BB5DA9" w:rsidRPr="00A7644C" w:rsidRDefault="00BB5DA9" w:rsidP="00BB5DA9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481CA4F2" w14:textId="77777777" w:rsidR="00BB5DA9" w:rsidRPr="00A7644C" w:rsidRDefault="00BB5DA9" w:rsidP="00BB5DA9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0DF0C5C3" w14:textId="77777777" w:rsidR="00BB5DA9" w:rsidRPr="00A7644C" w:rsidRDefault="00BB5DA9" w:rsidP="00BB5DA9">
      <w:pPr>
        <w:rPr>
          <w:b/>
          <w:bCs/>
          <w:szCs w:val="28"/>
        </w:rPr>
      </w:pPr>
      <w:r w:rsidRPr="00A7644C">
        <w:rPr>
          <w:b/>
          <w:bCs/>
          <w:szCs w:val="28"/>
        </w:rPr>
        <w:t>__________________________________</w:t>
      </w:r>
    </w:p>
    <w:p w14:paraId="68DF8841" w14:textId="77777777" w:rsidR="00BB5DA9" w:rsidRPr="00A7644C" w:rsidRDefault="00BB5DA9" w:rsidP="00BB5DA9">
      <w:pPr>
        <w:jc w:val="center"/>
        <w:rPr>
          <w:b/>
          <w:bCs/>
          <w:szCs w:val="28"/>
        </w:rPr>
      </w:pPr>
    </w:p>
    <w:p w14:paraId="627B0B37" w14:textId="77777777" w:rsidR="00BB5DA9" w:rsidRPr="00A7644C" w:rsidRDefault="00BB5DA9" w:rsidP="00BB5DA9">
      <w:pPr>
        <w:jc w:val="center"/>
        <w:rPr>
          <w:b/>
          <w:bCs/>
          <w:szCs w:val="28"/>
        </w:rPr>
      </w:pPr>
      <w:r w:rsidRPr="00A7644C">
        <w:rPr>
          <w:b/>
          <w:bCs/>
          <w:szCs w:val="28"/>
        </w:rPr>
        <w:t>OŚWIADCZENIE</w:t>
      </w:r>
    </w:p>
    <w:p w14:paraId="256A2283" w14:textId="77777777" w:rsidR="00BB5DA9" w:rsidRPr="00A7644C" w:rsidRDefault="00BB5DA9" w:rsidP="00BB5DA9">
      <w:pPr>
        <w:jc w:val="center"/>
        <w:rPr>
          <w:b/>
        </w:rPr>
      </w:pPr>
      <w:r w:rsidRPr="00A7644C">
        <w:rPr>
          <w:b/>
        </w:rPr>
        <w:t xml:space="preserve">O POSIADANIU STATUSU MIKROPRZEDSIĘBIORCY, MAŁEGO PRZEDSIĘBIORCY, ŚREDNIEGO PRZEDSIĘBIORCY, DUŻEGO PRZEDSIĘBIORCY </w:t>
      </w:r>
    </w:p>
    <w:p w14:paraId="73BAB3C9" w14:textId="77777777" w:rsidR="00BB5DA9" w:rsidRPr="00A7644C" w:rsidRDefault="00BB5DA9" w:rsidP="00BB5DA9">
      <w:pPr>
        <w:jc w:val="center"/>
        <w:rPr>
          <w:b/>
        </w:rPr>
      </w:pPr>
    </w:p>
    <w:p w14:paraId="5C9008B3" w14:textId="77777777" w:rsidR="00BB5DA9" w:rsidRPr="00A7644C" w:rsidRDefault="00BB5DA9" w:rsidP="00BB5DA9">
      <w:pPr>
        <w:jc w:val="both"/>
        <w:rPr>
          <w:iCs/>
        </w:rPr>
      </w:pPr>
      <w:r w:rsidRPr="00A7644C">
        <w:rPr>
          <w:iCs/>
        </w:rPr>
        <w:t xml:space="preserve">Wykonawca oświadcza, że </w:t>
      </w:r>
      <w:r w:rsidRPr="00A7644C">
        <w:rPr>
          <w:b/>
          <w:iCs/>
        </w:rPr>
        <w:t>spełnia warunki / nie spełnia warunków</w:t>
      </w:r>
      <w:r w:rsidRPr="00A7644C">
        <w:rPr>
          <w:iCs/>
        </w:rPr>
        <w:t xml:space="preserve"> * do zakwalifikowania go do kategorii mikroprzedsiębiorstw oraz małych i średnich przedsiębiorstw określonych w Załączniku 1 do Rozporządzenia Komisji (UE) nr 651/2014 z dnia 17 czerwca 2014 roku uznającego niektóre rodzaje pomocy za zgodne z rynkiem wewnętrznym w zastosowaniu art. 107 i 108 Traktatu (Dz. Urz. UE L187 z 26.06.2014 r.). Wykonawca potwierdza, iż jest świadomym, że zgodnie z przywołaną w zdaniu poprzedzającym regulacją, do kategorii mikroprzedsiębiorstw oraz małych i średnich przedsiębiorstw należą przedsiębiorstwa, które zatrudniają mniej niż 250 pracowników i których roczny obrót nie przekracza 50 milionów EUR, lub roczna suma bilansowa nie przekracza 43 milionów EUR.</w:t>
      </w:r>
    </w:p>
    <w:p w14:paraId="1CAA9D69" w14:textId="77777777" w:rsidR="00BB5DA9" w:rsidRPr="00A7644C" w:rsidRDefault="00BB5DA9" w:rsidP="00BB5DA9">
      <w:pPr>
        <w:jc w:val="both"/>
        <w:rPr>
          <w:iCs/>
        </w:rPr>
      </w:pPr>
    </w:p>
    <w:p w14:paraId="58658B93" w14:textId="77777777" w:rsidR="00BB5DA9" w:rsidRPr="00A7644C" w:rsidRDefault="00BB5DA9" w:rsidP="00BB5DA9">
      <w:pPr>
        <w:jc w:val="both"/>
        <w:rPr>
          <w:iCs/>
        </w:rPr>
      </w:pPr>
    </w:p>
    <w:p w14:paraId="4AA87CB7" w14:textId="77777777" w:rsidR="00BB5DA9" w:rsidRPr="00A7644C" w:rsidRDefault="00BB5DA9" w:rsidP="00BB5DA9">
      <w:pPr>
        <w:jc w:val="both"/>
        <w:rPr>
          <w:iCs/>
        </w:rPr>
      </w:pPr>
    </w:p>
    <w:p w14:paraId="3CC54B0D" w14:textId="77777777" w:rsidR="00BB5DA9" w:rsidRPr="00A7644C" w:rsidRDefault="00BB5DA9" w:rsidP="00BB5DA9">
      <w:pPr>
        <w:tabs>
          <w:tab w:val="left" w:pos="4037"/>
        </w:tabs>
        <w:ind w:left="4037"/>
        <w:jc w:val="center"/>
        <w:rPr>
          <w:b/>
        </w:rPr>
      </w:pPr>
      <w:r w:rsidRPr="00A7644C">
        <w:rPr>
          <w:b/>
        </w:rPr>
        <w:t>__________________________</w:t>
      </w:r>
    </w:p>
    <w:p w14:paraId="77DD1201" w14:textId="77777777" w:rsidR="00BB5DA9" w:rsidRPr="00A7644C" w:rsidRDefault="00BB5DA9" w:rsidP="00BB5DA9">
      <w:pPr>
        <w:tabs>
          <w:tab w:val="left" w:pos="4037"/>
        </w:tabs>
        <w:ind w:left="4037"/>
        <w:jc w:val="center"/>
      </w:pPr>
      <w:r w:rsidRPr="00A7644C">
        <w:t>(podpis osoby upoważnionej</w:t>
      </w:r>
    </w:p>
    <w:p w14:paraId="770899DC" w14:textId="77777777" w:rsidR="00BB5DA9" w:rsidRPr="00A7644C" w:rsidRDefault="00BB5DA9" w:rsidP="00BB5DA9">
      <w:pPr>
        <w:tabs>
          <w:tab w:val="left" w:pos="4037"/>
        </w:tabs>
        <w:ind w:left="4037"/>
        <w:jc w:val="center"/>
      </w:pPr>
      <w:r w:rsidRPr="00A7644C">
        <w:t>do reprezentowania</w:t>
      </w:r>
    </w:p>
    <w:p w14:paraId="20038389" w14:textId="77777777" w:rsidR="00BB5DA9" w:rsidRPr="00A7644C" w:rsidRDefault="00BB5DA9" w:rsidP="00BB5DA9">
      <w:pPr>
        <w:tabs>
          <w:tab w:val="left" w:pos="4037"/>
        </w:tabs>
        <w:ind w:left="4037"/>
        <w:jc w:val="center"/>
      </w:pPr>
      <w:r w:rsidRPr="00A7644C">
        <w:t>Wykonawcy/członka konsorcjum)</w:t>
      </w:r>
    </w:p>
    <w:p w14:paraId="41D9E6ED" w14:textId="77777777" w:rsidR="00BB5DA9" w:rsidRPr="00A7644C" w:rsidRDefault="00BB5DA9" w:rsidP="00BB5DA9">
      <w:pPr>
        <w:jc w:val="center"/>
        <w:rPr>
          <w:b/>
        </w:rPr>
      </w:pPr>
    </w:p>
    <w:p w14:paraId="5F7CE8DD" w14:textId="77777777" w:rsidR="00BB5DA9" w:rsidRDefault="00BB5DA9" w:rsidP="00BB5DA9">
      <w:r w:rsidRPr="00A7644C">
        <w:rPr>
          <w:bCs/>
          <w:i/>
        </w:rPr>
        <w:t>* - skreślić niewłaściwe</w:t>
      </w:r>
    </w:p>
    <w:bookmarkEnd w:id="1"/>
    <w:p w14:paraId="55FE4D29" w14:textId="77777777" w:rsidR="00BB5DA9" w:rsidRPr="00C659FE" w:rsidRDefault="00BB5DA9" w:rsidP="00597965">
      <w:pPr>
        <w:rPr>
          <w:b/>
          <w:sz w:val="22"/>
          <w:szCs w:val="22"/>
        </w:rPr>
      </w:pPr>
    </w:p>
    <w:sectPr w:rsidR="00BB5DA9" w:rsidRPr="00C659FE" w:rsidSect="00091A25">
      <w:headerReference w:type="default" r:id="rId8"/>
      <w:pgSz w:w="11906" w:h="16838"/>
      <w:pgMar w:top="1134" w:right="1134" w:bottom="851" w:left="1134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4B547" w14:textId="77777777" w:rsidR="00826D72" w:rsidRPr="00282D36" w:rsidRDefault="00826D72" w:rsidP="00AB41A9">
      <w:r>
        <w:separator/>
      </w:r>
    </w:p>
  </w:endnote>
  <w:endnote w:type="continuationSeparator" w:id="0">
    <w:p w14:paraId="788251CA" w14:textId="77777777" w:rsidR="00826D72" w:rsidRPr="00282D36" w:rsidRDefault="00826D72" w:rsidP="00AB4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07F55" w14:textId="77777777" w:rsidR="00826D72" w:rsidRPr="00282D36" w:rsidRDefault="00826D72" w:rsidP="00AB41A9">
      <w:r>
        <w:separator/>
      </w:r>
    </w:p>
  </w:footnote>
  <w:footnote w:type="continuationSeparator" w:id="0">
    <w:p w14:paraId="6E197B96" w14:textId="77777777" w:rsidR="00826D72" w:rsidRPr="00282D36" w:rsidRDefault="00826D72" w:rsidP="00AB4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824D7" w14:textId="77777777" w:rsidR="00D23FA9" w:rsidRDefault="00D23FA9" w:rsidP="00D57A30">
    <w:pPr>
      <w:pStyle w:val="Nagwek"/>
      <w:ind w:left="4536"/>
      <w:rPr>
        <w:i/>
        <w:sz w:val="20"/>
        <w:szCs w:val="20"/>
      </w:rPr>
    </w:pPr>
  </w:p>
  <w:p w14:paraId="06D9F758" w14:textId="77777777" w:rsidR="00D23FA9" w:rsidRPr="00FA1759" w:rsidRDefault="00D23FA9" w:rsidP="00B805C7">
    <w:pPr>
      <w:tabs>
        <w:tab w:val="center" w:pos="5387"/>
      </w:tabs>
      <w:ind w:left="5245"/>
      <w:rPr>
        <w:sz w:val="16"/>
        <w:szCs w:val="16"/>
      </w:rPr>
    </w:pPr>
    <w:r w:rsidRPr="00FA1759">
      <w:rPr>
        <w:i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40E8D"/>
    <w:multiLevelType w:val="hybridMultilevel"/>
    <w:tmpl w:val="1E9C9058"/>
    <w:lvl w:ilvl="0" w:tplc="10FE25A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83584"/>
    <w:multiLevelType w:val="hybridMultilevel"/>
    <w:tmpl w:val="9A842AF0"/>
    <w:lvl w:ilvl="0" w:tplc="A9A49620">
      <w:start w:val="1"/>
      <w:numFmt w:val="lowerLetter"/>
      <w:lvlText w:val="%1."/>
      <w:lvlJc w:val="left"/>
      <w:pPr>
        <w:ind w:left="786" w:hanging="360"/>
      </w:pPr>
      <w:rPr>
        <w:rFonts w:hint="default"/>
        <w:b w:val="0"/>
        <w:i w:val="0"/>
        <w:sz w:val="22"/>
        <w:szCs w:val="20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DFB375D"/>
    <w:multiLevelType w:val="hybridMultilevel"/>
    <w:tmpl w:val="1E9C9058"/>
    <w:lvl w:ilvl="0" w:tplc="10FE25A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E5FA1"/>
    <w:multiLevelType w:val="hybridMultilevel"/>
    <w:tmpl w:val="AA040FB8"/>
    <w:lvl w:ilvl="0" w:tplc="71C2B004">
      <w:start w:val="1"/>
      <w:numFmt w:val="decimal"/>
      <w:lvlText w:val="%1)"/>
      <w:lvlJc w:val="left"/>
      <w:pPr>
        <w:tabs>
          <w:tab w:val="num" w:pos="414"/>
        </w:tabs>
        <w:ind w:left="414" w:hanging="414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F06D08"/>
    <w:multiLevelType w:val="hybridMultilevel"/>
    <w:tmpl w:val="07C8F4F2"/>
    <w:lvl w:ilvl="0" w:tplc="729C6F92">
      <w:start w:val="1"/>
      <w:numFmt w:val="decimal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7A36BD6"/>
    <w:multiLevelType w:val="hybridMultilevel"/>
    <w:tmpl w:val="C19C067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17519"/>
    <w:multiLevelType w:val="multilevel"/>
    <w:tmpl w:val="44EA4AB2"/>
    <w:lvl w:ilvl="0">
      <w:start w:val="1"/>
      <w:numFmt w:val="upperRoman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5D2C1D23"/>
    <w:multiLevelType w:val="multilevel"/>
    <w:tmpl w:val="1952C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F21DBE"/>
    <w:multiLevelType w:val="multilevel"/>
    <w:tmpl w:val="7A34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3713D9"/>
    <w:multiLevelType w:val="multilevel"/>
    <w:tmpl w:val="0BF868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6BF60330"/>
    <w:multiLevelType w:val="hybridMultilevel"/>
    <w:tmpl w:val="0504CB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626856">
    <w:abstractNumId w:val="6"/>
  </w:num>
  <w:num w:numId="2" w16cid:durableId="1122577564">
    <w:abstractNumId w:val="1"/>
  </w:num>
  <w:num w:numId="3" w16cid:durableId="37630970">
    <w:abstractNumId w:val="3"/>
  </w:num>
  <w:num w:numId="4" w16cid:durableId="991522397">
    <w:abstractNumId w:val="10"/>
  </w:num>
  <w:num w:numId="5" w16cid:durableId="1968269522">
    <w:abstractNumId w:val="5"/>
  </w:num>
  <w:num w:numId="6" w16cid:durableId="1052312953">
    <w:abstractNumId w:val="9"/>
  </w:num>
  <w:num w:numId="7" w16cid:durableId="429593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69636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26536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649412">
    <w:abstractNumId w:val="8"/>
  </w:num>
  <w:num w:numId="11" w16cid:durableId="501967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D34"/>
    <w:rsid w:val="000007D6"/>
    <w:rsid w:val="00004006"/>
    <w:rsid w:val="00011B03"/>
    <w:rsid w:val="0001330F"/>
    <w:rsid w:val="00030EE7"/>
    <w:rsid w:val="00030FD5"/>
    <w:rsid w:val="000334F0"/>
    <w:rsid w:val="000370D0"/>
    <w:rsid w:val="000415FE"/>
    <w:rsid w:val="000423D1"/>
    <w:rsid w:val="00047CD8"/>
    <w:rsid w:val="00050412"/>
    <w:rsid w:val="00051B1C"/>
    <w:rsid w:val="000533B3"/>
    <w:rsid w:val="00054824"/>
    <w:rsid w:val="00065528"/>
    <w:rsid w:val="000673A1"/>
    <w:rsid w:val="00073462"/>
    <w:rsid w:val="0008150E"/>
    <w:rsid w:val="00083D0D"/>
    <w:rsid w:val="0008734C"/>
    <w:rsid w:val="00091A25"/>
    <w:rsid w:val="00093702"/>
    <w:rsid w:val="000A2BC8"/>
    <w:rsid w:val="000B375E"/>
    <w:rsid w:val="000B3B75"/>
    <w:rsid w:val="000B3E9D"/>
    <w:rsid w:val="000C1A22"/>
    <w:rsid w:val="000C34E3"/>
    <w:rsid w:val="000C4C2E"/>
    <w:rsid w:val="000E1737"/>
    <w:rsid w:val="000F33CE"/>
    <w:rsid w:val="000F3C2A"/>
    <w:rsid w:val="0010016C"/>
    <w:rsid w:val="00101E13"/>
    <w:rsid w:val="0010665D"/>
    <w:rsid w:val="00106AF8"/>
    <w:rsid w:val="00111BDE"/>
    <w:rsid w:val="00114A11"/>
    <w:rsid w:val="001171FF"/>
    <w:rsid w:val="0012293C"/>
    <w:rsid w:val="00125ED1"/>
    <w:rsid w:val="00127BEE"/>
    <w:rsid w:val="00127DC6"/>
    <w:rsid w:val="00130090"/>
    <w:rsid w:val="001325E3"/>
    <w:rsid w:val="0013365C"/>
    <w:rsid w:val="00134F13"/>
    <w:rsid w:val="00140F31"/>
    <w:rsid w:val="00147218"/>
    <w:rsid w:val="00151A2A"/>
    <w:rsid w:val="00157959"/>
    <w:rsid w:val="00163EDA"/>
    <w:rsid w:val="00167F08"/>
    <w:rsid w:val="001718FC"/>
    <w:rsid w:val="0017341B"/>
    <w:rsid w:val="00173599"/>
    <w:rsid w:val="00180B68"/>
    <w:rsid w:val="001817F0"/>
    <w:rsid w:val="00182664"/>
    <w:rsid w:val="00183E20"/>
    <w:rsid w:val="00187D21"/>
    <w:rsid w:val="00191E01"/>
    <w:rsid w:val="0019356A"/>
    <w:rsid w:val="001943DA"/>
    <w:rsid w:val="0019542D"/>
    <w:rsid w:val="001A370B"/>
    <w:rsid w:val="001B2B8C"/>
    <w:rsid w:val="001B32FE"/>
    <w:rsid w:val="001B3740"/>
    <w:rsid w:val="001B4020"/>
    <w:rsid w:val="001B57F0"/>
    <w:rsid w:val="001C011D"/>
    <w:rsid w:val="001C0AC7"/>
    <w:rsid w:val="001C3A2A"/>
    <w:rsid w:val="001C6837"/>
    <w:rsid w:val="001D1D6E"/>
    <w:rsid w:val="001F29B4"/>
    <w:rsid w:val="001F4266"/>
    <w:rsid w:val="00204457"/>
    <w:rsid w:val="0020490E"/>
    <w:rsid w:val="002067B3"/>
    <w:rsid w:val="0022119E"/>
    <w:rsid w:val="002240A6"/>
    <w:rsid w:val="0022567E"/>
    <w:rsid w:val="00226FE3"/>
    <w:rsid w:val="0023077E"/>
    <w:rsid w:val="00230F34"/>
    <w:rsid w:val="00241B51"/>
    <w:rsid w:val="0024737E"/>
    <w:rsid w:val="002504A0"/>
    <w:rsid w:val="00255233"/>
    <w:rsid w:val="002646B7"/>
    <w:rsid w:val="00276936"/>
    <w:rsid w:val="00283EDA"/>
    <w:rsid w:val="00294F71"/>
    <w:rsid w:val="00296749"/>
    <w:rsid w:val="002A0086"/>
    <w:rsid w:val="002A038A"/>
    <w:rsid w:val="002A4980"/>
    <w:rsid w:val="002A6F82"/>
    <w:rsid w:val="002B1688"/>
    <w:rsid w:val="002B27F1"/>
    <w:rsid w:val="002B3310"/>
    <w:rsid w:val="002B40E8"/>
    <w:rsid w:val="002B4EB6"/>
    <w:rsid w:val="002B6018"/>
    <w:rsid w:val="002B70F4"/>
    <w:rsid w:val="002C0820"/>
    <w:rsid w:val="002C3C50"/>
    <w:rsid w:val="002C628A"/>
    <w:rsid w:val="002C7261"/>
    <w:rsid w:val="002D18C9"/>
    <w:rsid w:val="002D72B8"/>
    <w:rsid w:val="00301E9D"/>
    <w:rsid w:val="00303786"/>
    <w:rsid w:val="0030414E"/>
    <w:rsid w:val="0030450E"/>
    <w:rsid w:val="003237A1"/>
    <w:rsid w:val="003242BD"/>
    <w:rsid w:val="00324DEF"/>
    <w:rsid w:val="0032780C"/>
    <w:rsid w:val="00327C61"/>
    <w:rsid w:val="00341184"/>
    <w:rsid w:val="00342F29"/>
    <w:rsid w:val="00343CE0"/>
    <w:rsid w:val="0034630E"/>
    <w:rsid w:val="003511E1"/>
    <w:rsid w:val="00351342"/>
    <w:rsid w:val="0035319D"/>
    <w:rsid w:val="0035387A"/>
    <w:rsid w:val="00353E88"/>
    <w:rsid w:val="003560B5"/>
    <w:rsid w:val="00357407"/>
    <w:rsid w:val="00360A62"/>
    <w:rsid w:val="00360B64"/>
    <w:rsid w:val="003644A1"/>
    <w:rsid w:val="00365A3C"/>
    <w:rsid w:val="00367A4E"/>
    <w:rsid w:val="00370E32"/>
    <w:rsid w:val="00371038"/>
    <w:rsid w:val="003714D3"/>
    <w:rsid w:val="0037189F"/>
    <w:rsid w:val="00372AF6"/>
    <w:rsid w:val="003739B1"/>
    <w:rsid w:val="00375D60"/>
    <w:rsid w:val="0038308F"/>
    <w:rsid w:val="00385CAD"/>
    <w:rsid w:val="003870D1"/>
    <w:rsid w:val="00387AF3"/>
    <w:rsid w:val="00393F5D"/>
    <w:rsid w:val="003A092F"/>
    <w:rsid w:val="003A0B80"/>
    <w:rsid w:val="003A4FA2"/>
    <w:rsid w:val="003A77E9"/>
    <w:rsid w:val="003B4C38"/>
    <w:rsid w:val="003B59D7"/>
    <w:rsid w:val="003C10B7"/>
    <w:rsid w:val="003C27DA"/>
    <w:rsid w:val="003E2038"/>
    <w:rsid w:val="003E2887"/>
    <w:rsid w:val="003E4551"/>
    <w:rsid w:val="003E4F26"/>
    <w:rsid w:val="003E6152"/>
    <w:rsid w:val="003F0526"/>
    <w:rsid w:val="003F7B99"/>
    <w:rsid w:val="004030AA"/>
    <w:rsid w:val="00405FF0"/>
    <w:rsid w:val="004100A4"/>
    <w:rsid w:val="00411A01"/>
    <w:rsid w:val="00414488"/>
    <w:rsid w:val="00414E04"/>
    <w:rsid w:val="00415B07"/>
    <w:rsid w:val="004204EA"/>
    <w:rsid w:val="00420E7B"/>
    <w:rsid w:val="004236B4"/>
    <w:rsid w:val="00423C25"/>
    <w:rsid w:val="00423D56"/>
    <w:rsid w:val="00423DA5"/>
    <w:rsid w:val="00424699"/>
    <w:rsid w:val="0043301E"/>
    <w:rsid w:val="00434982"/>
    <w:rsid w:val="00435690"/>
    <w:rsid w:val="0043691D"/>
    <w:rsid w:val="00440EFB"/>
    <w:rsid w:val="00446379"/>
    <w:rsid w:val="00450E19"/>
    <w:rsid w:val="00451EEC"/>
    <w:rsid w:val="0045200C"/>
    <w:rsid w:val="0046492C"/>
    <w:rsid w:val="00465ABF"/>
    <w:rsid w:val="0046795C"/>
    <w:rsid w:val="0047599D"/>
    <w:rsid w:val="004774CF"/>
    <w:rsid w:val="004778F2"/>
    <w:rsid w:val="004838D7"/>
    <w:rsid w:val="00484517"/>
    <w:rsid w:val="00484801"/>
    <w:rsid w:val="004927BC"/>
    <w:rsid w:val="00496852"/>
    <w:rsid w:val="004A18D1"/>
    <w:rsid w:val="004A1E87"/>
    <w:rsid w:val="004A2D34"/>
    <w:rsid w:val="004A6749"/>
    <w:rsid w:val="004B304E"/>
    <w:rsid w:val="004B6794"/>
    <w:rsid w:val="004B68CE"/>
    <w:rsid w:val="004C17D0"/>
    <w:rsid w:val="004C2DDA"/>
    <w:rsid w:val="004C59D7"/>
    <w:rsid w:val="004D203F"/>
    <w:rsid w:val="004D377E"/>
    <w:rsid w:val="004E090C"/>
    <w:rsid w:val="004E23B9"/>
    <w:rsid w:val="004E661E"/>
    <w:rsid w:val="004E78A2"/>
    <w:rsid w:val="004F18D0"/>
    <w:rsid w:val="004F2FC2"/>
    <w:rsid w:val="004F4E22"/>
    <w:rsid w:val="004F64C4"/>
    <w:rsid w:val="0050230F"/>
    <w:rsid w:val="0050251C"/>
    <w:rsid w:val="0050440B"/>
    <w:rsid w:val="00504BBC"/>
    <w:rsid w:val="005111F2"/>
    <w:rsid w:val="0051796D"/>
    <w:rsid w:val="00523219"/>
    <w:rsid w:val="0052400B"/>
    <w:rsid w:val="0053015C"/>
    <w:rsid w:val="005322C0"/>
    <w:rsid w:val="00535AA8"/>
    <w:rsid w:val="00551E5E"/>
    <w:rsid w:val="00553E0A"/>
    <w:rsid w:val="00554537"/>
    <w:rsid w:val="00564385"/>
    <w:rsid w:val="005711A8"/>
    <w:rsid w:val="00575EE0"/>
    <w:rsid w:val="00580CEE"/>
    <w:rsid w:val="00581FFE"/>
    <w:rsid w:val="00583447"/>
    <w:rsid w:val="00592A1D"/>
    <w:rsid w:val="00593173"/>
    <w:rsid w:val="00597965"/>
    <w:rsid w:val="005A4DC8"/>
    <w:rsid w:val="005B24EB"/>
    <w:rsid w:val="005C14D0"/>
    <w:rsid w:val="005C5A49"/>
    <w:rsid w:val="005C6DDF"/>
    <w:rsid w:val="005D0DF5"/>
    <w:rsid w:val="005D2B5A"/>
    <w:rsid w:val="005D35FA"/>
    <w:rsid w:val="005D4078"/>
    <w:rsid w:val="005E0CC2"/>
    <w:rsid w:val="005E1499"/>
    <w:rsid w:val="005F1CA5"/>
    <w:rsid w:val="005F23A8"/>
    <w:rsid w:val="005F363B"/>
    <w:rsid w:val="00602A48"/>
    <w:rsid w:val="006039DD"/>
    <w:rsid w:val="0061062A"/>
    <w:rsid w:val="00613FA1"/>
    <w:rsid w:val="00615715"/>
    <w:rsid w:val="006218D3"/>
    <w:rsid w:val="00632B53"/>
    <w:rsid w:val="006340ED"/>
    <w:rsid w:val="00635CE3"/>
    <w:rsid w:val="00637637"/>
    <w:rsid w:val="00641D60"/>
    <w:rsid w:val="00642D17"/>
    <w:rsid w:val="006469A4"/>
    <w:rsid w:val="0065551D"/>
    <w:rsid w:val="006559A0"/>
    <w:rsid w:val="0066177F"/>
    <w:rsid w:val="00674CDF"/>
    <w:rsid w:val="00675B2F"/>
    <w:rsid w:val="00677CED"/>
    <w:rsid w:val="0068295D"/>
    <w:rsid w:val="00684423"/>
    <w:rsid w:val="00693F68"/>
    <w:rsid w:val="006A0FE4"/>
    <w:rsid w:val="006A6BDF"/>
    <w:rsid w:val="006B4D7C"/>
    <w:rsid w:val="006C3246"/>
    <w:rsid w:val="006C448F"/>
    <w:rsid w:val="006C52E9"/>
    <w:rsid w:val="006C7910"/>
    <w:rsid w:val="006D0C38"/>
    <w:rsid w:val="006D2870"/>
    <w:rsid w:val="006D6492"/>
    <w:rsid w:val="006D78CB"/>
    <w:rsid w:val="006F499E"/>
    <w:rsid w:val="00703645"/>
    <w:rsid w:val="0071001B"/>
    <w:rsid w:val="007130A0"/>
    <w:rsid w:val="00713A6D"/>
    <w:rsid w:val="00714C94"/>
    <w:rsid w:val="00714F68"/>
    <w:rsid w:val="00717F76"/>
    <w:rsid w:val="007223CF"/>
    <w:rsid w:val="007245D8"/>
    <w:rsid w:val="00730C7A"/>
    <w:rsid w:val="00730DC3"/>
    <w:rsid w:val="00737751"/>
    <w:rsid w:val="00737DF9"/>
    <w:rsid w:val="00740388"/>
    <w:rsid w:val="00740A5A"/>
    <w:rsid w:val="00740F27"/>
    <w:rsid w:val="00741911"/>
    <w:rsid w:val="007436B7"/>
    <w:rsid w:val="00745530"/>
    <w:rsid w:val="007469B9"/>
    <w:rsid w:val="00756B12"/>
    <w:rsid w:val="00766EF3"/>
    <w:rsid w:val="00767942"/>
    <w:rsid w:val="0077143F"/>
    <w:rsid w:val="007746B2"/>
    <w:rsid w:val="007834A5"/>
    <w:rsid w:val="007863BD"/>
    <w:rsid w:val="00786D01"/>
    <w:rsid w:val="00786E95"/>
    <w:rsid w:val="00791985"/>
    <w:rsid w:val="00794D56"/>
    <w:rsid w:val="00795A77"/>
    <w:rsid w:val="007A1BAE"/>
    <w:rsid w:val="007A35FC"/>
    <w:rsid w:val="007B2261"/>
    <w:rsid w:val="007B65D0"/>
    <w:rsid w:val="007C3A61"/>
    <w:rsid w:val="007C4412"/>
    <w:rsid w:val="007C78CB"/>
    <w:rsid w:val="007D3B52"/>
    <w:rsid w:val="007D6E90"/>
    <w:rsid w:val="007E1C7D"/>
    <w:rsid w:val="007E3370"/>
    <w:rsid w:val="007E6525"/>
    <w:rsid w:val="007F0C7C"/>
    <w:rsid w:val="007F268E"/>
    <w:rsid w:val="007F3F16"/>
    <w:rsid w:val="0080057B"/>
    <w:rsid w:val="008023CF"/>
    <w:rsid w:val="008058B7"/>
    <w:rsid w:val="008065D3"/>
    <w:rsid w:val="00813CCB"/>
    <w:rsid w:val="00814831"/>
    <w:rsid w:val="00815148"/>
    <w:rsid w:val="008224E8"/>
    <w:rsid w:val="00826142"/>
    <w:rsid w:val="00826D72"/>
    <w:rsid w:val="008311D1"/>
    <w:rsid w:val="008339C2"/>
    <w:rsid w:val="00835237"/>
    <w:rsid w:val="00837004"/>
    <w:rsid w:val="00843CB4"/>
    <w:rsid w:val="00844322"/>
    <w:rsid w:val="0085199F"/>
    <w:rsid w:val="0085688B"/>
    <w:rsid w:val="008619D3"/>
    <w:rsid w:val="00873689"/>
    <w:rsid w:val="00875B16"/>
    <w:rsid w:val="00883395"/>
    <w:rsid w:val="00887A05"/>
    <w:rsid w:val="00892938"/>
    <w:rsid w:val="00894F08"/>
    <w:rsid w:val="008A20F7"/>
    <w:rsid w:val="008A4BA2"/>
    <w:rsid w:val="008A5016"/>
    <w:rsid w:val="008A6F6A"/>
    <w:rsid w:val="008B1139"/>
    <w:rsid w:val="008B148E"/>
    <w:rsid w:val="008B1AA7"/>
    <w:rsid w:val="008B3B07"/>
    <w:rsid w:val="008B6D94"/>
    <w:rsid w:val="008C1510"/>
    <w:rsid w:val="008C7B25"/>
    <w:rsid w:val="008D54D0"/>
    <w:rsid w:val="008D7A92"/>
    <w:rsid w:val="008E1850"/>
    <w:rsid w:val="008E7F4F"/>
    <w:rsid w:val="008F1882"/>
    <w:rsid w:val="008F39F1"/>
    <w:rsid w:val="008F3D6E"/>
    <w:rsid w:val="008F6560"/>
    <w:rsid w:val="00904531"/>
    <w:rsid w:val="00912539"/>
    <w:rsid w:val="00915565"/>
    <w:rsid w:val="0091734D"/>
    <w:rsid w:val="0091780F"/>
    <w:rsid w:val="009252EB"/>
    <w:rsid w:val="00925CFF"/>
    <w:rsid w:val="009401F8"/>
    <w:rsid w:val="0094083F"/>
    <w:rsid w:val="00943085"/>
    <w:rsid w:val="009511E0"/>
    <w:rsid w:val="00951AEF"/>
    <w:rsid w:val="00952794"/>
    <w:rsid w:val="009539B5"/>
    <w:rsid w:val="00961FCF"/>
    <w:rsid w:val="009673FA"/>
    <w:rsid w:val="00970F09"/>
    <w:rsid w:val="009728F3"/>
    <w:rsid w:val="00972A0C"/>
    <w:rsid w:val="009800C0"/>
    <w:rsid w:val="00980EB9"/>
    <w:rsid w:val="00982876"/>
    <w:rsid w:val="00983B48"/>
    <w:rsid w:val="0098709F"/>
    <w:rsid w:val="00992B95"/>
    <w:rsid w:val="00993559"/>
    <w:rsid w:val="00995094"/>
    <w:rsid w:val="0099642F"/>
    <w:rsid w:val="00997995"/>
    <w:rsid w:val="009A18B6"/>
    <w:rsid w:val="009A26F3"/>
    <w:rsid w:val="009B151C"/>
    <w:rsid w:val="009B1B0B"/>
    <w:rsid w:val="009B689C"/>
    <w:rsid w:val="009C6DC1"/>
    <w:rsid w:val="009C7245"/>
    <w:rsid w:val="009D0574"/>
    <w:rsid w:val="009D15C8"/>
    <w:rsid w:val="009D65EC"/>
    <w:rsid w:val="009D7D29"/>
    <w:rsid w:val="009E3A51"/>
    <w:rsid w:val="009E64F7"/>
    <w:rsid w:val="009F769A"/>
    <w:rsid w:val="00A051DC"/>
    <w:rsid w:val="00A06B4D"/>
    <w:rsid w:val="00A07621"/>
    <w:rsid w:val="00A124EC"/>
    <w:rsid w:val="00A21EAA"/>
    <w:rsid w:val="00A22633"/>
    <w:rsid w:val="00A24989"/>
    <w:rsid w:val="00A3124A"/>
    <w:rsid w:val="00A31298"/>
    <w:rsid w:val="00A33469"/>
    <w:rsid w:val="00A33D24"/>
    <w:rsid w:val="00A3678C"/>
    <w:rsid w:val="00A375A9"/>
    <w:rsid w:val="00A37F69"/>
    <w:rsid w:val="00A44F8F"/>
    <w:rsid w:val="00A51F8B"/>
    <w:rsid w:val="00A53202"/>
    <w:rsid w:val="00A53240"/>
    <w:rsid w:val="00A62FD9"/>
    <w:rsid w:val="00A64443"/>
    <w:rsid w:val="00A645A2"/>
    <w:rsid w:val="00A70A8E"/>
    <w:rsid w:val="00A7178D"/>
    <w:rsid w:val="00A80784"/>
    <w:rsid w:val="00A8648A"/>
    <w:rsid w:val="00A87FEA"/>
    <w:rsid w:val="00A9092E"/>
    <w:rsid w:val="00A93CDB"/>
    <w:rsid w:val="00A949F0"/>
    <w:rsid w:val="00AA3319"/>
    <w:rsid w:val="00AA4438"/>
    <w:rsid w:val="00AB0235"/>
    <w:rsid w:val="00AB200D"/>
    <w:rsid w:val="00AB267F"/>
    <w:rsid w:val="00AB3480"/>
    <w:rsid w:val="00AB3B54"/>
    <w:rsid w:val="00AB41A9"/>
    <w:rsid w:val="00AB5771"/>
    <w:rsid w:val="00AB5830"/>
    <w:rsid w:val="00AB6557"/>
    <w:rsid w:val="00AC02BD"/>
    <w:rsid w:val="00AC0364"/>
    <w:rsid w:val="00AC09F4"/>
    <w:rsid w:val="00AC5819"/>
    <w:rsid w:val="00AC7E06"/>
    <w:rsid w:val="00AD0956"/>
    <w:rsid w:val="00AD1E68"/>
    <w:rsid w:val="00AD3490"/>
    <w:rsid w:val="00AD5BAC"/>
    <w:rsid w:val="00AD5BDE"/>
    <w:rsid w:val="00AD66D4"/>
    <w:rsid w:val="00AE4358"/>
    <w:rsid w:val="00AE4CBA"/>
    <w:rsid w:val="00AE6280"/>
    <w:rsid w:val="00B02D20"/>
    <w:rsid w:val="00B06475"/>
    <w:rsid w:val="00B07524"/>
    <w:rsid w:val="00B102DD"/>
    <w:rsid w:val="00B12115"/>
    <w:rsid w:val="00B13E03"/>
    <w:rsid w:val="00B16681"/>
    <w:rsid w:val="00B30681"/>
    <w:rsid w:val="00B3244B"/>
    <w:rsid w:val="00B3271D"/>
    <w:rsid w:val="00B340F7"/>
    <w:rsid w:val="00B40893"/>
    <w:rsid w:val="00B40CB7"/>
    <w:rsid w:val="00B40D19"/>
    <w:rsid w:val="00B46031"/>
    <w:rsid w:val="00B60D0A"/>
    <w:rsid w:val="00B65F4F"/>
    <w:rsid w:val="00B666ED"/>
    <w:rsid w:val="00B75135"/>
    <w:rsid w:val="00B7615B"/>
    <w:rsid w:val="00B77B1C"/>
    <w:rsid w:val="00B805C7"/>
    <w:rsid w:val="00B835AD"/>
    <w:rsid w:val="00B867E0"/>
    <w:rsid w:val="00B877A3"/>
    <w:rsid w:val="00B93422"/>
    <w:rsid w:val="00B96FF7"/>
    <w:rsid w:val="00BA1A7F"/>
    <w:rsid w:val="00BA37A5"/>
    <w:rsid w:val="00BA3AD5"/>
    <w:rsid w:val="00BA3E56"/>
    <w:rsid w:val="00BB5DA9"/>
    <w:rsid w:val="00BC190A"/>
    <w:rsid w:val="00BC235E"/>
    <w:rsid w:val="00BC2AE6"/>
    <w:rsid w:val="00BC4A77"/>
    <w:rsid w:val="00BC4C20"/>
    <w:rsid w:val="00BD10D3"/>
    <w:rsid w:val="00BD1FFF"/>
    <w:rsid w:val="00BD5E33"/>
    <w:rsid w:val="00BD6A42"/>
    <w:rsid w:val="00BE3A48"/>
    <w:rsid w:val="00BE64F7"/>
    <w:rsid w:val="00BF1368"/>
    <w:rsid w:val="00BF1D5F"/>
    <w:rsid w:val="00BF28C8"/>
    <w:rsid w:val="00BF31E7"/>
    <w:rsid w:val="00BF3F1E"/>
    <w:rsid w:val="00BF4704"/>
    <w:rsid w:val="00C03820"/>
    <w:rsid w:val="00C05A9E"/>
    <w:rsid w:val="00C16580"/>
    <w:rsid w:val="00C20E5F"/>
    <w:rsid w:val="00C21667"/>
    <w:rsid w:val="00C2302D"/>
    <w:rsid w:val="00C236F6"/>
    <w:rsid w:val="00C2467D"/>
    <w:rsid w:val="00C2746C"/>
    <w:rsid w:val="00C3069F"/>
    <w:rsid w:val="00C3239D"/>
    <w:rsid w:val="00C3465B"/>
    <w:rsid w:val="00C468DB"/>
    <w:rsid w:val="00C47E69"/>
    <w:rsid w:val="00C50E75"/>
    <w:rsid w:val="00C5349C"/>
    <w:rsid w:val="00C635C2"/>
    <w:rsid w:val="00C659FE"/>
    <w:rsid w:val="00C71057"/>
    <w:rsid w:val="00C74B35"/>
    <w:rsid w:val="00C84C69"/>
    <w:rsid w:val="00C87342"/>
    <w:rsid w:val="00C9155E"/>
    <w:rsid w:val="00CB0A8E"/>
    <w:rsid w:val="00CB20F0"/>
    <w:rsid w:val="00CB304F"/>
    <w:rsid w:val="00CB3413"/>
    <w:rsid w:val="00CB4001"/>
    <w:rsid w:val="00CB61D7"/>
    <w:rsid w:val="00CB6363"/>
    <w:rsid w:val="00CC0AD6"/>
    <w:rsid w:val="00CC3627"/>
    <w:rsid w:val="00CD7904"/>
    <w:rsid w:val="00CE0ABE"/>
    <w:rsid w:val="00CE3336"/>
    <w:rsid w:val="00CF1A33"/>
    <w:rsid w:val="00CF217E"/>
    <w:rsid w:val="00CF320E"/>
    <w:rsid w:val="00CF4E70"/>
    <w:rsid w:val="00CF6301"/>
    <w:rsid w:val="00CF7C1D"/>
    <w:rsid w:val="00D106B5"/>
    <w:rsid w:val="00D121FD"/>
    <w:rsid w:val="00D12B72"/>
    <w:rsid w:val="00D13408"/>
    <w:rsid w:val="00D1562A"/>
    <w:rsid w:val="00D17B3F"/>
    <w:rsid w:val="00D21427"/>
    <w:rsid w:val="00D226FA"/>
    <w:rsid w:val="00D23FA9"/>
    <w:rsid w:val="00D302D7"/>
    <w:rsid w:val="00D327EE"/>
    <w:rsid w:val="00D35FB3"/>
    <w:rsid w:val="00D44058"/>
    <w:rsid w:val="00D47013"/>
    <w:rsid w:val="00D524A0"/>
    <w:rsid w:val="00D53470"/>
    <w:rsid w:val="00D54AAE"/>
    <w:rsid w:val="00D5745D"/>
    <w:rsid w:val="00D57A30"/>
    <w:rsid w:val="00D6255A"/>
    <w:rsid w:val="00D62910"/>
    <w:rsid w:val="00D66F31"/>
    <w:rsid w:val="00D671EB"/>
    <w:rsid w:val="00D7057E"/>
    <w:rsid w:val="00D72583"/>
    <w:rsid w:val="00D7272A"/>
    <w:rsid w:val="00D762D9"/>
    <w:rsid w:val="00D76C8A"/>
    <w:rsid w:val="00D77A5C"/>
    <w:rsid w:val="00D8501A"/>
    <w:rsid w:val="00D85BB0"/>
    <w:rsid w:val="00D90796"/>
    <w:rsid w:val="00D92440"/>
    <w:rsid w:val="00D956D4"/>
    <w:rsid w:val="00D97529"/>
    <w:rsid w:val="00DA41C0"/>
    <w:rsid w:val="00DA6206"/>
    <w:rsid w:val="00DB3F6D"/>
    <w:rsid w:val="00DB482F"/>
    <w:rsid w:val="00DB6010"/>
    <w:rsid w:val="00DB614A"/>
    <w:rsid w:val="00DB7058"/>
    <w:rsid w:val="00DB76A2"/>
    <w:rsid w:val="00DC1E41"/>
    <w:rsid w:val="00DC2792"/>
    <w:rsid w:val="00DC2ADC"/>
    <w:rsid w:val="00DC40D2"/>
    <w:rsid w:val="00DC41D7"/>
    <w:rsid w:val="00DD267B"/>
    <w:rsid w:val="00DD36A7"/>
    <w:rsid w:val="00DD4579"/>
    <w:rsid w:val="00DD7C6C"/>
    <w:rsid w:val="00DE0A3E"/>
    <w:rsid w:val="00DF005E"/>
    <w:rsid w:val="00E015A1"/>
    <w:rsid w:val="00E041CC"/>
    <w:rsid w:val="00E052C2"/>
    <w:rsid w:val="00E0757C"/>
    <w:rsid w:val="00E07860"/>
    <w:rsid w:val="00E0796C"/>
    <w:rsid w:val="00E10419"/>
    <w:rsid w:val="00E1045E"/>
    <w:rsid w:val="00E16D1F"/>
    <w:rsid w:val="00E221CC"/>
    <w:rsid w:val="00E2272C"/>
    <w:rsid w:val="00E25F43"/>
    <w:rsid w:val="00E26CE0"/>
    <w:rsid w:val="00E34E57"/>
    <w:rsid w:val="00E3537D"/>
    <w:rsid w:val="00E36E90"/>
    <w:rsid w:val="00E375D6"/>
    <w:rsid w:val="00E41352"/>
    <w:rsid w:val="00E55DC3"/>
    <w:rsid w:val="00E5754F"/>
    <w:rsid w:val="00E6369D"/>
    <w:rsid w:val="00E6731E"/>
    <w:rsid w:val="00E722C4"/>
    <w:rsid w:val="00E72771"/>
    <w:rsid w:val="00E72EF5"/>
    <w:rsid w:val="00E73355"/>
    <w:rsid w:val="00E74588"/>
    <w:rsid w:val="00E94A7B"/>
    <w:rsid w:val="00EA0152"/>
    <w:rsid w:val="00EA49D5"/>
    <w:rsid w:val="00EA568A"/>
    <w:rsid w:val="00EA721D"/>
    <w:rsid w:val="00EB3043"/>
    <w:rsid w:val="00EB4247"/>
    <w:rsid w:val="00EB5527"/>
    <w:rsid w:val="00EB6A05"/>
    <w:rsid w:val="00EC240D"/>
    <w:rsid w:val="00EC2570"/>
    <w:rsid w:val="00EC7F49"/>
    <w:rsid w:val="00EE276A"/>
    <w:rsid w:val="00EE7770"/>
    <w:rsid w:val="00EF2050"/>
    <w:rsid w:val="00EF239A"/>
    <w:rsid w:val="00EF6540"/>
    <w:rsid w:val="00EF7851"/>
    <w:rsid w:val="00F105B4"/>
    <w:rsid w:val="00F164B9"/>
    <w:rsid w:val="00F26B4F"/>
    <w:rsid w:val="00F31C0F"/>
    <w:rsid w:val="00F4635E"/>
    <w:rsid w:val="00F4712E"/>
    <w:rsid w:val="00F47C00"/>
    <w:rsid w:val="00F47C51"/>
    <w:rsid w:val="00F5115E"/>
    <w:rsid w:val="00F530DD"/>
    <w:rsid w:val="00F607AD"/>
    <w:rsid w:val="00F608BA"/>
    <w:rsid w:val="00F621D4"/>
    <w:rsid w:val="00F649D6"/>
    <w:rsid w:val="00F7169D"/>
    <w:rsid w:val="00F81FC5"/>
    <w:rsid w:val="00F83289"/>
    <w:rsid w:val="00FA1759"/>
    <w:rsid w:val="00FA331E"/>
    <w:rsid w:val="00FB0289"/>
    <w:rsid w:val="00FB3555"/>
    <w:rsid w:val="00FB6FF8"/>
    <w:rsid w:val="00FD36AB"/>
    <w:rsid w:val="00FD7A10"/>
    <w:rsid w:val="00FE0396"/>
    <w:rsid w:val="00FE0AFF"/>
    <w:rsid w:val="00FE1F17"/>
    <w:rsid w:val="00FE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93FA0"/>
  <w15:docId w15:val="{D60E82C4-962D-4F68-BCC5-8977FF1C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2C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22C0"/>
    <w:pPr>
      <w:keepNext/>
      <w:jc w:val="center"/>
      <w:outlineLvl w:val="0"/>
    </w:pPr>
    <w:rPr>
      <w:rFonts w:ascii="Tahoma" w:hAnsi="Tahoma"/>
      <w:b/>
      <w:bCs/>
      <w:sz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3B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3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322C0"/>
    <w:rPr>
      <w:rFonts w:ascii="Tahoma" w:eastAsia="Times New Roman" w:hAnsi="Tahoma" w:cs="Times New Roman"/>
      <w:b/>
      <w:bCs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322C0"/>
    <w:pPr>
      <w:spacing w:line="360" w:lineRule="auto"/>
      <w:jc w:val="both"/>
    </w:pPr>
    <w:rPr>
      <w:rFonts w:ascii="Tahoma" w:hAnsi="Tahoma"/>
      <w:b/>
      <w:bCs/>
      <w:sz w:val="20"/>
    </w:rPr>
  </w:style>
  <w:style w:type="character" w:customStyle="1" w:styleId="Tekstpodstawowy2Znak">
    <w:name w:val="Tekst podstawowy 2 Znak"/>
    <w:link w:val="Tekstpodstawowy2"/>
    <w:rsid w:val="005322C0"/>
    <w:rPr>
      <w:rFonts w:ascii="Tahoma" w:eastAsia="Times New Roman" w:hAnsi="Tahoma" w:cs="Times New Roman"/>
      <w:b/>
      <w:bCs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D5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4D5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A49D5"/>
    <w:pPr>
      <w:ind w:left="708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41A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B41A9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41A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B41A9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41A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AB41A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rsid w:val="00AB41A9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  <w:textAlignment w:val="baseline"/>
    </w:pPr>
  </w:style>
  <w:style w:type="character" w:customStyle="1" w:styleId="StopkaZnak">
    <w:name w:val="Stopka Znak"/>
    <w:link w:val="Stopka"/>
    <w:rsid w:val="00AB41A9"/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AB41A9"/>
    <w:pPr>
      <w:widowControl w:val="0"/>
      <w:adjustRightInd w:val="0"/>
      <w:spacing w:line="360" w:lineRule="auto"/>
      <w:jc w:val="center"/>
      <w:textAlignment w:val="baseline"/>
    </w:pPr>
    <w:rPr>
      <w:b/>
      <w:color w:val="339966"/>
    </w:rPr>
  </w:style>
  <w:style w:type="paragraph" w:styleId="Nagwek">
    <w:name w:val="header"/>
    <w:basedOn w:val="Normalny"/>
    <w:link w:val="NagwekZnak"/>
    <w:uiPriority w:val="99"/>
    <w:unhideWhenUsed/>
    <w:rsid w:val="00AB4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B41A9"/>
    <w:rPr>
      <w:rFonts w:ascii="Times New Roman" w:eastAsia="Times New Roman" w:hAnsi="Times New Roman"/>
      <w:sz w:val="24"/>
      <w:szCs w:val="24"/>
    </w:rPr>
  </w:style>
  <w:style w:type="paragraph" w:customStyle="1" w:styleId="Znak2ZnakZnakZnakZnakZnakZnakZnakZnakZnakZnakZnakZnakZnakZnakZnakZnakZnakZnakZnakZnakZnakZnakZnakZnak">
    <w:name w:val="Znak2 Znak Znak Znak Znak Znak Znak Znak Znak Znak Znak Znak Znak Znak Znak Znak Znak Znak Znak Znak Znak Znak Znak Znak Znak"/>
    <w:basedOn w:val="Normalny"/>
    <w:rsid w:val="007469B9"/>
  </w:style>
  <w:style w:type="table" w:styleId="Tabela-Siatka">
    <w:name w:val="Table Grid"/>
    <w:basedOn w:val="Standardowy"/>
    <w:uiPriority w:val="59"/>
    <w:rsid w:val="00C84C69"/>
    <w:pPr>
      <w:ind w:left="284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ny"/>
    <w:link w:val="StandardZnak"/>
    <w:rsid w:val="00554537"/>
    <w:pPr>
      <w:jc w:val="both"/>
    </w:pPr>
  </w:style>
  <w:style w:type="character" w:customStyle="1" w:styleId="StandardZnak">
    <w:name w:val="Standard Znak"/>
    <w:link w:val="Standard"/>
    <w:locked/>
    <w:rsid w:val="00554537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53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5453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54537"/>
    <w:rPr>
      <w:vertAlign w:val="superscript"/>
    </w:rPr>
  </w:style>
  <w:style w:type="character" w:customStyle="1" w:styleId="st">
    <w:name w:val="st"/>
    <w:rsid w:val="004E090C"/>
  </w:style>
  <w:style w:type="character" w:customStyle="1" w:styleId="cs15323895">
    <w:name w:val="cs15323895"/>
    <w:rsid w:val="004E090C"/>
  </w:style>
  <w:style w:type="character" w:customStyle="1" w:styleId="span8">
    <w:name w:val="span_8"/>
    <w:rsid w:val="00D54AAE"/>
  </w:style>
  <w:style w:type="character" w:styleId="Pogrubienie">
    <w:name w:val="Strong"/>
    <w:uiPriority w:val="22"/>
    <w:qFormat/>
    <w:rsid w:val="00D54AAE"/>
    <w:rPr>
      <w:b/>
      <w:bCs/>
    </w:rPr>
  </w:style>
  <w:style w:type="character" w:styleId="Odwoaniedokomentarza">
    <w:name w:val="annotation reference"/>
    <w:uiPriority w:val="99"/>
    <w:semiHidden/>
    <w:unhideWhenUsed/>
    <w:rsid w:val="00125E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ED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25ED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ED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25ED1"/>
    <w:rPr>
      <w:rFonts w:ascii="Times New Roman" w:eastAsia="Times New Roman" w:hAnsi="Times New Roman"/>
      <w:b/>
      <w:bCs/>
    </w:rPr>
  </w:style>
  <w:style w:type="character" w:customStyle="1" w:styleId="ilfuvd">
    <w:name w:val="ilfuvd"/>
    <w:rsid w:val="0023077E"/>
  </w:style>
  <w:style w:type="character" w:customStyle="1" w:styleId="Nagwek4Znak">
    <w:name w:val="Nagłówek 4 Znak"/>
    <w:link w:val="Nagwek4"/>
    <w:uiPriority w:val="9"/>
    <w:semiHidden/>
    <w:rsid w:val="00E3537D"/>
    <w:rPr>
      <w:rFonts w:ascii="Calibri" w:eastAsia="Times New Roman" w:hAnsi="Calibri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E3537D"/>
    <w:pPr>
      <w:spacing w:before="100" w:beforeAutospacing="1" w:after="100" w:afterAutospacing="1"/>
    </w:pPr>
  </w:style>
  <w:style w:type="paragraph" w:customStyle="1" w:styleId="item">
    <w:name w:val="item"/>
    <w:basedOn w:val="Normalny"/>
    <w:rsid w:val="00CB3413"/>
    <w:pPr>
      <w:spacing w:before="100" w:beforeAutospacing="1" w:after="100" w:afterAutospacing="1"/>
    </w:pPr>
  </w:style>
  <w:style w:type="character" w:customStyle="1" w:styleId="attribute">
    <w:name w:val="attribute"/>
    <w:basedOn w:val="Domylnaczcionkaakapitu"/>
    <w:rsid w:val="00CB3413"/>
  </w:style>
  <w:style w:type="character" w:customStyle="1" w:styleId="value">
    <w:name w:val="value"/>
    <w:basedOn w:val="Domylnaczcionkaakapitu"/>
    <w:rsid w:val="00CB3413"/>
  </w:style>
  <w:style w:type="character" w:styleId="Hipercze">
    <w:name w:val="Hyperlink"/>
    <w:basedOn w:val="Domylnaczcionkaakapitu"/>
    <w:uiPriority w:val="99"/>
    <w:semiHidden/>
    <w:unhideWhenUsed/>
    <w:rsid w:val="0046795C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3B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display-inline">
    <w:name w:val="display-inline"/>
    <w:basedOn w:val="Domylnaczcionkaakapitu"/>
    <w:rsid w:val="008B3B07"/>
  </w:style>
  <w:style w:type="paragraph" w:customStyle="1" w:styleId="Default">
    <w:name w:val="Default"/>
    <w:rsid w:val="00364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rbanczyk\Desktop\WNIOSEK%20O%20URUCHOMIENIE%20POST&#280;POWAN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F7B33-F9F5-453F-9F17-F65DECB1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WNIOSEK O URUCHOMIENIE POSTĘPOWANIA</Template>
  <TotalTime>2</TotalTime>
  <Pages>6</Pages>
  <Words>1230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Urbańczyk</dc:creator>
  <cp:keywords/>
  <dc:description/>
  <cp:lastModifiedBy>Łukasz Żołneczko</cp:lastModifiedBy>
  <cp:revision>2</cp:revision>
  <cp:lastPrinted>2023-08-18T04:23:00Z</cp:lastPrinted>
  <dcterms:created xsi:type="dcterms:W3CDTF">2023-12-07T10:03:00Z</dcterms:created>
  <dcterms:modified xsi:type="dcterms:W3CDTF">2023-12-07T10:03:00Z</dcterms:modified>
</cp:coreProperties>
</file>