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B26C7" w14:textId="402FB994" w:rsidR="002D5AF1" w:rsidRPr="00891BD3" w:rsidRDefault="002D5AF1" w:rsidP="00891BD3">
      <w:pPr>
        <w:autoSpaceDE w:val="0"/>
        <w:autoSpaceDN w:val="0"/>
        <w:adjustRightInd w:val="0"/>
        <w:spacing w:after="120" w:line="240" w:lineRule="auto"/>
        <w:jc w:val="right"/>
        <w:rPr>
          <w:rFonts w:ascii="Arial" w:hAnsi="Arial" w:cs="Arial"/>
          <w:b/>
          <w:noProof/>
          <w:sz w:val="20"/>
          <w:szCs w:val="20"/>
        </w:rPr>
      </w:pPr>
      <w:r w:rsidRPr="00891BD3">
        <w:rPr>
          <w:rFonts w:ascii="Arial" w:hAnsi="Arial" w:cs="Arial"/>
          <w:b/>
          <w:noProof/>
          <w:sz w:val="20"/>
          <w:szCs w:val="20"/>
        </w:rPr>
        <w:t>Załącznik nr 1</w:t>
      </w:r>
    </w:p>
    <w:p w14:paraId="585B6740" w14:textId="77777777" w:rsidR="002D5AF1" w:rsidRPr="00891BD3" w:rsidRDefault="002D5AF1" w:rsidP="002D5AF1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1BD3">
        <w:rPr>
          <w:rFonts w:ascii="Arial" w:hAnsi="Arial" w:cs="Arial"/>
          <w:b/>
          <w:bCs/>
          <w:sz w:val="20"/>
          <w:szCs w:val="20"/>
        </w:rPr>
        <w:t>FORMULARZ OFERTOWY</w:t>
      </w: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7796"/>
      </w:tblGrid>
      <w:tr w:rsidR="002D5AF1" w:rsidRPr="00891BD3" w14:paraId="7AE04F1E" w14:textId="77777777" w:rsidTr="004B5F76">
        <w:trPr>
          <w:trHeight w:val="120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94DC9D" w14:textId="77777777" w:rsidR="002D5AF1" w:rsidRPr="00891BD3" w:rsidRDefault="002D5AF1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Dane </w:t>
            </w:r>
            <w:r w:rsidR="003E755E"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Oferenta</w:t>
            </w:r>
          </w:p>
        </w:tc>
      </w:tr>
      <w:tr w:rsidR="002D5AF1" w:rsidRPr="00891BD3" w14:paraId="382F220F" w14:textId="77777777" w:rsidTr="002C5C5A">
        <w:trPr>
          <w:trHeight w:val="2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83B2C" w14:textId="029B899E" w:rsidR="002D5AF1" w:rsidRPr="00891BD3" w:rsidRDefault="00891BD3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Nazwa oferenta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2B179" w14:textId="23FB1864" w:rsidR="002D5AF1" w:rsidRPr="00891BD3" w:rsidRDefault="002D5AF1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F1" w:rsidRPr="00891BD3" w14:paraId="46FF0EC2" w14:textId="77777777" w:rsidTr="002C5C5A">
        <w:trPr>
          <w:trHeight w:val="24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A6EA6" w14:textId="77777777" w:rsidR="002D5AF1" w:rsidRPr="00891BD3" w:rsidRDefault="002D5AF1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7792" w14:textId="77777777" w:rsidR="002D5AF1" w:rsidRPr="00891BD3" w:rsidRDefault="002D5AF1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C5A" w:rsidRPr="00891BD3" w14:paraId="2E2D8388" w14:textId="77777777" w:rsidTr="00762BE0">
        <w:trPr>
          <w:trHeight w:val="244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F67A" w14:textId="72E36B53" w:rsidR="002C5C5A" w:rsidRPr="00891BD3" w:rsidRDefault="00E23A9E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Telefon</w:t>
            </w:r>
            <w:r w:rsidR="00890877" w:rsidRPr="00891BD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2C5C5A" w:rsidRPr="00891BD3" w14:paraId="7D240F24" w14:textId="77777777" w:rsidTr="00AC7DAC">
        <w:trPr>
          <w:trHeight w:val="244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BD0C0" w14:textId="19994C6F" w:rsidR="002C5C5A" w:rsidRPr="00891BD3" w:rsidRDefault="002C5C5A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1BD3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</w:p>
        </w:tc>
      </w:tr>
    </w:tbl>
    <w:p w14:paraId="6B65DD86" w14:textId="6C65E630" w:rsidR="0066355B" w:rsidRPr="00891BD3" w:rsidRDefault="0066355B" w:rsidP="006635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 xml:space="preserve">W odpowiedzi na ogłoszenie </w:t>
      </w:r>
      <w:r w:rsidR="00891BD3" w:rsidRPr="00891BD3">
        <w:rPr>
          <w:rFonts w:ascii="Arial" w:hAnsi="Arial" w:cs="Arial"/>
          <w:sz w:val="20"/>
          <w:szCs w:val="20"/>
        </w:rPr>
        <w:t>pt. „</w:t>
      </w:r>
      <w:r w:rsidR="00CD25B0" w:rsidRPr="00CD25B0">
        <w:rPr>
          <w:rFonts w:ascii="Arial" w:hAnsi="Arial" w:cs="Arial"/>
          <w:sz w:val="20"/>
          <w:szCs w:val="20"/>
        </w:rPr>
        <w:t>Materiały niezbędne do przeprowadzenia prac rozwojowych</w:t>
      </w:r>
      <w:r w:rsidR="00891BD3" w:rsidRPr="00891BD3">
        <w:rPr>
          <w:rFonts w:ascii="Arial" w:hAnsi="Arial" w:cs="Arial"/>
          <w:sz w:val="20"/>
          <w:szCs w:val="20"/>
        </w:rPr>
        <w:t xml:space="preserve">” </w:t>
      </w:r>
      <w:r w:rsidR="007645E1" w:rsidRPr="00891BD3">
        <w:rPr>
          <w:rFonts w:ascii="Arial" w:hAnsi="Arial" w:cs="Arial"/>
          <w:sz w:val="20"/>
          <w:szCs w:val="20"/>
        </w:rPr>
        <w:t xml:space="preserve">oferuję </w:t>
      </w:r>
      <w:r w:rsidRPr="00891BD3">
        <w:rPr>
          <w:rFonts w:ascii="Arial" w:hAnsi="Arial" w:cs="Arial"/>
          <w:sz w:val="20"/>
          <w:szCs w:val="20"/>
        </w:rPr>
        <w:t xml:space="preserve">wykonanie zamówienia, zgodnie z wymogami Zapytania Ofertowego </w:t>
      </w:r>
      <w:r w:rsidR="007645E1" w:rsidRPr="00891BD3">
        <w:rPr>
          <w:rFonts w:ascii="Arial" w:hAnsi="Arial" w:cs="Arial"/>
          <w:sz w:val="20"/>
          <w:szCs w:val="20"/>
        </w:rPr>
        <w:t>za wynagrodzenie</w:t>
      </w:r>
      <w:r w:rsidRPr="00891BD3">
        <w:rPr>
          <w:rFonts w:ascii="Arial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086"/>
        <w:gridCol w:w="2450"/>
        <w:gridCol w:w="2450"/>
      </w:tblGrid>
      <w:tr w:rsidR="00891BD3" w:rsidRPr="00891BD3" w14:paraId="7B16B8C0" w14:textId="7202D262" w:rsidTr="00891BD3">
        <w:tc>
          <w:tcPr>
            <w:tcW w:w="1239" w:type="pc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67459B2" w14:textId="16BA4C29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770C7766" w14:textId="45741197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319" w:type="pct"/>
          </w:tcPr>
          <w:p w14:paraId="1C9E2C50" w14:textId="2A12E31C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319" w:type="pct"/>
          </w:tcPr>
          <w:p w14:paraId="714DFE86" w14:textId="625370F8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</w:tc>
      </w:tr>
      <w:tr w:rsidR="00891BD3" w:rsidRPr="00891BD3" w14:paraId="6A136279" w14:textId="582A3D82" w:rsidTr="00891BD3">
        <w:tc>
          <w:tcPr>
            <w:tcW w:w="1239" w:type="pct"/>
          </w:tcPr>
          <w:p w14:paraId="31BA86BA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CF537A" w14:textId="52366CD2" w:rsidR="00891BD3" w:rsidRPr="00891BD3" w:rsidRDefault="00A47C06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</w:p>
          <w:p w14:paraId="3BC25B38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pct"/>
          </w:tcPr>
          <w:p w14:paraId="1DC33245" w14:textId="3621B3A2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pct"/>
          </w:tcPr>
          <w:p w14:paraId="2916C86A" w14:textId="148C01A5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pct"/>
          </w:tcPr>
          <w:p w14:paraId="6786948B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E4FF4" w14:textId="77777777" w:rsidR="00CD25B0" w:rsidRDefault="00CD25B0" w:rsidP="002D5AF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DDAE446" w14:textId="08BCEB8F" w:rsidR="00DF2A17" w:rsidRPr="00891BD3" w:rsidRDefault="007645E1" w:rsidP="002D5AF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Podane powyżej Wynagrodzenie obejmuje</w:t>
      </w:r>
      <w:r w:rsidR="002D5AF1" w:rsidRPr="00891BD3">
        <w:rPr>
          <w:rFonts w:ascii="Arial" w:hAnsi="Arial" w:cs="Arial"/>
          <w:sz w:val="20"/>
          <w:szCs w:val="20"/>
        </w:rPr>
        <w:t xml:space="preserve"> wszystkie koszty</w:t>
      </w:r>
      <w:r w:rsidRPr="00891BD3">
        <w:rPr>
          <w:rFonts w:ascii="Arial" w:hAnsi="Arial" w:cs="Arial"/>
          <w:sz w:val="20"/>
          <w:szCs w:val="20"/>
        </w:rPr>
        <w:t xml:space="preserve"> </w:t>
      </w:r>
      <w:r w:rsidR="002D5AF1" w:rsidRPr="00891BD3">
        <w:rPr>
          <w:rFonts w:ascii="Arial" w:hAnsi="Arial" w:cs="Arial"/>
          <w:sz w:val="20"/>
          <w:szCs w:val="20"/>
        </w:rPr>
        <w:t>i opłaty, jakie powstaną</w:t>
      </w:r>
      <w:r w:rsidRPr="00891BD3">
        <w:rPr>
          <w:rFonts w:ascii="Arial" w:hAnsi="Arial" w:cs="Arial"/>
          <w:sz w:val="20"/>
          <w:szCs w:val="20"/>
        </w:rPr>
        <w:br/>
      </w:r>
      <w:r w:rsidR="002D5AF1" w:rsidRPr="00891BD3">
        <w:rPr>
          <w:rFonts w:ascii="Arial" w:hAnsi="Arial" w:cs="Arial"/>
          <w:sz w:val="20"/>
          <w:szCs w:val="20"/>
        </w:rPr>
        <w:t>w związku z wykonaniem przedmiotu zamówienia, konieczne do jego realizacji</w:t>
      </w:r>
      <w:r w:rsidRPr="00891BD3">
        <w:rPr>
          <w:rFonts w:ascii="Arial" w:hAnsi="Arial" w:cs="Arial"/>
          <w:sz w:val="20"/>
          <w:szCs w:val="20"/>
        </w:rPr>
        <w:br/>
      </w:r>
      <w:r w:rsidR="002D5AF1" w:rsidRPr="00891BD3">
        <w:rPr>
          <w:rFonts w:ascii="Arial" w:hAnsi="Arial" w:cs="Arial"/>
          <w:sz w:val="20"/>
          <w:szCs w:val="20"/>
        </w:rPr>
        <w:t>w zaoferowanym czasie.</w:t>
      </w:r>
    </w:p>
    <w:p w14:paraId="71740221" w14:textId="065DB4A3" w:rsidR="002D5AF1" w:rsidRPr="00891BD3" w:rsidRDefault="002D5AF1" w:rsidP="00DF2A1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1. Termin realizacji przedmiotu zamówienia:</w:t>
      </w:r>
      <w:r w:rsidR="00DF2A17" w:rsidRPr="00891BD3">
        <w:rPr>
          <w:rFonts w:ascii="Arial" w:hAnsi="Arial" w:cs="Arial"/>
          <w:sz w:val="20"/>
          <w:szCs w:val="20"/>
        </w:rPr>
        <w:t xml:space="preserve"> </w:t>
      </w:r>
      <w:r w:rsidR="0061029D">
        <w:rPr>
          <w:rFonts w:ascii="Arial" w:hAnsi="Arial" w:cs="Arial"/>
          <w:sz w:val="20"/>
          <w:szCs w:val="20"/>
        </w:rPr>
        <w:t>14 dni od zawarcia umowy</w:t>
      </w:r>
      <w:r w:rsidRPr="00891BD3">
        <w:rPr>
          <w:rFonts w:ascii="Arial" w:hAnsi="Arial" w:cs="Arial"/>
          <w:sz w:val="20"/>
          <w:szCs w:val="20"/>
        </w:rPr>
        <w:t xml:space="preserve"> </w:t>
      </w:r>
    </w:p>
    <w:p w14:paraId="52766126" w14:textId="0830EDFE" w:rsidR="0066355B" w:rsidRPr="00891BD3" w:rsidRDefault="002D5AF1" w:rsidP="00891BD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2. Termin ważności oferty</w:t>
      </w:r>
      <w:r w:rsidR="00891BD3" w:rsidRPr="00891BD3">
        <w:rPr>
          <w:rFonts w:ascii="Arial" w:hAnsi="Arial" w:cs="Arial"/>
          <w:sz w:val="20"/>
          <w:szCs w:val="20"/>
        </w:rPr>
        <w:t xml:space="preserve">: </w:t>
      </w:r>
      <w:r w:rsidR="00A47C06">
        <w:rPr>
          <w:rFonts w:ascii="Arial" w:hAnsi="Arial" w:cs="Arial"/>
          <w:sz w:val="20"/>
          <w:szCs w:val="20"/>
        </w:rPr>
        <w:t>30 dni</w:t>
      </w:r>
      <w:r w:rsidR="00891BD3" w:rsidRPr="00891BD3">
        <w:rPr>
          <w:rFonts w:ascii="Arial" w:hAnsi="Arial" w:cs="Arial"/>
          <w:sz w:val="20"/>
          <w:szCs w:val="20"/>
        </w:rPr>
        <w:t xml:space="preserve"> od dnia złożenia</w:t>
      </w:r>
    </w:p>
    <w:p w14:paraId="2279DC80" w14:textId="77777777" w:rsidR="002D5AF1" w:rsidRPr="00891BD3" w:rsidRDefault="002D5AF1" w:rsidP="008945EA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 xml:space="preserve">3. </w:t>
      </w:r>
      <w:r w:rsidRPr="00891BD3">
        <w:rPr>
          <w:rFonts w:ascii="Arial" w:hAnsi="Arial" w:cs="Arial"/>
          <w:spacing w:val="-2"/>
          <w:sz w:val="20"/>
          <w:szCs w:val="20"/>
        </w:rPr>
        <w:t>Oświadczam, że:</w:t>
      </w:r>
    </w:p>
    <w:p w14:paraId="380CF158" w14:textId="77777777" w:rsidR="002D5AF1" w:rsidRPr="00891BD3" w:rsidRDefault="00B85392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0"/>
        </w:rPr>
      </w:pPr>
      <w:r w:rsidRPr="00891BD3">
        <w:rPr>
          <w:rFonts w:ascii="Arial" w:hAnsi="Arial" w:cs="Arial"/>
          <w:sz w:val="20"/>
        </w:rPr>
        <w:t>Z</w:t>
      </w:r>
      <w:r w:rsidR="002D5AF1" w:rsidRPr="00891BD3">
        <w:rPr>
          <w:rFonts w:ascii="Arial" w:hAnsi="Arial" w:cs="Arial"/>
          <w:sz w:val="20"/>
        </w:rPr>
        <w:t>apozna</w:t>
      </w:r>
      <w:r w:rsidRPr="00891BD3">
        <w:rPr>
          <w:rFonts w:ascii="Arial" w:hAnsi="Arial" w:cs="Arial"/>
          <w:sz w:val="20"/>
        </w:rPr>
        <w:t>(łem)/(łam)</w:t>
      </w:r>
      <w:r w:rsidR="002D5AF1" w:rsidRPr="00891BD3">
        <w:rPr>
          <w:rFonts w:ascii="Arial" w:hAnsi="Arial" w:cs="Arial"/>
          <w:sz w:val="20"/>
        </w:rPr>
        <w:t xml:space="preserve"> się ze treścią Z</w:t>
      </w:r>
      <w:r w:rsidRPr="00891BD3">
        <w:rPr>
          <w:rFonts w:ascii="Arial" w:hAnsi="Arial" w:cs="Arial"/>
          <w:sz w:val="20"/>
        </w:rPr>
        <w:t>apytania Ofertowego i zdobywając</w:t>
      </w:r>
      <w:r w:rsidR="002D5AF1" w:rsidRPr="00891BD3">
        <w:rPr>
          <w:rFonts w:ascii="Arial" w:hAnsi="Arial" w:cs="Arial"/>
          <w:sz w:val="20"/>
        </w:rPr>
        <w:t xml:space="preserve"> informacje potrzebne do prawidłowego przygotowania oferty i nie wnos</w:t>
      </w:r>
      <w:r w:rsidRPr="00891BD3">
        <w:rPr>
          <w:rFonts w:ascii="Arial" w:hAnsi="Arial" w:cs="Arial"/>
          <w:sz w:val="20"/>
        </w:rPr>
        <w:t>zę</w:t>
      </w:r>
      <w:r w:rsidR="002D5AF1" w:rsidRPr="00891BD3">
        <w:rPr>
          <w:rFonts w:ascii="Arial" w:hAnsi="Arial" w:cs="Arial"/>
          <w:sz w:val="20"/>
        </w:rPr>
        <w:t xml:space="preserve"> do treści Zapytania Ofertowego żadnych zastrzeżeń,</w:t>
      </w:r>
    </w:p>
    <w:p w14:paraId="63938473" w14:textId="77777777" w:rsidR="002D5AF1" w:rsidRPr="00891BD3" w:rsidRDefault="00B85392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0"/>
        </w:rPr>
      </w:pPr>
      <w:r w:rsidRPr="00891BD3">
        <w:rPr>
          <w:rFonts w:ascii="Arial" w:hAnsi="Arial" w:cs="Arial"/>
          <w:sz w:val="20"/>
        </w:rPr>
        <w:t>U</w:t>
      </w:r>
      <w:r w:rsidR="002D5AF1" w:rsidRPr="00891BD3">
        <w:rPr>
          <w:rFonts w:ascii="Arial" w:hAnsi="Arial" w:cs="Arial"/>
          <w:sz w:val="20"/>
        </w:rPr>
        <w:t>ważam się za związan</w:t>
      </w:r>
      <w:r w:rsidR="007645E1" w:rsidRPr="00891BD3">
        <w:rPr>
          <w:rFonts w:ascii="Arial" w:hAnsi="Arial" w:cs="Arial"/>
          <w:sz w:val="20"/>
        </w:rPr>
        <w:t>ym/(ą)</w:t>
      </w:r>
      <w:r w:rsidR="002D5AF1" w:rsidRPr="00891BD3">
        <w:rPr>
          <w:rFonts w:ascii="Arial" w:hAnsi="Arial" w:cs="Arial"/>
          <w:sz w:val="20"/>
        </w:rPr>
        <w:t xml:space="preserve"> niniejszą ofertą na czas wskazany w </w:t>
      </w:r>
      <w:r w:rsidR="002D5AF1" w:rsidRPr="00891BD3">
        <w:rPr>
          <w:rFonts w:ascii="Arial" w:hAnsi="Arial" w:cs="Arial"/>
          <w:spacing w:val="-2"/>
          <w:sz w:val="20"/>
        </w:rPr>
        <w:t>Zapytaniu Ofertowym,</w:t>
      </w:r>
    </w:p>
    <w:p w14:paraId="2D4D148F" w14:textId="7342A136" w:rsidR="002D5AF1" w:rsidRPr="00891BD3" w:rsidRDefault="007645E1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2"/>
          <w:szCs w:val="18"/>
        </w:rPr>
      </w:pPr>
      <w:r w:rsidRPr="00891BD3">
        <w:rPr>
          <w:rFonts w:ascii="Arial" w:hAnsi="Arial" w:cs="Arial"/>
          <w:sz w:val="20"/>
        </w:rPr>
        <w:t xml:space="preserve">zobowiązuję </w:t>
      </w:r>
      <w:r w:rsidR="002D5AF1" w:rsidRPr="00891BD3">
        <w:rPr>
          <w:rFonts w:ascii="Arial" w:hAnsi="Arial" w:cs="Arial"/>
          <w:sz w:val="20"/>
        </w:rPr>
        <w:t xml:space="preserve">się do wykonania zamówienia w terminie i w sposób zgodny z warunkami </w:t>
      </w:r>
      <w:r w:rsidR="00891BD3" w:rsidRPr="00891BD3">
        <w:rPr>
          <w:rFonts w:ascii="Arial" w:hAnsi="Arial" w:cs="Arial"/>
          <w:sz w:val="20"/>
        </w:rPr>
        <w:t>i wszystkimi zapisami</w:t>
      </w:r>
      <w:r w:rsidR="002D5AF1" w:rsidRPr="00891BD3">
        <w:rPr>
          <w:rFonts w:ascii="Arial" w:hAnsi="Arial" w:cs="Arial"/>
          <w:sz w:val="20"/>
        </w:rPr>
        <w:t xml:space="preserve"> określonymi w </w:t>
      </w:r>
      <w:r w:rsidR="002D5AF1" w:rsidRPr="00891BD3">
        <w:rPr>
          <w:rFonts w:ascii="Arial" w:hAnsi="Arial" w:cs="Arial"/>
          <w:spacing w:val="-2"/>
          <w:sz w:val="20"/>
        </w:rPr>
        <w:t>Zapytaniu Ofertowym</w:t>
      </w:r>
      <w:r w:rsidR="002D5AF1" w:rsidRPr="00891BD3">
        <w:rPr>
          <w:rFonts w:ascii="Arial" w:hAnsi="Arial" w:cs="Arial"/>
          <w:sz w:val="20"/>
        </w:rPr>
        <w:t>.</w:t>
      </w:r>
    </w:p>
    <w:p w14:paraId="6E7523F6" w14:textId="77777777" w:rsidR="002D5AF1" w:rsidRPr="00891BD3" w:rsidRDefault="002D5AF1" w:rsidP="002D5AF1">
      <w:pPr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Załącznikami do niniejszego formularza ofertowego są:</w:t>
      </w:r>
    </w:p>
    <w:p w14:paraId="1EF1994B" w14:textId="77777777" w:rsidR="0066355B" w:rsidRPr="00891BD3" w:rsidRDefault="002D5AF1" w:rsidP="00F93659">
      <w:pPr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oświadczenie o treści określonej w Załączniku numer 2 do Zapytania Ofertowego;</w:t>
      </w:r>
    </w:p>
    <w:p w14:paraId="3F12975E" w14:textId="1371BBEF" w:rsidR="002D5AF1" w:rsidRPr="00891BD3" w:rsidRDefault="002D5AF1" w:rsidP="00891BD3">
      <w:pPr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6378"/>
      </w:tblGrid>
      <w:tr w:rsidR="002D5AF1" w:rsidRPr="00891BD3" w14:paraId="3460F7AB" w14:textId="77777777" w:rsidTr="004B5F76">
        <w:trPr>
          <w:trHeight w:val="4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5BE1A" w14:textId="77777777" w:rsidR="002D5AF1" w:rsidRPr="00891BD3" w:rsidRDefault="002D5AF1" w:rsidP="00C14CBE">
            <w:pPr>
              <w:pStyle w:val="5zw"/>
              <w:spacing w:before="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 xml:space="preserve">Imię i nazwisko osoby upoważnionej do reprezentowania </w:t>
            </w:r>
            <w:r w:rsidR="00C14CBE" w:rsidRPr="00891BD3">
              <w:rPr>
                <w:rFonts w:ascii="Arial" w:hAnsi="Arial" w:cs="Arial"/>
                <w:sz w:val="20"/>
                <w:szCs w:val="20"/>
              </w:rPr>
              <w:t>Oferenta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B3D3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</w:p>
          <w:p w14:paraId="1EF19154" w14:textId="77777777" w:rsidR="002D5AF1" w:rsidRPr="00891BD3" w:rsidRDefault="00890877" w:rsidP="00890877">
            <w:pPr>
              <w:pStyle w:val="5zw"/>
              <w:spacing w:before="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D5AF1" w:rsidRPr="00891BD3" w14:paraId="36115063" w14:textId="77777777" w:rsidTr="004B5F76">
        <w:trPr>
          <w:trHeight w:val="12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A1EC9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B952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5B863" w14:textId="77777777" w:rsidR="00AA6B2C" w:rsidRPr="00891BD3" w:rsidRDefault="00AA6B2C">
      <w:pPr>
        <w:rPr>
          <w:rFonts w:ascii="Arial" w:eastAsia="Calibri" w:hAnsi="Arial" w:cs="Arial"/>
          <w:b/>
          <w:sz w:val="20"/>
          <w:szCs w:val="20"/>
        </w:rPr>
      </w:pPr>
    </w:p>
    <w:sectPr w:rsidR="00AA6B2C" w:rsidRPr="00891BD3" w:rsidSect="008047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E8DB6" w14:textId="77777777" w:rsidR="00EF349F" w:rsidRDefault="00EF349F" w:rsidP="007D0CA3">
      <w:pPr>
        <w:spacing w:after="0" w:line="240" w:lineRule="auto"/>
      </w:pPr>
      <w:r>
        <w:separator/>
      </w:r>
    </w:p>
  </w:endnote>
  <w:endnote w:type="continuationSeparator" w:id="0">
    <w:p w14:paraId="45870FAD" w14:textId="77777777" w:rsidR="00EF349F" w:rsidRDefault="00EF349F" w:rsidP="007D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Normaln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1E62D" w14:textId="3BD002D0" w:rsidR="00913453" w:rsidRDefault="00BA5211" w:rsidP="00BA5211">
    <w:pPr>
      <w:pStyle w:val="Stopka"/>
    </w:pP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F1B4" w14:textId="77777777" w:rsidR="00EF349F" w:rsidRDefault="00EF349F" w:rsidP="007D0CA3">
      <w:pPr>
        <w:spacing w:after="0" w:line="240" w:lineRule="auto"/>
      </w:pPr>
      <w:r>
        <w:separator/>
      </w:r>
    </w:p>
  </w:footnote>
  <w:footnote w:type="continuationSeparator" w:id="0">
    <w:p w14:paraId="1E3F1F3D" w14:textId="77777777" w:rsidR="00EF349F" w:rsidRDefault="00EF349F" w:rsidP="007D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C6BB" w14:textId="0AD273D2" w:rsidR="0091187D" w:rsidRDefault="00CD25B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27A400" wp14:editId="77C7F41B">
          <wp:simplePos x="0" y="0"/>
          <wp:positionH relativeFrom="column">
            <wp:posOffset>-4224</wp:posOffset>
          </wp:positionH>
          <wp:positionV relativeFrom="paragraph">
            <wp:posOffset>-77083</wp:posOffset>
          </wp:positionV>
          <wp:extent cx="5760720" cy="521335"/>
          <wp:effectExtent l="0" t="0" r="0" b="0"/>
          <wp:wrapNone/>
          <wp:docPr id="5433891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686386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3A23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54B71"/>
    <w:multiLevelType w:val="hybridMultilevel"/>
    <w:tmpl w:val="F36E7A98"/>
    <w:lvl w:ilvl="0" w:tplc="6D62BE4C">
      <w:start w:val="1"/>
      <w:numFmt w:val="decimal"/>
      <w:pStyle w:val="Styl2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01E3"/>
    <w:multiLevelType w:val="hybridMultilevel"/>
    <w:tmpl w:val="85CC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6181"/>
    <w:multiLevelType w:val="multilevel"/>
    <w:tmpl w:val="96607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32" w:hanging="1800"/>
      </w:pPr>
      <w:rPr>
        <w:rFonts w:hint="default"/>
      </w:rPr>
    </w:lvl>
  </w:abstractNum>
  <w:abstractNum w:abstractNumId="4" w15:restartNumberingAfterBreak="0">
    <w:nsid w:val="22F8403D"/>
    <w:multiLevelType w:val="hybridMultilevel"/>
    <w:tmpl w:val="A08A6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11DF"/>
    <w:multiLevelType w:val="hybridMultilevel"/>
    <w:tmpl w:val="72D604CC"/>
    <w:lvl w:ilvl="0" w:tplc="7F36AE6C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284B0AC8"/>
    <w:multiLevelType w:val="multilevel"/>
    <w:tmpl w:val="EB6AF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2A780B83"/>
    <w:multiLevelType w:val="hybridMultilevel"/>
    <w:tmpl w:val="ABBAB304"/>
    <w:lvl w:ilvl="0" w:tplc="32487D56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D73B9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F7A5C91"/>
    <w:multiLevelType w:val="singleLevel"/>
    <w:tmpl w:val="0344BD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11" w15:restartNumberingAfterBreak="0">
    <w:nsid w:val="44083B63"/>
    <w:multiLevelType w:val="hybridMultilevel"/>
    <w:tmpl w:val="1D12C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F6DBF"/>
    <w:multiLevelType w:val="hybridMultilevel"/>
    <w:tmpl w:val="29EC8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F20A4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21F3F73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50690A"/>
    <w:multiLevelType w:val="hybridMultilevel"/>
    <w:tmpl w:val="C5E8DF88"/>
    <w:lvl w:ilvl="0" w:tplc="4086AAE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664A9"/>
    <w:multiLevelType w:val="multilevel"/>
    <w:tmpl w:val="416E7C02"/>
    <w:lvl w:ilvl="0">
      <w:start w:val="1"/>
      <w:numFmt w:val="decimal"/>
      <w:lvlText w:val="%1."/>
      <w:lvlJc w:val="left"/>
      <w:pPr>
        <w:ind w:left="2912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2912" w:hanging="360"/>
      </w:pPr>
      <w:rPr>
        <w:rFonts w:ascii="Calibri" w:hAnsi="Calibri" w:cs="Calibri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ascii="Calibri" w:hAnsi="Calibri" w:cs="Calibri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3272" w:hanging="720"/>
      </w:pPr>
      <w:rPr>
        <w:rFonts w:ascii="Calibri" w:hAnsi="Calibri" w:cs="Calibri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ascii="Calibri" w:hAnsi="Calibri" w:cs="Calibri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632" w:hanging="1080"/>
      </w:pPr>
      <w:rPr>
        <w:rFonts w:ascii="Calibri" w:hAnsi="Calibri" w:cs="Calibri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ascii="Calibri" w:hAnsi="Calibri" w:cs="Calibri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3992" w:hanging="1440"/>
      </w:pPr>
      <w:rPr>
        <w:rFonts w:ascii="Calibri" w:hAnsi="Calibri" w:cs="Calibri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352" w:hanging="1800"/>
      </w:pPr>
      <w:rPr>
        <w:rFonts w:ascii="Calibri" w:hAnsi="Calibri" w:cs="Calibri" w:hint="default"/>
        <w:b/>
        <w:sz w:val="24"/>
      </w:rPr>
    </w:lvl>
  </w:abstractNum>
  <w:abstractNum w:abstractNumId="17" w15:restartNumberingAfterBreak="0">
    <w:nsid w:val="69484189"/>
    <w:multiLevelType w:val="hybridMultilevel"/>
    <w:tmpl w:val="8B7A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A7AEB"/>
    <w:multiLevelType w:val="hybridMultilevel"/>
    <w:tmpl w:val="3B5EF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487D5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4E44DF"/>
    <w:multiLevelType w:val="hybridMultilevel"/>
    <w:tmpl w:val="4168C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23375"/>
    <w:multiLevelType w:val="hybridMultilevel"/>
    <w:tmpl w:val="92C298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35DF8"/>
    <w:multiLevelType w:val="hybridMultilevel"/>
    <w:tmpl w:val="16E25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E0284"/>
    <w:multiLevelType w:val="hybridMultilevel"/>
    <w:tmpl w:val="CE46DC1E"/>
    <w:lvl w:ilvl="0" w:tplc="6FB87B54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05879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87767878">
    <w:abstractNumId w:val="19"/>
  </w:num>
  <w:num w:numId="2" w16cid:durableId="1180125031">
    <w:abstractNumId w:val="6"/>
  </w:num>
  <w:num w:numId="3" w16cid:durableId="369888777">
    <w:abstractNumId w:val="14"/>
  </w:num>
  <w:num w:numId="4" w16cid:durableId="1004211044">
    <w:abstractNumId w:val="0"/>
  </w:num>
  <w:num w:numId="5" w16cid:durableId="1007755052">
    <w:abstractNumId w:val="23"/>
  </w:num>
  <w:num w:numId="6" w16cid:durableId="198905317">
    <w:abstractNumId w:val="9"/>
  </w:num>
  <w:num w:numId="7" w16cid:durableId="1578511176">
    <w:abstractNumId w:val="16"/>
  </w:num>
  <w:num w:numId="8" w16cid:durableId="812211945">
    <w:abstractNumId w:val="13"/>
  </w:num>
  <w:num w:numId="9" w16cid:durableId="612714472">
    <w:abstractNumId w:val="5"/>
  </w:num>
  <w:num w:numId="10" w16cid:durableId="2047637372">
    <w:abstractNumId w:val="2"/>
  </w:num>
  <w:num w:numId="11" w16cid:durableId="1851140006">
    <w:abstractNumId w:val="22"/>
  </w:num>
  <w:num w:numId="12" w16cid:durableId="1316448220">
    <w:abstractNumId w:val="7"/>
  </w:num>
  <w:num w:numId="13" w16cid:durableId="445082123">
    <w:abstractNumId w:val="10"/>
  </w:num>
  <w:num w:numId="14" w16cid:durableId="450055918">
    <w:abstractNumId w:val="20"/>
  </w:num>
  <w:num w:numId="15" w16cid:durableId="1926380265">
    <w:abstractNumId w:val="4"/>
  </w:num>
  <w:num w:numId="16" w16cid:durableId="722868295">
    <w:abstractNumId w:val="1"/>
  </w:num>
  <w:num w:numId="17" w16cid:durableId="900823894">
    <w:abstractNumId w:val="1"/>
    <w:lvlOverride w:ilvl="0">
      <w:startOverride w:val="1"/>
    </w:lvlOverride>
  </w:num>
  <w:num w:numId="18" w16cid:durableId="324212067">
    <w:abstractNumId w:val="1"/>
    <w:lvlOverride w:ilvl="0">
      <w:startOverride w:val="1"/>
    </w:lvlOverride>
  </w:num>
  <w:num w:numId="19" w16cid:durableId="1699116854">
    <w:abstractNumId w:val="18"/>
  </w:num>
  <w:num w:numId="20" w16cid:durableId="543560953">
    <w:abstractNumId w:val="3"/>
  </w:num>
  <w:num w:numId="21" w16cid:durableId="851071365">
    <w:abstractNumId w:val="11"/>
  </w:num>
  <w:num w:numId="22" w16cid:durableId="786704783">
    <w:abstractNumId w:val="12"/>
  </w:num>
  <w:num w:numId="23" w16cid:durableId="1118068530">
    <w:abstractNumId w:val="8"/>
  </w:num>
  <w:num w:numId="24" w16cid:durableId="414279350">
    <w:abstractNumId w:val="15"/>
  </w:num>
  <w:num w:numId="25" w16cid:durableId="264849482">
    <w:abstractNumId w:val="21"/>
  </w:num>
  <w:num w:numId="26" w16cid:durableId="10742836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3E6"/>
    <w:rsid w:val="00007A53"/>
    <w:rsid w:val="000B4469"/>
    <w:rsid w:val="000C1BDB"/>
    <w:rsid w:val="00107598"/>
    <w:rsid w:val="00157708"/>
    <w:rsid w:val="001805DC"/>
    <w:rsid w:val="00182CEB"/>
    <w:rsid w:val="001A264F"/>
    <w:rsid w:val="001D24D8"/>
    <w:rsid w:val="002054DA"/>
    <w:rsid w:val="0024340E"/>
    <w:rsid w:val="00247F1E"/>
    <w:rsid w:val="0025391B"/>
    <w:rsid w:val="00257D69"/>
    <w:rsid w:val="0027198C"/>
    <w:rsid w:val="002959A5"/>
    <w:rsid w:val="002C5C5A"/>
    <w:rsid w:val="002D3C70"/>
    <w:rsid w:val="002D5AF1"/>
    <w:rsid w:val="002D6B68"/>
    <w:rsid w:val="002F41A9"/>
    <w:rsid w:val="00312031"/>
    <w:rsid w:val="00333586"/>
    <w:rsid w:val="00333F35"/>
    <w:rsid w:val="00361BCE"/>
    <w:rsid w:val="00364D26"/>
    <w:rsid w:val="00371061"/>
    <w:rsid w:val="00377F47"/>
    <w:rsid w:val="0039565C"/>
    <w:rsid w:val="003B489A"/>
    <w:rsid w:val="003C12BE"/>
    <w:rsid w:val="003E2BDA"/>
    <w:rsid w:val="003E755E"/>
    <w:rsid w:val="003F3486"/>
    <w:rsid w:val="003F404A"/>
    <w:rsid w:val="004910F4"/>
    <w:rsid w:val="004B5F76"/>
    <w:rsid w:val="004B6CC7"/>
    <w:rsid w:val="0052506A"/>
    <w:rsid w:val="005362B9"/>
    <w:rsid w:val="00553C6E"/>
    <w:rsid w:val="00556C0A"/>
    <w:rsid w:val="0057021A"/>
    <w:rsid w:val="005A1CFD"/>
    <w:rsid w:val="005A7519"/>
    <w:rsid w:val="005C2DD0"/>
    <w:rsid w:val="0061029D"/>
    <w:rsid w:val="0061476E"/>
    <w:rsid w:val="00627C01"/>
    <w:rsid w:val="0066355B"/>
    <w:rsid w:val="00667FFE"/>
    <w:rsid w:val="00685D6C"/>
    <w:rsid w:val="006B78CC"/>
    <w:rsid w:val="006D18A1"/>
    <w:rsid w:val="00723782"/>
    <w:rsid w:val="0075179B"/>
    <w:rsid w:val="00751AEB"/>
    <w:rsid w:val="007645E1"/>
    <w:rsid w:val="007862A4"/>
    <w:rsid w:val="007A0EA3"/>
    <w:rsid w:val="007D0CA3"/>
    <w:rsid w:val="007E606A"/>
    <w:rsid w:val="00801BCD"/>
    <w:rsid w:val="008047EB"/>
    <w:rsid w:val="00805C74"/>
    <w:rsid w:val="00871038"/>
    <w:rsid w:val="00890877"/>
    <w:rsid w:val="00891BD3"/>
    <w:rsid w:val="008945EA"/>
    <w:rsid w:val="008D311C"/>
    <w:rsid w:val="008D5DA7"/>
    <w:rsid w:val="00903364"/>
    <w:rsid w:val="0091187D"/>
    <w:rsid w:val="00913453"/>
    <w:rsid w:val="00930BC6"/>
    <w:rsid w:val="00936FCC"/>
    <w:rsid w:val="00946FB3"/>
    <w:rsid w:val="0096116D"/>
    <w:rsid w:val="009847CA"/>
    <w:rsid w:val="00987241"/>
    <w:rsid w:val="00990F6E"/>
    <w:rsid w:val="009A68E4"/>
    <w:rsid w:val="009B03E6"/>
    <w:rsid w:val="009C3F06"/>
    <w:rsid w:val="009D11D4"/>
    <w:rsid w:val="009E2A1C"/>
    <w:rsid w:val="009F740F"/>
    <w:rsid w:val="00A47C06"/>
    <w:rsid w:val="00A65D2D"/>
    <w:rsid w:val="00A90232"/>
    <w:rsid w:val="00AA0131"/>
    <w:rsid w:val="00AA6B2C"/>
    <w:rsid w:val="00AC6F10"/>
    <w:rsid w:val="00B12DE8"/>
    <w:rsid w:val="00B32465"/>
    <w:rsid w:val="00B54CC0"/>
    <w:rsid w:val="00B741B0"/>
    <w:rsid w:val="00B85392"/>
    <w:rsid w:val="00BA5211"/>
    <w:rsid w:val="00BC6BBC"/>
    <w:rsid w:val="00C00F05"/>
    <w:rsid w:val="00C14CBE"/>
    <w:rsid w:val="00C31A3C"/>
    <w:rsid w:val="00C42162"/>
    <w:rsid w:val="00C6310B"/>
    <w:rsid w:val="00C66229"/>
    <w:rsid w:val="00C70F01"/>
    <w:rsid w:val="00CD25B0"/>
    <w:rsid w:val="00CD3E78"/>
    <w:rsid w:val="00D136A4"/>
    <w:rsid w:val="00D14616"/>
    <w:rsid w:val="00D15251"/>
    <w:rsid w:val="00D1671A"/>
    <w:rsid w:val="00D758B6"/>
    <w:rsid w:val="00D75BA9"/>
    <w:rsid w:val="00D9452E"/>
    <w:rsid w:val="00DA0DA9"/>
    <w:rsid w:val="00DA5F8C"/>
    <w:rsid w:val="00DD7472"/>
    <w:rsid w:val="00DE478B"/>
    <w:rsid w:val="00DF1EC6"/>
    <w:rsid w:val="00DF2A17"/>
    <w:rsid w:val="00E23A9E"/>
    <w:rsid w:val="00E276F7"/>
    <w:rsid w:val="00E3664C"/>
    <w:rsid w:val="00E560E2"/>
    <w:rsid w:val="00E925F8"/>
    <w:rsid w:val="00EA006F"/>
    <w:rsid w:val="00EE673B"/>
    <w:rsid w:val="00EF349F"/>
    <w:rsid w:val="00F15B6C"/>
    <w:rsid w:val="00F27C45"/>
    <w:rsid w:val="00F46C0A"/>
    <w:rsid w:val="00F53C0A"/>
    <w:rsid w:val="00F93659"/>
    <w:rsid w:val="00FA45B0"/>
    <w:rsid w:val="00FC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7A6368"/>
  <w15:docId w15:val="{63136CCB-BE2A-485E-B918-47D87A8B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7EB"/>
  </w:style>
  <w:style w:type="paragraph" w:styleId="Nagwek1">
    <w:name w:val="heading 1"/>
    <w:basedOn w:val="Normalny"/>
    <w:next w:val="Normalny"/>
    <w:link w:val="Nagwek1Znak"/>
    <w:qFormat/>
    <w:rsid w:val="002D5AF1"/>
    <w:pPr>
      <w:keepNext/>
      <w:numPr>
        <w:numId w:val="12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D5AF1"/>
    <w:pPr>
      <w:keepNext/>
      <w:numPr>
        <w:ilvl w:val="1"/>
        <w:numId w:val="12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D5AF1"/>
    <w:pPr>
      <w:keepNext/>
      <w:numPr>
        <w:ilvl w:val="2"/>
        <w:numId w:val="12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D5AF1"/>
    <w:pPr>
      <w:keepNext/>
      <w:numPr>
        <w:ilvl w:val="3"/>
        <w:numId w:val="12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5AF1"/>
    <w:pPr>
      <w:keepNext/>
      <w:numPr>
        <w:ilvl w:val="4"/>
        <w:numId w:val="12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D5AF1"/>
    <w:pPr>
      <w:keepNext/>
      <w:numPr>
        <w:ilvl w:val="5"/>
        <w:numId w:val="12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D5AF1"/>
    <w:pPr>
      <w:keepNext/>
      <w:numPr>
        <w:ilvl w:val="6"/>
        <w:numId w:val="12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D5AF1"/>
    <w:pPr>
      <w:keepNext/>
      <w:numPr>
        <w:ilvl w:val="7"/>
        <w:numId w:val="12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D5AF1"/>
    <w:pPr>
      <w:keepNext/>
      <w:numPr>
        <w:ilvl w:val="8"/>
        <w:numId w:val="12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CA3"/>
  </w:style>
  <w:style w:type="paragraph" w:styleId="Stopka">
    <w:name w:val="footer"/>
    <w:basedOn w:val="Normalny"/>
    <w:link w:val="StopkaZnak"/>
    <w:uiPriority w:val="99"/>
    <w:unhideWhenUsed/>
    <w:rsid w:val="007D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CA3"/>
  </w:style>
  <w:style w:type="paragraph" w:styleId="Akapitzlist">
    <w:name w:val="List Paragraph"/>
    <w:basedOn w:val="Normalny"/>
    <w:link w:val="AkapitzlistZnak"/>
    <w:uiPriority w:val="34"/>
    <w:qFormat/>
    <w:rsid w:val="00253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25391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2D5AF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D5AF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Default">
    <w:name w:val="Default"/>
    <w:uiPriority w:val="99"/>
    <w:rsid w:val="002D5A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2D5AF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A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AF1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D5AF1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rsid w:val="002D5A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D5A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5zw">
    <w:name w:val="5 zw"/>
    <w:basedOn w:val="Normalny"/>
    <w:qFormat/>
    <w:rsid w:val="002D5AF1"/>
    <w:pPr>
      <w:spacing w:before="120"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5zw"/>
    <w:qFormat/>
    <w:rsid w:val="002D5AF1"/>
    <w:pPr>
      <w:numPr>
        <w:numId w:val="16"/>
      </w:numPr>
      <w:spacing w:before="0"/>
      <w:ind w:left="641" w:hanging="35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5F7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76"/>
    <w:rPr>
      <w:rFonts w:ascii="Lucida Grande" w:hAnsi="Lucida Grande" w:cs="Lucida Grand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6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6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6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6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PROXIS\firm&#243;wka%20Prox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5E5EA-981F-4E6B-80C8-1D780FD2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 Proxis.dotx</Template>
  <TotalTime>19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komputer</dc:creator>
  <cp:lastModifiedBy>Jędrzej Demianiuk</cp:lastModifiedBy>
  <cp:revision>9</cp:revision>
  <cp:lastPrinted>2017-04-07T09:22:00Z</cp:lastPrinted>
  <dcterms:created xsi:type="dcterms:W3CDTF">2019-10-16T08:22:00Z</dcterms:created>
  <dcterms:modified xsi:type="dcterms:W3CDTF">2025-06-20T12:14:00Z</dcterms:modified>
</cp:coreProperties>
</file>