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E3F9" w14:textId="30B67D4B" w:rsidR="00F85B0D" w:rsidRPr="00312DA0" w:rsidRDefault="00F85B0D" w:rsidP="00F85B0D">
      <w:pPr>
        <w:jc w:val="right"/>
        <w:rPr>
          <w:sz w:val="24"/>
          <w:szCs w:val="24"/>
        </w:rPr>
      </w:pPr>
      <w:r w:rsidRPr="00312DA0">
        <w:rPr>
          <w:sz w:val="24"/>
          <w:szCs w:val="24"/>
        </w:rPr>
        <w:t xml:space="preserve">Załącznik nr 4 do Zapytania ofertowego nr </w:t>
      </w:r>
      <w:r w:rsidR="00515687">
        <w:rPr>
          <w:sz w:val="24"/>
          <w:szCs w:val="24"/>
        </w:rPr>
        <w:t>2</w:t>
      </w:r>
      <w:r w:rsidRPr="00312DA0">
        <w:rPr>
          <w:sz w:val="24"/>
          <w:szCs w:val="24"/>
        </w:rPr>
        <w:t>/SZ</w:t>
      </w:r>
      <w:r w:rsidR="00EE7070" w:rsidRPr="00312DA0">
        <w:rPr>
          <w:sz w:val="24"/>
          <w:szCs w:val="24"/>
        </w:rPr>
        <w:t>P</w:t>
      </w:r>
      <w:r w:rsidR="00FC3DF7">
        <w:rPr>
          <w:sz w:val="24"/>
          <w:szCs w:val="24"/>
        </w:rPr>
        <w:t>B</w:t>
      </w:r>
      <w:r w:rsidRPr="00312DA0">
        <w:rPr>
          <w:sz w:val="24"/>
          <w:szCs w:val="24"/>
        </w:rPr>
        <w:t>/TA/2</w:t>
      </w:r>
      <w:r w:rsidR="00FC3DF7">
        <w:rPr>
          <w:sz w:val="24"/>
          <w:szCs w:val="24"/>
        </w:rPr>
        <w:t>5</w:t>
      </w:r>
    </w:p>
    <w:p w14:paraId="23758AAB" w14:textId="77777777" w:rsidR="00F85B0D" w:rsidRPr="00312DA0" w:rsidRDefault="00F85B0D" w:rsidP="00F85B0D">
      <w:pPr>
        <w:jc w:val="right"/>
        <w:rPr>
          <w:sz w:val="24"/>
          <w:szCs w:val="24"/>
        </w:rPr>
      </w:pPr>
    </w:p>
    <w:p w14:paraId="6F559956" w14:textId="77777777" w:rsidR="00F85B0D" w:rsidRPr="00312DA0" w:rsidRDefault="00F85B0D" w:rsidP="00F85B0D">
      <w:pPr>
        <w:rPr>
          <w:sz w:val="24"/>
          <w:szCs w:val="24"/>
        </w:rPr>
      </w:pPr>
    </w:p>
    <w:p w14:paraId="0B1A24ED" w14:textId="77777777" w:rsidR="00F85B0D" w:rsidRPr="00312DA0" w:rsidRDefault="00F85B0D" w:rsidP="00F85B0D">
      <w:pPr>
        <w:rPr>
          <w:sz w:val="24"/>
          <w:szCs w:val="24"/>
        </w:rPr>
      </w:pPr>
    </w:p>
    <w:p w14:paraId="0507602F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……..……………………………..…………. </w:t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</w:p>
    <w:p w14:paraId="07019483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Dane Wykonawcy lub Pieczęć Wykonawcy</w:t>
      </w:r>
    </w:p>
    <w:p w14:paraId="62AB2A39" w14:textId="77777777" w:rsidR="00F85B0D" w:rsidRPr="00312DA0" w:rsidRDefault="00F85B0D" w:rsidP="00F85B0D">
      <w:pPr>
        <w:rPr>
          <w:sz w:val="24"/>
          <w:szCs w:val="24"/>
        </w:rPr>
      </w:pPr>
    </w:p>
    <w:p w14:paraId="5B7FB53B" w14:textId="77777777" w:rsidR="00F85B0D" w:rsidRPr="00312DA0" w:rsidRDefault="00F85B0D" w:rsidP="00F85B0D">
      <w:pPr>
        <w:jc w:val="center"/>
        <w:rPr>
          <w:sz w:val="24"/>
          <w:szCs w:val="24"/>
        </w:rPr>
      </w:pPr>
    </w:p>
    <w:p w14:paraId="4D58812F" w14:textId="77777777" w:rsidR="00F85B0D" w:rsidRPr="00312DA0" w:rsidRDefault="00F85B0D" w:rsidP="00F85B0D">
      <w:pPr>
        <w:jc w:val="center"/>
        <w:rPr>
          <w:b/>
          <w:sz w:val="24"/>
          <w:szCs w:val="24"/>
        </w:rPr>
      </w:pPr>
      <w:r w:rsidRPr="00312DA0">
        <w:rPr>
          <w:b/>
          <w:sz w:val="24"/>
          <w:szCs w:val="24"/>
        </w:rPr>
        <w:t>OŚWIADCZENIE O BRAKU WYKLUCZEŃ</w:t>
      </w:r>
    </w:p>
    <w:p w14:paraId="5760BF5D" w14:textId="77777777" w:rsidR="00F85B0D" w:rsidRPr="00312DA0" w:rsidRDefault="00F85B0D" w:rsidP="00F85B0D">
      <w:pPr>
        <w:rPr>
          <w:rFonts w:eastAsia="SimSun"/>
          <w:kern w:val="2"/>
          <w:sz w:val="24"/>
          <w:szCs w:val="24"/>
          <w:lang w:eastAsia="hi-IN" w:bidi="hi-IN"/>
        </w:rPr>
      </w:pPr>
    </w:p>
    <w:p w14:paraId="359A4414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Ja niżej podpisany/a, </w:t>
      </w:r>
    </w:p>
    <w:p w14:paraId="7A327F51" w14:textId="77777777" w:rsidR="00F85B0D" w:rsidRPr="00312DA0" w:rsidRDefault="00F85B0D" w:rsidP="00F85B0D">
      <w:pPr>
        <w:rPr>
          <w:sz w:val="24"/>
          <w:szCs w:val="24"/>
        </w:rPr>
      </w:pPr>
    </w:p>
    <w:p w14:paraId="7E4B2E46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253B2A58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reprezentujący/a:</w:t>
      </w:r>
    </w:p>
    <w:p w14:paraId="69D42FA2" w14:textId="77777777" w:rsidR="00F85B0D" w:rsidRPr="00312DA0" w:rsidRDefault="00F85B0D" w:rsidP="00F85B0D">
      <w:pPr>
        <w:rPr>
          <w:sz w:val="24"/>
          <w:szCs w:val="24"/>
        </w:rPr>
      </w:pPr>
    </w:p>
    <w:p w14:paraId="0C344680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4C815E83" w14:textId="120A02C2" w:rsidR="00F85B0D" w:rsidRPr="00312DA0" w:rsidRDefault="00F85B0D" w:rsidP="00F85B0D">
      <w:p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oświadczam, że spełniam poniższe warunki i nie należę do osób/podmiotów wykluczonych</w:t>
      </w:r>
      <w:r w:rsidR="00FC3DF7">
        <w:rPr>
          <w:sz w:val="24"/>
          <w:szCs w:val="24"/>
        </w:rPr>
        <w:br/>
      </w:r>
      <w:r w:rsidRPr="00312DA0">
        <w:rPr>
          <w:sz w:val="24"/>
          <w:szCs w:val="24"/>
        </w:rPr>
        <w:t>z postępowania:</w:t>
      </w:r>
    </w:p>
    <w:p w14:paraId="1A13A268" w14:textId="77777777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kategorii Wykonawców wykluczonych z postępowania, tj.: Wykonawców, którzy wyrządzili szkodę, nie wykonując zamówienia lub wykonując je nienależycie, jeżeli szkoda ta została stwierdzona prawomocnym orzeczeniem sądu wydanym w okresie do 5 lat przed wszczęciem postępowania;</w:t>
      </w:r>
    </w:p>
    <w:p w14:paraId="1C9A4947" w14:textId="4E1CD623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podmiotów/osób fizycznych wykluczonych z postępowania na podstawie</w:t>
      </w:r>
      <w:r w:rsidR="00515687">
        <w:rPr>
          <w:sz w:val="24"/>
          <w:szCs w:val="24"/>
        </w:rPr>
        <w:br/>
      </w:r>
      <w:r w:rsidRPr="00312DA0">
        <w:rPr>
          <w:sz w:val="24"/>
          <w:szCs w:val="24"/>
        </w:rPr>
        <w:t>art. 108 i art. 109 Ustawy z dnia 11 września 2019 r. Prawo zamówień publicznych</w:t>
      </w:r>
      <w:r w:rsidR="00515687">
        <w:rPr>
          <w:sz w:val="24"/>
          <w:szCs w:val="24"/>
        </w:rPr>
        <w:br/>
      </w:r>
      <w:r w:rsidRPr="00312DA0">
        <w:rPr>
          <w:sz w:val="24"/>
          <w:szCs w:val="24"/>
        </w:rPr>
        <w:t>(</w:t>
      </w:r>
      <w:proofErr w:type="spellStart"/>
      <w:r w:rsidRPr="00312DA0">
        <w:rPr>
          <w:sz w:val="24"/>
          <w:szCs w:val="24"/>
        </w:rPr>
        <w:t>t.j</w:t>
      </w:r>
      <w:proofErr w:type="spellEnd"/>
      <w:r w:rsidRPr="00312DA0">
        <w:rPr>
          <w:sz w:val="24"/>
          <w:szCs w:val="24"/>
        </w:rPr>
        <w:t>. Dz. U.</w:t>
      </w:r>
      <w:r w:rsidR="00515687">
        <w:rPr>
          <w:sz w:val="24"/>
          <w:szCs w:val="24"/>
        </w:rPr>
        <w:t xml:space="preserve"> </w:t>
      </w:r>
      <w:r w:rsidRPr="00312DA0">
        <w:rPr>
          <w:sz w:val="24"/>
          <w:szCs w:val="24"/>
        </w:rPr>
        <w:t>z 202</w:t>
      </w:r>
      <w:r w:rsidR="00FC3DF7">
        <w:rPr>
          <w:sz w:val="24"/>
          <w:szCs w:val="24"/>
        </w:rPr>
        <w:t>4</w:t>
      </w:r>
      <w:r w:rsidRPr="00312DA0">
        <w:rPr>
          <w:sz w:val="24"/>
          <w:szCs w:val="24"/>
        </w:rPr>
        <w:t xml:space="preserve"> r. poz. </w:t>
      </w:r>
      <w:r w:rsidR="00FC3DF7">
        <w:rPr>
          <w:sz w:val="24"/>
          <w:szCs w:val="24"/>
        </w:rPr>
        <w:t>1320</w:t>
      </w:r>
      <w:r w:rsidRPr="00312DA0">
        <w:rPr>
          <w:sz w:val="24"/>
          <w:szCs w:val="24"/>
        </w:rPr>
        <w:t>) (dalej: "</w:t>
      </w:r>
      <w:proofErr w:type="spellStart"/>
      <w:r w:rsidRPr="00312DA0">
        <w:rPr>
          <w:sz w:val="24"/>
          <w:szCs w:val="24"/>
        </w:rPr>
        <w:t>Pzp</w:t>
      </w:r>
      <w:proofErr w:type="spellEnd"/>
      <w:r w:rsidRPr="00312DA0">
        <w:rPr>
          <w:sz w:val="24"/>
          <w:szCs w:val="24"/>
        </w:rPr>
        <w:t>"), art. 5k Rozporządzenia Rady (UE) nr 833/2014 z dn. 31.07.2014 dot. środków ograniczających w związku z działaniami Rosji destabilizującymi sytuację na Ukrainie (w brzmieniu nadanym Rozporządzeniem Rady (UE) nr 2022/576 z dn. 08.04.2022), a także art. 7 ust. 1 ustawy z dn. 13.04.2022 o szczególnych rozwiązaniach</w:t>
      </w:r>
      <w:r w:rsidR="00515687">
        <w:rPr>
          <w:sz w:val="24"/>
          <w:szCs w:val="24"/>
        </w:rPr>
        <w:t xml:space="preserve"> </w:t>
      </w:r>
      <w:r w:rsidRPr="00312DA0">
        <w:rPr>
          <w:sz w:val="24"/>
          <w:szCs w:val="24"/>
        </w:rPr>
        <w:t>w zakresie przeciwdziałania wspierania agresji na Ukrainę oraz służących ochronie bezpieczeństwa narodowego.</w:t>
      </w:r>
    </w:p>
    <w:p w14:paraId="65F9F84A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4558DD96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29FB2329" w14:textId="77777777" w:rsidR="00F85B0D" w:rsidRPr="00312DA0" w:rsidRDefault="00F85B0D" w:rsidP="00F85B0D">
      <w:pPr>
        <w:rPr>
          <w:sz w:val="24"/>
          <w:szCs w:val="24"/>
        </w:rPr>
      </w:pPr>
    </w:p>
    <w:p w14:paraId="7852EF4F" w14:textId="77777777" w:rsidR="00F85B0D" w:rsidRPr="00312DA0" w:rsidRDefault="00F85B0D" w:rsidP="00F85B0D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776"/>
      </w:tblGrid>
      <w:tr w:rsidR="00F85B0D" w:rsidRPr="00312DA0" w14:paraId="605B54C0" w14:textId="77777777" w:rsidTr="001432FD">
        <w:tc>
          <w:tcPr>
            <w:tcW w:w="4605" w:type="dxa"/>
            <w:shd w:val="clear" w:color="auto" w:fill="auto"/>
          </w:tcPr>
          <w:p w14:paraId="22809CC9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</w:t>
            </w:r>
          </w:p>
          <w:p w14:paraId="3B0B8A09" w14:textId="77777777" w:rsidR="00F85B0D" w:rsidRPr="00312DA0" w:rsidRDefault="00F85B0D" w:rsidP="001432FD">
            <w:pPr>
              <w:rPr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14:paraId="44BB4BE4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…………………………………………………</w:t>
            </w:r>
          </w:p>
        </w:tc>
      </w:tr>
      <w:tr w:rsidR="00F85B0D" w:rsidRPr="00312DA0" w14:paraId="3EBB942C" w14:textId="77777777" w:rsidTr="001432FD">
        <w:tc>
          <w:tcPr>
            <w:tcW w:w="4605" w:type="dxa"/>
            <w:shd w:val="clear" w:color="auto" w:fill="auto"/>
          </w:tcPr>
          <w:p w14:paraId="2ACF2B4F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68BD3C34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3D302A6F" w14:textId="77777777" w:rsidR="00F85B0D" w:rsidRPr="00312DA0" w:rsidRDefault="00F85B0D" w:rsidP="00F85B0D">
      <w:pPr>
        <w:rPr>
          <w:sz w:val="24"/>
          <w:szCs w:val="24"/>
        </w:rPr>
      </w:pPr>
    </w:p>
    <w:p w14:paraId="7BD8C4FA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 </w:t>
      </w:r>
    </w:p>
    <w:p w14:paraId="4609B729" w14:textId="77777777" w:rsidR="00F85B0D" w:rsidRPr="00312DA0" w:rsidRDefault="00F85B0D" w:rsidP="00F85B0D">
      <w:pPr>
        <w:tabs>
          <w:tab w:val="left" w:pos="2964"/>
        </w:tabs>
        <w:rPr>
          <w:sz w:val="24"/>
          <w:szCs w:val="24"/>
        </w:rPr>
      </w:pPr>
    </w:p>
    <w:p w14:paraId="76857D86" w14:textId="7DC481F9" w:rsidR="00F85B0D" w:rsidRPr="00312DA0" w:rsidRDefault="00F85B0D" w:rsidP="00F85B0D">
      <w:pPr>
        <w:tabs>
          <w:tab w:val="left" w:pos="3540"/>
        </w:tabs>
        <w:rPr>
          <w:lang w:eastAsia="en-US"/>
        </w:rPr>
      </w:pPr>
    </w:p>
    <w:sectPr w:rsidR="00F85B0D" w:rsidRPr="00312DA0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9A642" w14:textId="77777777" w:rsidR="007C1A7F" w:rsidRDefault="007C1A7F">
      <w:r>
        <w:separator/>
      </w:r>
    </w:p>
  </w:endnote>
  <w:endnote w:type="continuationSeparator" w:id="0">
    <w:p w14:paraId="3F5F40B7" w14:textId="77777777" w:rsidR="007C1A7F" w:rsidRDefault="007C1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3AA2479E" w14:textId="30D54D90" w:rsidR="00603E44" w:rsidRDefault="001F1973" w:rsidP="00603E44">
    <w:pPr>
      <w:pStyle w:val="Tytu"/>
      <w:ind w:right="360"/>
      <w:jc w:val="left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5F48EE" w14:textId="4CEB19A0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E31BD8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E31BD8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DE993" w14:textId="77777777" w:rsidR="007C1A7F" w:rsidRDefault="007C1A7F">
      <w:r>
        <w:separator/>
      </w:r>
    </w:p>
  </w:footnote>
  <w:footnote w:type="continuationSeparator" w:id="0">
    <w:p w14:paraId="030A2021" w14:textId="77777777" w:rsidR="007C1A7F" w:rsidRDefault="007C1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51AFE"/>
    <w:multiLevelType w:val="hybridMultilevel"/>
    <w:tmpl w:val="538CA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231989">
    <w:abstractNumId w:val="17"/>
  </w:num>
  <w:num w:numId="2" w16cid:durableId="660088151">
    <w:abstractNumId w:val="9"/>
  </w:num>
  <w:num w:numId="3" w16cid:durableId="1758139391">
    <w:abstractNumId w:val="24"/>
  </w:num>
  <w:num w:numId="4" w16cid:durableId="1693679287">
    <w:abstractNumId w:val="23"/>
  </w:num>
  <w:num w:numId="5" w16cid:durableId="1743483778">
    <w:abstractNumId w:val="11"/>
  </w:num>
  <w:num w:numId="6" w16cid:durableId="1669479301">
    <w:abstractNumId w:val="13"/>
  </w:num>
  <w:num w:numId="7" w16cid:durableId="47412538">
    <w:abstractNumId w:val="14"/>
  </w:num>
  <w:num w:numId="8" w16cid:durableId="403458927">
    <w:abstractNumId w:val="20"/>
  </w:num>
  <w:num w:numId="9" w16cid:durableId="701130747">
    <w:abstractNumId w:val="10"/>
  </w:num>
  <w:num w:numId="10" w16cid:durableId="743600206">
    <w:abstractNumId w:val="19"/>
  </w:num>
  <w:num w:numId="11" w16cid:durableId="1199124156">
    <w:abstractNumId w:val="3"/>
  </w:num>
  <w:num w:numId="12" w16cid:durableId="200097733">
    <w:abstractNumId w:val="18"/>
  </w:num>
  <w:num w:numId="13" w16cid:durableId="1714651021">
    <w:abstractNumId w:val="21"/>
  </w:num>
  <w:num w:numId="14" w16cid:durableId="147090816">
    <w:abstractNumId w:val="8"/>
  </w:num>
  <w:num w:numId="15" w16cid:durableId="1869638750">
    <w:abstractNumId w:val="5"/>
  </w:num>
  <w:num w:numId="16" w16cid:durableId="1724865934">
    <w:abstractNumId w:val="12"/>
  </w:num>
  <w:num w:numId="17" w16cid:durableId="265693120">
    <w:abstractNumId w:val="4"/>
  </w:num>
  <w:num w:numId="18" w16cid:durableId="845751591">
    <w:abstractNumId w:val="22"/>
  </w:num>
  <w:num w:numId="19" w16cid:durableId="204369389">
    <w:abstractNumId w:val="1"/>
  </w:num>
  <w:num w:numId="20" w16cid:durableId="1522280691">
    <w:abstractNumId w:val="15"/>
  </w:num>
  <w:num w:numId="21" w16cid:durableId="1055738240">
    <w:abstractNumId w:val="2"/>
  </w:num>
  <w:num w:numId="22" w16cid:durableId="1353874728">
    <w:abstractNumId w:val="0"/>
  </w:num>
  <w:num w:numId="23" w16cid:durableId="98988249">
    <w:abstractNumId w:val="7"/>
  </w:num>
  <w:num w:numId="24" w16cid:durableId="28802960">
    <w:abstractNumId w:val="6"/>
  </w:num>
  <w:num w:numId="25" w16cid:durableId="1672442466">
    <w:abstractNumId w:val="16"/>
  </w:num>
  <w:num w:numId="26" w16cid:durableId="1692487146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56B3E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C5391"/>
    <w:rsid w:val="001D206A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2665B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A504C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12DA0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4166"/>
    <w:rsid w:val="004770F8"/>
    <w:rsid w:val="00483777"/>
    <w:rsid w:val="0048435E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E5141"/>
    <w:rsid w:val="004F081C"/>
    <w:rsid w:val="00502489"/>
    <w:rsid w:val="00514828"/>
    <w:rsid w:val="00515687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74A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11C2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2CC4"/>
    <w:rsid w:val="007966AB"/>
    <w:rsid w:val="007973BF"/>
    <w:rsid w:val="007A786A"/>
    <w:rsid w:val="007C1A7F"/>
    <w:rsid w:val="007C6B91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74E01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2EA4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39A"/>
    <w:rsid w:val="00A91F9B"/>
    <w:rsid w:val="00A955D8"/>
    <w:rsid w:val="00AA41AF"/>
    <w:rsid w:val="00AA6722"/>
    <w:rsid w:val="00AB423E"/>
    <w:rsid w:val="00AB4A4B"/>
    <w:rsid w:val="00AB555F"/>
    <w:rsid w:val="00AC3065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77744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0EF4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CF410B"/>
    <w:rsid w:val="00D15D88"/>
    <w:rsid w:val="00D15FBE"/>
    <w:rsid w:val="00D175BD"/>
    <w:rsid w:val="00D206DA"/>
    <w:rsid w:val="00D244BE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0A30"/>
    <w:rsid w:val="00DA1C65"/>
    <w:rsid w:val="00DB079F"/>
    <w:rsid w:val="00DB399B"/>
    <w:rsid w:val="00DC2145"/>
    <w:rsid w:val="00DC276D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26BE8"/>
    <w:rsid w:val="00E30808"/>
    <w:rsid w:val="00E31BD8"/>
    <w:rsid w:val="00E41052"/>
    <w:rsid w:val="00E55034"/>
    <w:rsid w:val="00E679F7"/>
    <w:rsid w:val="00E73F80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28EB"/>
    <w:rsid w:val="00EE651A"/>
    <w:rsid w:val="00EE7070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63F6"/>
    <w:rsid w:val="00F779B5"/>
    <w:rsid w:val="00F81612"/>
    <w:rsid w:val="00F85B0D"/>
    <w:rsid w:val="00FB2C10"/>
    <w:rsid w:val="00FB2D97"/>
    <w:rsid w:val="00FC3DF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8CBCA-7189-4744-BCEF-EE7508C4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3</TotalTime>
  <Pages>1</Pages>
  <Words>184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Tomasz Ludera</cp:lastModifiedBy>
  <cp:revision>4</cp:revision>
  <cp:lastPrinted>2017-08-07T11:39:00Z</cp:lastPrinted>
  <dcterms:created xsi:type="dcterms:W3CDTF">2025-03-17T10:28:00Z</dcterms:created>
  <dcterms:modified xsi:type="dcterms:W3CDTF">2025-03-19T17:46:00Z</dcterms:modified>
</cp:coreProperties>
</file>