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66E5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Załącznik nr 3 Formularz oferty</w:t>
      </w:r>
    </w:p>
    <w:p w14:paraId="19D72361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……………………………………. </w:t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>………………………, dn. ………</w:t>
      </w:r>
      <w:proofErr w:type="gramStart"/>
      <w:r w:rsidRPr="009E54A3">
        <w:rPr>
          <w:rFonts w:ascii="Calibri" w:eastAsia="Calibri" w:hAnsi="Calibri" w:cs="Times New Roman"/>
        </w:rPr>
        <w:t>…….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14:paraId="6D74FEF3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…………………………………….</w:t>
      </w:r>
    </w:p>
    <w:p w14:paraId="24610E29" w14:textId="77777777" w:rsidR="009E54A3" w:rsidRPr="009E54A3" w:rsidRDefault="009E54A3" w:rsidP="009E54A3">
      <w:pPr>
        <w:tabs>
          <w:tab w:val="left" w:pos="1020"/>
          <w:tab w:val="center" w:pos="4536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9E54A3">
        <w:rPr>
          <w:rFonts w:ascii="Calibri" w:eastAsia="Calibri" w:hAnsi="Calibri" w:cs="Times New Roman"/>
          <w:b/>
          <w:sz w:val="24"/>
          <w:szCs w:val="24"/>
        </w:rPr>
        <w:t>Formularz oferty</w:t>
      </w:r>
    </w:p>
    <w:p w14:paraId="3A68F497" w14:textId="098EC443" w:rsidR="009E54A3" w:rsidRPr="009E54A3" w:rsidRDefault="009E54A3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Oferta na dostawę</w:t>
      </w:r>
      <w:bookmarkStart w:id="0" w:name="_Hlk5263565"/>
      <w:r w:rsidR="00DF7C57">
        <w:rPr>
          <w:rFonts w:ascii="Calibri" w:eastAsia="Calibri" w:hAnsi="Calibri" w:cs="Times New Roman"/>
        </w:rPr>
        <w:t xml:space="preserve"> </w:t>
      </w:r>
      <w:bookmarkEnd w:id="0"/>
      <w:r w:rsidR="00A60B45">
        <w:t xml:space="preserve">usługi </w:t>
      </w:r>
      <w:r w:rsidR="00F72ACF">
        <w:t>doradczej związanej z wdrożeniem strategii wzorniczej</w:t>
      </w:r>
      <w:r w:rsidR="00D66711">
        <w:t>,</w:t>
      </w:r>
      <w:r w:rsidR="007E2CDD" w:rsidRPr="007E2CDD">
        <w:t xml:space="preserve"> w ramach projektu pt.: „</w:t>
      </w:r>
      <w:r w:rsidR="00F72ACF">
        <w:rPr>
          <w:rFonts w:cstheme="minorHAnsi"/>
        </w:rPr>
        <w:t xml:space="preserve">Wdrożenie na rynek linii inteligentnych zasłon w oparciu o nowy projekt wzorniczy dla przedsiębiorstwa </w:t>
      </w:r>
      <w:proofErr w:type="spellStart"/>
      <w:r w:rsidR="00F72ACF">
        <w:rPr>
          <w:rFonts w:cstheme="minorHAnsi"/>
        </w:rPr>
        <w:t>Smartbero</w:t>
      </w:r>
      <w:proofErr w:type="spellEnd"/>
      <w:r w:rsidR="00A60B45">
        <w:rPr>
          <w:rFonts w:cstheme="minorHAnsi"/>
        </w:rPr>
        <w:t>”,</w:t>
      </w:r>
      <w:r w:rsidR="00A60B45" w:rsidRPr="007E2CDD">
        <w:t xml:space="preserve"> </w:t>
      </w:r>
      <w:r w:rsidR="007E2CDD" w:rsidRPr="007E2CDD">
        <w:t xml:space="preserve">w odpowiedzi na zapytanie nr </w:t>
      </w:r>
      <w:r w:rsidR="00F72ACF">
        <w:t>Smart</w:t>
      </w:r>
      <w:r w:rsidR="007E2CDD" w:rsidRPr="007E2CDD">
        <w:t>/</w:t>
      </w:r>
      <w:r w:rsidR="00A60B45">
        <w:t>2025</w:t>
      </w:r>
      <w:r w:rsidR="007E2CDD" w:rsidRPr="007E2CDD">
        <w:t>/</w:t>
      </w:r>
      <w:r w:rsidR="002F5F91">
        <w:t>1</w:t>
      </w:r>
      <w:r w:rsidR="007E2CDD" w:rsidRPr="007E2CDD">
        <w:t xml:space="preserve">, z dnia </w:t>
      </w:r>
      <w:r w:rsidR="00B43D2D">
        <w:t>1</w:t>
      </w:r>
      <w:r w:rsidR="001E3C24">
        <w:t>1</w:t>
      </w:r>
      <w:r w:rsidR="007E2CDD" w:rsidRPr="007E2CDD">
        <w:t>.</w:t>
      </w:r>
      <w:r w:rsidR="00476036">
        <w:t>0</w:t>
      </w:r>
      <w:r w:rsidR="0030096D">
        <w:t>7</w:t>
      </w:r>
      <w:r w:rsidR="007E2CDD" w:rsidRPr="007E2CDD">
        <w:t>.20</w:t>
      </w:r>
      <w:r w:rsidR="00D66711">
        <w:t>2</w:t>
      </w:r>
      <w:r w:rsidR="00A60B45">
        <w:t>5</w:t>
      </w:r>
      <w:r w:rsidR="007E2CDD" w:rsidRPr="007E2CDD">
        <w:t xml:space="preserve"> roku.</w:t>
      </w:r>
      <w:r w:rsidR="00A60B45" w:rsidRPr="00A60B45">
        <w:rPr>
          <w:rFonts w:cstheme="minorHAnsi"/>
        </w:rPr>
        <w:t xml:space="preserve"> </w:t>
      </w:r>
    </w:p>
    <w:p w14:paraId="677C1973" w14:textId="77777777" w:rsidR="009E54A3" w:rsidRPr="009E54A3" w:rsidRDefault="009E54A3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1) Oferuję spełnienie przedmiotu zamówienia, zgodnie z warunkami i postanowieniami zawartymi </w:t>
      </w:r>
      <w:r w:rsidRPr="009E54A3">
        <w:rPr>
          <w:rFonts w:ascii="Calibri" w:eastAsia="Calibri" w:hAnsi="Calibri" w:cs="Times New Roman"/>
        </w:rPr>
        <w:br/>
        <w:t>w zapytaniu ofertowym za cenę:</w:t>
      </w: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506"/>
        <w:gridCol w:w="5023"/>
        <w:gridCol w:w="1134"/>
        <w:gridCol w:w="865"/>
        <w:gridCol w:w="1652"/>
      </w:tblGrid>
      <w:tr w:rsidR="009E54A3" w:rsidRPr="009E54A3" w14:paraId="1F3CF09A" w14:textId="77777777" w:rsidTr="009E54A3">
        <w:tc>
          <w:tcPr>
            <w:tcW w:w="506" w:type="dxa"/>
          </w:tcPr>
          <w:p w14:paraId="1EE92D64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l.p.</w:t>
            </w:r>
          </w:p>
        </w:tc>
        <w:tc>
          <w:tcPr>
            <w:tcW w:w="5023" w:type="dxa"/>
          </w:tcPr>
          <w:p w14:paraId="727F1C48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 xml:space="preserve">Nazwa towaru </w:t>
            </w:r>
          </w:p>
        </w:tc>
        <w:tc>
          <w:tcPr>
            <w:tcW w:w="1134" w:type="dxa"/>
          </w:tcPr>
          <w:p w14:paraId="116CF6E3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Jednostka</w:t>
            </w:r>
          </w:p>
        </w:tc>
        <w:tc>
          <w:tcPr>
            <w:tcW w:w="865" w:type="dxa"/>
          </w:tcPr>
          <w:p w14:paraId="1C48185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Ilość</w:t>
            </w:r>
          </w:p>
        </w:tc>
        <w:tc>
          <w:tcPr>
            <w:tcW w:w="1652" w:type="dxa"/>
          </w:tcPr>
          <w:p w14:paraId="14DA8C16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Cena netto</w:t>
            </w:r>
          </w:p>
        </w:tc>
      </w:tr>
      <w:tr w:rsidR="009E54A3" w:rsidRPr="009E54A3" w14:paraId="6895F2B9" w14:textId="77777777" w:rsidTr="009E54A3">
        <w:tc>
          <w:tcPr>
            <w:tcW w:w="506" w:type="dxa"/>
          </w:tcPr>
          <w:p w14:paraId="7FE6F7CB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023" w:type="dxa"/>
          </w:tcPr>
          <w:p w14:paraId="5ABD1B42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1134" w:type="dxa"/>
          </w:tcPr>
          <w:p w14:paraId="23CB9E33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865" w:type="dxa"/>
          </w:tcPr>
          <w:p w14:paraId="5580E198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1652" w:type="dxa"/>
          </w:tcPr>
          <w:p w14:paraId="4C5B609B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9E54A3" w:rsidRPr="009E54A3" w14:paraId="4B6B2FFA" w14:textId="77777777" w:rsidTr="002F5F91">
        <w:trPr>
          <w:trHeight w:val="284"/>
        </w:trPr>
        <w:tc>
          <w:tcPr>
            <w:tcW w:w="506" w:type="dxa"/>
          </w:tcPr>
          <w:p w14:paraId="5B8D89EF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54A3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5023" w:type="dxa"/>
          </w:tcPr>
          <w:p w14:paraId="675EF697" w14:textId="77777777" w:rsid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07119A5" w14:textId="77777777" w:rsidR="00F72ACF" w:rsidRDefault="00F72ACF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C80BC7D" w14:textId="64F35D63" w:rsidR="00A60B45" w:rsidRPr="009E54A3" w:rsidRDefault="00A60B45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14:paraId="01CBEFB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65" w:type="dxa"/>
          </w:tcPr>
          <w:p w14:paraId="07B7ECF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52" w:type="dxa"/>
          </w:tcPr>
          <w:p w14:paraId="360A7D06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D2537" w:rsidRPr="009E54A3" w14:paraId="1E905F02" w14:textId="77777777" w:rsidTr="004264AA">
        <w:trPr>
          <w:trHeight w:val="284"/>
        </w:trPr>
        <w:tc>
          <w:tcPr>
            <w:tcW w:w="7528" w:type="dxa"/>
            <w:gridSpan w:val="4"/>
          </w:tcPr>
          <w:p w14:paraId="7F0FBB69" w14:textId="184BACBA" w:rsidR="007D2537" w:rsidRPr="007D2537" w:rsidRDefault="007D2537" w:rsidP="007D2537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7D2537">
              <w:rPr>
                <w:rFonts w:ascii="Calibri" w:eastAsia="Calibri" w:hAnsi="Calibri" w:cs="Times New Roman"/>
                <w:b/>
                <w:bCs/>
              </w:rPr>
              <w:t>Cena netto</w:t>
            </w:r>
          </w:p>
        </w:tc>
        <w:tc>
          <w:tcPr>
            <w:tcW w:w="1652" w:type="dxa"/>
          </w:tcPr>
          <w:p w14:paraId="1995B012" w14:textId="77777777" w:rsidR="007D2537" w:rsidRPr="009E54A3" w:rsidRDefault="007D2537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D2537" w:rsidRPr="009E54A3" w14:paraId="5A251FBA" w14:textId="77777777" w:rsidTr="004264AA">
        <w:trPr>
          <w:trHeight w:val="284"/>
        </w:trPr>
        <w:tc>
          <w:tcPr>
            <w:tcW w:w="7528" w:type="dxa"/>
            <w:gridSpan w:val="4"/>
          </w:tcPr>
          <w:p w14:paraId="35EE1737" w14:textId="3F561C0C" w:rsidR="007D2537" w:rsidRPr="007D2537" w:rsidRDefault="007D2537" w:rsidP="007D2537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7D2537">
              <w:rPr>
                <w:rFonts w:ascii="Calibri" w:eastAsia="Calibri" w:hAnsi="Calibri" w:cs="Times New Roman"/>
                <w:b/>
                <w:bCs/>
              </w:rPr>
              <w:t>Cena brutto</w:t>
            </w:r>
          </w:p>
        </w:tc>
        <w:tc>
          <w:tcPr>
            <w:tcW w:w="1652" w:type="dxa"/>
          </w:tcPr>
          <w:p w14:paraId="09FD6C01" w14:textId="77777777" w:rsidR="007D2537" w:rsidRPr="009E54A3" w:rsidRDefault="007D2537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53D52D0" w14:textId="77777777" w:rsidR="00BA368C" w:rsidRDefault="00BA368C" w:rsidP="002F5F91">
      <w:pPr>
        <w:contextualSpacing/>
        <w:jc w:val="both"/>
        <w:rPr>
          <w:rFonts w:ascii="Calibri" w:eastAsia="Calibri" w:hAnsi="Calibri" w:cs="Times New Roman"/>
        </w:rPr>
      </w:pPr>
    </w:p>
    <w:p w14:paraId="4C9EF7B6" w14:textId="77777777" w:rsidR="009E54A3" w:rsidRPr="009E54A3" w:rsidRDefault="009E54A3" w:rsidP="009E54A3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Termin ważności oferty: 30 dni</w:t>
      </w:r>
    </w:p>
    <w:p w14:paraId="0B61559D" w14:textId="1CCEA490" w:rsidR="007D2537" w:rsidRPr="009E54A3" w:rsidRDefault="009E54A3" w:rsidP="00A60B45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Termin realizacji zamówienia:</w:t>
      </w:r>
      <w:r w:rsidR="00A60B45">
        <w:rPr>
          <w:rFonts w:ascii="Calibri" w:eastAsia="Calibri" w:hAnsi="Calibri" w:cs="Times New Roman"/>
        </w:rPr>
        <w:t xml:space="preserve"> </w:t>
      </w:r>
      <w:r w:rsidR="00323676">
        <w:rPr>
          <w:rFonts w:ascii="Calibri" w:eastAsia="Calibri" w:hAnsi="Calibri" w:cs="Times New Roman"/>
        </w:rPr>
        <w:t>365</w:t>
      </w:r>
      <w:r w:rsidR="00A60B45">
        <w:rPr>
          <w:rFonts w:ascii="Calibri" w:eastAsia="Calibri" w:hAnsi="Calibri" w:cs="Times New Roman"/>
        </w:rPr>
        <w:t xml:space="preserve"> dni</w:t>
      </w:r>
    </w:p>
    <w:p w14:paraId="3E7AD8CB" w14:textId="77777777" w:rsidR="009E54A3" w:rsidRPr="009E54A3" w:rsidRDefault="009E54A3" w:rsidP="009E54A3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Termin i warunki </w:t>
      </w:r>
      <w:proofErr w:type="gramStart"/>
      <w:r w:rsidRPr="009E54A3">
        <w:rPr>
          <w:rFonts w:ascii="Calibri" w:eastAsia="Calibri" w:hAnsi="Calibri" w:cs="Times New Roman"/>
        </w:rPr>
        <w:t>płatności: 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14:paraId="72C885C2" w14:textId="36EBF1B7" w:rsidR="002F5F91" w:rsidRPr="007D2537" w:rsidRDefault="009E54A3" w:rsidP="007D2537">
      <w:pPr>
        <w:numPr>
          <w:ilvl w:val="0"/>
          <w:numId w:val="12"/>
        </w:numPr>
        <w:spacing w:line="36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Osoba do kontaktu: ……</w:t>
      </w:r>
    </w:p>
    <w:p w14:paraId="7AEB5B34" w14:textId="77777777" w:rsidR="00F72ACF" w:rsidRDefault="00F72ACF" w:rsidP="007D2537">
      <w:pPr>
        <w:spacing w:line="360" w:lineRule="auto"/>
        <w:jc w:val="both"/>
        <w:rPr>
          <w:rFonts w:ascii="Calibri" w:eastAsia="Calibri" w:hAnsi="Calibri" w:cs="Times New Roman"/>
        </w:rPr>
      </w:pPr>
    </w:p>
    <w:p w14:paraId="393D0E65" w14:textId="7C198AB6" w:rsidR="009E54A3" w:rsidRPr="009E54A3" w:rsidRDefault="009E54A3" w:rsidP="007D2537">
      <w:pPr>
        <w:spacing w:line="360" w:lineRule="auto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Oświadczam, że: </w:t>
      </w:r>
    </w:p>
    <w:p w14:paraId="765E0F4E" w14:textId="77777777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 xml:space="preserve">zapoznałem/zapoznaliśmy się z warunkami zawartymi w zapytaniu ofertowym, </w:t>
      </w:r>
    </w:p>
    <w:p w14:paraId="117E22A4" w14:textId="7B44CBE8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>otrzymałem/</w:t>
      </w:r>
      <w:r w:rsidR="002F5F91">
        <w:rPr>
          <w:rFonts w:ascii="Calibri" w:eastAsia="Calibri" w:hAnsi="Calibri" w:cs="Times New Roman"/>
        </w:rPr>
        <w:t>-</w:t>
      </w:r>
      <w:r w:rsidR="009E54A3" w:rsidRPr="009E54A3">
        <w:rPr>
          <w:rFonts w:ascii="Calibri" w:eastAsia="Calibri" w:hAnsi="Calibri" w:cs="Times New Roman"/>
        </w:rPr>
        <w:t>liśmy konieczne informacje potrzebne do właściwego wykonania zamówienia,</w:t>
      </w:r>
    </w:p>
    <w:p w14:paraId="3CC73F69" w14:textId="77777777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>w cenie oferty zostały uwzgl</w:t>
      </w:r>
      <w:r w:rsidR="009E54A3">
        <w:rPr>
          <w:rFonts w:ascii="Calibri" w:eastAsia="Calibri" w:hAnsi="Calibri" w:cs="Times New Roman"/>
        </w:rPr>
        <w:t xml:space="preserve">ędnione wszystkie koszty </w:t>
      </w:r>
      <w:r w:rsidR="009E54A3" w:rsidRPr="009E54A3">
        <w:rPr>
          <w:rFonts w:ascii="Calibri" w:eastAsia="Calibri" w:hAnsi="Calibri" w:cs="Times New Roman"/>
        </w:rPr>
        <w:t>przedmiotu zamówienia,</w:t>
      </w:r>
    </w:p>
    <w:p w14:paraId="029E1024" w14:textId="4B9C4D1B" w:rsidR="009E54A3" w:rsidRPr="009E54A3" w:rsidRDefault="009E54A3" w:rsidP="007D2537">
      <w:pPr>
        <w:spacing w:line="240" w:lineRule="auto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Załączniki:</w:t>
      </w:r>
    </w:p>
    <w:p w14:paraId="177C91DA" w14:textId="1EFB181A" w:rsidR="009E54A3" w:rsidRDefault="009E54A3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- oświadczenie dotyczące powiązań (wg wzoru – zał. nr 1 do zapytania ofertowego)</w:t>
      </w:r>
    </w:p>
    <w:p w14:paraId="5F37598A" w14:textId="648D572F" w:rsidR="00E15C1B" w:rsidRDefault="00E15C1B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oświadczenie o wiedzy i doświadczeniu (wg wzoru – zał. nr 4 do zapytania ofertowego)</w:t>
      </w:r>
    </w:p>
    <w:p w14:paraId="7557A007" w14:textId="77777777" w:rsidR="00A60B45" w:rsidRDefault="00A60B45" w:rsidP="00E15C1B">
      <w:pPr>
        <w:contextualSpacing/>
        <w:jc w:val="both"/>
        <w:rPr>
          <w:rFonts w:ascii="Calibri" w:eastAsia="Calibri" w:hAnsi="Calibri" w:cs="Times New Roman"/>
        </w:rPr>
      </w:pPr>
    </w:p>
    <w:p w14:paraId="20F40A66" w14:textId="4126FE9C"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………………………………..</w:t>
      </w:r>
    </w:p>
    <w:p w14:paraId="20B6AAC8" w14:textId="1A152224" w:rsidR="00262F04" w:rsidRPr="002F5F91" w:rsidRDefault="009E54A3" w:rsidP="002F5F91">
      <w:pPr>
        <w:ind w:left="3540" w:firstLine="708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E54A3">
        <w:rPr>
          <w:rFonts w:ascii="Calibri" w:eastAsia="Calibri" w:hAnsi="Calibri" w:cs="Times New Roman"/>
          <w:sz w:val="20"/>
          <w:szCs w:val="20"/>
        </w:rPr>
        <w:t>Data i podpis upoważnionego przedstawiciela Oferenta</w:t>
      </w:r>
    </w:p>
    <w:sectPr w:rsidR="00262F04" w:rsidRPr="002F5F91" w:rsidSect="00A60B45">
      <w:headerReference w:type="default" r:id="rId7"/>
      <w:footerReference w:type="default" r:id="rId8"/>
      <w:pgSz w:w="11906" w:h="16838"/>
      <w:pgMar w:top="2326" w:right="1417" w:bottom="1701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5D4C6" w14:textId="77777777" w:rsidR="006852BB" w:rsidRDefault="006852BB" w:rsidP="00471991">
      <w:pPr>
        <w:spacing w:after="0" w:line="240" w:lineRule="auto"/>
      </w:pPr>
      <w:r>
        <w:separator/>
      </w:r>
    </w:p>
  </w:endnote>
  <w:endnote w:type="continuationSeparator" w:id="0">
    <w:p w14:paraId="40E2310B" w14:textId="77777777" w:rsidR="006852BB" w:rsidRDefault="006852BB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86D9" w14:textId="77777777" w:rsidR="004F031E" w:rsidRDefault="006852BB" w:rsidP="006C7E02">
    <w:pPr>
      <w:pStyle w:val="Stopka"/>
    </w:pPr>
    <w:r>
      <w:rPr>
        <w:noProof/>
      </w:rPr>
      <w:pict w14:anchorId="189528F6"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14:paraId="6F3E094C" w14:textId="77777777" w:rsidR="006C7E02" w:rsidRPr="006C7E02" w:rsidRDefault="006C7E02" w:rsidP="006C7E02">
    <w:pPr>
      <w:pStyle w:val="Stopka"/>
      <w:rPr>
        <w:sz w:val="8"/>
        <w:szCs w:val="8"/>
      </w:rPr>
    </w:pPr>
  </w:p>
  <w:p w14:paraId="675022EC" w14:textId="77777777" w:rsidR="00A60B45" w:rsidRPr="009C5241" w:rsidRDefault="00A60B45" w:rsidP="00A60B45">
    <w:pPr>
      <w:pStyle w:val="Stopka"/>
      <w:rPr>
        <w:sz w:val="8"/>
        <w:szCs w:val="8"/>
      </w:rPr>
    </w:pPr>
  </w:p>
  <w:p w14:paraId="6ADADEEA" w14:textId="19C6D70A" w:rsidR="00471991" w:rsidRPr="00A60B45" w:rsidRDefault="00F72ACF" w:rsidP="00A60B45">
    <w:pPr>
      <w:pStyle w:val="Stopka"/>
      <w:tabs>
        <w:tab w:val="clear" w:pos="9072"/>
      </w:tabs>
    </w:pPr>
    <w:r>
      <w:rPr>
        <w:color w:val="808080" w:themeColor="background1" w:themeShade="80"/>
        <w:sz w:val="20"/>
      </w:rPr>
      <w:t>SMARTBERO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37A82" w14:textId="77777777" w:rsidR="006852BB" w:rsidRDefault="006852BB" w:rsidP="00471991">
      <w:pPr>
        <w:spacing w:after="0" w:line="240" w:lineRule="auto"/>
      </w:pPr>
      <w:r>
        <w:separator/>
      </w:r>
    </w:p>
  </w:footnote>
  <w:footnote w:type="continuationSeparator" w:id="0">
    <w:p w14:paraId="43C83A8F" w14:textId="77777777" w:rsidR="006852BB" w:rsidRDefault="006852BB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8A8F" w14:textId="159E82B0" w:rsidR="00471991" w:rsidRDefault="00F72ACF" w:rsidP="00A60B45">
    <w:pPr>
      <w:spacing w:after="0" w:line="240" w:lineRule="auto"/>
      <w:jc w:val="center"/>
    </w:pPr>
    <w:r w:rsidRPr="00EF2280">
      <w:rPr>
        <w:noProof/>
        <w:sz w:val="13"/>
        <w:szCs w:val="13"/>
      </w:rPr>
      <w:drawing>
        <wp:inline distT="0" distB="0" distL="0" distR="0" wp14:anchorId="7D085B59" wp14:editId="42505096">
          <wp:extent cx="5760720" cy="507365"/>
          <wp:effectExtent l="0" t="0" r="5080" b="635"/>
          <wp:docPr id="2132160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160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AB155C" w14:textId="77777777" w:rsidR="00F72ACF" w:rsidRDefault="00F72ACF" w:rsidP="00F72ACF">
    <w:pPr>
      <w:pBdr>
        <w:bottom w:val="single" w:sz="4" w:space="1" w:color="auto"/>
      </w:pBd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381" style="width:0;height:1.5pt" o:hralign="center" o:bullet="t" o:hrstd="t" o:hr="t" fillcolor="#a0a0a0" stroked="f"/>
    </w:pict>
  </w:numPicBullet>
  <w:abstractNum w:abstractNumId="0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366956700">
    <w:abstractNumId w:val="3"/>
  </w:num>
  <w:num w:numId="2" w16cid:durableId="1737510183">
    <w:abstractNumId w:val="8"/>
  </w:num>
  <w:num w:numId="3" w16cid:durableId="1016078444">
    <w:abstractNumId w:val="6"/>
  </w:num>
  <w:num w:numId="4" w16cid:durableId="986010787">
    <w:abstractNumId w:val="10"/>
  </w:num>
  <w:num w:numId="5" w16cid:durableId="1408116221">
    <w:abstractNumId w:val="1"/>
  </w:num>
  <w:num w:numId="6" w16cid:durableId="1721051324">
    <w:abstractNumId w:val="0"/>
  </w:num>
  <w:num w:numId="7" w16cid:durableId="1579707275">
    <w:abstractNumId w:val="5"/>
  </w:num>
  <w:num w:numId="8" w16cid:durableId="1403332343">
    <w:abstractNumId w:val="7"/>
  </w:num>
  <w:num w:numId="9" w16cid:durableId="1040937577">
    <w:abstractNumId w:val="4"/>
  </w:num>
  <w:num w:numId="10" w16cid:durableId="1617254225">
    <w:abstractNumId w:val="9"/>
  </w:num>
  <w:num w:numId="11" w16cid:durableId="1303002037">
    <w:abstractNumId w:val="2"/>
  </w:num>
  <w:num w:numId="12" w16cid:durableId="14032597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01D3F"/>
    <w:rsid w:val="00011737"/>
    <w:rsid w:val="000213FD"/>
    <w:rsid w:val="00023C7E"/>
    <w:rsid w:val="000266B6"/>
    <w:rsid w:val="000462A5"/>
    <w:rsid w:val="00090D17"/>
    <w:rsid w:val="000A1341"/>
    <w:rsid w:val="000A3B05"/>
    <w:rsid w:val="000F02F5"/>
    <w:rsid w:val="00116761"/>
    <w:rsid w:val="00123420"/>
    <w:rsid w:val="00132F2E"/>
    <w:rsid w:val="001364E3"/>
    <w:rsid w:val="00151191"/>
    <w:rsid w:val="00161C57"/>
    <w:rsid w:val="00162CDC"/>
    <w:rsid w:val="0016319C"/>
    <w:rsid w:val="0017270F"/>
    <w:rsid w:val="00192231"/>
    <w:rsid w:val="001B1B0D"/>
    <w:rsid w:val="001E3C24"/>
    <w:rsid w:val="001F071C"/>
    <w:rsid w:val="00261314"/>
    <w:rsid w:val="00261A52"/>
    <w:rsid w:val="00262F04"/>
    <w:rsid w:val="00264F54"/>
    <w:rsid w:val="002A014E"/>
    <w:rsid w:val="002F5F91"/>
    <w:rsid w:val="0030096D"/>
    <w:rsid w:val="00305C56"/>
    <w:rsid w:val="00306A0D"/>
    <w:rsid w:val="003101E3"/>
    <w:rsid w:val="00321D4B"/>
    <w:rsid w:val="00323676"/>
    <w:rsid w:val="00326DD8"/>
    <w:rsid w:val="0033340D"/>
    <w:rsid w:val="00337350"/>
    <w:rsid w:val="00344822"/>
    <w:rsid w:val="0035063F"/>
    <w:rsid w:val="003653D8"/>
    <w:rsid w:val="0036542C"/>
    <w:rsid w:val="003744A5"/>
    <w:rsid w:val="00381C34"/>
    <w:rsid w:val="003A46E0"/>
    <w:rsid w:val="003E7495"/>
    <w:rsid w:val="00403E8B"/>
    <w:rsid w:val="00407A3F"/>
    <w:rsid w:val="00407D70"/>
    <w:rsid w:val="0041706F"/>
    <w:rsid w:val="00417F6D"/>
    <w:rsid w:val="00454DE2"/>
    <w:rsid w:val="00455431"/>
    <w:rsid w:val="00471991"/>
    <w:rsid w:val="00476036"/>
    <w:rsid w:val="00494654"/>
    <w:rsid w:val="004A0A54"/>
    <w:rsid w:val="004A6009"/>
    <w:rsid w:val="004C65DE"/>
    <w:rsid w:val="004E662F"/>
    <w:rsid w:val="004F031E"/>
    <w:rsid w:val="00500D66"/>
    <w:rsid w:val="00506146"/>
    <w:rsid w:val="00511B0F"/>
    <w:rsid w:val="00530713"/>
    <w:rsid w:val="005320E8"/>
    <w:rsid w:val="0053397D"/>
    <w:rsid w:val="005426D7"/>
    <w:rsid w:val="00543559"/>
    <w:rsid w:val="00551544"/>
    <w:rsid w:val="005646E8"/>
    <w:rsid w:val="00565A9F"/>
    <w:rsid w:val="005A1A8A"/>
    <w:rsid w:val="005B4A85"/>
    <w:rsid w:val="005B604D"/>
    <w:rsid w:val="005D1E1F"/>
    <w:rsid w:val="005D7E7A"/>
    <w:rsid w:val="005E0F0D"/>
    <w:rsid w:val="005E3344"/>
    <w:rsid w:val="005F3E7B"/>
    <w:rsid w:val="0060348F"/>
    <w:rsid w:val="00603C10"/>
    <w:rsid w:val="006348DA"/>
    <w:rsid w:val="0064258B"/>
    <w:rsid w:val="006431CA"/>
    <w:rsid w:val="00663A7F"/>
    <w:rsid w:val="006652CA"/>
    <w:rsid w:val="00681527"/>
    <w:rsid w:val="006852BB"/>
    <w:rsid w:val="006C7E02"/>
    <w:rsid w:val="006E02D8"/>
    <w:rsid w:val="006E3ECC"/>
    <w:rsid w:val="006F0E7D"/>
    <w:rsid w:val="007069E2"/>
    <w:rsid w:val="00730B80"/>
    <w:rsid w:val="00733E49"/>
    <w:rsid w:val="0076559D"/>
    <w:rsid w:val="007743C2"/>
    <w:rsid w:val="00775C41"/>
    <w:rsid w:val="00777B1F"/>
    <w:rsid w:val="00795ED1"/>
    <w:rsid w:val="007A775C"/>
    <w:rsid w:val="007C4AA1"/>
    <w:rsid w:val="007D2537"/>
    <w:rsid w:val="007E2CDD"/>
    <w:rsid w:val="007E351C"/>
    <w:rsid w:val="008102CB"/>
    <w:rsid w:val="008113C0"/>
    <w:rsid w:val="00815CE7"/>
    <w:rsid w:val="0084052F"/>
    <w:rsid w:val="00850459"/>
    <w:rsid w:val="00856B37"/>
    <w:rsid w:val="0088521F"/>
    <w:rsid w:val="00890846"/>
    <w:rsid w:val="008977A8"/>
    <w:rsid w:val="008C112C"/>
    <w:rsid w:val="008E3368"/>
    <w:rsid w:val="008E6479"/>
    <w:rsid w:val="0093134D"/>
    <w:rsid w:val="009534B3"/>
    <w:rsid w:val="009544F4"/>
    <w:rsid w:val="009774C0"/>
    <w:rsid w:val="00992B70"/>
    <w:rsid w:val="00992CCC"/>
    <w:rsid w:val="009B3730"/>
    <w:rsid w:val="009B6636"/>
    <w:rsid w:val="009D0C3C"/>
    <w:rsid w:val="009D745F"/>
    <w:rsid w:val="009E0072"/>
    <w:rsid w:val="009E54A3"/>
    <w:rsid w:val="009F6CF0"/>
    <w:rsid w:val="00A10834"/>
    <w:rsid w:val="00A1114C"/>
    <w:rsid w:val="00A17639"/>
    <w:rsid w:val="00A41D0B"/>
    <w:rsid w:val="00A5360C"/>
    <w:rsid w:val="00A60B45"/>
    <w:rsid w:val="00A72FE4"/>
    <w:rsid w:val="00AC4F6E"/>
    <w:rsid w:val="00AE0EF1"/>
    <w:rsid w:val="00B2723B"/>
    <w:rsid w:val="00B272BA"/>
    <w:rsid w:val="00B43D2D"/>
    <w:rsid w:val="00B43DE8"/>
    <w:rsid w:val="00B5603A"/>
    <w:rsid w:val="00B57CAE"/>
    <w:rsid w:val="00B70635"/>
    <w:rsid w:val="00B7430E"/>
    <w:rsid w:val="00B86D81"/>
    <w:rsid w:val="00B915BF"/>
    <w:rsid w:val="00BA368C"/>
    <w:rsid w:val="00BB126A"/>
    <w:rsid w:val="00BB427B"/>
    <w:rsid w:val="00BC72BF"/>
    <w:rsid w:val="00BD13D6"/>
    <w:rsid w:val="00BE33DA"/>
    <w:rsid w:val="00C14E68"/>
    <w:rsid w:val="00C354D6"/>
    <w:rsid w:val="00C356E0"/>
    <w:rsid w:val="00C514E1"/>
    <w:rsid w:val="00C532EE"/>
    <w:rsid w:val="00C62081"/>
    <w:rsid w:val="00C64E30"/>
    <w:rsid w:val="00C73726"/>
    <w:rsid w:val="00C93A6D"/>
    <w:rsid w:val="00CB2918"/>
    <w:rsid w:val="00CC7A08"/>
    <w:rsid w:val="00CE1439"/>
    <w:rsid w:val="00D06A43"/>
    <w:rsid w:val="00D12449"/>
    <w:rsid w:val="00D160A2"/>
    <w:rsid w:val="00D22F61"/>
    <w:rsid w:val="00D2414B"/>
    <w:rsid w:val="00D4754C"/>
    <w:rsid w:val="00D66711"/>
    <w:rsid w:val="00D74A8A"/>
    <w:rsid w:val="00D93867"/>
    <w:rsid w:val="00DA4D43"/>
    <w:rsid w:val="00DB37CA"/>
    <w:rsid w:val="00DF4185"/>
    <w:rsid w:val="00DF7C57"/>
    <w:rsid w:val="00E15C1B"/>
    <w:rsid w:val="00E171FD"/>
    <w:rsid w:val="00E31722"/>
    <w:rsid w:val="00E35142"/>
    <w:rsid w:val="00E3602D"/>
    <w:rsid w:val="00E36A76"/>
    <w:rsid w:val="00E445E7"/>
    <w:rsid w:val="00E453A8"/>
    <w:rsid w:val="00E6185F"/>
    <w:rsid w:val="00E6681B"/>
    <w:rsid w:val="00E92276"/>
    <w:rsid w:val="00EC2272"/>
    <w:rsid w:val="00EC6C26"/>
    <w:rsid w:val="00ED00E4"/>
    <w:rsid w:val="00EE287A"/>
    <w:rsid w:val="00F23004"/>
    <w:rsid w:val="00F35064"/>
    <w:rsid w:val="00F65D29"/>
    <w:rsid w:val="00F72ACF"/>
    <w:rsid w:val="00F964AE"/>
    <w:rsid w:val="00FA2F00"/>
    <w:rsid w:val="00FA5BB5"/>
    <w:rsid w:val="00FA71E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714FC"/>
  <w15:docId w15:val="{797DFDC3-0A16-41A9-974B-458B8FA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373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76</cp:revision>
  <cp:lastPrinted>2018-05-30T12:04:00Z</cp:lastPrinted>
  <dcterms:created xsi:type="dcterms:W3CDTF">2018-05-30T11:54:00Z</dcterms:created>
  <dcterms:modified xsi:type="dcterms:W3CDTF">2025-07-11T12:02:00Z</dcterms:modified>
</cp:coreProperties>
</file>