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8A" w:rsidRPr="007B3C0B" w:rsidRDefault="00373B8A" w:rsidP="000F295D">
      <w:pPr>
        <w:pStyle w:val="NoSpacing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Pr="007B3C0B">
        <w:rPr>
          <w:rFonts w:ascii="Arial" w:hAnsi="Arial" w:cs="Arial"/>
          <w:b/>
          <w:sz w:val="20"/>
          <w:szCs w:val="20"/>
        </w:rPr>
        <w:t xml:space="preserve"> do SIWZ </w:t>
      </w:r>
    </w:p>
    <w:p w:rsidR="00373B8A" w:rsidRPr="005566E9" w:rsidRDefault="00373B8A" w:rsidP="000F295D">
      <w:pPr>
        <w:pStyle w:val="NoSpacing"/>
        <w:jc w:val="right"/>
        <w:rPr>
          <w:rFonts w:ascii="Arial" w:hAnsi="Arial" w:cs="Arial"/>
          <w:sz w:val="20"/>
          <w:szCs w:val="20"/>
        </w:rPr>
      </w:pPr>
    </w:p>
    <w:p w:rsidR="00373B8A" w:rsidRPr="005566E9" w:rsidRDefault="00373B8A" w:rsidP="000F295D">
      <w:pPr>
        <w:pStyle w:val="NoSpacing"/>
        <w:jc w:val="right"/>
        <w:rPr>
          <w:rFonts w:ascii="Arial" w:hAnsi="Arial" w:cs="Arial"/>
          <w:sz w:val="20"/>
          <w:szCs w:val="20"/>
        </w:rPr>
      </w:pPr>
    </w:p>
    <w:p w:rsidR="00373B8A" w:rsidRPr="005566E9" w:rsidRDefault="00373B8A" w:rsidP="005E6DBC">
      <w:pPr>
        <w:pStyle w:val="NoSpacing"/>
        <w:rPr>
          <w:rFonts w:ascii="Arial" w:hAnsi="Arial" w:cs="Arial"/>
          <w:sz w:val="20"/>
          <w:szCs w:val="20"/>
        </w:rPr>
      </w:pPr>
    </w:p>
    <w:p w:rsidR="00373B8A" w:rsidRPr="00FA1572" w:rsidRDefault="00373B8A" w:rsidP="000F295D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FA1572">
        <w:rPr>
          <w:rFonts w:ascii="Arial" w:hAnsi="Arial" w:cs="Arial"/>
          <w:b/>
          <w:sz w:val="20"/>
          <w:szCs w:val="20"/>
        </w:rPr>
        <w:t xml:space="preserve">OŚWIADCZENIE WYKONAWCY </w:t>
      </w:r>
    </w:p>
    <w:p w:rsidR="00373B8A" w:rsidRPr="00FA1572" w:rsidRDefault="00373B8A" w:rsidP="00C90F8B">
      <w:pPr>
        <w:pStyle w:val="NoSpacing"/>
        <w:rPr>
          <w:rFonts w:ascii="Arial" w:hAnsi="Arial" w:cs="Arial"/>
          <w:b/>
          <w:sz w:val="20"/>
          <w:szCs w:val="20"/>
        </w:rPr>
      </w:pPr>
    </w:p>
    <w:p w:rsidR="00373B8A" w:rsidRPr="00FA1572" w:rsidRDefault="00373B8A" w:rsidP="00C90F8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FA1572">
        <w:rPr>
          <w:rFonts w:ascii="Arial" w:hAnsi="Arial" w:cs="Arial"/>
          <w:b/>
          <w:sz w:val="20"/>
          <w:szCs w:val="20"/>
        </w:rPr>
        <w:t>dotyczące przetwarzania danych osobowych w związku z prowadzeniem postępowania przetargowego</w:t>
      </w:r>
    </w:p>
    <w:p w:rsidR="00373B8A" w:rsidRPr="005566E9" w:rsidRDefault="00373B8A" w:rsidP="00C90F8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373B8A" w:rsidRPr="005566E9" w:rsidRDefault="00373B8A" w:rsidP="00C90F8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373B8A" w:rsidRPr="005566E9" w:rsidRDefault="00373B8A" w:rsidP="00CF5049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Mając na uwadze zapisy Ogólnych Warunków Zamówienia, t.j.:</w:t>
      </w:r>
    </w:p>
    <w:p w:rsidR="00373B8A" w:rsidRPr="005566E9" w:rsidRDefault="00373B8A" w:rsidP="006426B1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 </w:t>
      </w:r>
    </w:p>
    <w:p w:rsidR="00373B8A" w:rsidRPr="005566E9" w:rsidRDefault="00373B8A" w:rsidP="00B32204">
      <w:pPr>
        <w:numPr>
          <w:ilvl w:val="0"/>
          <w:numId w:val="7"/>
        </w:numPr>
        <w:spacing w:before="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Strony wszelkie dane osobowe pozyskane od siebie w związku z prowadzeniem postępowania przetargowego w SWZ przetwarzały będą wyłącznie na jej potrzeby oraz chroniły je będą przed dostępem osób nieupoważnionych, zgodnie z obowiązującymi przepisami o ochronie danych osobowych - z dniem 25 maja 2018 r. zgodnie z Rozporządzeniem Parlamentu Europejskiego                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373B8A" w:rsidRPr="005566E9" w:rsidRDefault="00373B8A" w:rsidP="00B32204">
      <w:pPr>
        <w:numPr>
          <w:ilvl w:val="0"/>
          <w:numId w:val="7"/>
        </w:numPr>
        <w:spacing w:before="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W związku z udostępnianiem sobie wzajemnie przez Strony danych osobowych, Strony zamieszczają postanowienia określające jego zakres oraz wymagane informacje:</w:t>
      </w:r>
    </w:p>
    <w:p w:rsidR="00373B8A" w:rsidRPr="005566E9" w:rsidRDefault="00373B8A" w:rsidP="00B32204">
      <w:pPr>
        <w:numPr>
          <w:ilvl w:val="0"/>
          <w:numId w:val="8"/>
        </w:numPr>
        <w:spacing w:before="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Dane osobowe osób wskazanych do kontaktów reprezentujących każdą ze Stron wymienionych udostępniane będą drugiej Stronie, która stanie się administratorem danych osobowych,                                     i przetwarzane będą przez nią w celu przeprowadzenia postępowania ofertowego (prawnie usprawiedliwiony interes administratora jako podstawa prawna przetwarzania)         </w:t>
      </w:r>
    </w:p>
    <w:p w:rsidR="00373B8A" w:rsidRPr="005566E9" w:rsidRDefault="00373B8A" w:rsidP="00B32204">
      <w:pPr>
        <w:numPr>
          <w:ilvl w:val="0"/>
          <w:numId w:val="8"/>
        </w:numPr>
        <w:spacing w:before="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Oferent w związku z przygotowaną ofertą udostępnia dla MCZ S.A. następujące dane, kategoria osób danych osobowych:  pełnomocników do zaciągania zobowiązań  reprezentantów firmy, </w:t>
      </w:r>
      <w:r w:rsidRPr="005566E9">
        <w:rPr>
          <w:rFonts w:ascii="Arial" w:hAnsi="Arial" w:cs="Arial"/>
          <w:sz w:val="20"/>
          <w:szCs w:val="20"/>
          <w:lang w:val="es-CL"/>
        </w:rPr>
        <w:t>informacje potwierdzajace zdolność do pracy oraz kwalifikacje i uprawnienia osób wskazanych do realizacji zadania.</w:t>
      </w:r>
    </w:p>
    <w:p w:rsidR="00373B8A" w:rsidRPr="005566E9" w:rsidRDefault="00373B8A" w:rsidP="00B32204">
      <w:pPr>
        <w:spacing w:before="20"/>
        <w:ind w:left="720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373B8A" w:rsidRPr="005566E9" w:rsidRDefault="00373B8A" w:rsidP="007D3B37">
      <w:pPr>
        <w:spacing w:line="360" w:lineRule="auto"/>
        <w:jc w:val="both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7D3B37">
      <w:pPr>
        <w:spacing w:line="360" w:lineRule="auto"/>
        <w:jc w:val="both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7D3B37">
      <w:pPr>
        <w:spacing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5566E9">
        <w:rPr>
          <w:rFonts w:ascii="Arial" w:hAnsi="Arial" w:cs="Arial"/>
          <w:sz w:val="20"/>
          <w:szCs w:val="20"/>
          <w:lang w:val="es-CL"/>
        </w:rPr>
        <w:t xml:space="preserve">Firma /  </w:t>
      </w:r>
      <w:r w:rsidRPr="005566E9">
        <w:rPr>
          <w:rFonts w:ascii="Arial" w:hAnsi="Arial" w:cs="Arial"/>
          <w:sz w:val="20"/>
          <w:szCs w:val="20"/>
        </w:rPr>
        <w:t xml:space="preserve">nazwa podmiotu – proszę </w:t>
      </w:r>
      <w:r w:rsidRPr="005566E9">
        <w:rPr>
          <w:rFonts w:ascii="Arial" w:hAnsi="Arial" w:cs="Arial"/>
          <w:sz w:val="20"/>
          <w:szCs w:val="20"/>
          <w:lang w:val="es-CL"/>
        </w:rPr>
        <w:t xml:space="preserve">wpisać nazwę  / zobowiązuje się i oświadcza, że poinformuje osoby, których dane są wymienione w składanej ofercie o fakcie udostępnienia ich dla “Miedziowego Centrum Zdrowia” S.A. oraz  do  zebrania  podpisanych oświadczeń o poniższej treści  od tych osób. </w:t>
      </w:r>
    </w:p>
    <w:p w:rsidR="00373B8A" w:rsidRPr="005566E9" w:rsidRDefault="00373B8A" w:rsidP="007D3B37">
      <w:pPr>
        <w:spacing w:line="360" w:lineRule="auto"/>
        <w:jc w:val="both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4C4868">
      <w:pPr>
        <w:spacing w:line="360" w:lineRule="auto"/>
        <w:ind w:left="4956" w:firstLine="708"/>
        <w:rPr>
          <w:rFonts w:ascii="Arial" w:hAnsi="Arial" w:cs="Arial"/>
          <w:sz w:val="20"/>
          <w:szCs w:val="20"/>
          <w:lang w:val="es-CL"/>
        </w:rPr>
      </w:pPr>
      <w:r w:rsidRPr="005566E9">
        <w:rPr>
          <w:rFonts w:ascii="Arial" w:hAnsi="Arial" w:cs="Arial"/>
          <w:sz w:val="20"/>
          <w:szCs w:val="20"/>
          <w:lang w:val="es-CL"/>
        </w:rPr>
        <w:t>Data i podpis oferenta</w:t>
      </w:r>
    </w:p>
    <w:p w:rsidR="00373B8A" w:rsidRPr="005566E9" w:rsidRDefault="00373B8A" w:rsidP="006B3CB7">
      <w:pPr>
        <w:spacing w:line="360" w:lineRule="auto"/>
        <w:jc w:val="right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B32204">
      <w:pPr>
        <w:spacing w:line="360" w:lineRule="auto"/>
        <w:jc w:val="center"/>
        <w:rPr>
          <w:rFonts w:ascii="Arial" w:hAnsi="Arial" w:cs="Arial"/>
          <w:sz w:val="20"/>
          <w:szCs w:val="20"/>
          <w:lang w:val="es-CL"/>
        </w:rPr>
      </w:pPr>
      <w:r w:rsidRPr="005566E9">
        <w:rPr>
          <w:rFonts w:ascii="Arial" w:hAnsi="Arial" w:cs="Arial"/>
          <w:sz w:val="20"/>
          <w:szCs w:val="20"/>
          <w:lang w:val="es-CL"/>
        </w:rPr>
        <w:t xml:space="preserve">                                                                       ..............................................................</w:t>
      </w:r>
    </w:p>
    <w:p w:rsidR="00373B8A" w:rsidRPr="005566E9" w:rsidRDefault="00373B8A" w:rsidP="004C4868">
      <w:pPr>
        <w:spacing w:line="360" w:lineRule="auto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4C4868">
      <w:pPr>
        <w:spacing w:line="360" w:lineRule="auto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4C4868">
      <w:pPr>
        <w:spacing w:line="360" w:lineRule="auto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4C4868">
      <w:pPr>
        <w:spacing w:line="360" w:lineRule="auto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4C4868">
      <w:pPr>
        <w:spacing w:line="360" w:lineRule="auto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4C4868">
      <w:pPr>
        <w:spacing w:line="360" w:lineRule="auto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4C4868">
      <w:pPr>
        <w:spacing w:line="360" w:lineRule="auto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4C4868">
      <w:pPr>
        <w:spacing w:line="360" w:lineRule="auto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7123C8">
      <w:pPr>
        <w:ind w:left="-142"/>
        <w:jc w:val="center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  <w:lang w:val="es-CL"/>
        </w:rPr>
        <w:br w:type="page"/>
        <w:t xml:space="preserve">OŚWIADCZENIE </w:t>
      </w:r>
      <w:r w:rsidRPr="005566E9">
        <w:rPr>
          <w:rFonts w:ascii="Arial" w:hAnsi="Arial" w:cs="Arial"/>
          <w:sz w:val="20"/>
          <w:szCs w:val="20"/>
        </w:rPr>
        <w:t>OSOBY KTÓREJ DANE DOTYCZĄ</w:t>
      </w:r>
    </w:p>
    <w:p w:rsidR="00373B8A" w:rsidRPr="005566E9" w:rsidRDefault="00373B8A" w:rsidP="004C4868">
      <w:pPr>
        <w:spacing w:line="360" w:lineRule="auto"/>
        <w:jc w:val="center"/>
        <w:rPr>
          <w:rFonts w:ascii="Arial" w:hAnsi="Arial" w:cs="Arial"/>
          <w:sz w:val="20"/>
          <w:szCs w:val="20"/>
          <w:lang w:val="es-CL"/>
        </w:rPr>
      </w:pPr>
    </w:p>
    <w:p w:rsidR="00373B8A" w:rsidRPr="005566E9" w:rsidRDefault="00373B8A" w:rsidP="007D3B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Oświadczam, że zostałem(am) poinformowany(a):</w:t>
      </w:r>
    </w:p>
    <w:p w:rsidR="00373B8A" w:rsidRPr="005566E9" w:rsidRDefault="00373B8A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w momencie przekazania przez </w:t>
      </w:r>
      <w:r w:rsidRPr="005566E9">
        <w:rPr>
          <w:rFonts w:ascii="Arial" w:hAnsi="Arial" w:cs="Arial"/>
          <w:sz w:val="20"/>
          <w:szCs w:val="20"/>
          <w:lang w:val="es-CL"/>
        </w:rPr>
        <w:t xml:space="preserve">/  </w:t>
      </w:r>
      <w:r w:rsidRPr="005566E9">
        <w:rPr>
          <w:rFonts w:ascii="Arial" w:hAnsi="Arial" w:cs="Arial"/>
          <w:sz w:val="20"/>
          <w:szCs w:val="20"/>
        </w:rPr>
        <w:t xml:space="preserve">nazwa podmiotu – proszę </w:t>
      </w:r>
      <w:r w:rsidRPr="005566E9">
        <w:rPr>
          <w:rFonts w:ascii="Arial" w:hAnsi="Arial" w:cs="Arial"/>
          <w:sz w:val="20"/>
          <w:szCs w:val="20"/>
          <w:lang w:val="es-CL"/>
        </w:rPr>
        <w:t>wpisać nazwę  /</w:t>
      </w:r>
      <w:r w:rsidRPr="005566E9">
        <w:rPr>
          <w:rFonts w:ascii="Arial" w:hAnsi="Arial" w:cs="Arial"/>
          <w:sz w:val="20"/>
          <w:szCs w:val="20"/>
        </w:rPr>
        <w:t xml:space="preserve"> moich danych osobowych do „MIEDZIOWEGO CENTRU</w:t>
      </w:r>
      <w:r>
        <w:rPr>
          <w:rFonts w:ascii="Arial" w:hAnsi="Arial" w:cs="Arial"/>
          <w:sz w:val="20"/>
          <w:szCs w:val="20"/>
        </w:rPr>
        <w:t xml:space="preserve">M ZDROWIA” S.A. z siedzibą przy </w:t>
      </w:r>
      <w:r w:rsidRPr="005566E9">
        <w:rPr>
          <w:rFonts w:ascii="Arial" w:hAnsi="Arial" w:cs="Arial"/>
          <w:sz w:val="20"/>
          <w:szCs w:val="20"/>
        </w:rPr>
        <w:t>ul.</w:t>
      </w:r>
      <w:r w:rsidRPr="005566E9">
        <w:rPr>
          <w:rFonts w:ascii="Arial" w:hAnsi="Arial" w:cs="Arial"/>
          <w:sz w:val="20"/>
          <w:szCs w:val="20"/>
          <w:shd w:val="clear" w:color="auto" w:fill="FFFFFF"/>
        </w:rPr>
        <w:t xml:space="preserve"> M</w:t>
      </w:r>
      <w:r w:rsidRPr="005566E9">
        <w:rPr>
          <w:rFonts w:ascii="Arial" w:hAnsi="Arial" w:cs="Arial"/>
          <w:sz w:val="20"/>
          <w:szCs w:val="20"/>
        </w:rPr>
        <w:t>. Skłodowskiej-Curie 66 59-301 Lubin, wyżej wymieniona spółka stanie się administratorem moich danych osobowych (dalej jako ADO);</w:t>
      </w:r>
    </w:p>
    <w:p w:rsidR="00373B8A" w:rsidRPr="005566E9" w:rsidRDefault="00373B8A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0" w:name="_Hlk509582090"/>
      <w:r w:rsidRPr="005566E9">
        <w:rPr>
          <w:rFonts w:ascii="Arial" w:hAnsi="Arial" w:cs="Arial"/>
          <w:sz w:val="20"/>
          <w:szCs w:val="20"/>
        </w:rPr>
        <w:t>ADO powołał Inspektora Ochrony Danych Osobowych, z którym mogę skontaktować się za pomocą e</w:t>
      </w:r>
      <w:r w:rsidRPr="005566E9">
        <w:rPr>
          <w:rFonts w:ascii="Arial" w:hAnsi="Arial" w:cs="Arial"/>
          <w:sz w:val="20"/>
          <w:szCs w:val="20"/>
        </w:rPr>
        <w:noBreakHyphen/>
        <w:t>maila p.pelczarski@pws-kancelaria.pl</w:t>
      </w:r>
    </w:p>
    <w:bookmarkEnd w:id="0"/>
    <w:p w:rsidR="00373B8A" w:rsidRDefault="00373B8A" w:rsidP="00B80E41">
      <w:pPr>
        <w:numPr>
          <w:ilvl w:val="0"/>
          <w:numId w:val="2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moje dane osobowe w postaci: </w:t>
      </w:r>
      <w:bookmarkStart w:id="1" w:name="_Hlk509584811"/>
      <w:bookmarkStart w:id="2" w:name="_Hlk509582133"/>
      <w:r w:rsidRPr="005566E9">
        <w:rPr>
          <w:rFonts w:ascii="Arial" w:hAnsi="Arial" w:cs="Arial"/>
          <w:sz w:val="20"/>
          <w:szCs w:val="20"/>
        </w:rPr>
        <w:t xml:space="preserve">imię i nazwisko, </w:t>
      </w:r>
      <w:bookmarkEnd w:id="1"/>
      <w:bookmarkEnd w:id="2"/>
      <w:r w:rsidRPr="005566E9">
        <w:rPr>
          <w:rFonts w:ascii="Arial" w:hAnsi="Arial" w:cs="Arial"/>
          <w:sz w:val="20"/>
          <w:szCs w:val="20"/>
        </w:rPr>
        <w:t>adres email, nr tel., uprawnienia zawodowe, pełnomocnictwo do zaciągania zobowiązań,</w:t>
      </w:r>
    </w:p>
    <w:p w:rsidR="00373B8A" w:rsidRPr="005566E9" w:rsidRDefault="00373B8A" w:rsidP="00B80E41">
      <w:pPr>
        <w:spacing w:line="360" w:lineRule="auto"/>
        <w:ind w:left="-1"/>
        <w:jc w:val="both"/>
        <w:rPr>
          <w:rFonts w:ascii="Arial" w:hAnsi="Arial" w:cs="Arial"/>
          <w:sz w:val="20"/>
          <w:szCs w:val="20"/>
        </w:rPr>
      </w:pPr>
    </w:p>
    <w:p w:rsidR="00373B8A" w:rsidRPr="005566E9" w:rsidRDefault="00373B8A" w:rsidP="005E6DBC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373B8A" w:rsidRPr="005566E9" w:rsidRDefault="00373B8A" w:rsidP="005E6DBC">
      <w:pPr>
        <w:ind w:left="425"/>
        <w:jc w:val="center"/>
        <w:rPr>
          <w:rFonts w:ascii="Arial" w:hAnsi="Arial" w:cs="Arial"/>
          <w:sz w:val="20"/>
          <w:szCs w:val="20"/>
          <w:vertAlign w:val="superscript"/>
        </w:rPr>
      </w:pPr>
      <w:r w:rsidRPr="005566E9">
        <w:rPr>
          <w:rFonts w:ascii="Arial" w:hAnsi="Arial" w:cs="Arial"/>
          <w:sz w:val="20"/>
          <w:szCs w:val="20"/>
          <w:vertAlign w:val="superscript"/>
        </w:rPr>
        <w:t>/jeśli zostały przekazane inne dane proszę uzupełnić/</w:t>
      </w:r>
    </w:p>
    <w:p w:rsidR="00373B8A" w:rsidRPr="005566E9" w:rsidRDefault="00373B8A" w:rsidP="005E6DBC">
      <w:pPr>
        <w:spacing w:after="16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zostały przekazane ADO przez wskazany powyżej podmiot;</w:t>
      </w:r>
    </w:p>
    <w:p w:rsidR="00373B8A" w:rsidRPr="005566E9" w:rsidRDefault="00373B8A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moje dane osobowe będą przetwarzane przez ADO w następujących celach </w:t>
      </w:r>
      <w:r w:rsidRPr="005566E9">
        <w:rPr>
          <w:rFonts w:ascii="Arial" w:hAnsi="Arial" w:cs="Arial"/>
          <w:sz w:val="20"/>
          <w:szCs w:val="20"/>
        </w:rPr>
        <w:br/>
        <w:t xml:space="preserve">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4677"/>
      </w:tblGrid>
      <w:tr w:rsidR="00373B8A" w:rsidRPr="005566E9" w:rsidTr="00046FA8">
        <w:trPr>
          <w:cantSplit/>
        </w:trPr>
        <w:tc>
          <w:tcPr>
            <w:tcW w:w="3969" w:type="dxa"/>
          </w:tcPr>
          <w:p w:rsidR="00373B8A" w:rsidRPr="005566E9" w:rsidRDefault="00373B8A" w:rsidP="007D3B37">
            <w:p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66E9">
              <w:rPr>
                <w:rFonts w:ascii="Arial" w:hAnsi="Arial" w:cs="Arial"/>
                <w:sz w:val="20"/>
                <w:szCs w:val="20"/>
              </w:rPr>
              <w:t xml:space="preserve">Cel przetwarzania danych </w:t>
            </w:r>
          </w:p>
        </w:tc>
        <w:tc>
          <w:tcPr>
            <w:tcW w:w="4677" w:type="dxa"/>
          </w:tcPr>
          <w:p w:rsidR="00373B8A" w:rsidRPr="005566E9" w:rsidRDefault="00373B8A" w:rsidP="007D3B37">
            <w:p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66E9">
              <w:rPr>
                <w:rFonts w:ascii="Arial" w:hAnsi="Arial" w:cs="Arial"/>
                <w:sz w:val="20"/>
                <w:szCs w:val="20"/>
              </w:rPr>
              <w:t xml:space="preserve">Podstawa prawna przetwarzania danych </w:t>
            </w:r>
          </w:p>
        </w:tc>
      </w:tr>
      <w:tr w:rsidR="00373B8A" w:rsidRPr="005566E9" w:rsidTr="00046FA8">
        <w:trPr>
          <w:cantSplit/>
        </w:trPr>
        <w:tc>
          <w:tcPr>
            <w:tcW w:w="3969" w:type="dxa"/>
          </w:tcPr>
          <w:p w:rsidR="00373B8A" w:rsidRPr="005566E9" w:rsidRDefault="00373B8A" w:rsidP="007D3B37">
            <w:p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66E9">
              <w:rPr>
                <w:rFonts w:ascii="Arial" w:hAnsi="Arial" w:cs="Arial"/>
                <w:sz w:val="20"/>
                <w:szCs w:val="20"/>
              </w:rPr>
              <w:t xml:space="preserve">Przeprowadzenia postępowania przetargowego </w:t>
            </w:r>
          </w:p>
        </w:tc>
        <w:tc>
          <w:tcPr>
            <w:tcW w:w="4677" w:type="dxa"/>
          </w:tcPr>
          <w:p w:rsidR="00373B8A" w:rsidRPr="005566E9" w:rsidRDefault="00373B8A" w:rsidP="007D3B37">
            <w:p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66E9">
              <w:rPr>
                <w:rFonts w:ascii="Arial" w:hAnsi="Arial" w:cs="Arial"/>
                <w:sz w:val="20"/>
                <w:szCs w:val="20"/>
              </w:rPr>
              <w:t xml:space="preserve">Uprawniony cel Miedziowe Centrum Zdrowia S.A. </w:t>
            </w:r>
          </w:p>
        </w:tc>
      </w:tr>
    </w:tbl>
    <w:p w:rsidR="00373B8A" w:rsidRPr="005566E9" w:rsidRDefault="00373B8A" w:rsidP="00256432">
      <w:pPr>
        <w:pStyle w:val="ListParagraph"/>
        <w:spacing w:after="160" w:line="360" w:lineRule="auto"/>
        <w:jc w:val="both"/>
        <w:rPr>
          <w:rFonts w:ascii="Arial" w:hAnsi="Arial" w:cs="Arial"/>
          <w:sz w:val="20"/>
          <w:szCs w:val="20"/>
        </w:rPr>
      </w:pPr>
    </w:p>
    <w:p w:rsidR="00373B8A" w:rsidRPr="005566E9" w:rsidRDefault="00373B8A" w:rsidP="00046FA8">
      <w:pPr>
        <w:pStyle w:val="ListParagraph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Moje dane osobowe będą ujawniane: </w:t>
      </w:r>
    </w:p>
    <w:p w:rsidR="00373B8A" w:rsidRPr="005566E9" w:rsidRDefault="00373B8A" w:rsidP="00046FA8">
      <w:pPr>
        <w:pStyle w:val="ListParagraph"/>
        <w:numPr>
          <w:ilvl w:val="0"/>
          <w:numId w:val="3"/>
        </w:numPr>
        <w:spacing w:after="16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pracownikom/współpracownikom ADO upoważnionym do ich przetwarzania na polecenie ADO;</w:t>
      </w:r>
    </w:p>
    <w:p w:rsidR="00373B8A" w:rsidRPr="005566E9" w:rsidRDefault="00373B8A" w:rsidP="00046FA8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Moje dane osobowe nie będą przekazywane do państw trzecich tj. spoza Europejskiego Obszaru Gospodarczego. </w:t>
      </w:r>
    </w:p>
    <w:p w:rsidR="00373B8A" w:rsidRPr="005566E9" w:rsidRDefault="00373B8A" w:rsidP="00046FA8">
      <w:pPr>
        <w:pStyle w:val="ListParagraph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Moje dane będą przechowywane przez ADO przez następujący okres: do zakończenia procesu zakupowego i dla potrzeb archiwizacji</w:t>
      </w:r>
    </w:p>
    <w:p w:rsidR="00373B8A" w:rsidRPr="005566E9" w:rsidRDefault="00373B8A" w:rsidP="00046FA8">
      <w:pPr>
        <w:pStyle w:val="ListParagraph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Przysługuje mi prawo dostępu do moich danych oraz ich sprostowania, gdy są one nieprawidłowe; </w:t>
      </w:r>
    </w:p>
    <w:p w:rsidR="00373B8A" w:rsidRPr="005566E9" w:rsidRDefault="00373B8A" w:rsidP="00046FA8">
      <w:pPr>
        <w:pStyle w:val="ListParagraph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W przypadkach określonych przepisami prawa przysługuje mi prawo do żądania usunięcia danych, żądania ograniczenia przetwarzania danych, prawo do przenoszenia danych, prawo do wniesienia sprzeciwu wobec przetwarzania danych. W sprawie realizacji praw mogę kontaktować się z inspektorem ochrony danych wskazanym w pkt 2 powyżej.</w:t>
      </w:r>
    </w:p>
    <w:p w:rsidR="00373B8A" w:rsidRPr="005566E9" w:rsidRDefault="00373B8A" w:rsidP="00046FA8">
      <w:pPr>
        <w:pStyle w:val="ListParagraph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Wobec mojej osoby nie będą podejmowane zautomatyzowane decyzje (decyzje bez udziału człowieka), w tym moje dane nie będą podlegały profilowaniu; </w:t>
      </w:r>
    </w:p>
    <w:p w:rsidR="00373B8A" w:rsidRPr="005566E9" w:rsidRDefault="00373B8A" w:rsidP="00046FA8">
      <w:pPr>
        <w:pStyle w:val="ListParagraph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:rsidR="00373B8A" w:rsidRPr="005566E9" w:rsidRDefault="00373B8A" w:rsidP="007123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Przyjmuje do wiadomości również, że: </w:t>
      </w:r>
    </w:p>
    <w:p w:rsidR="00373B8A" w:rsidRPr="005566E9" w:rsidRDefault="00373B8A" w:rsidP="00E2527A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Z przyczyn związanych z moją szczególną sytuacją przysługuje mi prawo do wniesienia sprzeciwu w przypadku, gdy podstawą przetwarzania danych przez ADO jest:</w:t>
      </w:r>
    </w:p>
    <w:p w:rsidR="00373B8A" w:rsidRPr="005566E9" w:rsidRDefault="00373B8A" w:rsidP="00E2527A">
      <w:pPr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niezbędność przetwarzania do wykonania zadania realizowanego w interesie </w:t>
      </w:r>
    </w:p>
    <w:p w:rsidR="00373B8A" w:rsidRPr="005566E9" w:rsidRDefault="00373B8A" w:rsidP="00E2527A">
      <w:pPr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     publicznym lub w ramach sprawowania władzy publicznej powierzonej </w:t>
      </w:r>
    </w:p>
    <w:p w:rsidR="00373B8A" w:rsidRPr="005566E9" w:rsidRDefault="00373B8A" w:rsidP="00E2527A">
      <w:pPr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 xml:space="preserve">     administratorowi danych (art. 6 ust. 1 lit. e RODO</w:t>
      </w:r>
      <w:r w:rsidRPr="005566E9">
        <w:rPr>
          <w:rStyle w:val="FootnoteReference"/>
          <w:rFonts w:ascii="Arial" w:hAnsi="Arial" w:cs="Arial"/>
          <w:sz w:val="20"/>
          <w:szCs w:val="20"/>
        </w:rPr>
        <w:footnoteReference w:id="1"/>
      </w:r>
      <w:r w:rsidRPr="005566E9">
        <w:rPr>
          <w:rFonts w:ascii="Arial" w:hAnsi="Arial" w:cs="Arial"/>
          <w:sz w:val="20"/>
          <w:szCs w:val="20"/>
        </w:rPr>
        <w:t>);</w:t>
      </w:r>
    </w:p>
    <w:p w:rsidR="00373B8A" w:rsidRPr="005566E9" w:rsidRDefault="00373B8A" w:rsidP="00E2527A">
      <w:pPr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uzasadniony interes prawny ADO (art. 6 ust. 1 lit f RODO).</w:t>
      </w:r>
    </w:p>
    <w:p w:rsidR="00373B8A" w:rsidRPr="005566E9" w:rsidRDefault="00373B8A" w:rsidP="007123C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pStyle w:val="ListParagraph"/>
        <w:spacing w:after="0" w:line="240" w:lineRule="auto"/>
        <w:ind w:left="38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566E9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</w:p>
    <w:p w:rsidR="00373B8A" w:rsidRPr="005566E9" w:rsidRDefault="00373B8A" w:rsidP="007123C8">
      <w:pPr>
        <w:ind w:left="4248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Data i czytelny podpis osoby której dane dotyczą</w:t>
      </w: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  <w:bookmarkStart w:id="3" w:name="_GoBack"/>
      <w:bookmarkEnd w:id="3"/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7123C8">
      <w:pPr>
        <w:rPr>
          <w:rFonts w:ascii="Arial" w:hAnsi="Arial" w:cs="Arial"/>
          <w:sz w:val="20"/>
          <w:szCs w:val="20"/>
        </w:rPr>
      </w:pPr>
    </w:p>
    <w:p w:rsidR="00373B8A" w:rsidRPr="005566E9" w:rsidRDefault="00373B8A" w:rsidP="005805DD">
      <w:pPr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UWAGA:</w:t>
      </w:r>
    </w:p>
    <w:p w:rsidR="00373B8A" w:rsidRPr="005566E9" w:rsidRDefault="00373B8A" w:rsidP="005805DD">
      <w:pPr>
        <w:jc w:val="both"/>
        <w:rPr>
          <w:rFonts w:ascii="Arial" w:hAnsi="Arial" w:cs="Arial"/>
          <w:sz w:val="20"/>
          <w:szCs w:val="20"/>
        </w:rPr>
      </w:pPr>
      <w:r w:rsidRPr="005566E9">
        <w:rPr>
          <w:rFonts w:ascii="Arial" w:hAnsi="Arial" w:cs="Arial"/>
          <w:sz w:val="20"/>
          <w:szCs w:val="20"/>
        </w:rPr>
        <w:t>Ww. oświadczenie wypełnia i podpisuje każda osoba, której dane osobowe zostały wskazane w ofercie.</w:t>
      </w:r>
    </w:p>
    <w:p w:rsidR="00373B8A" w:rsidRPr="005566E9" w:rsidRDefault="00373B8A" w:rsidP="005805DD">
      <w:pPr>
        <w:rPr>
          <w:rFonts w:ascii="Arial" w:hAnsi="Arial" w:cs="Arial"/>
          <w:sz w:val="20"/>
          <w:szCs w:val="20"/>
        </w:rPr>
      </w:pPr>
    </w:p>
    <w:sectPr w:rsidR="00373B8A" w:rsidRPr="005566E9" w:rsidSect="00332CC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B8A" w:rsidRDefault="00373B8A" w:rsidP="000C3124">
      <w:r>
        <w:separator/>
      </w:r>
    </w:p>
  </w:endnote>
  <w:endnote w:type="continuationSeparator" w:id="0">
    <w:p w:rsidR="00373B8A" w:rsidRDefault="00373B8A" w:rsidP="000C3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B8A" w:rsidRDefault="00373B8A" w:rsidP="000C3124">
      <w:r>
        <w:separator/>
      </w:r>
    </w:p>
  </w:footnote>
  <w:footnote w:type="continuationSeparator" w:id="0">
    <w:p w:rsidR="00373B8A" w:rsidRDefault="00373B8A" w:rsidP="000C3124">
      <w:r>
        <w:continuationSeparator/>
      </w:r>
    </w:p>
  </w:footnote>
  <w:footnote w:id="1">
    <w:p w:rsidR="00373B8A" w:rsidRDefault="00373B8A" w:rsidP="00C90F8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90F8B"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9E09F4"/>
    <w:multiLevelType w:val="hybridMultilevel"/>
    <w:tmpl w:val="7A28AB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F36AB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BCB"/>
    <w:rsid w:val="00007998"/>
    <w:rsid w:val="00011032"/>
    <w:rsid w:val="00013EDB"/>
    <w:rsid w:val="00025190"/>
    <w:rsid w:val="00046FA8"/>
    <w:rsid w:val="00063CD9"/>
    <w:rsid w:val="00064BCA"/>
    <w:rsid w:val="00066DF8"/>
    <w:rsid w:val="000707E0"/>
    <w:rsid w:val="000B69A2"/>
    <w:rsid w:val="000C3124"/>
    <w:rsid w:val="000F295D"/>
    <w:rsid w:val="000F5C56"/>
    <w:rsid w:val="001027FD"/>
    <w:rsid w:val="00106145"/>
    <w:rsid w:val="00115D1F"/>
    <w:rsid w:val="00130D7B"/>
    <w:rsid w:val="001709C2"/>
    <w:rsid w:val="001C5D6B"/>
    <w:rsid w:val="001E4A57"/>
    <w:rsid w:val="001E5FE9"/>
    <w:rsid w:val="001F0143"/>
    <w:rsid w:val="002030CC"/>
    <w:rsid w:val="00205D2A"/>
    <w:rsid w:val="00211022"/>
    <w:rsid w:val="00231712"/>
    <w:rsid w:val="00256432"/>
    <w:rsid w:val="00285AA5"/>
    <w:rsid w:val="002A2190"/>
    <w:rsid w:val="002C702A"/>
    <w:rsid w:val="002D2654"/>
    <w:rsid w:val="002F5CF4"/>
    <w:rsid w:val="003008EA"/>
    <w:rsid w:val="00301E55"/>
    <w:rsid w:val="00330E17"/>
    <w:rsid w:val="00332CC7"/>
    <w:rsid w:val="00333679"/>
    <w:rsid w:val="00360A22"/>
    <w:rsid w:val="00373B8A"/>
    <w:rsid w:val="00391B32"/>
    <w:rsid w:val="003A0AD8"/>
    <w:rsid w:val="003A780D"/>
    <w:rsid w:val="003C6CAB"/>
    <w:rsid w:val="003C74E9"/>
    <w:rsid w:val="003D285B"/>
    <w:rsid w:val="00404B27"/>
    <w:rsid w:val="0042555E"/>
    <w:rsid w:val="004560DE"/>
    <w:rsid w:val="00473318"/>
    <w:rsid w:val="004A3116"/>
    <w:rsid w:val="004B2034"/>
    <w:rsid w:val="004B7704"/>
    <w:rsid w:val="004C4868"/>
    <w:rsid w:val="00507780"/>
    <w:rsid w:val="00547E96"/>
    <w:rsid w:val="005566E9"/>
    <w:rsid w:val="00557347"/>
    <w:rsid w:val="00560D43"/>
    <w:rsid w:val="00561A5A"/>
    <w:rsid w:val="00567FAB"/>
    <w:rsid w:val="005747D3"/>
    <w:rsid w:val="005805DD"/>
    <w:rsid w:val="0059041C"/>
    <w:rsid w:val="005C42E6"/>
    <w:rsid w:val="005C5208"/>
    <w:rsid w:val="005C6BDD"/>
    <w:rsid w:val="005E6DBC"/>
    <w:rsid w:val="005F099E"/>
    <w:rsid w:val="005F7603"/>
    <w:rsid w:val="006155FB"/>
    <w:rsid w:val="006426B1"/>
    <w:rsid w:val="006457E9"/>
    <w:rsid w:val="006525BC"/>
    <w:rsid w:val="00667FC1"/>
    <w:rsid w:val="00672233"/>
    <w:rsid w:val="006B3CB7"/>
    <w:rsid w:val="006F6BA1"/>
    <w:rsid w:val="007123C8"/>
    <w:rsid w:val="00714841"/>
    <w:rsid w:val="00714992"/>
    <w:rsid w:val="00730C9C"/>
    <w:rsid w:val="00746A54"/>
    <w:rsid w:val="007736B4"/>
    <w:rsid w:val="00774527"/>
    <w:rsid w:val="007A5631"/>
    <w:rsid w:val="007B3C0B"/>
    <w:rsid w:val="007C3DE4"/>
    <w:rsid w:val="007D3B37"/>
    <w:rsid w:val="007E1B6A"/>
    <w:rsid w:val="0083304A"/>
    <w:rsid w:val="00836805"/>
    <w:rsid w:val="008617DA"/>
    <w:rsid w:val="00882593"/>
    <w:rsid w:val="00882AA8"/>
    <w:rsid w:val="008A0DC7"/>
    <w:rsid w:val="008A4DDB"/>
    <w:rsid w:val="008D2A37"/>
    <w:rsid w:val="008D3862"/>
    <w:rsid w:val="008D54C1"/>
    <w:rsid w:val="009018A5"/>
    <w:rsid w:val="00907C6A"/>
    <w:rsid w:val="009325C7"/>
    <w:rsid w:val="009428C8"/>
    <w:rsid w:val="00952189"/>
    <w:rsid w:val="00971A44"/>
    <w:rsid w:val="0098294D"/>
    <w:rsid w:val="009940FA"/>
    <w:rsid w:val="00997F48"/>
    <w:rsid w:val="009B04E6"/>
    <w:rsid w:val="009E1364"/>
    <w:rsid w:val="009E4A98"/>
    <w:rsid w:val="00A05E3A"/>
    <w:rsid w:val="00A07034"/>
    <w:rsid w:val="00A10F2A"/>
    <w:rsid w:val="00A34F84"/>
    <w:rsid w:val="00A4220F"/>
    <w:rsid w:val="00A7205B"/>
    <w:rsid w:val="00A779B2"/>
    <w:rsid w:val="00AA4087"/>
    <w:rsid w:val="00AA6670"/>
    <w:rsid w:val="00AB1C43"/>
    <w:rsid w:val="00AB324F"/>
    <w:rsid w:val="00AD3F42"/>
    <w:rsid w:val="00AF0696"/>
    <w:rsid w:val="00AF0C05"/>
    <w:rsid w:val="00B32204"/>
    <w:rsid w:val="00B36867"/>
    <w:rsid w:val="00B75FCA"/>
    <w:rsid w:val="00B80E41"/>
    <w:rsid w:val="00B86197"/>
    <w:rsid w:val="00B910F2"/>
    <w:rsid w:val="00BC4C1B"/>
    <w:rsid w:val="00BE081D"/>
    <w:rsid w:val="00BE17A7"/>
    <w:rsid w:val="00C07306"/>
    <w:rsid w:val="00C175A1"/>
    <w:rsid w:val="00C239BB"/>
    <w:rsid w:val="00C510DC"/>
    <w:rsid w:val="00C5173E"/>
    <w:rsid w:val="00C529A6"/>
    <w:rsid w:val="00C57B15"/>
    <w:rsid w:val="00C619BD"/>
    <w:rsid w:val="00C663FA"/>
    <w:rsid w:val="00C66F4F"/>
    <w:rsid w:val="00C90F8B"/>
    <w:rsid w:val="00C94595"/>
    <w:rsid w:val="00C979A2"/>
    <w:rsid w:val="00CA0DC8"/>
    <w:rsid w:val="00CB115D"/>
    <w:rsid w:val="00CB33D1"/>
    <w:rsid w:val="00CB4DB7"/>
    <w:rsid w:val="00CB7AD4"/>
    <w:rsid w:val="00CF0279"/>
    <w:rsid w:val="00CF5049"/>
    <w:rsid w:val="00CF5BB7"/>
    <w:rsid w:val="00D128E3"/>
    <w:rsid w:val="00D3250A"/>
    <w:rsid w:val="00D407DC"/>
    <w:rsid w:val="00D95B0B"/>
    <w:rsid w:val="00DB3D86"/>
    <w:rsid w:val="00DC37B7"/>
    <w:rsid w:val="00DD68B3"/>
    <w:rsid w:val="00DD7C03"/>
    <w:rsid w:val="00E2527A"/>
    <w:rsid w:val="00E44605"/>
    <w:rsid w:val="00E479DA"/>
    <w:rsid w:val="00E56D03"/>
    <w:rsid w:val="00E625A3"/>
    <w:rsid w:val="00E62BE3"/>
    <w:rsid w:val="00E63AD1"/>
    <w:rsid w:val="00E906DF"/>
    <w:rsid w:val="00EA4E56"/>
    <w:rsid w:val="00EB128B"/>
    <w:rsid w:val="00EB2AA7"/>
    <w:rsid w:val="00EC2F45"/>
    <w:rsid w:val="00EF7D0F"/>
    <w:rsid w:val="00F030E0"/>
    <w:rsid w:val="00F05C4F"/>
    <w:rsid w:val="00F30C46"/>
    <w:rsid w:val="00F52C2D"/>
    <w:rsid w:val="00F773DE"/>
    <w:rsid w:val="00F80565"/>
    <w:rsid w:val="00F870F2"/>
    <w:rsid w:val="00FA1572"/>
    <w:rsid w:val="00FC0BCB"/>
    <w:rsid w:val="00FC154F"/>
    <w:rsid w:val="00FC3681"/>
    <w:rsid w:val="00FD2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C0BC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FollowedHyperlink">
    <w:name w:val="FollowedHyperlink"/>
    <w:basedOn w:val="DefaultParagraphFont"/>
    <w:uiPriority w:val="99"/>
    <w:semiHidden/>
    <w:rsid w:val="00FC0BCB"/>
    <w:rPr>
      <w:rFonts w:cs="Times New Roman"/>
      <w:color w:val="954F72"/>
      <w:u w:val="single"/>
    </w:rPr>
  </w:style>
  <w:style w:type="paragraph" w:styleId="ListParagraph">
    <w:name w:val="List Paragraph"/>
    <w:basedOn w:val="Normal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0C3124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979A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NoSpacing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205D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A070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6F4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0703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6F4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96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709</Words>
  <Characters>4259</Characters>
  <Application>Microsoft Office Outlook</Application>
  <DocSecurity>0</DocSecurity>
  <Lines>0</Lines>
  <Paragraphs>0</Paragraphs>
  <ScaleCrop>false</ScaleCrop>
  <Company>KGHM Polska Miedź S.A. o/COPI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MCZ0027</cp:lastModifiedBy>
  <cp:revision>22</cp:revision>
  <dcterms:created xsi:type="dcterms:W3CDTF">2023-02-07T07:02:00Z</dcterms:created>
  <dcterms:modified xsi:type="dcterms:W3CDTF">2024-11-06T13:02:00Z</dcterms:modified>
</cp:coreProperties>
</file>