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BFE358" w14:textId="6F6E7871" w:rsidR="00A26773" w:rsidRPr="003178C6" w:rsidRDefault="003178C6" w:rsidP="000E54A8">
      <w:pPr>
        <w:tabs>
          <w:tab w:val="left" w:pos="7710"/>
        </w:tabs>
        <w:spacing w:line="276" w:lineRule="auto"/>
        <w:jc w:val="both"/>
        <w:rPr>
          <w:rFonts w:asciiTheme="minorHAnsi" w:hAnsiTheme="minorHAnsi" w:cstheme="minorHAnsi"/>
          <w:bCs/>
          <w:i/>
          <w:iCs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 xml:space="preserve">                                                                                                               </w:t>
      </w:r>
      <w:r w:rsidRPr="003178C6">
        <w:rPr>
          <w:rFonts w:asciiTheme="minorHAnsi" w:hAnsiTheme="minorHAnsi" w:cstheme="minorHAnsi"/>
          <w:bCs/>
          <w:i/>
          <w:iCs/>
          <w:sz w:val="22"/>
          <w:szCs w:val="22"/>
          <w:shd w:val="clear" w:color="auto" w:fill="FFFFFF"/>
        </w:rPr>
        <w:t>Załącznik nr 2 do Zapytania 2/2024/KPO</w:t>
      </w:r>
    </w:p>
    <w:tbl>
      <w:tblPr>
        <w:tblStyle w:val="Siatkatabelijasna"/>
        <w:tblW w:w="6101" w:type="pct"/>
        <w:tblInd w:w="-856" w:type="dxa"/>
        <w:tblLook w:val="04A0" w:firstRow="1" w:lastRow="0" w:firstColumn="1" w:lastColumn="0" w:noHBand="0" w:noVBand="1"/>
      </w:tblPr>
      <w:tblGrid>
        <w:gridCol w:w="11057"/>
      </w:tblGrid>
      <w:tr w:rsidR="00C361F2" w:rsidRPr="002F6850" w14:paraId="233C75A7" w14:textId="56E904AB" w:rsidTr="00C361F2">
        <w:tc>
          <w:tcPr>
            <w:tcW w:w="5000" w:type="pct"/>
          </w:tcPr>
          <w:p w14:paraId="513A6E8B" w14:textId="47846C8D" w:rsidR="00C361F2" w:rsidRPr="002F6850" w:rsidRDefault="00C361F2" w:rsidP="000E54A8">
            <w:pPr>
              <w:tabs>
                <w:tab w:val="left" w:pos="7710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</w:pPr>
            <w:r w:rsidRPr="002F6850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  <w:t xml:space="preserve">Umowa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  <w:t>nr 2/2024/KPO</w:t>
            </w:r>
          </w:p>
          <w:p w14:paraId="7A87965C" w14:textId="49AFA0BD" w:rsidR="00C361F2" w:rsidRPr="002F6850" w:rsidRDefault="00C361F2" w:rsidP="000E54A8">
            <w:pPr>
              <w:tabs>
                <w:tab w:val="left" w:pos="7710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</w:pPr>
          </w:p>
        </w:tc>
      </w:tr>
      <w:tr w:rsidR="00C361F2" w:rsidRPr="002F6850" w14:paraId="7F9E6A77" w14:textId="7228E415" w:rsidTr="00C361F2">
        <w:tc>
          <w:tcPr>
            <w:tcW w:w="5000" w:type="pct"/>
          </w:tcPr>
          <w:p w14:paraId="5C542BDE" w14:textId="50986C16" w:rsidR="00C361F2" w:rsidRPr="002F6850" w:rsidRDefault="00C361F2" w:rsidP="000E54A8">
            <w:pPr>
              <w:pStyle w:val="Tekstpodstawowywcity"/>
              <w:spacing w:line="276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2F6850">
              <w:rPr>
                <w:rFonts w:asciiTheme="minorHAnsi" w:hAnsiTheme="minorHAnsi" w:cstheme="minorHAnsi"/>
                <w:sz w:val="22"/>
                <w:szCs w:val="22"/>
              </w:rPr>
              <w:t>zawarta  pomiędzy:</w:t>
            </w:r>
          </w:p>
          <w:p w14:paraId="514306C6" w14:textId="77777777" w:rsidR="00C361F2" w:rsidRPr="002F6850" w:rsidRDefault="00C361F2" w:rsidP="000E54A8">
            <w:pPr>
              <w:pStyle w:val="Tekstpodstawowywcity"/>
              <w:spacing w:line="276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384094" w14:textId="77777777" w:rsidR="00C361F2" w:rsidRPr="00AA308F" w:rsidRDefault="00C361F2" w:rsidP="0076523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AA308F">
              <w:rPr>
                <w:rFonts w:asciiTheme="minorHAnsi" w:hAnsiTheme="minorHAnsi" w:cstheme="minorHAnsi"/>
                <w:b/>
                <w:bCs/>
                <w:lang w:eastAsia="pl-PL"/>
              </w:rPr>
              <w:t>NAMIOTY BROL DANIEL BROL</w:t>
            </w:r>
          </w:p>
          <w:p w14:paraId="0EBC5984" w14:textId="77777777" w:rsidR="00C361F2" w:rsidRPr="002F6850" w:rsidRDefault="00C361F2" w:rsidP="0080395A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2F6850">
              <w:rPr>
                <w:rFonts w:asciiTheme="minorHAnsi" w:hAnsiTheme="minorHAnsi" w:cstheme="minorHAnsi"/>
              </w:rPr>
              <w:t>Gronowice 94 a, 46-280 Gronowice</w:t>
            </w:r>
          </w:p>
          <w:p w14:paraId="7588BC47" w14:textId="3AA95F5E" w:rsidR="00C361F2" w:rsidRPr="002F6850" w:rsidRDefault="00C361F2" w:rsidP="0080395A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2F6850">
              <w:rPr>
                <w:rFonts w:asciiTheme="minorHAnsi" w:hAnsiTheme="minorHAnsi" w:cstheme="minorHAnsi"/>
                <w:shd w:val="clear" w:color="auto" w:fill="FFFFFF"/>
              </w:rPr>
              <w:t xml:space="preserve">NIP: </w:t>
            </w:r>
            <w:r w:rsidRPr="002F6850">
              <w:rPr>
                <w:rFonts w:asciiTheme="minorHAnsi" w:hAnsiTheme="minorHAnsi" w:cstheme="minorHAnsi"/>
              </w:rPr>
              <w:t>7511614646</w:t>
            </w:r>
            <w:r w:rsidRPr="002F6850">
              <w:rPr>
                <w:rFonts w:asciiTheme="minorHAnsi" w:hAnsiTheme="minorHAnsi" w:cstheme="minorHAnsi"/>
                <w:shd w:val="clear" w:color="auto" w:fill="FFFFFF"/>
              </w:rPr>
              <w:t xml:space="preserve">, REGON:  </w:t>
            </w:r>
            <w:r w:rsidRPr="002F6850">
              <w:rPr>
                <w:rFonts w:asciiTheme="minorHAnsi" w:hAnsiTheme="minorHAnsi" w:cstheme="minorHAnsi"/>
              </w:rPr>
              <w:t>160062570</w:t>
            </w:r>
          </w:p>
          <w:p w14:paraId="72A3B2C4" w14:textId="4D7C04FE" w:rsidR="00C361F2" w:rsidRPr="002F6850" w:rsidRDefault="00C361F2" w:rsidP="000E54A8">
            <w:pPr>
              <w:tabs>
                <w:tab w:val="left" w:pos="7710"/>
              </w:tabs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</w:pPr>
            <w:r w:rsidRPr="002F6850"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>reprezentowaną przez:</w:t>
            </w:r>
          </w:p>
          <w:p w14:paraId="6A305EB4" w14:textId="140C0972" w:rsidR="00C361F2" w:rsidRPr="002F6850" w:rsidRDefault="00C361F2" w:rsidP="000E54A8">
            <w:pPr>
              <w:tabs>
                <w:tab w:val="left" w:pos="7710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</w:pPr>
            <w:r w:rsidRPr="002F6850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  <w:t>Daniela Brol - właściciela</w:t>
            </w:r>
          </w:p>
          <w:p w14:paraId="725D4E3A" w14:textId="2B0E0385" w:rsidR="00C361F2" w:rsidRPr="002F6850" w:rsidRDefault="00C361F2" w:rsidP="0080395A">
            <w:pPr>
              <w:tabs>
                <w:tab w:val="left" w:pos="7710"/>
              </w:tabs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F6850">
              <w:rPr>
                <w:rFonts w:asciiTheme="minorHAnsi" w:hAnsiTheme="minorHAnsi" w:cstheme="minorHAnsi"/>
                <w:sz w:val="22"/>
                <w:szCs w:val="22"/>
              </w:rPr>
              <w:t xml:space="preserve">zwaną dalej </w:t>
            </w:r>
            <w:r w:rsidRPr="002F685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Zamawiającym</w:t>
            </w:r>
            <w:r w:rsidRPr="002F685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2F6850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14:paraId="008EF85E" w14:textId="77777777" w:rsidR="00C361F2" w:rsidRPr="002F6850" w:rsidRDefault="00C361F2" w:rsidP="000E54A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F685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</w:t>
            </w:r>
          </w:p>
          <w:p w14:paraId="594FB092" w14:textId="35DE4DF4" w:rsidR="00C361F2" w:rsidRPr="00C361F2" w:rsidRDefault="00C361F2" w:rsidP="000E54A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…………………………………</w:t>
            </w:r>
          </w:p>
          <w:p w14:paraId="17783AAE" w14:textId="691EAFEB" w:rsidR="00C361F2" w:rsidRPr="002F6850" w:rsidRDefault="00C361F2" w:rsidP="000E54A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F6850">
              <w:rPr>
                <w:rFonts w:asciiTheme="minorHAnsi" w:hAnsiTheme="minorHAnsi" w:cstheme="minorHAnsi"/>
                <w:sz w:val="22"/>
                <w:szCs w:val="22"/>
              </w:rPr>
              <w:t>reprezentowanym przez:</w:t>
            </w:r>
          </w:p>
          <w:p w14:paraId="73AC1A92" w14:textId="570B703D" w:rsidR="00C361F2" w:rsidRPr="002F6850" w:rsidRDefault="00C361F2" w:rsidP="000E54A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F685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……………………………………….</w:t>
            </w:r>
          </w:p>
          <w:p w14:paraId="18CF903F" w14:textId="77777777" w:rsidR="00C361F2" w:rsidRPr="002F6850" w:rsidRDefault="00C361F2" w:rsidP="000E54A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9BC0EC" w14:textId="29B17B2F" w:rsidR="00C361F2" w:rsidRPr="002F6850" w:rsidRDefault="00C361F2" w:rsidP="000E54A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F6850">
              <w:rPr>
                <w:rFonts w:asciiTheme="minorHAnsi" w:hAnsiTheme="minorHAnsi" w:cstheme="minorHAnsi"/>
                <w:sz w:val="22"/>
                <w:szCs w:val="22"/>
              </w:rPr>
              <w:t xml:space="preserve">zwanym dalej </w:t>
            </w:r>
            <w:r w:rsidRPr="002F685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Wykonawcą</w:t>
            </w:r>
            <w:r w:rsidRPr="002F685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71E8FF8" w14:textId="3BAC2888" w:rsidR="00C361F2" w:rsidRPr="002F6850" w:rsidRDefault="00C361F2" w:rsidP="000E54A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F6850">
              <w:rPr>
                <w:rFonts w:asciiTheme="minorHAnsi" w:hAnsiTheme="minorHAnsi" w:cstheme="minorHAnsi"/>
                <w:sz w:val="22"/>
                <w:szCs w:val="22"/>
              </w:rPr>
              <w:t xml:space="preserve">łącznie zwane </w:t>
            </w:r>
            <w:r w:rsidRPr="002F6850">
              <w:rPr>
                <w:rFonts w:asciiTheme="minorHAnsi" w:hAnsiTheme="minorHAnsi" w:cstheme="minorHAnsi"/>
                <w:b/>
                <w:sz w:val="22"/>
                <w:szCs w:val="22"/>
              </w:rPr>
              <w:t>Stronami.</w:t>
            </w:r>
          </w:p>
          <w:p w14:paraId="4DF6306A" w14:textId="77777777" w:rsidR="00C361F2" w:rsidRPr="002F6850" w:rsidRDefault="00C361F2" w:rsidP="000E54A8">
            <w:pPr>
              <w:pStyle w:val="Nagwek8"/>
              <w:numPr>
                <w:ilvl w:val="0"/>
                <w:numId w:val="0"/>
              </w:numPr>
              <w:spacing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C361F2" w:rsidRPr="002F6850" w14:paraId="60DE2FD5" w14:textId="0E13FBA2" w:rsidTr="00C361F2">
        <w:tc>
          <w:tcPr>
            <w:tcW w:w="5000" w:type="pct"/>
          </w:tcPr>
          <w:p w14:paraId="252C8555" w14:textId="77777777" w:rsidR="00C361F2" w:rsidRDefault="00C361F2" w:rsidP="00EF404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57BAB2D" w14:textId="4DB7F486" w:rsidR="00C361F2" w:rsidRPr="002F6850" w:rsidRDefault="00C361F2" w:rsidP="00EF404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F6850">
              <w:rPr>
                <w:rFonts w:asciiTheme="minorHAnsi" w:hAnsiTheme="minorHAnsi" w:cstheme="minorHAnsi"/>
                <w:b/>
                <w:sz w:val="22"/>
                <w:szCs w:val="22"/>
              </w:rPr>
              <w:t>§ 1. PRZEDMIOT UMOWY</w:t>
            </w:r>
          </w:p>
          <w:p w14:paraId="2462C6D9" w14:textId="77777777" w:rsidR="00C361F2" w:rsidRPr="002F6850" w:rsidRDefault="00C361F2" w:rsidP="00EF404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7F16DC9" w14:textId="173342AF" w:rsidR="00C361F2" w:rsidRPr="00225027" w:rsidRDefault="00C361F2" w:rsidP="00225027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2F6850">
              <w:rPr>
                <w:rFonts w:asciiTheme="minorHAnsi" w:hAnsiTheme="minorHAnsi" w:cstheme="minorHAnsi"/>
              </w:rPr>
              <w:t xml:space="preserve">Zamawiający powierza, a Wykonawca przyjmuje do realizacji i sprzedaży </w:t>
            </w:r>
            <w:r>
              <w:rPr>
                <w:rFonts w:asciiTheme="minorHAnsi" w:hAnsiTheme="minorHAnsi" w:cstheme="minorHAnsi"/>
              </w:rPr>
              <w:t xml:space="preserve">300 kompletów nowych, nieużywanych </w:t>
            </w:r>
            <w:proofErr w:type="spellStart"/>
            <w:r>
              <w:rPr>
                <w:rFonts w:asciiTheme="minorHAnsi" w:hAnsiTheme="minorHAnsi" w:cstheme="minorHAnsi"/>
              </w:rPr>
              <w:t>ławostołów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r w:rsidRPr="002F6850">
              <w:rPr>
                <w:rFonts w:asciiTheme="minorHAnsi" w:hAnsiTheme="minorHAnsi" w:cstheme="minorHAnsi"/>
                <w:color w:val="000000" w:themeColor="text1"/>
              </w:rPr>
              <w:t xml:space="preserve">na warunkach </w:t>
            </w:r>
            <w:r>
              <w:rPr>
                <w:rFonts w:asciiTheme="minorHAnsi" w:hAnsiTheme="minorHAnsi" w:cstheme="minorHAnsi"/>
                <w:color w:val="000000" w:themeColor="text1"/>
              </w:rPr>
              <w:t>i o parametrach określonych w ofercie Wykonawcy z dnia ……………………</w:t>
            </w:r>
          </w:p>
          <w:p w14:paraId="18DABBAA" w14:textId="77777777" w:rsidR="00C361F2" w:rsidRDefault="00C361F2" w:rsidP="002F6850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2F6850">
              <w:rPr>
                <w:rFonts w:asciiTheme="minorHAnsi" w:hAnsiTheme="minorHAnsi" w:cstheme="minorHAnsi"/>
              </w:rPr>
              <w:t>ferta  Wykonawcy</w:t>
            </w:r>
            <w:r>
              <w:rPr>
                <w:rFonts w:asciiTheme="minorHAnsi" w:hAnsiTheme="minorHAnsi" w:cstheme="minorHAnsi"/>
              </w:rPr>
              <w:t xml:space="preserve"> stanowi załącznik nr 1 do umowy.</w:t>
            </w:r>
          </w:p>
          <w:p w14:paraId="1D7DC7E2" w14:textId="1BF50ADD" w:rsidR="00C361F2" w:rsidRPr="002F6850" w:rsidRDefault="00C361F2" w:rsidP="002F6850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Zapytanie ofertowe nr 2/2024/KPO stanowi załącznik nr 2 do umowy.</w:t>
            </w:r>
          </w:p>
        </w:tc>
      </w:tr>
      <w:tr w:rsidR="00C361F2" w:rsidRPr="002F6850" w14:paraId="40E67B90" w14:textId="064D3C95" w:rsidTr="00C361F2">
        <w:tc>
          <w:tcPr>
            <w:tcW w:w="5000" w:type="pct"/>
          </w:tcPr>
          <w:p w14:paraId="1AC04F99" w14:textId="77777777" w:rsidR="00C361F2" w:rsidRDefault="00C361F2" w:rsidP="000D333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FFD5695" w14:textId="66699A89" w:rsidR="00C361F2" w:rsidRPr="002F6850" w:rsidRDefault="00C361F2" w:rsidP="000D333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F685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§ 2.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OKRES REALIZACJI</w:t>
            </w:r>
          </w:p>
          <w:p w14:paraId="4219DFCB" w14:textId="25DC87DA" w:rsidR="00C361F2" w:rsidRPr="002F6850" w:rsidRDefault="00C361F2" w:rsidP="00C71FAF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2F6850">
              <w:rPr>
                <w:rFonts w:asciiTheme="minorHAnsi" w:hAnsiTheme="minorHAnsi" w:cstheme="minorHAnsi"/>
                <w:bCs/>
              </w:rPr>
              <w:t>Okres realizacji przedmiotu umowy : do</w:t>
            </w:r>
            <w:r>
              <w:rPr>
                <w:rFonts w:asciiTheme="minorHAnsi" w:hAnsiTheme="minorHAnsi" w:cstheme="minorHAnsi"/>
                <w:bCs/>
              </w:rPr>
              <w:t>………………….</w:t>
            </w:r>
            <w:r w:rsidRPr="002F6850">
              <w:rPr>
                <w:rFonts w:asciiTheme="minorHAnsi" w:hAnsiTheme="minorHAnsi" w:cstheme="minorHAnsi"/>
                <w:bCs/>
              </w:rPr>
              <w:t xml:space="preserve"> tygodni od dnia </w:t>
            </w:r>
            <w:r>
              <w:rPr>
                <w:rFonts w:asciiTheme="minorHAnsi" w:hAnsiTheme="minorHAnsi" w:cstheme="minorHAnsi"/>
                <w:bCs/>
              </w:rPr>
              <w:t>zawarcia umowy.</w:t>
            </w:r>
          </w:p>
          <w:p w14:paraId="12349BFC" w14:textId="4AEEB170" w:rsidR="00C361F2" w:rsidRPr="002F6850" w:rsidRDefault="00C361F2" w:rsidP="00C71FAF">
            <w:pPr>
              <w:widowControl w:val="0"/>
              <w:tabs>
                <w:tab w:val="left" w:pos="1080"/>
              </w:tabs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361F2" w:rsidRPr="002F6850" w14:paraId="3908F786" w14:textId="7ADFCDE7" w:rsidTr="00C361F2">
        <w:tc>
          <w:tcPr>
            <w:tcW w:w="5000" w:type="pct"/>
          </w:tcPr>
          <w:p w14:paraId="19CA8C90" w14:textId="77777777" w:rsidR="00C361F2" w:rsidRDefault="00C361F2" w:rsidP="0022502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1CAE1D1" w14:textId="77C9EF19" w:rsidR="00C361F2" w:rsidRDefault="00C361F2" w:rsidP="0022502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F685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§ 3.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WYNAGRODZENIE</w:t>
            </w:r>
          </w:p>
          <w:p w14:paraId="1B22CBF7" w14:textId="77777777" w:rsidR="00C361F2" w:rsidRPr="00225027" w:rsidRDefault="00C361F2" w:rsidP="0022502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8A05CC4" w14:textId="7FCBB0A3" w:rsidR="00C361F2" w:rsidRPr="002F6850" w:rsidRDefault="00C361F2" w:rsidP="000C5604">
            <w:pPr>
              <w:pStyle w:val="Akapitzlist"/>
              <w:numPr>
                <w:ilvl w:val="0"/>
                <w:numId w:val="19"/>
              </w:numPr>
              <w:ind w:left="749"/>
              <w:jc w:val="both"/>
              <w:rPr>
                <w:rFonts w:asciiTheme="minorHAnsi" w:hAnsiTheme="minorHAnsi" w:cstheme="minorHAnsi"/>
              </w:rPr>
            </w:pPr>
            <w:r w:rsidRPr="002F6850">
              <w:rPr>
                <w:rFonts w:asciiTheme="minorHAnsi" w:hAnsiTheme="minorHAnsi" w:cstheme="minorHAnsi"/>
              </w:rPr>
              <w:t xml:space="preserve">Za wykonanie Umowy Wykonawcy przysługuje wynagrodzenie w kwocie netto </w:t>
            </w:r>
            <w:r w:rsidRPr="002F6850">
              <w:rPr>
                <w:rFonts w:asciiTheme="minorHAnsi" w:hAnsiTheme="minorHAnsi" w:cstheme="minorHAnsi"/>
                <w:b/>
                <w:bCs/>
              </w:rPr>
              <w:t xml:space="preserve">…………………. (waluta: </w:t>
            </w:r>
            <w:r>
              <w:rPr>
                <w:rFonts w:asciiTheme="minorHAnsi" w:hAnsiTheme="minorHAnsi" w:cstheme="minorHAnsi"/>
                <w:b/>
                <w:bCs/>
              </w:rPr>
              <w:t>…………</w:t>
            </w:r>
            <w:r w:rsidRPr="002F6850">
              <w:rPr>
                <w:rFonts w:asciiTheme="minorHAnsi" w:hAnsiTheme="minorHAnsi" w:cstheme="minorHAnsi"/>
                <w:b/>
                <w:bCs/>
              </w:rPr>
              <w:t>)</w:t>
            </w:r>
            <w:r>
              <w:rPr>
                <w:rFonts w:asciiTheme="minorHAnsi" w:hAnsiTheme="minorHAnsi" w:cstheme="minorHAnsi"/>
                <w:b/>
                <w:bCs/>
              </w:rPr>
              <w:t>, kwocie brutto ………………………(waluta: ………….)</w:t>
            </w:r>
          </w:p>
          <w:p w14:paraId="7BF408DA" w14:textId="77777777" w:rsidR="00C361F2" w:rsidRDefault="00C361F2" w:rsidP="00C361F2">
            <w:pPr>
              <w:pStyle w:val="Akapitzlist"/>
              <w:numPr>
                <w:ilvl w:val="0"/>
                <w:numId w:val="19"/>
              </w:numPr>
              <w:ind w:left="749"/>
              <w:rPr>
                <w:rFonts w:asciiTheme="minorHAnsi" w:hAnsiTheme="minorHAnsi" w:cstheme="minorHAnsi"/>
              </w:rPr>
            </w:pPr>
            <w:r w:rsidRPr="002F6850">
              <w:rPr>
                <w:rFonts w:asciiTheme="minorHAnsi" w:hAnsiTheme="minorHAnsi" w:cstheme="minorHAnsi"/>
              </w:rPr>
              <w:t>Zapłata wynagrodzenia nastąpi przelewem na rachunek bankowy Wykonawcy</w:t>
            </w:r>
            <w:r>
              <w:rPr>
                <w:rFonts w:asciiTheme="minorHAnsi" w:hAnsiTheme="minorHAnsi" w:cstheme="minorHAnsi"/>
              </w:rPr>
              <w:t xml:space="preserve"> wskazany na fakturze.</w:t>
            </w:r>
          </w:p>
          <w:p w14:paraId="4552F8A0" w14:textId="206FCC0E" w:rsidR="00C361F2" w:rsidRPr="00C361F2" w:rsidRDefault="00C361F2" w:rsidP="00C361F2">
            <w:pPr>
              <w:pStyle w:val="Akapitzlist"/>
              <w:numPr>
                <w:ilvl w:val="0"/>
                <w:numId w:val="19"/>
              </w:numPr>
              <w:ind w:left="749"/>
              <w:rPr>
                <w:rFonts w:asciiTheme="minorHAnsi" w:hAnsiTheme="minorHAnsi" w:cstheme="minorHAnsi"/>
              </w:rPr>
            </w:pPr>
            <w:r w:rsidRPr="00C361F2">
              <w:rPr>
                <w:rFonts w:cs="Calibri"/>
              </w:rPr>
              <w:t>Sposób płatności:</w:t>
            </w:r>
          </w:p>
          <w:p w14:paraId="5BC1F051" w14:textId="0C5B541B" w:rsidR="00C361F2" w:rsidRPr="00C361F2" w:rsidRDefault="00C361F2" w:rsidP="00C361F2">
            <w:pPr>
              <w:pStyle w:val="Akapitzlist"/>
              <w:ind w:left="1080"/>
              <w:rPr>
                <w:rFonts w:asciiTheme="minorHAnsi" w:hAnsiTheme="minorHAnsi" w:cstheme="minorHAnsi"/>
              </w:rPr>
            </w:pPr>
            <w:r w:rsidRPr="00BB1E99">
              <w:rPr>
                <w:rFonts w:cs="Calibri"/>
                <w:color w:val="00000A"/>
              </w:rPr>
              <w:t>50 % wartości zamówienia płatne w ciągu 7 dni od dnia podpisania umowy</w:t>
            </w:r>
            <w:r>
              <w:rPr>
                <w:rFonts w:cs="Calibri"/>
                <w:color w:val="00000A"/>
              </w:rPr>
              <w:t>;</w:t>
            </w:r>
            <w:r w:rsidRPr="00BB1E99">
              <w:rPr>
                <w:rFonts w:cs="Calibri"/>
                <w:color w:val="00000A"/>
              </w:rPr>
              <w:br/>
              <w:t xml:space="preserve">30% wartości zamówienia płatne w ciągu 3 dni od dnia otrzymania od oferenta informacji, że </w:t>
            </w:r>
            <w:proofErr w:type="spellStart"/>
            <w:r w:rsidRPr="00BB1E99">
              <w:rPr>
                <w:rFonts w:cs="Calibri"/>
                <w:color w:val="00000A"/>
              </w:rPr>
              <w:t>ławostoły</w:t>
            </w:r>
            <w:proofErr w:type="spellEnd"/>
            <w:r w:rsidRPr="00BB1E99">
              <w:rPr>
                <w:rFonts w:cs="Calibri"/>
                <w:color w:val="00000A"/>
              </w:rPr>
              <w:t xml:space="preserve"> są gotowe do wysyłki</w:t>
            </w:r>
            <w:r>
              <w:rPr>
                <w:rFonts w:cs="Calibri"/>
                <w:color w:val="00000A"/>
              </w:rPr>
              <w:t>;</w:t>
            </w:r>
            <w:r w:rsidRPr="00BB1E99">
              <w:rPr>
                <w:rFonts w:cs="Calibri"/>
                <w:color w:val="00000A"/>
              </w:rPr>
              <w:br/>
              <w:t>20% wartości zamówienia płatne w ciągu 7 dni od dnia odbioru przedmiotu zamówienia.</w:t>
            </w:r>
            <w:r w:rsidRPr="00C361F2">
              <w:rPr>
                <w:rFonts w:asciiTheme="minorHAnsi" w:hAnsiTheme="minorHAnsi" w:cstheme="minorHAnsi"/>
                <w:color w:val="00000A"/>
              </w:rPr>
              <w:t xml:space="preserve"> </w:t>
            </w:r>
          </w:p>
          <w:p w14:paraId="3A1DE21A" w14:textId="209D9F42" w:rsidR="00C361F2" w:rsidRPr="002F6850" w:rsidRDefault="00C361F2" w:rsidP="00EF7974">
            <w:pPr>
              <w:pStyle w:val="Akapitzlist"/>
              <w:ind w:left="749"/>
              <w:jc w:val="both"/>
              <w:rPr>
                <w:rFonts w:asciiTheme="minorHAnsi" w:hAnsiTheme="minorHAnsi" w:cstheme="minorHAnsi"/>
              </w:rPr>
            </w:pPr>
            <w:r w:rsidRPr="002F6850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C361F2" w:rsidRPr="002F6850" w14:paraId="4B909098" w14:textId="0F4109C6" w:rsidTr="00C361F2">
        <w:tc>
          <w:tcPr>
            <w:tcW w:w="5000" w:type="pct"/>
          </w:tcPr>
          <w:p w14:paraId="1087F58E" w14:textId="77777777" w:rsidR="00C361F2" w:rsidRDefault="00C361F2" w:rsidP="0022502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6A9B0D5" w14:textId="4C7FD63E" w:rsidR="00C361F2" w:rsidRDefault="00C361F2" w:rsidP="0022502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F685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§ 4.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KARY UMOWNE</w:t>
            </w:r>
          </w:p>
          <w:p w14:paraId="22153603" w14:textId="77777777" w:rsidR="00C361F2" w:rsidRPr="002F6850" w:rsidRDefault="00C361F2" w:rsidP="0022502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AE8B82B" w14:textId="7762C969" w:rsidR="00C361F2" w:rsidRPr="001C323D" w:rsidRDefault="00C361F2" w:rsidP="00C361F2">
            <w:pPr>
              <w:pStyle w:val="Akapitzlist"/>
              <w:numPr>
                <w:ilvl w:val="0"/>
                <w:numId w:val="43"/>
              </w:numPr>
              <w:jc w:val="both"/>
              <w:rPr>
                <w:rFonts w:cs="Calibri"/>
              </w:rPr>
            </w:pPr>
            <w:r w:rsidRPr="00C361F2">
              <w:rPr>
                <w:rFonts w:cs="Calibri"/>
              </w:rPr>
              <w:t xml:space="preserve">Wykonawca zapłaci Zamawiającemu karę umowną w </w:t>
            </w:r>
            <w:r w:rsidRPr="001C323D">
              <w:rPr>
                <w:rFonts w:cs="Calibri"/>
              </w:rPr>
              <w:t>wysokości 0,5 % wynagrodzenia netto za każdy dzień zwłoki w stosunku do terminu realizacji określonego w Umowie.  Max 10 % wartości umowy.</w:t>
            </w:r>
          </w:p>
          <w:p w14:paraId="3CEE0E55" w14:textId="3EF318B9" w:rsidR="00C361F2" w:rsidRPr="00C361F2" w:rsidRDefault="00C361F2" w:rsidP="00C361F2">
            <w:pPr>
              <w:pStyle w:val="Akapitzlist"/>
              <w:numPr>
                <w:ilvl w:val="0"/>
                <w:numId w:val="43"/>
              </w:numPr>
              <w:jc w:val="both"/>
              <w:rPr>
                <w:rFonts w:cs="Calibri"/>
              </w:rPr>
            </w:pPr>
            <w:r w:rsidRPr="001C323D">
              <w:rPr>
                <w:rFonts w:cs="Calibri"/>
              </w:rPr>
              <w:t>Zamawiający będzie uprawniony do dochodzenia odszkodowania</w:t>
            </w:r>
            <w:r w:rsidRPr="00C361F2">
              <w:rPr>
                <w:rFonts w:cs="Calibri"/>
              </w:rPr>
              <w:t xml:space="preserve"> uzupełniającego na zasadach ogólnych przewyższającego wysokość zastrzeżonych kar umownych. </w:t>
            </w:r>
          </w:p>
          <w:p w14:paraId="13A89C03" w14:textId="5A626020" w:rsidR="00C361F2" w:rsidRPr="00C361F2" w:rsidRDefault="00C361F2" w:rsidP="00C361F2">
            <w:pPr>
              <w:pStyle w:val="Akapitzlist"/>
              <w:numPr>
                <w:ilvl w:val="0"/>
                <w:numId w:val="43"/>
              </w:numPr>
              <w:jc w:val="both"/>
              <w:rPr>
                <w:rFonts w:cs="Calibri"/>
              </w:rPr>
            </w:pPr>
            <w:r w:rsidRPr="00C361F2">
              <w:rPr>
                <w:rFonts w:cs="Calibri"/>
              </w:rPr>
              <w:t xml:space="preserve">Kary będą płacone za pomocą przelewów bankowych w ciągu czternastu dni po otrzymaniu noty obciążeniowej. </w:t>
            </w:r>
          </w:p>
          <w:p w14:paraId="5C6CF55F" w14:textId="67AC6CCA" w:rsidR="00C361F2" w:rsidRPr="00225027" w:rsidRDefault="00C361F2" w:rsidP="00C361F2">
            <w:pPr>
              <w:pStyle w:val="Akapitzlist"/>
              <w:jc w:val="both"/>
              <w:rPr>
                <w:rFonts w:asciiTheme="minorHAnsi" w:hAnsiTheme="minorHAnsi" w:cstheme="minorHAnsi"/>
              </w:rPr>
            </w:pPr>
          </w:p>
        </w:tc>
      </w:tr>
      <w:tr w:rsidR="00C361F2" w:rsidRPr="002F6850" w14:paraId="11F94B94" w14:textId="4DC392EC" w:rsidTr="00C361F2">
        <w:tc>
          <w:tcPr>
            <w:tcW w:w="5000" w:type="pct"/>
          </w:tcPr>
          <w:p w14:paraId="4205A352" w14:textId="176BE8D1" w:rsidR="00C361F2" w:rsidRPr="002F6850" w:rsidRDefault="00C361F2" w:rsidP="00357B5C">
            <w:pPr>
              <w:pStyle w:val="Nagwek1"/>
              <w:spacing w:after="120" w:line="276" w:lineRule="auto"/>
              <w:ind w:left="284" w:hanging="28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850">
              <w:rPr>
                <w:rFonts w:asciiTheme="minorHAnsi" w:hAnsiTheme="minorHAnsi" w:cstheme="minorHAnsi"/>
                <w:sz w:val="22"/>
                <w:szCs w:val="22"/>
              </w:rPr>
              <w:t xml:space="preserve">§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2F6850">
              <w:rPr>
                <w:rFonts w:asciiTheme="minorHAnsi" w:hAnsiTheme="minorHAnsi" w:cstheme="minorHAnsi"/>
                <w:sz w:val="22"/>
                <w:szCs w:val="22"/>
              </w:rPr>
              <w:t>.  POSTANOWIENIA KOŃCOWE</w:t>
            </w:r>
          </w:p>
          <w:p w14:paraId="6D576A36" w14:textId="456C7F66" w:rsidR="00C361F2" w:rsidRPr="002F6850" w:rsidRDefault="00C361F2" w:rsidP="00225027">
            <w:pPr>
              <w:pStyle w:val="Textbody"/>
              <w:numPr>
                <w:ilvl w:val="0"/>
                <w:numId w:val="10"/>
              </w:numPr>
              <w:spacing w:after="0" w:line="276" w:lineRule="auto"/>
              <w:ind w:left="284" w:hanging="284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F685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Wszelkie zmiany Umowy wymagają dla swej ważności formy pisemnej pod rygorem nieważności.</w:t>
            </w:r>
          </w:p>
          <w:p w14:paraId="4D928943" w14:textId="77777777" w:rsidR="00C361F2" w:rsidRDefault="00C361F2" w:rsidP="00225027">
            <w:pPr>
              <w:pStyle w:val="Textbody"/>
              <w:numPr>
                <w:ilvl w:val="0"/>
                <w:numId w:val="11"/>
              </w:numPr>
              <w:spacing w:after="0" w:line="276" w:lineRule="auto"/>
              <w:ind w:left="284" w:hanging="284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F685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Umowa została sporządzona w dwóch </w:t>
            </w:r>
            <w:r w:rsidRPr="002F6850">
              <w:rPr>
                <w:rFonts w:asciiTheme="minorHAnsi" w:hAnsiTheme="minorHAnsi" w:cstheme="minorHAnsi"/>
                <w:color w:val="auto"/>
                <w:sz w:val="22"/>
                <w:szCs w:val="22"/>
                <w:u w:color="FF0000"/>
              </w:rPr>
              <w:t xml:space="preserve">jednobrzmiących </w:t>
            </w:r>
            <w:r w:rsidRPr="002F685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egzemplarzach, po jednym dla każdej ze Stron.</w:t>
            </w:r>
          </w:p>
          <w:p w14:paraId="03B0B433" w14:textId="453F2C86" w:rsidR="00C361F2" w:rsidRPr="002F6850" w:rsidRDefault="00C361F2" w:rsidP="00225027">
            <w:pPr>
              <w:pStyle w:val="Textbody"/>
              <w:numPr>
                <w:ilvl w:val="0"/>
                <w:numId w:val="11"/>
              </w:numPr>
              <w:spacing w:after="0" w:line="276" w:lineRule="auto"/>
              <w:ind w:left="284" w:hanging="284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Datą zawarcia umowy jest data jej podpisania przez ostatnią ze stron. </w:t>
            </w:r>
          </w:p>
          <w:p w14:paraId="54EFF635" w14:textId="6D453E76" w:rsidR="00C361F2" w:rsidRPr="002F6850" w:rsidRDefault="00C361F2" w:rsidP="00225027">
            <w:pPr>
              <w:pStyle w:val="Textbody"/>
              <w:numPr>
                <w:ilvl w:val="0"/>
                <w:numId w:val="10"/>
              </w:numPr>
              <w:spacing w:after="0" w:line="276" w:lineRule="auto"/>
              <w:ind w:left="284" w:hanging="284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F685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Integralną część Umowy stanowią następujące Załączniki:</w:t>
            </w:r>
          </w:p>
          <w:p w14:paraId="3661B0E3" w14:textId="77777777" w:rsidR="003178C6" w:rsidRDefault="00C361F2" w:rsidP="00225027">
            <w:pPr>
              <w:pStyle w:val="Textbody"/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F685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Załącznik nr 1 - </w:t>
            </w:r>
            <w:r w:rsidR="003178C6" w:rsidRPr="002F685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Oferta Wykonawcy</w:t>
            </w:r>
            <w:r w:rsidR="003178C6" w:rsidRPr="002F685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6D711EDD" w14:textId="70A86BA7" w:rsidR="00C361F2" w:rsidRPr="002F6850" w:rsidRDefault="00C361F2" w:rsidP="00225027">
            <w:pPr>
              <w:pStyle w:val="Textbody"/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F685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Załącznik nr 2 – </w:t>
            </w:r>
            <w:r w:rsidR="003178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Zapytanie ofertowe 2/2024/2024</w:t>
            </w:r>
          </w:p>
          <w:p w14:paraId="3F58AB6D" w14:textId="14C5293F" w:rsidR="00C361F2" w:rsidRPr="002F6850" w:rsidRDefault="00C361F2" w:rsidP="00357B5C">
            <w:pPr>
              <w:pStyle w:val="Textbody"/>
              <w:spacing w:before="120"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05C8D0CB" w14:textId="77777777" w:rsidR="00145139" w:rsidRPr="002F6850" w:rsidRDefault="00145139" w:rsidP="000E54A8">
      <w:pPr>
        <w:pStyle w:val="Tekstpodstawowy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3FEBFA3" w14:textId="1009B611" w:rsidR="00AB6CE9" w:rsidRPr="002F6850" w:rsidRDefault="00AB6CE9" w:rsidP="000E54A8">
      <w:pPr>
        <w:pStyle w:val="Tekstpodstawowy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F9A5E19" w14:textId="4018E090" w:rsidR="00B57045" w:rsidRPr="002F6850" w:rsidRDefault="00B57045" w:rsidP="000E54A8">
      <w:pPr>
        <w:pStyle w:val="Tekstpodstawowy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56BDB58" w14:textId="77777777" w:rsidR="00B57045" w:rsidRPr="002F6850" w:rsidRDefault="00B57045" w:rsidP="000E54A8">
      <w:pPr>
        <w:pStyle w:val="Tekstpodstawowy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F0A730E" w14:textId="77777777" w:rsidR="00AB6CE9" w:rsidRPr="002F6850" w:rsidRDefault="00587D06" w:rsidP="000E54A8">
      <w:pPr>
        <w:pStyle w:val="Tekstpodstawowy3"/>
        <w:spacing w:line="276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2F6850">
        <w:rPr>
          <w:rFonts w:asciiTheme="minorHAnsi" w:hAnsiTheme="minorHAnsi" w:cstheme="minorHAnsi"/>
          <w:sz w:val="22"/>
          <w:szCs w:val="22"/>
          <w:lang w:val="en-US"/>
        </w:rPr>
        <w:t>___________________</w:t>
      </w:r>
      <w:r w:rsidR="00AB6CE9" w:rsidRPr="002F6850">
        <w:rPr>
          <w:rFonts w:asciiTheme="minorHAnsi" w:hAnsiTheme="minorHAnsi" w:cstheme="minorHAnsi"/>
          <w:sz w:val="22"/>
          <w:szCs w:val="22"/>
          <w:lang w:val="en-US"/>
        </w:rPr>
        <w:tab/>
      </w:r>
      <w:r w:rsidR="00AB6CE9" w:rsidRPr="002F6850">
        <w:rPr>
          <w:rFonts w:asciiTheme="minorHAnsi" w:hAnsiTheme="minorHAnsi" w:cstheme="minorHAnsi"/>
          <w:sz w:val="22"/>
          <w:szCs w:val="22"/>
          <w:lang w:val="en-US"/>
        </w:rPr>
        <w:tab/>
      </w:r>
      <w:r w:rsidR="00AB6CE9" w:rsidRPr="002F6850">
        <w:rPr>
          <w:rFonts w:asciiTheme="minorHAnsi" w:hAnsiTheme="minorHAnsi" w:cstheme="minorHAnsi"/>
          <w:sz w:val="22"/>
          <w:szCs w:val="22"/>
          <w:lang w:val="en-US"/>
        </w:rPr>
        <w:tab/>
      </w:r>
      <w:r w:rsidR="00AB6CE9" w:rsidRPr="002F6850">
        <w:rPr>
          <w:rFonts w:asciiTheme="minorHAnsi" w:hAnsiTheme="minorHAnsi" w:cstheme="minorHAnsi"/>
          <w:sz w:val="22"/>
          <w:szCs w:val="22"/>
          <w:lang w:val="en-US"/>
        </w:rPr>
        <w:tab/>
      </w:r>
      <w:r w:rsidR="00AB6CE9" w:rsidRPr="002F6850">
        <w:rPr>
          <w:rFonts w:asciiTheme="minorHAnsi" w:hAnsiTheme="minorHAnsi" w:cstheme="minorHAnsi"/>
          <w:sz w:val="22"/>
          <w:szCs w:val="22"/>
          <w:lang w:val="en-US"/>
        </w:rPr>
        <w:tab/>
      </w:r>
      <w:r w:rsidR="00AB6CE9" w:rsidRPr="002F6850">
        <w:rPr>
          <w:rFonts w:asciiTheme="minorHAnsi" w:hAnsiTheme="minorHAnsi" w:cstheme="minorHAnsi"/>
          <w:sz w:val="22"/>
          <w:szCs w:val="22"/>
          <w:lang w:val="en-US"/>
        </w:rPr>
        <w:tab/>
        <w:t>___________________</w:t>
      </w:r>
    </w:p>
    <w:p w14:paraId="2EECCBAF" w14:textId="5B5C52C7" w:rsidR="00016A82" w:rsidRPr="002F6850" w:rsidRDefault="00016A82" w:rsidP="000E54A8">
      <w:pPr>
        <w:pStyle w:val="Tekstpodstawowy3"/>
        <w:spacing w:line="276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2F6850">
        <w:rPr>
          <w:rFonts w:asciiTheme="minorHAnsi" w:hAnsiTheme="minorHAnsi" w:cstheme="minorHAnsi"/>
          <w:b/>
          <w:sz w:val="22"/>
          <w:szCs w:val="22"/>
          <w:lang w:val="en-US"/>
        </w:rPr>
        <w:t>ZAMAWIAJĄCY</w:t>
      </w:r>
      <w:r w:rsidRPr="002F6850">
        <w:rPr>
          <w:rFonts w:asciiTheme="minorHAnsi" w:hAnsiTheme="minorHAnsi" w:cstheme="minorHAnsi"/>
          <w:b/>
          <w:sz w:val="22"/>
          <w:szCs w:val="22"/>
          <w:lang w:val="en-US"/>
        </w:rPr>
        <w:tab/>
      </w:r>
      <w:r w:rsidRPr="002F6850">
        <w:rPr>
          <w:rFonts w:asciiTheme="minorHAnsi" w:hAnsiTheme="minorHAnsi" w:cstheme="minorHAnsi"/>
          <w:b/>
          <w:sz w:val="22"/>
          <w:szCs w:val="22"/>
          <w:lang w:val="en-US"/>
        </w:rPr>
        <w:tab/>
      </w:r>
      <w:r w:rsidRPr="002F6850">
        <w:rPr>
          <w:rFonts w:asciiTheme="minorHAnsi" w:hAnsiTheme="minorHAnsi" w:cstheme="minorHAnsi"/>
          <w:b/>
          <w:sz w:val="22"/>
          <w:szCs w:val="22"/>
          <w:lang w:val="en-US"/>
        </w:rPr>
        <w:tab/>
      </w:r>
      <w:r w:rsidR="005161F0" w:rsidRPr="002F6850">
        <w:rPr>
          <w:rFonts w:asciiTheme="minorHAnsi" w:hAnsiTheme="minorHAnsi" w:cstheme="minorHAnsi"/>
          <w:b/>
          <w:sz w:val="22"/>
          <w:szCs w:val="22"/>
          <w:lang w:val="en-US"/>
        </w:rPr>
        <w:t xml:space="preserve">                                                                  </w:t>
      </w:r>
      <w:r w:rsidRPr="002F6850">
        <w:rPr>
          <w:rFonts w:asciiTheme="minorHAnsi" w:hAnsiTheme="minorHAnsi" w:cstheme="minorHAnsi"/>
          <w:b/>
          <w:sz w:val="22"/>
          <w:szCs w:val="22"/>
          <w:lang w:val="en-US"/>
        </w:rPr>
        <w:t>WYKONAWCA</w:t>
      </w:r>
    </w:p>
    <w:sectPr w:rsidR="00016A82" w:rsidRPr="002F6850" w:rsidSect="00225027">
      <w:headerReference w:type="default" r:id="rId9"/>
      <w:footerReference w:type="default" r:id="rId10"/>
      <w:pgSz w:w="11906" w:h="16838"/>
      <w:pgMar w:top="1134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36BFB" w14:textId="77777777" w:rsidR="00E26F0D" w:rsidRDefault="00E26F0D" w:rsidP="00FD1656">
      <w:r>
        <w:separator/>
      </w:r>
    </w:p>
  </w:endnote>
  <w:endnote w:type="continuationSeparator" w:id="0">
    <w:p w14:paraId="44C7EA79" w14:textId="77777777" w:rsidR="00E26F0D" w:rsidRDefault="00E26F0D" w:rsidP="00FD1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7442094"/>
      <w:docPartObj>
        <w:docPartGallery w:val="Page Numbers (Bottom of Page)"/>
        <w:docPartUnique/>
      </w:docPartObj>
    </w:sdtPr>
    <w:sdtEndPr/>
    <w:sdtContent>
      <w:p w14:paraId="3350B2B7" w14:textId="1AD0DA69" w:rsidR="00BD348D" w:rsidRDefault="00BD34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81C840" w14:textId="443D2B41" w:rsidR="00D40F67" w:rsidRPr="00D40F67" w:rsidRDefault="00D40F67" w:rsidP="00D40F6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3AA793" w14:textId="77777777" w:rsidR="00E26F0D" w:rsidRDefault="00E26F0D" w:rsidP="00FD1656">
      <w:r>
        <w:separator/>
      </w:r>
    </w:p>
  </w:footnote>
  <w:footnote w:type="continuationSeparator" w:id="0">
    <w:p w14:paraId="31219EFF" w14:textId="77777777" w:rsidR="00E26F0D" w:rsidRDefault="00E26F0D" w:rsidP="00FD1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B9459" w14:textId="7180A614" w:rsidR="00CA7814" w:rsidRDefault="00CA7814">
    <w:pPr>
      <w:pStyle w:val="Nagwek"/>
    </w:pPr>
    <w:r>
      <w:rPr>
        <w:noProof/>
      </w:rPr>
      <w:drawing>
        <wp:inline distT="0" distB="0" distL="0" distR="0" wp14:anchorId="211924D5" wp14:editId="02A17659">
          <wp:extent cx="5760720" cy="736600"/>
          <wp:effectExtent l="0" t="0" r="0" b="6350"/>
          <wp:docPr id="7392530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21B13"/>
    <w:multiLevelType w:val="hybridMultilevel"/>
    <w:tmpl w:val="FFFFFFFF"/>
    <w:numStyleLink w:val="Zaimportowanystyl13"/>
  </w:abstractNum>
  <w:abstractNum w:abstractNumId="1" w15:restartNumberingAfterBreak="0">
    <w:nsid w:val="05012B19"/>
    <w:multiLevelType w:val="hybridMultilevel"/>
    <w:tmpl w:val="1A2ED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D7374"/>
    <w:multiLevelType w:val="multilevel"/>
    <w:tmpl w:val="1DAA6348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644"/>
        </w:tabs>
        <w:ind w:left="567" w:hanging="28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5565B9E"/>
    <w:multiLevelType w:val="hybridMultilevel"/>
    <w:tmpl w:val="AB963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C286C"/>
    <w:multiLevelType w:val="hybridMultilevel"/>
    <w:tmpl w:val="5BA40E28"/>
    <w:lvl w:ilvl="0" w:tplc="A4829A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4E3130"/>
    <w:multiLevelType w:val="hybridMultilevel"/>
    <w:tmpl w:val="6A3883D8"/>
    <w:lvl w:ilvl="0" w:tplc="419A0C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6C2309"/>
    <w:multiLevelType w:val="hybridMultilevel"/>
    <w:tmpl w:val="6010BC5A"/>
    <w:lvl w:ilvl="0" w:tplc="0415000F">
      <w:start w:val="1"/>
      <w:numFmt w:val="decimal"/>
      <w:lvlText w:val="%1.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7" w15:restartNumberingAfterBreak="0">
    <w:nsid w:val="1D4B7FED"/>
    <w:multiLevelType w:val="hybridMultilevel"/>
    <w:tmpl w:val="20C81064"/>
    <w:lvl w:ilvl="0" w:tplc="0415000F">
      <w:start w:val="1"/>
      <w:numFmt w:val="decimal"/>
      <w:lvlText w:val="%1."/>
      <w:lvlJc w:val="left"/>
      <w:pPr>
        <w:ind w:left="1108" w:hanging="360"/>
      </w:pPr>
    </w:lvl>
    <w:lvl w:ilvl="1" w:tplc="04150019" w:tentative="1">
      <w:start w:val="1"/>
      <w:numFmt w:val="lowerLetter"/>
      <w:lvlText w:val="%2."/>
      <w:lvlJc w:val="left"/>
      <w:pPr>
        <w:ind w:left="1828" w:hanging="360"/>
      </w:pPr>
    </w:lvl>
    <w:lvl w:ilvl="2" w:tplc="0415001B" w:tentative="1">
      <w:start w:val="1"/>
      <w:numFmt w:val="lowerRoman"/>
      <w:lvlText w:val="%3."/>
      <w:lvlJc w:val="right"/>
      <w:pPr>
        <w:ind w:left="2548" w:hanging="180"/>
      </w:pPr>
    </w:lvl>
    <w:lvl w:ilvl="3" w:tplc="0415000F" w:tentative="1">
      <w:start w:val="1"/>
      <w:numFmt w:val="decimal"/>
      <w:lvlText w:val="%4."/>
      <w:lvlJc w:val="left"/>
      <w:pPr>
        <w:ind w:left="3268" w:hanging="360"/>
      </w:pPr>
    </w:lvl>
    <w:lvl w:ilvl="4" w:tplc="04150019" w:tentative="1">
      <w:start w:val="1"/>
      <w:numFmt w:val="lowerLetter"/>
      <w:lvlText w:val="%5."/>
      <w:lvlJc w:val="left"/>
      <w:pPr>
        <w:ind w:left="3988" w:hanging="360"/>
      </w:pPr>
    </w:lvl>
    <w:lvl w:ilvl="5" w:tplc="0415001B" w:tentative="1">
      <w:start w:val="1"/>
      <w:numFmt w:val="lowerRoman"/>
      <w:lvlText w:val="%6."/>
      <w:lvlJc w:val="right"/>
      <w:pPr>
        <w:ind w:left="4708" w:hanging="180"/>
      </w:pPr>
    </w:lvl>
    <w:lvl w:ilvl="6" w:tplc="0415000F" w:tentative="1">
      <w:start w:val="1"/>
      <w:numFmt w:val="decimal"/>
      <w:lvlText w:val="%7."/>
      <w:lvlJc w:val="left"/>
      <w:pPr>
        <w:ind w:left="5428" w:hanging="360"/>
      </w:pPr>
    </w:lvl>
    <w:lvl w:ilvl="7" w:tplc="04150019" w:tentative="1">
      <w:start w:val="1"/>
      <w:numFmt w:val="lowerLetter"/>
      <w:lvlText w:val="%8."/>
      <w:lvlJc w:val="left"/>
      <w:pPr>
        <w:ind w:left="6148" w:hanging="360"/>
      </w:pPr>
    </w:lvl>
    <w:lvl w:ilvl="8" w:tplc="041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8" w15:restartNumberingAfterBreak="0">
    <w:nsid w:val="1E13084B"/>
    <w:multiLevelType w:val="hybridMultilevel"/>
    <w:tmpl w:val="6C8CC0A8"/>
    <w:lvl w:ilvl="0" w:tplc="5FD4ACB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25E44"/>
    <w:multiLevelType w:val="hybridMultilevel"/>
    <w:tmpl w:val="9C64278C"/>
    <w:lvl w:ilvl="0" w:tplc="1708F86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91995"/>
    <w:multiLevelType w:val="hybridMultilevel"/>
    <w:tmpl w:val="580E81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87C48F0"/>
    <w:multiLevelType w:val="hybridMultilevel"/>
    <w:tmpl w:val="FFFFFFFF"/>
    <w:styleLink w:val="Zaimportowanystyl8"/>
    <w:lvl w:ilvl="0" w:tplc="E308651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426E7F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5AE086C">
      <w:start w:val="1"/>
      <w:numFmt w:val="lowerRoman"/>
      <w:lvlText w:val="%3."/>
      <w:lvlJc w:val="left"/>
      <w:pPr>
        <w:ind w:left="221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75A80E2">
      <w:start w:val="1"/>
      <w:numFmt w:val="decimal"/>
      <w:lvlText w:val="%4."/>
      <w:lvlJc w:val="left"/>
      <w:pPr>
        <w:ind w:left="295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978B2A8">
      <w:start w:val="1"/>
      <w:numFmt w:val="lowerLetter"/>
      <w:lvlText w:val="%5."/>
      <w:lvlJc w:val="left"/>
      <w:pPr>
        <w:ind w:left="367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8E2D920">
      <w:start w:val="1"/>
      <w:numFmt w:val="lowerRoman"/>
      <w:lvlText w:val="%6."/>
      <w:lvlJc w:val="left"/>
      <w:pPr>
        <w:ind w:left="437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D8A971C">
      <w:start w:val="1"/>
      <w:numFmt w:val="decimal"/>
      <w:lvlText w:val="%7."/>
      <w:lvlJc w:val="left"/>
      <w:pPr>
        <w:ind w:left="511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304365E">
      <w:start w:val="1"/>
      <w:numFmt w:val="lowerLetter"/>
      <w:lvlText w:val="%8."/>
      <w:lvlJc w:val="left"/>
      <w:pPr>
        <w:ind w:left="583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41EA15A">
      <w:start w:val="1"/>
      <w:numFmt w:val="lowerRoman"/>
      <w:lvlText w:val="%9."/>
      <w:lvlJc w:val="left"/>
      <w:pPr>
        <w:ind w:left="653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28B61399"/>
    <w:multiLevelType w:val="hybridMultilevel"/>
    <w:tmpl w:val="0472D3DE"/>
    <w:lvl w:ilvl="0" w:tplc="419A0CE6">
      <w:start w:val="1"/>
      <w:numFmt w:val="bullet"/>
      <w:lvlText w:val=""/>
      <w:lvlJc w:val="left"/>
      <w:pPr>
        <w:ind w:left="11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abstractNum w:abstractNumId="13" w15:restartNumberingAfterBreak="0">
    <w:nsid w:val="2BA3595B"/>
    <w:multiLevelType w:val="hybridMultilevel"/>
    <w:tmpl w:val="2F006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D3D0E"/>
    <w:multiLevelType w:val="multilevel"/>
    <w:tmpl w:val="2BE8DF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314C7BE1"/>
    <w:multiLevelType w:val="hybridMultilevel"/>
    <w:tmpl w:val="0F12683C"/>
    <w:lvl w:ilvl="0" w:tplc="419A0C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4B26041"/>
    <w:multiLevelType w:val="hybridMultilevel"/>
    <w:tmpl w:val="7DD60F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E10464"/>
    <w:multiLevelType w:val="hybridMultilevel"/>
    <w:tmpl w:val="AB963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EC1549"/>
    <w:multiLevelType w:val="hybridMultilevel"/>
    <w:tmpl w:val="AF24A48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A671AE"/>
    <w:multiLevelType w:val="hybridMultilevel"/>
    <w:tmpl w:val="D5B64C10"/>
    <w:lvl w:ilvl="0" w:tplc="A9B4D57A">
      <w:start w:val="1"/>
      <w:numFmt w:val="decimal"/>
      <w:lvlText w:val="%1."/>
      <w:lvlJc w:val="left"/>
      <w:pPr>
        <w:tabs>
          <w:tab w:val="num" w:pos="424"/>
        </w:tabs>
        <w:ind w:left="856" w:hanging="6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3D557C"/>
    <w:multiLevelType w:val="hybridMultilevel"/>
    <w:tmpl w:val="3B6CE6F8"/>
    <w:lvl w:ilvl="0" w:tplc="0415000F">
      <w:start w:val="1"/>
      <w:numFmt w:val="decimal"/>
      <w:lvlText w:val="%1.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1" w15:restartNumberingAfterBreak="0">
    <w:nsid w:val="400962FD"/>
    <w:multiLevelType w:val="hybridMultilevel"/>
    <w:tmpl w:val="939C74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92B29"/>
    <w:multiLevelType w:val="hybridMultilevel"/>
    <w:tmpl w:val="27FEB748"/>
    <w:lvl w:ilvl="0" w:tplc="5D561B5E">
      <w:start w:val="1"/>
      <w:numFmt w:val="decimal"/>
      <w:lvlText w:val="%1."/>
      <w:lvlJc w:val="left"/>
      <w:pPr>
        <w:ind w:left="1052" w:hanging="360"/>
      </w:pPr>
      <w:rPr>
        <w:rFonts w:hint="default"/>
        <w:color w:val="000000"/>
        <w:sz w:val="19"/>
      </w:rPr>
    </w:lvl>
    <w:lvl w:ilvl="1" w:tplc="04150019" w:tentative="1">
      <w:start w:val="1"/>
      <w:numFmt w:val="lowerLetter"/>
      <w:lvlText w:val="%2."/>
      <w:lvlJc w:val="left"/>
      <w:pPr>
        <w:ind w:left="1772" w:hanging="360"/>
      </w:pPr>
    </w:lvl>
    <w:lvl w:ilvl="2" w:tplc="0415001B" w:tentative="1">
      <w:start w:val="1"/>
      <w:numFmt w:val="lowerRoman"/>
      <w:lvlText w:val="%3."/>
      <w:lvlJc w:val="right"/>
      <w:pPr>
        <w:ind w:left="2492" w:hanging="180"/>
      </w:pPr>
    </w:lvl>
    <w:lvl w:ilvl="3" w:tplc="0415000F" w:tentative="1">
      <w:start w:val="1"/>
      <w:numFmt w:val="decimal"/>
      <w:lvlText w:val="%4."/>
      <w:lvlJc w:val="left"/>
      <w:pPr>
        <w:ind w:left="3212" w:hanging="360"/>
      </w:pPr>
    </w:lvl>
    <w:lvl w:ilvl="4" w:tplc="04150019" w:tentative="1">
      <w:start w:val="1"/>
      <w:numFmt w:val="lowerLetter"/>
      <w:lvlText w:val="%5."/>
      <w:lvlJc w:val="left"/>
      <w:pPr>
        <w:ind w:left="3932" w:hanging="360"/>
      </w:pPr>
    </w:lvl>
    <w:lvl w:ilvl="5" w:tplc="0415001B" w:tentative="1">
      <w:start w:val="1"/>
      <w:numFmt w:val="lowerRoman"/>
      <w:lvlText w:val="%6."/>
      <w:lvlJc w:val="right"/>
      <w:pPr>
        <w:ind w:left="4652" w:hanging="180"/>
      </w:pPr>
    </w:lvl>
    <w:lvl w:ilvl="6" w:tplc="0415000F" w:tentative="1">
      <w:start w:val="1"/>
      <w:numFmt w:val="decimal"/>
      <w:lvlText w:val="%7."/>
      <w:lvlJc w:val="left"/>
      <w:pPr>
        <w:ind w:left="5372" w:hanging="360"/>
      </w:pPr>
    </w:lvl>
    <w:lvl w:ilvl="7" w:tplc="04150019" w:tentative="1">
      <w:start w:val="1"/>
      <w:numFmt w:val="lowerLetter"/>
      <w:lvlText w:val="%8."/>
      <w:lvlJc w:val="left"/>
      <w:pPr>
        <w:ind w:left="6092" w:hanging="360"/>
      </w:pPr>
    </w:lvl>
    <w:lvl w:ilvl="8" w:tplc="0415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23" w15:restartNumberingAfterBreak="0">
    <w:nsid w:val="44801538"/>
    <w:multiLevelType w:val="hybridMultilevel"/>
    <w:tmpl w:val="FFFFFFFF"/>
    <w:styleLink w:val="Zaimportowanystyl12"/>
    <w:lvl w:ilvl="0" w:tplc="6888C25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0469942">
      <w:start w:val="1"/>
      <w:numFmt w:val="lowerLetter"/>
      <w:lvlText w:val="%2."/>
      <w:lvlJc w:val="left"/>
      <w:pPr>
        <w:ind w:left="151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7007140">
      <w:start w:val="1"/>
      <w:numFmt w:val="lowerRoman"/>
      <w:lvlText w:val="%3."/>
      <w:lvlJc w:val="left"/>
      <w:pPr>
        <w:ind w:left="221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1747BBA">
      <w:start w:val="1"/>
      <w:numFmt w:val="decimal"/>
      <w:lvlText w:val="%4."/>
      <w:lvlJc w:val="left"/>
      <w:pPr>
        <w:ind w:left="295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9E477EE">
      <w:start w:val="1"/>
      <w:numFmt w:val="lowerLetter"/>
      <w:lvlText w:val="%5."/>
      <w:lvlJc w:val="left"/>
      <w:pPr>
        <w:ind w:left="367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DF056B0">
      <w:start w:val="1"/>
      <w:numFmt w:val="lowerRoman"/>
      <w:lvlText w:val="%6."/>
      <w:lvlJc w:val="left"/>
      <w:pPr>
        <w:ind w:left="437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840474C">
      <w:start w:val="1"/>
      <w:numFmt w:val="decimal"/>
      <w:lvlText w:val="%7."/>
      <w:lvlJc w:val="left"/>
      <w:pPr>
        <w:ind w:left="511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5282EA0">
      <w:start w:val="1"/>
      <w:numFmt w:val="lowerLetter"/>
      <w:lvlText w:val="%8."/>
      <w:lvlJc w:val="left"/>
      <w:pPr>
        <w:ind w:left="583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038C0F4">
      <w:start w:val="1"/>
      <w:numFmt w:val="lowerRoman"/>
      <w:lvlText w:val="%9."/>
      <w:lvlJc w:val="left"/>
      <w:pPr>
        <w:ind w:left="653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47287B68"/>
    <w:multiLevelType w:val="hybridMultilevel"/>
    <w:tmpl w:val="FFFFFFFF"/>
    <w:styleLink w:val="WWNum2"/>
    <w:lvl w:ilvl="0" w:tplc="2C982CD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C0C0BFA">
      <w:start w:val="1"/>
      <w:numFmt w:val="lowerLetter"/>
      <w:lvlText w:val="%2."/>
      <w:lvlJc w:val="left"/>
      <w:pPr>
        <w:ind w:left="753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10882E0">
      <w:start w:val="1"/>
      <w:numFmt w:val="lowerRoman"/>
      <w:lvlText w:val="%3."/>
      <w:lvlJc w:val="left"/>
      <w:pPr>
        <w:ind w:left="1123" w:hanging="51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4725952">
      <w:start w:val="1"/>
      <w:numFmt w:val="decimal"/>
      <w:lvlText w:val="%4."/>
      <w:lvlJc w:val="left"/>
      <w:pPr>
        <w:ind w:left="593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7028F72">
      <w:start w:val="1"/>
      <w:numFmt w:val="lowerLetter"/>
      <w:lvlText w:val="%5."/>
      <w:lvlJc w:val="left"/>
      <w:pPr>
        <w:ind w:left="953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9E8CDB6">
      <w:start w:val="1"/>
      <w:numFmt w:val="lowerRoman"/>
      <w:lvlText w:val="%6."/>
      <w:lvlJc w:val="left"/>
      <w:pPr>
        <w:ind w:left="1322" w:hanging="41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3465694">
      <w:start w:val="1"/>
      <w:numFmt w:val="decimal"/>
      <w:lvlText w:val="%7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A161E52">
      <w:start w:val="1"/>
      <w:numFmt w:val="lowerLetter"/>
      <w:lvlText w:val="%8."/>
      <w:lvlJc w:val="left"/>
      <w:pPr>
        <w:ind w:left="984" w:hanging="3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F9A3ACA">
      <w:start w:val="1"/>
      <w:numFmt w:val="lowerRoman"/>
      <w:lvlText w:val="%9."/>
      <w:lvlJc w:val="left"/>
      <w:pPr>
        <w:ind w:left="1364" w:hanging="4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4991099E"/>
    <w:multiLevelType w:val="hybridMultilevel"/>
    <w:tmpl w:val="63C4D914"/>
    <w:lvl w:ilvl="0" w:tplc="419A0C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E723E87"/>
    <w:multiLevelType w:val="hybridMultilevel"/>
    <w:tmpl w:val="B2364FA2"/>
    <w:lvl w:ilvl="0" w:tplc="04B879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717CB6"/>
    <w:multiLevelType w:val="hybridMultilevel"/>
    <w:tmpl w:val="1F02DF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8C45E1"/>
    <w:multiLevelType w:val="hybridMultilevel"/>
    <w:tmpl w:val="FFFFFFFF"/>
    <w:numStyleLink w:val="Numery"/>
  </w:abstractNum>
  <w:abstractNum w:abstractNumId="29" w15:restartNumberingAfterBreak="0">
    <w:nsid w:val="55AC6C19"/>
    <w:multiLevelType w:val="hybridMultilevel"/>
    <w:tmpl w:val="5B52D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319F6"/>
    <w:multiLevelType w:val="hybridMultilevel"/>
    <w:tmpl w:val="69263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0E5CD0"/>
    <w:multiLevelType w:val="hybridMultilevel"/>
    <w:tmpl w:val="5BA40E2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01A1FB1"/>
    <w:multiLevelType w:val="hybridMultilevel"/>
    <w:tmpl w:val="8C4A7C76"/>
    <w:lvl w:ilvl="0" w:tplc="1708F86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7D23F34"/>
    <w:multiLevelType w:val="hybridMultilevel"/>
    <w:tmpl w:val="FFFFFFFF"/>
    <w:styleLink w:val="Zaimportowanystyl13"/>
    <w:lvl w:ilvl="0" w:tplc="C6D2242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2ACDDF6">
      <w:start w:val="1"/>
      <w:numFmt w:val="lowerLetter"/>
      <w:lvlText w:val="%2."/>
      <w:lvlJc w:val="left"/>
      <w:pPr>
        <w:ind w:left="151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3E84A76">
      <w:start w:val="1"/>
      <w:numFmt w:val="lowerRoman"/>
      <w:lvlText w:val="%3."/>
      <w:lvlJc w:val="left"/>
      <w:pPr>
        <w:ind w:left="221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73CAA9E">
      <w:start w:val="1"/>
      <w:numFmt w:val="decimal"/>
      <w:lvlText w:val="%4."/>
      <w:lvlJc w:val="left"/>
      <w:pPr>
        <w:ind w:left="295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AC8E300">
      <w:start w:val="1"/>
      <w:numFmt w:val="lowerLetter"/>
      <w:lvlText w:val="%5."/>
      <w:lvlJc w:val="left"/>
      <w:pPr>
        <w:ind w:left="367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DA07C8">
      <w:start w:val="1"/>
      <w:numFmt w:val="lowerRoman"/>
      <w:lvlText w:val="%6."/>
      <w:lvlJc w:val="left"/>
      <w:pPr>
        <w:ind w:left="437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A300E0E">
      <w:start w:val="1"/>
      <w:numFmt w:val="decimal"/>
      <w:lvlText w:val="%7."/>
      <w:lvlJc w:val="left"/>
      <w:pPr>
        <w:ind w:left="511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0C0846">
      <w:start w:val="1"/>
      <w:numFmt w:val="lowerLetter"/>
      <w:lvlText w:val="%8."/>
      <w:lvlJc w:val="left"/>
      <w:pPr>
        <w:ind w:left="583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668DF72">
      <w:start w:val="1"/>
      <w:numFmt w:val="lowerRoman"/>
      <w:lvlText w:val="%9."/>
      <w:lvlJc w:val="left"/>
      <w:pPr>
        <w:ind w:left="653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 w15:restartNumberingAfterBreak="0">
    <w:nsid w:val="69610E3E"/>
    <w:multiLevelType w:val="hybridMultilevel"/>
    <w:tmpl w:val="13C82B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49426F"/>
    <w:multiLevelType w:val="hybridMultilevel"/>
    <w:tmpl w:val="CE4E076A"/>
    <w:lvl w:ilvl="0" w:tplc="1708F8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7C4806"/>
    <w:multiLevelType w:val="hybridMultilevel"/>
    <w:tmpl w:val="960A7934"/>
    <w:lvl w:ilvl="0" w:tplc="419A0C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5FE58E8"/>
    <w:multiLevelType w:val="hybridMultilevel"/>
    <w:tmpl w:val="FFFFFFFF"/>
    <w:numStyleLink w:val="Zaimportowanystyl12"/>
  </w:abstractNum>
  <w:abstractNum w:abstractNumId="38" w15:restartNumberingAfterBreak="0">
    <w:nsid w:val="77973888"/>
    <w:multiLevelType w:val="multilevel"/>
    <w:tmpl w:val="659ED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77D74D8F"/>
    <w:multiLevelType w:val="hybridMultilevel"/>
    <w:tmpl w:val="F3942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E56F4A"/>
    <w:multiLevelType w:val="hybridMultilevel"/>
    <w:tmpl w:val="FFFFFFFF"/>
    <w:styleLink w:val="Numery"/>
    <w:lvl w:ilvl="0" w:tplc="75A0156E">
      <w:start w:val="1"/>
      <w:numFmt w:val="decimal"/>
      <w:lvlText w:val="%1."/>
      <w:lvlJc w:val="left"/>
      <w:pPr>
        <w:ind w:left="856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2D6131A">
      <w:start w:val="1"/>
      <w:numFmt w:val="decimal"/>
      <w:lvlText w:val="%2."/>
      <w:lvlJc w:val="left"/>
      <w:pPr>
        <w:ind w:left="1656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D080E22">
      <w:start w:val="1"/>
      <w:numFmt w:val="decimal"/>
      <w:lvlText w:val="%3."/>
      <w:lvlJc w:val="left"/>
      <w:pPr>
        <w:ind w:left="2477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62C02DC">
      <w:start w:val="1"/>
      <w:numFmt w:val="decimal"/>
      <w:lvlText w:val="%4."/>
      <w:lvlJc w:val="left"/>
      <w:pPr>
        <w:ind w:left="3277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98AE64A">
      <w:start w:val="1"/>
      <w:numFmt w:val="decimal"/>
      <w:lvlText w:val="%5."/>
      <w:lvlJc w:val="left"/>
      <w:pPr>
        <w:ind w:left="4077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846F7CE">
      <w:start w:val="1"/>
      <w:numFmt w:val="decimal"/>
      <w:lvlText w:val="%6."/>
      <w:lvlJc w:val="left"/>
      <w:pPr>
        <w:ind w:left="4877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84C47DA">
      <w:start w:val="1"/>
      <w:numFmt w:val="decimal"/>
      <w:lvlText w:val="%7."/>
      <w:lvlJc w:val="left"/>
      <w:pPr>
        <w:ind w:left="5677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8B6744C">
      <w:start w:val="1"/>
      <w:numFmt w:val="decimal"/>
      <w:lvlText w:val="%8."/>
      <w:lvlJc w:val="left"/>
      <w:pPr>
        <w:ind w:left="6477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A020C74">
      <w:start w:val="1"/>
      <w:numFmt w:val="decimal"/>
      <w:lvlText w:val="%9."/>
      <w:lvlJc w:val="left"/>
      <w:pPr>
        <w:ind w:left="7277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1" w15:restartNumberingAfterBreak="0">
    <w:nsid w:val="7A98593F"/>
    <w:multiLevelType w:val="hybridMultilevel"/>
    <w:tmpl w:val="355C832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276909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7394951">
    <w:abstractNumId w:val="38"/>
  </w:num>
  <w:num w:numId="3" w16cid:durableId="1209997023">
    <w:abstractNumId w:val="32"/>
  </w:num>
  <w:num w:numId="4" w16cid:durableId="869730752">
    <w:abstractNumId w:val="24"/>
  </w:num>
  <w:num w:numId="5" w16cid:durableId="2058628653">
    <w:abstractNumId w:val="40"/>
  </w:num>
  <w:num w:numId="6" w16cid:durableId="607588486">
    <w:abstractNumId w:val="28"/>
    <w:lvlOverride w:ilvl="0">
      <w:startOverride w:val="1"/>
      <w:lvl w:ilvl="0" w:tplc="62D4BC20">
        <w:start w:val="1"/>
        <w:numFmt w:val="decimal"/>
        <w:lvlText w:val="%1."/>
        <w:lvlJc w:val="left"/>
        <w:pPr>
          <w:tabs>
            <w:tab w:val="num" w:pos="424"/>
          </w:tabs>
          <w:ind w:left="856" w:hanging="6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F202F24">
        <w:start w:val="1"/>
        <w:numFmt w:val="decimal"/>
        <w:lvlText w:val="%2."/>
        <w:lvlJc w:val="left"/>
        <w:pPr>
          <w:tabs>
            <w:tab w:val="num" w:pos="1224"/>
          </w:tabs>
          <w:ind w:left="1656" w:hanging="6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D6C93A4">
        <w:start w:val="1"/>
        <w:numFmt w:val="decimal"/>
        <w:lvlText w:val="%3."/>
        <w:lvlJc w:val="left"/>
        <w:pPr>
          <w:tabs>
            <w:tab w:val="left" w:pos="1224"/>
            <w:tab w:val="num" w:pos="2070"/>
          </w:tabs>
          <w:ind w:left="2502" w:hanging="7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2EE6F4A">
        <w:start w:val="1"/>
        <w:numFmt w:val="decimal"/>
        <w:lvlText w:val="%4."/>
        <w:lvlJc w:val="left"/>
        <w:pPr>
          <w:tabs>
            <w:tab w:val="left" w:pos="1224"/>
            <w:tab w:val="num" w:pos="2870"/>
          </w:tabs>
          <w:ind w:left="3302" w:hanging="7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0C6686E">
        <w:start w:val="1"/>
        <w:numFmt w:val="decimal"/>
        <w:lvlText w:val="%5."/>
        <w:lvlJc w:val="left"/>
        <w:pPr>
          <w:tabs>
            <w:tab w:val="left" w:pos="1224"/>
            <w:tab w:val="num" w:pos="3670"/>
          </w:tabs>
          <w:ind w:left="4102" w:hanging="7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2762C10">
        <w:start w:val="1"/>
        <w:numFmt w:val="decimal"/>
        <w:lvlText w:val="%6."/>
        <w:lvlJc w:val="left"/>
        <w:pPr>
          <w:tabs>
            <w:tab w:val="left" w:pos="1224"/>
            <w:tab w:val="num" w:pos="4470"/>
          </w:tabs>
          <w:ind w:left="4902" w:hanging="7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77401D2">
        <w:start w:val="1"/>
        <w:numFmt w:val="decimal"/>
        <w:lvlText w:val="%7."/>
        <w:lvlJc w:val="left"/>
        <w:pPr>
          <w:tabs>
            <w:tab w:val="left" w:pos="1224"/>
            <w:tab w:val="num" w:pos="5270"/>
          </w:tabs>
          <w:ind w:left="5702" w:hanging="7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1772B14A">
        <w:start w:val="1"/>
        <w:numFmt w:val="decimal"/>
        <w:lvlText w:val="%8."/>
        <w:lvlJc w:val="left"/>
        <w:pPr>
          <w:tabs>
            <w:tab w:val="left" w:pos="1224"/>
            <w:tab w:val="num" w:pos="6070"/>
          </w:tabs>
          <w:ind w:left="6502" w:hanging="7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94E3698">
        <w:start w:val="1"/>
        <w:numFmt w:val="decimal"/>
        <w:lvlText w:val="%9."/>
        <w:lvlJc w:val="left"/>
        <w:pPr>
          <w:tabs>
            <w:tab w:val="left" w:pos="1224"/>
            <w:tab w:val="num" w:pos="6870"/>
          </w:tabs>
          <w:ind w:left="7302" w:hanging="7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2066487720">
    <w:abstractNumId w:val="23"/>
  </w:num>
  <w:num w:numId="8" w16cid:durableId="296835898">
    <w:abstractNumId w:val="37"/>
  </w:num>
  <w:num w:numId="9" w16cid:durableId="989093689">
    <w:abstractNumId w:val="33"/>
  </w:num>
  <w:num w:numId="10" w16cid:durableId="823548630">
    <w:abstractNumId w:val="0"/>
  </w:num>
  <w:num w:numId="11" w16cid:durableId="1488132158">
    <w:abstractNumId w:val="0"/>
    <w:lvlOverride w:ilvl="0">
      <w:lvl w:ilvl="0" w:tplc="E4646650">
        <w:start w:val="1"/>
        <w:numFmt w:val="decimal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2002EC2">
        <w:start w:val="1"/>
        <w:numFmt w:val="lowerLetter"/>
        <w:lvlText w:val="%2."/>
        <w:lvlJc w:val="left"/>
        <w:pPr>
          <w:ind w:left="1512" w:hanging="4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4E43C26">
        <w:start w:val="1"/>
        <w:numFmt w:val="lowerRoman"/>
        <w:lvlText w:val="%3."/>
        <w:lvlJc w:val="left"/>
        <w:pPr>
          <w:ind w:left="2216" w:hanging="3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24861D2">
        <w:start w:val="1"/>
        <w:numFmt w:val="decimal"/>
        <w:lvlText w:val="%4."/>
        <w:lvlJc w:val="left"/>
        <w:pPr>
          <w:ind w:left="2952" w:hanging="4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7B46FE4">
        <w:start w:val="1"/>
        <w:numFmt w:val="lowerLetter"/>
        <w:lvlText w:val="%5."/>
        <w:lvlJc w:val="left"/>
        <w:pPr>
          <w:ind w:left="3672" w:hanging="4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C8A3492">
        <w:start w:val="1"/>
        <w:numFmt w:val="lowerRoman"/>
        <w:lvlText w:val="%6."/>
        <w:lvlJc w:val="left"/>
        <w:pPr>
          <w:ind w:left="4376" w:hanging="3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8746CAC">
        <w:start w:val="1"/>
        <w:numFmt w:val="decimal"/>
        <w:lvlText w:val="%7."/>
        <w:lvlJc w:val="left"/>
        <w:pPr>
          <w:ind w:left="5112" w:hanging="4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1EC16B8">
        <w:start w:val="1"/>
        <w:numFmt w:val="lowerLetter"/>
        <w:lvlText w:val="%8."/>
        <w:lvlJc w:val="left"/>
        <w:pPr>
          <w:ind w:left="5832" w:hanging="4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77671B6">
        <w:start w:val="1"/>
        <w:numFmt w:val="lowerRoman"/>
        <w:lvlText w:val="%9."/>
        <w:lvlJc w:val="left"/>
        <w:pPr>
          <w:ind w:left="6536" w:hanging="3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 w16cid:durableId="1872180394">
    <w:abstractNumId w:val="25"/>
  </w:num>
  <w:num w:numId="13" w16cid:durableId="1849900906">
    <w:abstractNumId w:val="36"/>
  </w:num>
  <w:num w:numId="14" w16cid:durableId="125481950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48224836">
    <w:abstractNumId w:val="30"/>
  </w:num>
  <w:num w:numId="16" w16cid:durableId="372850393">
    <w:abstractNumId w:val="20"/>
  </w:num>
  <w:num w:numId="17" w16cid:durableId="900865040">
    <w:abstractNumId w:val="11"/>
  </w:num>
  <w:num w:numId="18" w16cid:durableId="209539751">
    <w:abstractNumId w:val="15"/>
  </w:num>
  <w:num w:numId="19" w16cid:durableId="1458841479">
    <w:abstractNumId w:val="4"/>
  </w:num>
  <w:num w:numId="20" w16cid:durableId="1703902798">
    <w:abstractNumId w:val="5"/>
  </w:num>
  <w:num w:numId="21" w16cid:durableId="1231429010">
    <w:abstractNumId w:val="17"/>
  </w:num>
  <w:num w:numId="22" w16cid:durableId="1149442968">
    <w:abstractNumId w:val="3"/>
  </w:num>
  <w:num w:numId="23" w16cid:durableId="854458955">
    <w:abstractNumId w:val="18"/>
  </w:num>
  <w:num w:numId="24" w16cid:durableId="534196139">
    <w:abstractNumId w:val="6"/>
  </w:num>
  <w:num w:numId="25" w16cid:durableId="783961810">
    <w:abstractNumId w:val="7"/>
  </w:num>
  <w:num w:numId="26" w16cid:durableId="1635600648">
    <w:abstractNumId w:val="12"/>
  </w:num>
  <w:num w:numId="27" w16cid:durableId="1990403344">
    <w:abstractNumId w:val="9"/>
  </w:num>
  <w:num w:numId="28" w16cid:durableId="1192845182">
    <w:abstractNumId w:val="14"/>
  </w:num>
  <w:num w:numId="29" w16cid:durableId="468089273">
    <w:abstractNumId w:val="27"/>
  </w:num>
  <w:num w:numId="30" w16cid:durableId="1279139645">
    <w:abstractNumId w:val="35"/>
  </w:num>
  <w:num w:numId="31" w16cid:durableId="195241570">
    <w:abstractNumId w:val="19"/>
  </w:num>
  <w:num w:numId="32" w16cid:durableId="709232550">
    <w:abstractNumId w:val="10"/>
  </w:num>
  <w:num w:numId="33" w16cid:durableId="1952785167">
    <w:abstractNumId w:val="41"/>
  </w:num>
  <w:num w:numId="34" w16cid:durableId="42600061">
    <w:abstractNumId w:val="8"/>
  </w:num>
  <w:num w:numId="35" w16cid:durableId="996419056">
    <w:abstractNumId w:val="22"/>
  </w:num>
  <w:num w:numId="36" w16cid:durableId="949629524">
    <w:abstractNumId w:val="16"/>
  </w:num>
  <w:num w:numId="37" w16cid:durableId="1378360594">
    <w:abstractNumId w:val="26"/>
  </w:num>
  <w:num w:numId="38" w16cid:durableId="168302877">
    <w:abstractNumId w:val="13"/>
  </w:num>
  <w:num w:numId="39" w16cid:durableId="1402405960">
    <w:abstractNumId w:val="39"/>
  </w:num>
  <w:num w:numId="40" w16cid:durableId="93792816">
    <w:abstractNumId w:val="29"/>
  </w:num>
  <w:num w:numId="41" w16cid:durableId="1405103526">
    <w:abstractNumId w:val="31"/>
  </w:num>
  <w:num w:numId="42" w16cid:durableId="2031758275">
    <w:abstractNumId w:val="1"/>
  </w:num>
  <w:num w:numId="43" w16cid:durableId="815219756">
    <w:abstractNumId w:val="3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CEA1EA6-E3D9-4BFD-8D52-BE6B035D937C}"/>
  </w:docVars>
  <w:rsids>
    <w:rsidRoot w:val="007A2C57"/>
    <w:rsid w:val="000036E6"/>
    <w:rsid w:val="00005E0B"/>
    <w:rsid w:val="00016A82"/>
    <w:rsid w:val="00026C26"/>
    <w:rsid w:val="00030E84"/>
    <w:rsid w:val="000353FF"/>
    <w:rsid w:val="0003629F"/>
    <w:rsid w:val="000415F5"/>
    <w:rsid w:val="00043230"/>
    <w:rsid w:val="00046CF1"/>
    <w:rsid w:val="00046EFD"/>
    <w:rsid w:val="00050B98"/>
    <w:rsid w:val="00061343"/>
    <w:rsid w:val="00070D6C"/>
    <w:rsid w:val="00074BB2"/>
    <w:rsid w:val="000968B5"/>
    <w:rsid w:val="0009738D"/>
    <w:rsid w:val="000A0435"/>
    <w:rsid w:val="000A0B71"/>
    <w:rsid w:val="000A1EC2"/>
    <w:rsid w:val="000A326B"/>
    <w:rsid w:val="000B3257"/>
    <w:rsid w:val="000B5837"/>
    <w:rsid w:val="000B6382"/>
    <w:rsid w:val="000B6F77"/>
    <w:rsid w:val="000C22B9"/>
    <w:rsid w:val="000C5604"/>
    <w:rsid w:val="000D1C2D"/>
    <w:rsid w:val="000D1F28"/>
    <w:rsid w:val="000D3338"/>
    <w:rsid w:val="000D3860"/>
    <w:rsid w:val="000D488C"/>
    <w:rsid w:val="000E128B"/>
    <w:rsid w:val="000E54A8"/>
    <w:rsid w:val="000E7EF1"/>
    <w:rsid w:val="000F04A1"/>
    <w:rsid w:val="000F520B"/>
    <w:rsid w:val="000F5F8E"/>
    <w:rsid w:val="000F6CBA"/>
    <w:rsid w:val="0010151B"/>
    <w:rsid w:val="0010376C"/>
    <w:rsid w:val="001062FB"/>
    <w:rsid w:val="0010735E"/>
    <w:rsid w:val="00111CAC"/>
    <w:rsid w:val="00116711"/>
    <w:rsid w:val="00117A15"/>
    <w:rsid w:val="00122286"/>
    <w:rsid w:val="001228CB"/>
    <w:rsid w:val="001318B6"/>
    <w:rsid w:val="00136813"/>
    <w:rsid w:val="001368FA"/>
    <w:rsid w:val="0014244F"/>
    <w:rsid w:val="0014455B"/>
    <w:rsid w:val="00144CC6"/>
    <w:rsid w:val="00145139"/>
    <w:rsid w:val="0014601D"/>
    <w:rsid w:val="00146EC3"/>
    <w:rsid w:val="001500BD"/>
    <w:rsid w:val="00152370"/>
    <w:rsid w:val="0015253C"/>
    <w:rsid w:val="00153E4F"/>
    <w:rsid w:val="00154F7C"/>
    <w:rsid w:val="00156118"/>
    <w:rsid w:val="00165BCD"/>
    <w:rsid w:val="00167262"/>
    <w:rsid w:val="0017071E"/>
    <w:rsid w:val="00171CF1"/>
    <w:rsid w:val="001735B5"/>
    <w:rsid w:val="001743ED"/>
    <w:rsid w:val="00192A18"/>
    <w:rsid w:val="00197C75"/>
    <w:rsid w:val="001A0594"/>
    <w:rsid w:val="001A0BEE"/>
    <w:rsid w:val="001A0C07"/>
    <w:rsid w:val="001A1E90"/>
    <w:rsid w:val="001B2061"/>
    <w:rsid w:val="001B21C4"/>
    <w:rsid w:val="001B2A57"/>
    <w:rsid w:val="001B6BB5"/>
    <w:rsid w:val="001C323D"/>
    <w:rsid w:val="001C3AD8"/>
    <w:rsid w:val="001C51E0"/>
    <w:rsid w:val="001D00DA"/>
    <w:rsid w:val="001D10F1"/>
    <w:rsid w:val="001D38BD"/>
    <w:rsid w:val="001D4D88"/>
    <w:rsid w:val="001D727F"/>
    <w:rsid w:val="001D7E7E"/>
    <w:rsid w:val="001E15D0"/>
    <w:rsid w:val="001E238F"/>
    <w:rsid w:val="001E39AF"/>
    <w:rsid w:val="001E41BF"/>
    <w:rsid w:val="001E4330"/>
    <w:rsid w:val="001F6D21"/>
    <w:rsid w:val="00203486"/>
    <w:rsid w:val="0020766C"/>
    <w:rsid w:val="00221B89"/>
    <w:rsid w:val="00225027"/>
    <w:rsid w:val="002259BE"/>
    <w:rsid w:val="00227B63"/>
    <w:rsid w:val="0023145D"/>
    <w:rsid w:val="002331C1"/>
    <w:rsid w:val="0023388B"/>
    <w:rsid w:val="00234EF1"/>
    <w:rsid w:val="00237AA8"/>
    <w:rsid w:val="0025689B"/>
    <w:rsid w:val="00263CCC"/>
    <w:rsid w:val="00264F26"/>
    <w:rsid w:val="00267A0F"/>
    <w:rsid w:val="00267CAE"/>
    <w:rsid w:val="002806B9"/>
    <w:rsid w:val="00285B4E"/>
    <w:rsid w:val="0029452F"/>
    <w:rsid w:val="002977B5"/>
    <w:rsid w:val="002A4D34"/>
    <w:rsid w:val="002A5AAA"/>
    <w:rsid w:val="002A75B6"/>
    <w:rsid w:val="002B7250"/>
    <w:rsid w:val="002C1852"/>
    <w:rsid w:val="002D2BF9"/>
    <w:rsid w:val="002D6182"/>
    <w:rsid w:val="002E2599"/>
    <w:rsid w:val="002F37B7"/>
    <w:rsid w:val="002F4449"/>
    <w:rsid w:val="002F6850"/>
    <w:rsid w:val="002F798A"/>
    <w:rsid w:val="0030247E"/>
    <w:rsid w:val="00303442"/>
    <w:rsid w:val="003036B9"/>
    <w:rsid w:val="00307F43"/>
    <w:rsid w:val="0031047A"/>
    <w:rsid w:val="00313348"/>
    <w:rsid w:val="00315120"/>
    <w:rsid w:val="003178C6"/>
    <w:rsid w:val="00317E36"/>
    <w:rsid w:val="003230CD"/>
    <w:rsid w:val="00323131"/>
    <w:rsid w:val="0033462F"/>
    <w:rsid w:val="0033560C"/>
    <w:rsid w:val="00336703"/>
    <w:rsid w:val="0033712C"/>
    <w:rsid w:val="003376C1"/>
    <w:rsid w:val="003424E3"/>
    <w:rsid w:val="003477EE"/>
    <w:rsid w:val="003510E3"/>
    <w:rsid w:val="00352BB3"/>
    <w:rsid w:val="003546FD"/>
    <w:rsid w:val="00357B5C"/>
    <w:rsid w:val="00361708"/>
    <w:rsid w:val="003641E3"/>
    <w:rsid w:val="00375BCE"/>
    <w:rsid w:val="00375FB5"/>
    <w:rsid w:val="003844E5"/>
    <w:rsid w:val="0038491D"/>
    <w:rsid w:val="0038527F"/>
    <w:rsid w:val="003868BC"/>
    <w:rsid w:val="0039638F"/>
    <w:rsid w:val="003A3EEA"/>
    <w:rsid w:val="003A6F18"/>
    <w:rsid w:val="003A73D9"/>
    <w:rsid w:val="003B0148"/>
    <w:rsid w:val="003B6DF6"/>
    <w:rsid w:val="003B6FB7"/>
    <w:rsid w:val="003B7F1F"/>
    <w:rsid w:val="003C1BA0"/>
    <w:rsid w:val="003C378E"/>
    <w:rsid w:val="003C58B9"/>
    <w:rsid w:val="003E3DCD"/>
    <w:rsid w:val="003E7F79"/>
    <w:rsid w:val="003F027D"/>
    <w:rsid w:val="003F4F8F"/>
    <w:rsid w:val="0040027E"/>
    <w:rsid w:val="004006EF"/>
    <w:rsid w:val="00411B6E"/>
    <w:rsid w:val="00414016"/>
    <w:rsid w:val="0042185A"/>
    <w:rsid w:val="004240FA"/>
    <w:rsid w:val="004246C0"/>
    <w:rsid w:val="0042777E"/>
    <w:rsid w:val="00432F12"/>
    <w:rsid w:val="00436295"/>
    <w:rsid w:val="004406C0"/>
    <w:rsid w:val="0044074D"/>
    <w:rsid w:val="00440D8F"/>
    <w:rsid w:val="00442497"/>
    <w:rsid w:val="00444543"/>
    <w:rsid w:val="00447F1A"/>
    <w:rsid w:val="004569DD"/>
    <w:rsid w:val="004745FF"/>
    <w:rsid w:val="00480700"/>
    <w:rsid w:val="004819BB"/>
    <w:rsid w:val="0048323C"/>
    <w:rsid w:val="00483976"/>
    <w:rsid w:val="00496C11"/>
    <w:rsid w:val="00497D20"/>
    <w:rsid w:val="004A2B3A"/>
    <w:rsid w:val="004A490F"/>
    <w:rsid w:val="004B0220"/>
    <w:rsid w:val="004B1677"/>
    <w:rsid w:val="004B4E76"/>
    <w:rsid w:val="004C2658"/>
    <w:rsid w:val="004C507A"/>
    <w:rsid w:val="004D0BD1"/>
    <w:rsid w:val="004D2007"/>
    <w:rsid w:val="004E485B"/>
    <w:rsid w:val="004E5397"/>
    <w:rsid w:val="004E647E"/>
    <w:rsid w:val="004F0BD9"/>
    <w:rsid w:val="00500AEC"/>
    <w:rsid w:val="00502680"/>
    <w:rsid w:val="0050418C"/>
    <w:rsid w:val="00504D2D"/>
    <w:rsid w:val="00505D41"/>
    <w:rsid w:val="00511F01"/>
    <w:rsid w:val="005161F0"/>
    <w:rsid w:val="00522A11"/>
    <w:rsid w:val="00525DD9"/>
    <w:rsid w:val="00530110"/>
    <w:rsid w:val="005344FC"/>
    <w:rsid w:val="00535DD2"/>
    <w:rsid w:val="00537C33"/>
    <w:rsid w:val="00541F13"/>
    <w:rsid w:val="00544379"/>
    <w:rsid w:val="00545FB0"/>
    <w:rsid w:val="00564AD1"/>
    <w:rsid w:val="005653CC"/>
    <w:rsid w:val="00565D2B"/>
    <w:rsid w:val="005668CB"/>
    <w:rsid w:val="00567644"/>
    <w:rsid w:val="00570F75"/>
    <w:rsid w:val="005745E6"/>
    <w:rsid w:val="00574949"/>
    <w:rsid w:val="00580CC2"/>
    <w:rsid w:val="00583405"/>
    <w:rsid w:val="00583CDA"/>
    <w:rsid w:val="00587D06"/>
    <w:rsid w:val="0059088A"/>
    <w:rsid w:val="00591CA1"/>
    <w:rsid w:val="00593C5E"/>
    <w:rsid w:val="00595976"/>
    <w:rsid w:val="00596688"/>
    <w:rsid w:val="00597676"/>
    <w:rsid w:val="005A50BC"/>
    <w:rsid w:val="005A68B3"/>
    <w:rsid w:val="005A755E"/>
    <w:rsid w:val="005A7BBC"/>
    <w:rsid w:val="005C0808"/>
    <w:rsid w:val="005D031A"/>
    <w:rsid w:val="005D597D"/>
    <w:rsid w:val="005E2337"/>
    <w:rsid w:val="005E47A2"/>
    <w:rsid w:val="005E4988"/>
    <w:rsid w:val="005E6F22"/>
    <w:rsid w:val="005F0826"/>
    <w:rsid w:val="005F648A"/>
    <w:rsid w:val="00604DEF"/>
    <w:rsid w:val="00605A23"/>
    <w:rsid w:val="00613362"/>
    <w:rsid w:val="006148CE"/>
    <w:rsid w:val="0061490A"/>
    <w:rsid w:val="00614DAB"/>
    <w:rsid w:val="00620767"/>
    <w:rsid w:val="00625F4A"/>
    <w:rsid w:val="00626C74"/>
    <w:rsid w:val="006309B7"/>
    <w:rsid w:val="00637FDE"/>
    <w:rsid w:val="0064267E"/>
    <w:rsid w:val="00653163"/>
    <w:rsid w:val="00662144"/>
    <w:rsid w:val="00664CCA"/>
    <w:rsid w:val="006678BB"/>
    <w:rsid w:val="006757E5"/>
    <w:rsid w:val="00675948"/>
    <w:rsid w:val="006767E7"/>
    <w:rsid w:val="00677B4E"/>
    <w:rsid w:val="006906D3"/>
    <w:rsid w:val="0069173C"/>
    <w:rsid w:val="00691BC7"/>
    <w:rsid w:val="0069278D"/>
    <w:rsid w:val="006B171D"/>
    <w:rsid w:val="006B33C6"/>
    <w:rsid w:val="006B3981"/>
    <w:rsid w:val="006B4B24"/>
    <w:rsid w:val="006B4CA1"/>
    <w:rsid w:val="006B6A1B"/>
    <w:rsid w:val="006C0431"/>
    <w:rsid w:val="006C606F"/>
    <w:rsid w:val="006C63C8"/>
    <w:rsid w:val="006D0D26"/>
    <w:rsid w:val="006D4D3B"/>
    <w:rsid w:val="006D67CD"/>
    <w:rsid w:val="006E0DE9"/>
    <w:rsid w:val="006E0E93"/>
    <w:rsid w:val="006E4D32"/>
    <w:rsid w:val="006F2512"/>
    <w:rsid w:val="006F562D"/>
    <w:rsid w:val="007017D5"/>
    <w:rsid w:val="007022A5"/>
    <w:rsid w:val="00702875"/>
    <w:rsid w:val="00704142"/>
    <w:rsid w:val="00705D93"/>
    <w:rsid w:val="00717A0A"/>
    <w:rsid w:val="00727124"/>
    <w:rsid w:val="00731C9A"/>
    <w:rsid w:val="007358EA"/>
    <w:rsid w:val="00736ED8"/>
    <w:rsid w:val="00737374"/>
    <w:rsid w:val="0073776E"/>
    <w:rsid w:val="007377CE"/>
    <w:rsid w:val="00754CFF"/>
    <w:rsid w:val="0075550A"/>
    <w:rsid w:val="00756333"/>
    <w:rsid w:val="00765235"/>
    <w:rsid w:val="00765291"/>
    <w:rsid w:val="0077399F"/>
    <w:rsid w:val="00774838"/>
    <w:rsid w:val="00777D4F"/>
    <w:rsid w:val="007811F9"/>
    <w:rsid w:val="00781F43"/>
    <w:rsid w:val="00782BAE"/>
    <w:rsid w:val="007841EE"/>
    <w:rsid w:val="007874E7"/>
    <w:rsid w:val="00791278"/>
    <w:rsid w:val="00793584"/>
    <w:rsid w:val="00794FD0"/>
    <w:rsid w:val="00795B33"/>
    <w:rsid w:val="007A2C57"/>
    <w:rsid w:val="007B366E"/>
    <w:rsid w:val="007B4CBC"/>
    <w:rsid w:val="007B61E8"/>
    <w:rsid w:val="007B68E8"/>
    <w:rsid w:val="007C3444"/>
    <w:rsid w:val="007C4C5E"/>
    <w:rsid w:val="007C5A9A"/>
    <w:rsid w:val="007D1229"/>
    <w:rsid w:val="007D46F7"/>
    <w:rsid w:val="007E13AE"/>
    <w:rsid w:val="007E4D7E"/>
    <w:rsid w:val="007E7BAC"/>
    <w:rsid w:val="007F005D"/>
    <w:rsid w:val="007F0806"/>
    <w:rsid w:val="00802BC5"/>
    <w:rsid w:val="0080395A"/>
    <w:rsid w:val="00806763"/>
    <w:rsid w:val="008067B5"/>
    <w:rsid w:val="008156B8"/>
    <w:rsid w:val="00820DE3"/>
    <w:rsid w:val="008242C2"/>
    <w:rsid w:val="00830175"/>
    <w:rsid w:val="0083692E"/>
    <w:rsid w:val="0084505D"/>
    <w:rsid w:val="00851E80"/>
    <w:rsid w:val="008532C9"/>
    <w:rsid w:val="0085547C"/>
    <w:rsid w:val="00855C09"/>
    <w:rsid w:val="00860764"/>
    <w:rsid w:val="00860CE2"/>
    <w:rsid w:val="00861A2B"/>
    <w:rsid w:val="00864621"/>
    <w:rsid w:val="008677E3"/>
    <w:rsid w:val="00882291"/>
    <w:rsid w:val="008A11E7"/>
    <w:rsid w:val="008A19F7"/>
    <w:rsid w:val="008A38CD"/>
    <w:rsid w:val="008B67CF"/>
    <w:rsid w:val="008B7CE5"/>
    <w:rsid w:val="008C0172"/>
    <w:rsid w:val="008C0787"/>
    <w:rsid w:val="008C7CD1"/>
    <w:rsid w:val="008D1D79"/>
    <w:rsid w:val="008D5E38"/>
    <w:rsid w:val="008D715C"/>
    <w:rsid w:val="008E0078"/>
    <w:rsid w:val="008E34ED"/>
    <w:rsid w:val="008E5790"/>
    <w:rsid w:val="008E5F60"/>
    <w:rsid w:val="008F0ACD"/>
    <w:rsid w:val="008F3CCD"/>
    <w:rsid w:val="00901E4C"/>
    <w:rsid w:val="00902276"/>
    <w:rsid w:val="00913D37"/>
    <w:rsid w:val="00920D1D"/>
    <w:rsid w:val="009214C8"/>
    <w:rsid w:val="009253A8"/>
    <w:rsid w:val="009376D1"/>
    <w:rsid w:val="00946D0A"/>
    <w:rsid w:val="009623D6"/>
    <w:rsid w:val="00971E57"/>
    <w:rsid w:val="00973578"/>
    <w:rsid w:val="00977077"/>
    <w:rsid w:val="009829E6"/>
    <w:rsid w:val="009878A4"/>
    <w:rsid w:val="0099014C"/>
    <w:rsid w:val="009958F3"/>
    <w:rsid w:val="009A0F8F"/>
    <w:rsid w:val="009A101A"/>
    <w:rsid w:val="009A15E4"/>
    <w:rsid w:val="009A258D"/>
    <w:rsid w:val="009A4531"/>
    <w:rsid w:val="009B37D2"/>
    <w:rsid w:val="009B68DF"/>
    <w:rsid w:val="009B715A"/>
    <w:rsid w:val="009B7F9D"/>
    <w:rsid w:val="009C0C76"/>
    <w:rsid w:val="009D7825"/>
    <w:rsid w:val="009E4990"/>
    <w:rsid w:val="009E567A"/>
    <w:rsid w:val="009E62FF"/>
    <w:rsid w:val="009E796E"/>
    <w:rsid w:val="009E7A33"/>
    <w:rsid w:val="009F6665"/>
    <w:rsid w:val="009F7066"/>
    <w:rsid w:val="00A00AF3"/>
    <w:rsid w:val="00A05E2D"/>
    <w:rsid w:val="00A13580"/>
    <w:rsid w:val="00A136EB"/>
    <w:rsid w:val="00A13F07"/>
    <w:rsid w:val="00A222ED"/>
    <w:rsid w:val="00A2293A"/>
    <w:rsid w:val="00A2340B"/>
    <w:rsid w:val="00A25CE8"/>
    <w:rsid w:val="00A25F2C"/>
    <w:rsid w:val="00A26773"/>
    <w:rsid w:val="00A45C63"/>
    <w:rsid w:val="00A51C3C"/>
    <w:rsid w:val="00A61FFC"/>
    <w:rsid w:val="00A67346"/>
    <w:rsid w:val="00A705DC"/>
    <w:rsid w:val="00A724A9"/>
    <w:rsid w:val="00A72949"/>
    <w:rsid w:val="00A75096"/>
    <w:rsid w:val="00A80BFC"/>
    <w:rsid w:val="00A876A1"/>
    <w:rsid w:val="00A959A5"/>
    <w:rsid w:val="00AA1E18"/>
    <w:rsid w:val="00AA308F"/>
    <w:rsid w:val="00AA4266"/>
    <w:rsid w:val="00AB0B6B"/>
    <w:rsid w:val="00AB3C16"/>
    <w:rsid w:val="00AB656D"/>
    <w:rsid w:val="00AB6CE9"/>
    <w:rsid w:val="00AC4F7C"/>
    <w:rsid w:val="00AC6C31"/>
    <w:rsid w:val="00AD5914"/>
    <w:rsid w:val="00AE4A39"/>
    <w:rsid w:val="00AF2AAF"/>
    <w:rsid w:val="00AF34D0"/>
    <w:rsid w:val="00AF5447"/>
    <w:rsid w:val="00AF6BEF"/>
    <w:rsid w:val="00B0694A"/>
    <w:rsid w:val="00B07707"/>
    <w:rsid w:val="00B11015"/>
    <w:rsid w:val="00B233B2"/>
    <w:rsid w:val="00B246DE"/>
    <w:rsid w:val="00B247F0"/>
    <w:rsid w:val="00B25E63"/>
    <w:rsid w:val="00B25F0C"/>
    <w:rsid w:val="00B302B7"/>
    <w:rsid w:val="00B407FD"/>
    <w:rsid w:val="00B430F6"/>
    <w:rsid w:val="00B44BE4"/>
    <w:rsid w:val="00B5684B"/>
    <w:rsid w:val="00B57045"/>
    <w:rsid w:val="00B57F9C"/>
    <w:rsid w:val="00B62352"/>
    <w:rsid w:val="00B757A4"/>
    <w:rsid w:val="00B7657D"/>
    <w:rsid w:val="00B773AC"/>
    <w:rsid w:val="00B9390E"/>
    <w:rsid w:val="00B95416"/>
    <w:rsid w:val="00BA7546"/>
    <w:rsid w:val="00BB0358"/>
    <w:rsid w:val="00BB4C37"/>
    <w:rsid w:val="00BB5BA5"/>
    <w:rsid w:val="00BB5E68"/>
    <w:rsid w:val="00BB6799"/>
    <w:rsid w:val="00BC3492"/>
    <w:rsid w:val="00BC461D"/>
    <w:rsid w:val="00BC6A28"/>
    <w:rsid w:val="00BD18D8"/>
    <w:rsid w:val="00BD348D"/>
    <w:rsid w:val="00BD3BC0"/>
    <w:rsid w:val="00BD448E"/>
    <w:rsid w:val="00BD47C3"/>
    <w:rsid w:val="00BD4A59"/>
    <w:rsid w:val="00BE777E"/>
    <w:rsid w:val="00BF29A9"/>
    <w:rsid w:val="00BF397F"/>
    <w:rsid w:val="00C00BBF"/>
    <w:rsid w:val="00C04D3B"/>
    <w:rsid w:val="00C06A00"/>
    <w:rsid w:val="00C11608"/>
    <w:rsid w:val="00C120B3"/>
    <w:rsid w:val="00C1568F"/>
    <w:rsid w:val="00C15AF0"/>
    <w:rsid w:val="00C20B1C"/>
    <w:rsid w:val="00C21E99"/>
    <w:rsid w:val="00C2448D"/>
    <w:rsid w:val="00C27194"/>
    <w:rsid w:val="00C27B92"/>
    <w:rsid w:val="00C30F46"/>
    <w:rsid w:val="00C3462C"/>
    <w:rsid w:val="00C349DE"/>
    <w:rsid w:val="00C361F2"/>
    <w:rsid w:val="00C411AF"/>
    <w:rsid w:val="00C438A6"/>
    <w:rsid w:val="00C478BB"/>
    <w:rsid w:val="00C53422"/>
    <w:rsid w:val="00C63BEC"/>
    <w:rsid w:val="00C65F69"/>
    <w:rsid w:val="00C71FAF"/>
    <w:rsid w:val="00C73A6E"/>
    <w:rsid w:val="00C745C3"/>
    <w:rsid w:val="00C765E6"/>
    <w:rsid w:val="00C82C3E"/>
    <w:rsid w:val="00C840C1"/>
    <w:rsid w:val="00C84418"/>
    <w:rsid w:val="00C86047"/>
    <w:rsid w:val="00C912B3"/>
    <w:rsid w:val="00C92214"/>
    <w:rsid w:val="00C92C96"/>
    <w:rsid w:val="00C9510C"/>
    <w:rsid w:val="00C96D39"/>
    <w:rsid w:val="00C976CE"/>
    <w:rsid w:val="00CA03B6"/>
    <w:rsid w:val="00CA410A"/>
    <w:rsid w:val="00CA4B9C"/>
    <w:rsid w:val="00CA7814"/>
    <w:rsid w:val="00CB679D"/>
    <w:rsid w:val="00CC15F4"/>
    <w:rsid w:val="00CC3055"/>
    <w:rsid w:val="00CC5B33"/>
    <w:rsid w:val="00CD0937"/>
    <w:rsid w:val="00CD3DBF"/>
    <w:rsid w:val="00CD417B"/>
    <w:rsid w:val="00CD523E"/>
    <w:rsid w:val="00CD7B64"/>
    <w:rsid w:val="00CF0E77"/>
    <w:rsid w:val="00CF123A"/>
    <w:rsid w:val="00CF7F21"/>
    <w:rsid w:val="00D0233A"/>
    <w:rsid w:val="00D03C03"/>
    <w:rsid w:val="00D0426A"/>
    <w:rsid w:val="00D045C9"/>
    <w:rsid w:val="00D07F93"/>
    <w:rsid w:val="00D171DB"/>
    <w:rsid w:val="00D20131"/>
    <w:rsid w:val="00D2029C"/>
    <w:rsid w:val="00D20599"/>
    <w:rsid w:val="00D2671D"/>
    <w:rsid w:val="00D318BF"/>
    <w:rsid w:val="00D31BDD"/>
    <w:rsid w:val="00D32FD3"/>
    <w:rsid w:val="00D34D29"/>
    <w:rsid w:val="00D372FD"/>
    <w:rsid w:val="00D40F67"/>
    <w:rsid w:val="00D41789"/>
    <w:rsid w:val="00D46119"/>
    <w:rsid w:val="00D55273"/>
    <w:rsid w:val="00D64408"/>
    <w:rsid w:val="00D65858"/>
    <w:rsid w:val="00D72D93"/>
    <w:rsid w:val="00D96F3F"/>
    <w:rsid w:val="00DA069D"/>
    <w:rsid w:val="00DA2097"/>
    <w:rsid w:val="00DA36DF"/>
    <w:rsid w:val="00DB0300"/>
    <w:rsid w:val="00DB0536"/>
    <w:rsid w:val="00DB5597"/>
    <w:rsid w:val="00DB7651"/>
    <w:rsid w:val="00DC0C85"/>
    <w:rsid w:val="00DC4DC4"/>
    <w:rsid w:val="00DC5E85"/>
    <w:rsid w:val="00DC62CF"/>
    <w:rsid w:val="00DD05E4"/>
    <w:rsid w:val="00DD67C9"/>
    <w:rsid w:val="00DE3078"/>
    <w:rsid w:val="00DF117A"/>
    <w:rsid w:val="00DF22FD"/>
    <w:rsid w:val="00DF4899"/>
    <w:rsid w:val="00E03A5B"/>
    <w:rsid w:val="00E04FDB"/>
    <w:rsid w:val="00E076F6"/>
    <w:rsid w:val="00E12B2F"/>
    <w:rsid w:val="00E17BAF"/>
    <w:rsid w:val="00E254FC"/>
    <w:rsid w:val="00E25D50"/>
    <w:rsid w:val="00E26F0D"/>
    <w:rsid w:val="00E50312"/>
    <w:rsid w:val="00E66C0F"/>
    <w:rsid w:val="00E72203"/>
    <w:rsid w:val="00E72FFB"/>
    <w:rsid w:val="00E73759"/>
    <w:rsid w:val="00E850DC"/>
    <w:rsid w:val="00E8626E"/>
    <w:rsid w:val="00E92EEE"/>
    <w:rsid w:val="00E963AF"/>
    <w:rsid w:val="00E9683D"/>
    <w:rsid w:val="00EA2F70"/>
    <w:rsid w:val="00EA3A53"/>
    <w:rsid w:val="00EB2595"/>
    <w:rsid w:val="00EB3447"/>
    <w:rsid w:val="00EC1B76"/>
    <w:rsid w:val="00EC640F"/>
    <w:rsid w:val="00EE3DFF"/>
    <w:rsid w:val="00EF404E"/>
    <w:rsid w:val="00EF634B"/>
    <w:rsid w:val="00EF6518"/>
    <w:rsid w:val="00EF7974"/>
    <w:rsid w:val="00F02650"/>
    <w:rsid w:val="00F03750"/>
    <w:rsid w:val="00F04E55"/>
    <w:rsid w:val="00F05A66"/>
    <w:rsid w:val="00F104BF"/>
    <w:rsid w:val="00F17796"/>
    <w:rsid w:val="00F259CE"/>
    <w:rsid w:val="00F26E1C"/>
    <w:rsid w:val="00F3084F"/>
    <w:rsid w:val="00F4062C"/>
    <w:rsid w:val="00F43350"/>
    <w:rsid w:val="00F453C6"/>
    <w:rsid w:val="00F4779A"/>
    <w:rsid w:val="00F47F18"/>
    <w:rsid w:val="00F578C8"/>
    <w:rsid w:val="00F70A45"/>
    <w:rsid w:val="00F731B2"/>
    <w:rsid w:val="00F749A2"/>
    <w:rsid w:val="00F77477"/>
    <w:rsid w:val="00F83F54"/>
    <w:rsid w:val="00F84557"/>
    <w:rsid w:val="00F84EDC"/>
    <w:rsid w:val="00F85500"/>
    <w:rsid w:val="00F873C2"/>
    <w:rsid w:val="00F87FE3"/>
    <w:rsid w:val="00F91786"/>
    <w:rsid w:val="00F92537"/>
    <w:rsid w:val="00F93860"/>
    <w:rsid w:val="00F94FD1"/>
    <w:rsid w:val="00FA1129"/>
    <w:rsid w:val="00FA21C5"/>
    <w:rsid w:val="00FA2581"/>
    <w:rsid w:val="00FA7C1C"/>
    <w:rsid w:val="00FC199A"/>
    <w:rsid w:val="00FC424B"/>
    <w:rsid w:val="00FC4D88"/>
    <w:rsid w:val="00FD1656"/>
    <w:rsid w:val="00FD24CC"/>
    <w:rsid w:val="00FE4F8F"/>
    <w:rsid w:val="00FE7EC3"/>
    <w:rsid w:val="00FF0274"/>
    <w:rsid w:val="00FF56E3"/>
    <w:rsid w:val="00FF6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6E8595"/>
  <w15:docId w15:val="{219F89F0-D46C-42E2-A056-0569486D6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6B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806B9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8">
    <w:name w:val="heading 8"/>
    <w:basedOn w:val="Normalny"/>
    <w:next w:val="Normalny"/>
    <w:qFormat/>
    <w:rsid w:val="002806B9"/>
    <w:pPr>
      <w:keepNext/>
      <w:numPr>
        <w:ilvl w:val="7"/>
        <w:numId w:val="1"/>
      </w:numPr>
      <w:spacing w:line="360" w:lineRule="auto"/>
      <w:jc w:val="both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806B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rsid w:val="002806B9"/>
    <w:pPr>
      <w:spacing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2806B9"/>
    <w:pPr>
      <w:spacing w:line="360" w:lineRule="auto"/>
      <w:ind w:left="709" w:hanging="1"/>
      <w:jc w:val="both"/>
    </w:pPr>
    <w:rPr>
      <w:szCs w:val="20"/>
    </w:rPr>
  </w:style>
  <w:style w:type="paragraph" w:styleId="Tekstpodstawowy2">
    <w:name w:val="Body Text 2"/>
    <w:basedOn w:val="Normalny"/>
    <w:rsid w:val="002806B9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link w:val="Tekstpodstawowy3Znak"/>
    <w:rsid w:val="002806B9"/>
    <w:pPr>
      <w:jc w:val="both"/>
    </w:pPr>
  </w:style>
  <w:style w:type="paragraph" w:styleId="Mapadokumentu">
    <w:name w:val="Document Map"/>
    <w:basedOn w:val="Normalny"/>
    <w:semiHidden/>
    <w:rsid w:val="002806B9"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link w:val="StopkaZnak"/>
    <w:uiPriority w:val="99"/>
    <w:rsid w:val="00FD165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D1656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4D200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4D2007"/>
    <w:rPr>
      <w:sz w:val="24"/>
      <w:szCs w:val="24"/>
    </w:rPr>
  </w:style>
  <w:style w:type="character" w:styleId="Odwoaniedokomentarza">
    <w:name w:val="annotation reference"/>
    <w:uiPriority w:val="99"/>
    <w:rsid w:val="005D03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D03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031A"/>
  </w:style>
  <w:style w:type="paragraph" w:styleId="Tematkomentarza">
    <w:name w:val="annotation subject"/>
    <w:basedOn w:val="Tekstkomentarza"/>
    <w:next w:val="Tekstkomentarza"/>
    <w:link w:val="TematkomentarzaZnak"/>
    <w:rsid w:val="005D031A"/>
    <w:rPr>
      <w:b/>
      <w:bCs/>
    </w:rPr>
  </w:style>
  <w:style w:type="character" w:customStyle="1" w:styleId="TematkomentarzaZnak">
    <w:name w:val="Temat komentarza Znak"/>
    <w:link w:val="Tematkomentarza"/>
    <w:rsid w:val="005D031A"/>
    <w:rPr>
      <w:b/>
      <w:bCs/>
    </w:rPr>
  </w:style>
  <w:style w:type="paragraph" w:styleId="Tekstdymka">
    <w:name w:val="Balloon Text"/>
    <w:basedOn w:val="Normalny"/>
    <w:link w:val="TekstdymkaZnak"/>
    <w:rsid w:val="005D03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D031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5D031A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5D031A"/>
    <w:rPr>
      <w:rFonts w:ascii="Consolas" w:eastAsia="Calibri" w:hAnsi="Consolas"/>
      <w:sz w:val="21"/>
      <w:szCs w:val="21"/>
      <w:lang w:eastAsia="en-US"/>
    </w:rPr>
  </w:style>
  <w:style w:type="character" w:customStyle="1" w:styleId="TekstpodstawowywcityZnak">
    <w:name w:val="Tekst podstawowy wcięty Znak"/>
    <w:link w:val="Tekstpodstawowywcity"/>
    <w:rsid w:val="00323131"/>
    <w:rPr>
      <w:sz w:val="24"/>
    </w:rPr>
  </w:style>
  <w:style w:type="character" w:customStyle="1" w:styleId="Tekstpodstawowy3Znak">
    <w:name w:val="Tekst podstawowy 3 Znak"/>
    <w:link w:val="Tekstpodstawowy3"/>
    <w:rsid w:val="00016A82"/>
    <w:rPr>
      <w:sz w:val="24"/>
      <w:szCs w:val="24"/>
    </w:rPr>
  </w:style>
  <w:style w:type="paragraph" w:styleId="Akapitzlist">
    <w:name w:val="List Paragraph"/>
    <w:aliases w:val="maz_wyliczenie,opis dzialania,K-P_odwolanie,A_wyliczenie,Akapit z listą5,Akapit z listą51,Numerowanie,Akapit z listą BS,Kolorowa lista — akcent 11"/>
    <w:basedOn w:val="Normalny"/>
    <w:link w:val="AkapitzlistZnak"/>
    <w:uiPriority w:val="34"/>
    <w:qFormat/>
    <w:rsid w:val="00BD18D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CD523E"/>
    <w:rPr>
      <w:color w:val="0563C1"/>
      <w:u w:val="single"/>
    </w:rPr>
  </w:style>
  <w:style w:type="character" w:customStyle="1" w:styleId="Mocnowyrniony">
    <w:name w:val="Mocno wyróżniony"/>
    <w:qFormat/>
    <w:rsid w:val="00F84EDC"/>
    <w:rPr>
      <w:b/>
      <w:bCs/>
    </w:rPr>
  </w:style>
  <w:style w:type="table" w:styleId="Tabela-Siatka">
    <w:name w:val="Table Grid"/>
    <w:basedOn w:val="Standardowy"/>
    <w:uiPriority w:val="59"/>
    <w:rsid w:val="001B6B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id-translation">
    <w:name w:val="tlid-translation"/>
    <w:rsid w:val="00D0233A"/>
  </w:style>
  <w:style w:type="character" w:customStyle="1" w:styleId="AkapitzlistZnak">
    <w:name w:val="Akapit z listą Znak"/>
    <w:aliases w:val="maz_wyliczenie Znak,opis dzialania Znak,K-P_odwolanie Znak,A_wyliczenie Znak,Akapit z listą5 Znak,Akapit z listą51 Znak,Numerowanie Znak,Akapit z listą BS Znak,Kolorowa lista — akcent 11 Znak"/>
    <w:basedOn w:val="Domylnaczcionkaakapitu"/>
    <w:link w:val="Akapitzlist"/>
    <w:uiPriority w:val="34"/>
    <w:qFormat/>
    <w:rsid w:val="00D2671D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93C5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WWNum2">
    <w:name w:val="WWNum2"/>
    <w:rsid w:val="00593C5E"/>
    <w:pPr>
      <w:numPr>
        <w:numId w:val="4"/>
      </w:numPr>
    </w:pPr>
  </w:style>
  <w:style w:type="paragraph" w:customStyle="1" w:styleId="Textbody">
    <w:name w:val="Text body"/>
    <w:rsid w:val="00593C5E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/>
    </w:pPr>
    <w:rPr>
      <w:color w:val="000000"/>
      <w:kern w:val="3"/>
      <w:sz w:val="24"/>
      <w:szCs w:val="24"/>
      <w:u w:color="000000"/>
      <w:bdr w:val="nil"/>
    </w:rPr>
  </w:style>
  <w:style w:type="numbering" w:customStyle="1" w:styleId="Numery">
    <w:name w:val="Numery"/>
    <w:rsid w:val="00593C5E"/>
    <w:pPr>
      <w:numPr>
        <w:numId w:val="5"/>
      </w:numPr>
    </w:pPr>
  </w:style>
  <w:style w:type="numbering" w:customStyle="1" w:styleId="Zaimportowanystyl12">
    <w:name w:val="Zaimportowany styl 12"/>
    <w:rsid w:val="00593C5E"/>
    <w:pPr>
      <w:numPr>
        <w:numId w:val="7"/>
      </w:numPr>
    </w:pPr>
  </w:style>
  <w:style w:type="paragraph" w:customStyle="1" w:styleId="Domylne">
    <w:name w:val="Domyślne"/>
    <w:rsid w:val="00593C5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Zaimportowanystyl13">
    <w:name w:val="Zaimportowany styl 13"/>
    <w:rsid w:val="00593C5E"/>
    <w:pPr>
      <w:numPr>
        <w:numId w:val="9"/>
      </w:numPr>
    </w:pPr>
  </w:style>
  <w:style w:type="numbering" w:customStyle="1" w:styleId="Zaimportowanystyl8">
    <w:name w:val="Zaimportowany styl 8"/>
    <w:rsid w:val="00570F75"/>
    <w:pPr>
      <w:numPr>
        <w:numId w:val="17"/>
      </w:numPr>
    </w:pPr>
  </w:style>
  <w:style w:type="paragraph" w:styleId="Poprawka">
    <w:name w:val="Revision"/>
    <w:hidden/>
    <w:uiPriority w:val="99"/>
    <w:semiHidden/>
    <w:rsid w:val="000E54A8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5CE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5CE8"/>
  </w:style>
  <w:style w:type="character" w:styleId="Odwoanieprzypisudolnego">
    <w:name w:val="footnote reference"/>
    <w:basedOn w:val="Domylnaczcionkaakapitu"/>
    <w:uiPriority w:val="99"/>
    <w:semiHidden/>
    <w:unhideWhenUsed/>
    <w:rsid w:val="00A25CE8"/>
    <w:rPr>
      <w:vertAlign w:val="superscript"/>
    </w:rPr>
  </w:style>
  <w:style w:type="table" w:styleId="Siatkatabelijasna">
    <w:name w:val="Grid Table Light"/>
    <w:basedOn w:val="Standardowy"/>
    <w:uiPriority w:val="40"/>
    <w:rsid w:val="00EF40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jlqj4b">
    <w:name w:val="jlqj4b"/>
    <w:basedOn w:val="Domylnaczcionkaakapitu"/>
    <w:rsid w:val="00DA36DF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75B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75BCE"/>
    <w:rPr>
      <w:rFonts w:ascii="Courier New" w:hAnsi="Courier New" w:cs="Courier New"/>
    </w:rPr>
  </w:style>
  <w:style w:type="character" w:customStyle="1" w:styleId="y2iqfc">
    <w:name w:val="y2iqfc"/>
    <w:basedOn w:val="Domylnaczcionkaakapitu"/>
    <w:rsid w:val="00375BCE"/>
  </w:style>
  <w:style w:type="character" w:customStyle="1" w:styleId="ListLabel2">
    <w:name w:val="ListLabel 2"/>
    <w:rsid w:val="00C361F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Com\AppData\Local\Temp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2A4C6880-E0B5-451D-8F3F-33CA0DC5CA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EA1EA6-E3D9-4BFD-8D52-BE6B035D937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14</TotalTime>
  <Pages>2</Pages>
  <Words>325</Words>
  <Characters>2156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WZÓR UMOWY DOSTAWY</vt:lpstr>
      <vt:lpstr>WZÓR UMOWY DOSTAWY</vt:lpstr>
    </vt:vector>
  </TitlesOfParts>
  <Company>Datacomp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DOSTAWY</dc:title>
  <dc:creator>User</dc:creator>
  <cp:lastModifiedBy>Aneta Rzepińska</cp:lastModifiedBy>
  <cp:revision>4</cp:revision>
  <cp:lastPrinted>2019-03-25T05:01:00Z</cp:lastPrinted>
  <dcterms:created xsi:type="dcterms:W3CDTF">2024-11-22T09:16:00Z</dcterms:created>
  <dcterms:modified xsi:type="dcterms:W3CDTF">2024-11-22T09:46:00Z</dcterms:modified>
</cp:coreProperties>
</file>