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3069A" w14:textId="5FD758F0" w:rsidR="007920D8" w:rsidRDefault="0040015D" w:rsidP="000527FB">
      <w:pPr>
        <w:spacing w:after="120" w:line="288" w:lineRule="auto"/>
        <w:ind w:left="72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DC7A37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do </w:t>
      </w:r>
      <w:r w:rsidR="00CE5D26">
        <w:rPr>
          <w:rFonts w:ascii="Arial" w:hAnsi="Arial" w:cs="Arial"/>
          <w:b/>
        </w:rPr>
        <w:t xml:space="preserve">Umowy </w:t>
      </w:r>
      <w:r w:rsidR="00DC7A37">
        <w:rPr>
          <w:rFonts w:ascii="Arial" w:hAnsi="Arial" w:cs="Arial"/>
          <w:b/>
        </w:rPr>
        <w:t>– Projekt</w:t>
      </w:r>
    </w:p>
    <w:p w14:paraId="6D9A7ABB" w14:textId="77777777" w:rsidR="00DC7A37" w:rsidRDefault="00DC7A37" w:rsidP="000527FB">
      <w:pPr>
        <w:spacing w:after="120" w:line="288" w:lineRule="auto"/>
        <w:ind w:left="720"/>
        <w:jc w:val="right"/>
        <w:rPr>
          <w:rFonts w:ascii="Arial" w:hAnsi="Arial" w:cs="Arial"/>
          <w:b/>
        </w:rPr>
      </w:pPr>
    </w:p>
    <w:p w14:paraId="3A315C32" w14:textId="77777777" w:rsidR="00DC7A37" w:rsidRPr="00CE5D26" w:rsidRDefault="00DC7A37" w:rsidP="00DC7A37">
      <w:pPr>
        <w:spacing w:after="120" w:line="288" w:lineRule="auto"/>
        <w:rPr>
          <w:rFonts w:ascii="Arial" w:hAnsi="Arial" w:cs="Arial"/>
          <w:b/>
        </w:rPr>
      </w:pPr>
      <w:r w:rsidRPr="00CE5D26">
        <w:rPr>
          <w:rFonts w:ascii="Arial" w:hAnsi="Arial" w:cs="Arial"/>
          <w:b/>
        </w:rPr>
        <w:t xml:space="preserve">Dokumentacja projektowa dostępna jest pod linkiem </w:t>
      </w:r>
    </w:p>
    <w:p w14:paraId="1C5AD0D2" w14:textId="362A7D23" w:rsidR="00CE5D26" w:rsidRPr="00CE5D26" w:rsidRDefault="00CE5D26" w:rsidP="00CE5D26">
      <w:pPr>
        <w:spacing w:line="288" w:lineRule="auto"/>
        <w:jc w:val="both"/>
      </w:pPr>
      <w:hyperlink r:id="rId7" w:history="1">
        <w:r w:rsidRPr="00CE5D26">
          <w:rPr>
            <w:rStyle w:val="Hipercze"/>
            <w:rFonts w:ascii="Arial" w:hAnsi="Arial" w:cs="Arial"/>
            <w:b/>
          </w:rPr>
          <w:t>https://download.psgaz.pl/publiczne/kalisz</w:t>
        </w:r>
      </w:hyperlink>
    </w:p>
    <w:p w14:paraId="2E84CC3B" w14:textId="77777777" w:rsidR="00B02EF1" w:rsidRPr="00B02EF1" w:rsidRDefault="00B02EF1" w:rsidP="00B02EF1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</w:p>
    <w:sectPr w:rsidR="00B02EF1" w:rsidRPr="00B02E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C6E1B" w14:textId="77777777" w:rsidR="00496BE2" w:rsidRDefault="00496BE2" w:rsidP="00E604EC">
      <w:pPr>
        <w:spacing w:after="0" w:line="240" w:lineRule="auto"/>
      </w:pPr>
      <w:r>
        <w:separator/>
      </w:r>
    </w:p>
  </w:endnote>
  <w:endnote w:type="continuationSeparator" w:id="0">
    <w:p w14:paraId="32FC39EC" w14:textId="77777777" w:rsidR="00496BE2" w:rsidRDefault="00496BE2" w:rsidP="00E6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3130A" w14:textId="77777777" w:rsidR="00496BE2" w:rsidRDefault="00496BE2" w:rsidP="00E604EC">
      <w:pPr>
        <w:spacing w:after="0" w:line="240" w:lineRule="auto"/>
      </w:pPr>
      <w:r>
        <w:separator/>
      </w:r>
    </w:p>
  </w:footnote>
  <w:footnote w:type="continuationSeparator" w:id="0">
    <w:p w14:paraId="2BC26B80" w14:textId="77777777" w:rsidR="00496BE2" w:rsidRDefault="00496BE2" w:rsidP="00E604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00A39"/>
    <w:multiLevelType w:val="hybridMultilevel"/>
    <w:tmpl w:val="CD70E2C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C80892"/>
    <w:multiLevelType w:val="hybridMultilevel"/>
    <w:tmpl w:val="0F105714"/>
    <w:lvl w:ilvl="0" w:tplc="AD9A84F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90796F"/>
    <w:multiLevelType w:val="hybridMultilevel"/>
    <w:tmpl w:val="667C16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A6C5F"/>
    <w:multiLevelType w:val="hybridMultilevel"/>
    <w:tmpl w:val="3236A076"/>
    <w:lvl w:ilvl="0" w:tplc="5D7CD1FA">
      <w:start w:val="1"/>
      <w:numFmt w:val="lowerLetter"/>
      <w:lvlText w:val="%1)"/>
      <w:lvlJc w:val="left"/>
      <w:pPr>
        <w:ind w:left="92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BEB4F1C"/>
    <w:multiLevelType w:val="hybridMultilevel"/>
    <w:tmpl w:val="AD029118"/>
    <w:lvl w:ilvl="0" w:tplc="82DCA4E0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5" w15:restartNumberingAfterBreak="0">
    <w:nsid w:val="221D652D"/>
    <w:multiLevelType w:val="hybridMultilevel"/>
    <w:tmpl w:val="690E9EE4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6" w15:restartNumberingAfterBreak="0">
    <w:nsid w:val="3A4B041B"/>
    <w:multiLevelType w:val="hybridMultilevel"/>
    <w:tmpl w:val="26004D9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AA33C0"/>
    <w:multiLevelType w:val="hybridMultilevel"/>
    <w:tmpl w:val="F2B0F91A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065489"/>
    <w:multiLevelType w:val="hybridMultilevel"/>
    <w:tmpl w:val="9EF803BA"/>
    <w:lvl w:ilvl="0" w:tplc="82DCA4E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527C1D4E"/>
    <w:multiLevelType w:val="hybridMultilevel"/>
    <w:tmpl w:val="D710244A"/>
    <w:lvl w:ilvl="0" w:tplc="CF6AD10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68B6AE7"/>
    <w:multiLevelType w:val="hybridMultilevel"/>
    <w:tmpl w:val="D3EE07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B2319EF"/>
    <w:multiLevelType w:val="hybridMultilevel"/>
    <w:tmpl w:val="33B650C4"/>
    <w:lvl w:ilvl="0" w:tplc="82DCA4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112672"/>
    <w:multiLevelType w:val="hybridMultilevel"/>
    <w:tmpl w:val="26DE6A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3C40C1"/>
    <w:multiLevelType w:val="hybridMultilevel"/>
    <w:tmpl w:val="DE367696"/>
    <w:lvl w:ilvl="0" w:tplc="E39C9BFE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648874C0"/>
    <w:multiLevelType w:val="hybridMultilevel"/>
    <w:tmpl w:val="8C4A7B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6F5643"/>
    <w:multiLevelType w:val="hybridMultilevel"/>
    <w:tmpl w:val="DE2CF24C"/>
    <w:lvl w:ilvl="0" w:tplc="4E5A57F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852229D"/>
    <w:multiLevelType w:val="hybridMultilevel"/>
    <w:tmpl w:val="38D010C6"/>
    <w:lvl w:ilvl="0" w:tplc="57B29874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71393C"/>
    <w:multiLevelType w:val="hybridMultilevel"/>
    <w:tmpl w:val="8BF2640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C687FB2"/>
    <w:multiLevelType w:val="hybridMultilevel"/>
    <w:tmpl w:val="F30C9A0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59343432">
    <w:abstractNumId w:val="6"/>
  </w:num>
  <w:num w:numId="2" w16cid:durableId="1567061968">
    <w:abstractNumId w:val="0"/>
  </w:num>
  <w:num w:numId="3" w16cid:durableId="33192368">
    <w:abstractNumId w:val="9"/>
  </w:num>
  <w:num w:numId="4" w16cid:durableId="227419503">
    <w:abstractNumId w:val="1"/>
  </w:num>
  <w:num w:numId="5" w16cid:durableId="649482172">
    <w:abstractNumId w:val="15"/>
  </w:num>
  <w:num w:numId="6" w16cid:durableId="1960911725">
    <w:abstractNumId w:val="11"/>
  </w:num>
  <w:num w:numId="7" w16cid:durableId="1742022538">
    <w:abstractNumId w:val="16"/>
  </w:num>
  <w:num w:numId="8" w16cid:durableId="596792960">
    <w:abstractNumId w:val="8"/>
  </w:num>
  <w:num w:numId="9" w16cid:durableId="1715614587">
    <w:abstractNumId w:val="17"/>
  </w:num>
  <w:num w:numId="10" w16cid:durableId="1476097710">
    <w:abstractNumId w:val="3"/>
  </w:num>
  <w:num w:numId="11" w16cid:durableId="465468608">
    <w:abstractNumId w:val="5"/>
  </w:num>
  <w:num w:numId="12" w16cid:durableId="797770550">
    <w:abstractNumId w:val="12"/>
  </w:num>
  <w:num w:numId="13" w16cid:durableId="1925529803">
    <w:abstractNumId w:val="14"/>
  </w:num>
  <w:num w:numId="14" w16cid:durableId="1822651616">
    <w:abstractNumId w:val="4"/>
  </w:num>
  <w:num w:numId="15" w16cid:durableId="824665700">
    <w:abstractNumId w:val="10"/>
  </w:num>
  <w:num w:numId="16" w16cid:durableId="1964724550">
    <w:abstractNumId w:val="2"/>
  </w:num>
  <w:num w:numId="17" w16cid:durableId="1467315827">
    <w:abstractNumId w:val="18"/>
  </w:num>
  <w:num w:numId="18" w16cid:durableId="860895520">
    <w:abstractNumId w:val="7"/>
  </w:num>
  <w:num w:numId="19" w16cid:durableId="126229971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C7E"/>
    <w:rsid w:val="00006DB9"/>
    <w:rsid w:val="000527FB"/>
    <w:rsid w:val="000A1152"/>
    <w:rsid w:val="001B2ECD"/>
    <w:rsid w:val="001D284E"/>
    <w:rsid w:val="001D7F24"/>
    <w:rsid w:val="001E6EB0"/>
    <w:rsid w:val="002D410F"/>
    <w:rsid w:val="002E1123"/>
    <w:rsid w:val="003144F7"/>
    <w:rsid w:val="0040015D"/>
    <w:rsid w:val="00461B6E"/>
    <w:rsid w:val="00496BE2"/>
    <w:rsid w:val="00531B70"/>
    <w:rsid w:val="005779EA"/>
    <w:rsid w:val="00592879"/>
    <w:rsid w:val="006036BB"/>
    <w:rsid w:val="0061005B"/>
    <w:rsid w:val="00681B15"/>
    <w:rsid w:val="00682E2D"/>
    <w:rsid w:val="00694F15"/>
    <w:rsid w:val="00707C7E"/>
    <w:rsid w:val="00715E77"/>
    <w:rsid w:val="007449E9"/>
    <w:rsid w:val="007734AB"/>
    <w:rsid w:val="007920D8"/>
    <w:rsid w:val="007A0E61"/>
    <w:rsid w:val="007E1FCA"/>
    <w:rsid w:val="00825441"/>
    <w:rsid w:val="0083098B"/>
    <w:rsid w:val="0084285D"/>
    <w:rsid w:val="00880502"/>
    <w:rsid w:val="00952507"/>
    <w:rsid w:val="00953E05"/>
    <w:rsid w:val="009E62FD"/>
    <w:rsid w:val="00A0612C"/>
    <w:rsid w:val="00A87AAB"/>
    <w:rsid w:val="00B02EF1"/>
    <w:rsid w:val="00B054C3"/>
    <w:rsid w:val="00B60727"/>
    <w:rsid w:val="00B94154"/>
    <w:rsid w:val="00C1128A"/>
    <w:rsid w:val="00C21450"/>
    <w:rsid w:val="00C21AC3"/>
    <w:rsid w:val="00C3100B"/>
    <w:rsid w:val="00C66F11"/>
    <w:rsid w:val="00CE5D26"/>
    <w:rsid w:val="00D0282E"/>
    <w:rsid w:val="00D52B45"/>
    <w:rsid w:val="00DA206A"/>
    <w:rsid w:val="00DA558B"/>
    <w:rsid w:val="00DC3164"/>
    <w:rsid w:val="00DC7A37"/>
    <w:rsid w:val="00E41EAD"/>
    <w:rsid w:val="00E54731"/>
    <w:rsid w:val="00E604EC"/>
    <w:rsid w:val="00EB4F57"/>
    <w:rsid w:val="00EC402A"/>
    <w:rsid w:val="00F42AAC"/>
    <w:rsid w:val="00FA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1523BC"/>
  <w15:chartTrackingRefBased/>
  <w15:docId w15:val="{740B473B-B58B-4951-96CD-342B5C31D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04EC"/>
    <w:pPr>
      <w:ind w:left="720"/>
      <w:contextualSpacing/>
    </w:pPr>
  </w:style>
  <w:style w:type="paragraph" w:styleId="Bezodstpw">
    <w:name w:val="No Spacing"/>
    <w:uiPriority w:val="1"/>
    <w:qFormat/>
    <w:rsid w:val="00E604EC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E547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5473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461B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920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20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920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20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20D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6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wnload.psgaz.pl/publiczne/kalis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26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Wasilewska Michalina</dc:creator>
  <cp:keywords/>
  <dc:description/>
  <cp:lastModifiedBy>Wasilewska Michalina (PSG)</cp:lastModifiedBy>
  <cp:revision>23</cp:revision>
  <dcterms:created xsi:type="dcterms:W3CDTF">2023-09-11T12:22:00Z</dcterms:created>
  <dcterms:modified xsi:type="dcterms:W3CDTF">2024-04-17T08:21:00Z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2022-06-23T06:45:42Z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2cc6ce9c-ac2b-439e-a650-4ba80c119858</vt:lpwstr>
  </property>
  <property fmtid="{D5CDD505-2E9C-101B-9397-08002B2CF9AE}" pid="8" name="MSIP_Label_873bfdf7-b3d6-42a7-9f35-f649f45df770_ContentBits">
    <vt:lpwstr>0</vt:lpwstr>
  </property>
</Properties>
</file>