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1075700544"/>
        <w:docPartObj>
          <w:docPartGallery w:val="Cover Pages"/>
          <w:docPartUnique/>
        </w:docPartObj>
      </w:sdtPr>
      <w:sdtEndPr/>
      <w:sdtContent>
        <w:p w14:paraId="0A97B530" w14:textId="77777777" w:rsidR="004005B8" w:rsidRDefault="004005B8" w:rsidP="004005B8">
          <w:pPr>
            <w:jc w:val="right"/>
          </w:pPr>
          <w:r w:rsidRPr="004005B8">
            <w:t>Załącznik nr 1 do Zapytania ofertowego</w:t>
          </w:r>
        </w:p>
        <w:p w14:paraId="790EA875" w14:textId="77777777" w:rsidR="000D0424" w:rsidRDefault="00C53ACA" w:rsidP="007910FC">
          <w:pPr>
            <w:jc w:val="right"/>
          </w:pPr>
        </w:p>
      </w:sdtContent>
    </w:sdt>
    <w:p w14:paraId="42618F48" w14:textId="77777777" w:rsidR="004005B8" w:rsidRPr="007872B0" w:rsidRDefault="004005B8" w:rsidP="004005B8">
      <w:pPr>
        <w:jc w:val="center"/>
        <w:rPr>
          <w:sz w:val="24"/>
          <w:szCs w:val="24"/>
        </w:rPr>
      </w:pPr>
      <w:r w:rsidRPr="007872B0">
        <w:rPr>
          <w:b/>
          <w:bCs/>
          <w:sz w:val="24"/>
          <w:szCs w:val="24"/>
        </w:rPr>
        <w:t>FORMULARZ OFERTOWY</w:t>
      </w:r>
    </w:p>
    <w:p w14:paraId="33C2A3E2" w14:textId="77777777" w:rsidR="000D0424" w:rsidRDefault="000D0424" w:rsidP="00640F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4005B8" w14:paraId="7E644974" w14:textId="77777777" w:rsidTr="004005B8">
        <w:tc>
          <w:tcPr>
            <w:tcW w:w="3539" w:type="dxa"/>
          </w:tcPr>
          <w:p w14:paraId="4D15F010" w14:textId="77777777" w:rsidR="004005B8" w:rsidRPr="00E63405" w:rsidRDefault="004005B8" w:rsidP="00640F42">
            <w:pPr>
              <w:rPr>
                <w:lang w:val="pl-PL"/>
              </w:rPr>
            </w:pPr>
            <w:r w:rsidRPr="004005B8">
              <w:rPr>
                <w:b/>
                <w:bCs/>
                <w:lang w:val="pl-PL"/>
              </w:rPr>
              <w:t>Oferent</w:t>
            </w:r>
            <w:r w:rsidR="00F433B5">
              <w:rPr>
                <w:b/>
                <w:bCs/>
                <w:lang w:val="pl-PL"/>
              </w:rPr>
              <w:t>/ka</w:t>
            </w:r>
            <w:r w:rsidRPr="004005B8">
              <w:rPr>
                <w:b/>
                <w:bCs/>
                <w:lang w:val="pl-PL"/>
              </w:rPr>
              <w:t xml:space="preserve"> (imię i nazwisko):</w:t>
            </w:r>
          </w:p>
        </w:tc>
        <w:tc>
          <w:tcPr>
            <w:tcW w:w="5521" w:type="dxa"/>
          </w:tcPr>
          <w:p w14:paraId="5DA78348" w14:textId="77777777" w:rsidR="004005B8" w:rsidRPr="00E63405" w:rsidRDefault="004005B8" w:rsidP="00640F42">
            <w:pPr>
              <w:rPr>
                <w:lang w:val="pl-PL"/>
              </w:rPr>
            </w:pPr>
          </w:p>
        </w:tc>
      </w:tr>
      <w:tr w:rsidR="004005B8" w14:paraId="2CF1F196" w14:textId="77777777" w:rsidTr="004005B8">
        <w:tc>
          <w:tcPr>
            <w:tcW w:w="3539" w:type="dxa"/>
          </w:tcPr>
          <w:p w14:paraId="6862E159" w14:textId="77777777" w:rsidR="004005B8" w:rsidRPr="004005B8" w:rsidRDefault="004005B8" w:rsidP="004005B8">
            <w:pPr>
              <w:rPr>
                <w:b/>
              </w:rPr>
            </w:pPr>
            <w:proofErr w:type="spellStart"/>
            <w:r w:rsidRPr="004005B8">
              <w:rPr>
                <w:b/>
              </w:rPr>
              <w:t>Adres</w:t>
            </w:r>
            <w:proofErr w:type="spellEnd"/>
            <w:r w:rsidRPr="004005B8">
              <w:rPr>
                <w:b/>
              </w:rPr>
              <w:t xml:space="preserve">: </w:t>
            </w:r>
          </w:p>
        </w:tc>
        <w:tc>
          <w:tcPr>
            <w:tcW w:w="5521" w:type="dxa"/>
          </w:tcPr>
          <w:p w14:paraId="346BF710" w14:textId="77777777" w:rsidR="004005B8" w:rsidRDefault="004005B8" w:rsidP="004005B8"/>
        </w:tc>
      </w:tr>
      <w:tr w:rsidR="004005B8" w14:paraId="1F4CB054" w14:textId="77777777" w:rsidTr="004005B8">
        <w:tc>
          <w:tcPr>
            <w:tcW w:w="3539" w:type="dxa"/>
          </w:tcPr>
          <w:p w14:paraId="58CDD9FD" w14:textId="77777777" w:rsidR="004005B8" w:rsidRPr="004005B8" w:rsidRDefault="004005B8" w:rsidP="004005B8">
            <w:pPr>
              <w:rPr>
                <w:b/>
              </w:rPr>
            </w:pPr>
            <w:r w:rsidRPr="004005B8">
              <w:rPr>
                <w:b/>
              </w:rPr>
              <w:t>PESEL:</w:t>
            </w:r>
          </w:p>
        </w:tc>
        <w:tc>
          <w:tcPr>
            <w:tcW w:w="5521" w:type="dxa"/>
          </w:tcPr>
          <w:p w14:paraId="6C309839" w14:textId="77777777" w:rsidR="004005B8" w:rsidRDefault="004005B8" w:rsidP="004005B8"/>
        </w:tc>
      </w:tr>
      <w:tr w:rsidR="004005B8" w14:paraId="3956C9C2" w14:textId="77777777" w:rsidTr="004005B8">
        <w:tc>
          <w:tcPr>
            <w:tcW w:w="3539" w:type="dxa"/>
          </w:tcPr>
          <w:p w14:paraId="5C155676" w14:textId="77777777" w:rsidR="004005B8" w:rsidRPr="004005B8" w:rsidRDefault="004005B8" w:rsidP="004005B8">
            <w:pPr>
              <w:rPr>
                <w:b/>
                <w:lang w:val="pl-PL"/>
              </w:rPr>
            </w:pPr>
            <w:r w:rsidRPr="004005B8">
              <w:rPr>
                <w:b/>
                <w:lang w:val="pl-PL"/>
              </w:rPr>
              <w:t>Nr telefonu / nr faksu, adres e-mail:</w:t>
            </w:r>
          </w:p>
        </w:tc>
        <w:tc>
          <w:tcPr>
            <w:tcW w:w="5521" w:type="dxa"/>
          </w:tcPr>
          <w:p w14:paraId="39A2E5CD" w14:textId="77777777" w:rsidR="004005B8" w:rsidRPr="004005B8" w:rsidRDefault="004005B8" w:rsidP="004005B8">
            <w:pPr>
              <w:rPr>
                <w:lang w:val="pl-PL"/>
              </w:rPr>
            </w:pPr>
          </w:p>
        </w:tc>
      </w:tr>
    </w:tbl>
    <w:p w14:paraId="5186DA9D" w14:textId="77777777" w:rsidR="004005B8" w:rsidRDefault="004005B8" w:rsidP="00640F42"/>
    <w:p w14:paraId="3D7D8949" w14:textId="28D68E30" w:rsidR="009330D9" w:rsidRPr="009330D9" w:rsidRDefault="004005B8" w:rsidP="009330D9">
      <w:r w:rsidRPr="004005B8">
        <w:t xml:space="preserve">Składa ofertę do: </w:t>
      </w:r>
      <w:sdt>
        <w:sdtPr>
          <w:rPr>
            <w:b/>
            <w:bCs/>
          </w:rPr>
          <w:alias w:val="Firma"/>
          <w:tag w:val=""/>
          <w:id w:val="1279224101"/>
          <w:placeholder>
            <w:docPart w:val="079EB2500A4348C0AB4287EBFDF4205A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22675" w:rsidRPr="00F45C0F">
            <w:rPr>
              <w:b/>
              <w:bCs/>
            </w:rPr>
            <w:t>FINN Sp. z o.o.</w:t>
          </w:r>
        </w:sdtContent>
      </w:sdt>
      <w:r w:rsidRPr="004005B8">
        <w:rPr>
          <w:b/>
          <w:bCs/>
        </w:rPr>
        <w:t xml:space="preserve">, </w:t>
      </w:r>
      <w:sdt>
        <w:sdtPr>
          <w:rPr>
            <w:b/>
            <w:bCs/>
          </w:rPr>
          <w:alias w:val="Adres firmy"/>
          <w:tag w:val=""/>
          <w:id w:val="-1000266807"/>
          <w:placeholder>
            <w:docPart w:val="E2C54E2FDD244B6CB491D69865439CDD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D22675" w:rsidRPr="00D22675">
            <w:rPr>
              <w:b/>
              <w:bCs/>
            </w:rPr>
            <w:t>98-313 Konopnica, Wrońsko 1a</w:t>
          </w:r>
        </w:sdtContent>
      </w:sdt>
      <w:r w:rsidRPr="004005B8">
        <w:rPr>
          <w:b/>
          <w:bCs/>
        </w:rPr>
        <w:t xml:space="preserve"> </w:t>
      </w:r>
      <w:r w:rsidRPr="004005B8">
        <w:t>na realizację zamówienia pn.</w:t>
      </w:r>
      <w:r w:rsidR="009330D9">
        <w:t xml:space="preserve"> </w:t>
      </w:r>
      <w:sdt>
        <w:sdtPr>
          <w:rPr>
            <w:b/>
          </w:rPr>
          <w:alias w:val="Temat"/>
          <w:tag w:val=""/>
          <w:id w:val="1040552799"/>
          <w:placeholder>
            <w:docPart w:val="C172A6FB4F644FE4B0A8A9D694947E9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53ACA">
            <w:rPr>
              <w:b/>
            </w:rPr>
            <w:t>Usługi kadry naukowo-technicznej – Tester</w:t>
          </w:r>
        </w:sdtContent>
      </w:sdt>
      <w:r w:rsidR="009330D9">
        <w:rPr>
          <w:b/>
        </w:rPr>
        <w:t xml:space="preserve"> </w:t>
      </w:r>
      <w:r w:rsidRPr="004005B8">
        <w:t>oraz zgodnie z wymaganiami określonymi w</w:t>
      </w:r>
      <w:r w:rsidR="000B4A16">
        <w:t> </w:t>
      </w:r>
      <w:r w:rsidR="009330D9" w:rsidRPr="009330D9">
        <w:rPr>
          <w:b/>
          <w:bCs/>
        </w:rPr>
        <w:t>Zapytaniu ofertowym nr</w:t>
      </w:r>
      <w:r w:rsidRPr="004005B8">
        <w:t xml:space="preserve"> </w:t>
      </w:r>
      <w:sdt>
        <w:sdtPr>
          <w:rPr>
            <w:b/>
            <w:bCs/>
          </w:rPr>
          <w:alias w:val="Tytuł"/>
          <w:tag w:val=""/>
          <w:id w:val="302207800"/>
          <w:placeholder>
            <w:docPart w:val="D855F63E82DF48FD9A7D127C8E22C75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53ACA">
            <w:rPr>
              <w:b/>
              <w:bCs/>
            </w:rPr>
            <w:t>ADSR UC.05/2024-S4</w:t>
          </w:r>
        </w:sdtContent>
      </w:sdt>
      <w:r w:rsidR="009330D9">
        <w:t>.</w:t>
      </w:r>
    </w:p>
    <w:p w14:paraId="14087D9B" w14:textId="77777777" w:rsidR="004005B8" w:rsidRPr="004005B8" w:rsidRDefault="004005B8" w:rsidP="004005B8"/>
    <w:p w14:paraId="24C74CBF" w14:textId="77777777" w:rsidR="004005B8" w:rsidRPr="004005B8" w:rsidRDefault="004005B8" w:rsidP="004005B8">
      <w:r w:rsidRPr="004005B8">
        <w:rPr>
          <w:b/>
          <w:bCs/>
        </w:rPr>
        <w:t>Oferent</w:t>
      </w:r>
      <w:r w:rsidR="00F433B5">
        <w:rPr>
          <w:b/>
          <w:bCs/>
        </w:rPr>
        <w:t>/ka</w:t>
      </w:r>
      <w:r w:rsidRPr="004005B8">
        <w:rPr>
          <w:b/>
          <w:bCs/>
        </w:rPr>
        <w:t xml:space="preserve"> oferuje wykonanie przedmiotu zamówienia według poniższych warunków:</w:t>
      </w:r>
    </w:p>
    <w:p w14:paraId="0CD80006" w14:textId="77777777" w:rsidR="004005B8" w:rsidRPr="004005B8" w:rsidRDefault="004005B8" w:rsidP="004005B8">
      <w:pPr>
        <w:numPr>
          <w:ilvl w:val="0"/>
          <w:numId w:val="2"/>
        </w:numPr>
      </w:pPr>
      <w:r w:rsidRPr="004005B8">
        <w:t>Cena ofertowa: Oferowana stawka godzinowa brutto ....,00 PLN (słownie: …........................ złotych).</w:t>
      </w:r>
    </w:p>
    <w:p w14:paraId="5585A857" w14:textId="77777777" w:rsidR="004005B8" w:rsidRPr="004005B8" w:rsidRDefault="004005B8" w:rsidP="004005B8">
      <w:pPr>
        <w:numPr>
          <w:ilvl w:val="0"/>
          <w:numId w:val="2"/>
        </w:numPr>
      </w:pPr>
      <w:r w:rsidRPr="004005B8">
        <w:t>Maksymalna liczba godzin dyspozycyjnych w miesiącu: …………. godz.</w:t>
      </w:r>
    </w:p>
    <w:p w14:paraId="0397FA5C" w14:textId="77777777" w:rsidR="004005B8" w:rsidRPr="004005B8" w:rsidRDefault="004005B8" w:rsidP="004005B8">
      <w:pPr>
        <w:numPr>
          <w:ilvl w:val="0"/>
          <w:numId w:val="2"/>
        </w:numPr>
      </w:pPr>
      <w:r w:rsidRPr="004005B8">
        <w:t>Czy Oferent</w:t>
      </w:r>
      <w:r w:rsidR="00E63405">
        <w:t>/ka</w:t>
      </w:r>
      <w:r w:rsidRPr="004005B8">
        <w:t xml:space="preserve"> osiąga wynagrodzenie w innym podmiocie i jego</w:t>
      </w:r>
      <w:r w:rsidR="00E63405">
        <w:t>/jej</w:t>
      </w:r>
      <w:r w:rsidRPr="004005B8">
        <w:t xml:space="preserve"> wynagrodzenie osiągnięte w</w:t>
      </w:r>
      <w:r w:rsidR="006051A3">
        <w:t> </w:t>
      </w:r>
      <w:r w:rsidRPr="004005B8">
        <w:t xml:space="preserve">innym podmiocie przekracza minimalne wynagrodzenie przewidziane w przepisach w dniu wypisania Formularza Ofertowego? </w:t>
      </w:r>
      <w:r w:rsidRPr="004005B8">
        <w:rPr>
          <w:b/>
          <w:bCs/>
        </w:rPr>
        <w:t>TAK / NIE</w:t>
      </w:r>
      <w:r w:rsidRPr="004005B8">
        <w:t xml:space="preserve"> (niepotrzebne skreślić)</w:t>
      </w:r>
    </w:p>
    <w:p w14:paraId="786C4C59" w14:textId="77777777" w:rsidR="004005B8" w:rsidRPr="004005B8" w:rsidRDefault="004005B8" w:rsidP="004005B8">
      <w:r w:rsidRPr="004005B8">
        <w:t>Jeśli Oferent</w:t>
      </w:r>
      <w:r w:rsidR="00E63405">
        <w:t>/ka</w:t>
      </w:r>
      <w:r w:rsidRPr="004005B8">
        <w:t xml:space="preserve"> </w:t>
      </w:r>
      <w:r w:rsidRPr="004005B8">
        <w:rPr>
          <w:b/>
          <w:bCs/>
        </w:rPr>
        <w:t xml:space="preserve">NIE osiąga </w:t>
      </w:r>
      <w:r w:rsidRPr="004005B8">
        <w:t>minimalnego wynagrodzenia przewidzianego w przepisach, oferowana stawka godzinowa brutto z pkt 1 zostanie podczas rozpatrywania ofert podniesiona zgodnie z</w:t>
      </w:r>
      <w:r w:rsidR="00E63405">
        <w:t> </w:t>
      </w:r>
      <w:r w:rsidRPr="004005B8">
        <w:t>obowiązującymi przepisami o dodatkowe narzuty i koszty ponoszone przez Zamawiającego.</w:t>
      </w:r>
    </w:p>
    <w:p w14:paraId="6DB9E39F" w14:textId="77777777" w:rsidR="004005B8" w:rsidRDefault="004005B8" w:rsidP="00640F42"/>
    <w:p w14:paraId="0F5E3D2E" w14:textId="77777777" w:rsidR="004005B8" w:rsidRPr="004005B8" w:rsidRDefault="004005B8" w:rsidP="004005B8">
      <w:r w:rsidRPr="004005B8">
        <w:rPr>
          <w:b/>
          <w:bCs/>
        </w:rPr>
        <w:t>Ponadto Oferent</w:t>
      </w:r>
      <w:r w:rsidR="00F433B5">
        <w:rPr>
          <w:b/>
          <w:bCs/>
        </w:rPr>
        <w:t>/ka</w:t>
      </w:r>
      <w:r w:rsidRPr="004005B8">
        <w:rPr>
          <w:b/>
          <w:bCs/>
        </w:rPr>
        <w:t xml:space="preserve"> oświadcza, że:</w:t>
      </w:r>
    </w:p>
    <w:p w14:paraId="2D5DCF46" w14:textId="77777777" w:rsidR="004005B8" w:rsidRPr="004005B8" w:rsidRDefault="00F433B5" w:rsidP="004005B8">
      <w:pPr>
        <w:numPr>
          <w:ilvl w:val="0"/>
          <w:numId w:val="3"/>
        </w:numPr>
      </w:pPr>
      <w:r w:rsidRPr="004005B8">
        <w:t>Z</w:t>
      </w:r>
      <w:r w:rsidR="004005B8" w:rsidRPr="004005B8">
        <w:t>apoznał</w:t>
      </w:r>
      <w:r>
        <w:t>/a</w:t>
      </w:r>
      <w:r w:rsidR="004005B8" w:rsidRPr="004005B8">
        <w:t xml:space="preserve"> się z „Regulaminem udzielania zamówień” i akceptuje jego postanowienia;</w:t>
      </w:r>
    </w:p>
    <w:p w14:paraId="02E587CD" w14:textId="77777777" w:rsidR="004005B8" w:rsidRPr="004005B8" w:rsidRDefault="00F433B5" w:rsidP="004005B8">
      <w:pPr>
        <w:numPr>
          <w:ilvl w:val="0"/>
          <w:numId w:val="3"/>
        </w:numPr>
      </w:pPr>
      <w:r w:rsidRPr="004005B8">
        <w:t>Z</w:t>
      </w:r>
      <w:r w:rsidR="004005B8" w:rsidRPr="004005B8">
        <w:t>apoznał</w:t>
      </w:r>
      <w:r>
        <w:t>/a</w:t>
      </w:r>
      <w:r w:rsidR="004005B8" w:rsidRPr="004005B8">
        <w:t xml:space="preserve"> się z Zapytaniem ofertowym i nie wnosi do niego zastrzeżeń;</w:t>
      </w:r>
    </w:p>
    <w:p w14:paraId="3A976F02" w14:textId="77777777" w:rsidR="004005B8" w:rsidRPr="004005B8" w:rsidRDefault="004005B8" w:rsidP="004005B8">
      <w:pPr>
        <w:numPr>
          <w:ilvl w:val="0"/>
          <w:numId w:val="3"/>
        </w:numPr>
      </w:pPr>
      <w:r w:rsidRPr="004005B8">
        <w:t>uważa się za związanego</w:t>
      </w:r>
      <w:r w:rsidR="00F433B5">
        <w:t>/ą</w:t>
      </w:r>
      <w:r w:rsidRPr="004005B8">
        <w:t xml:space="preserve"> niniejszą ofertą przez okres 60 dni licząc od dnia następnego po otwarciu ofert;</w:t>
      </w:r>
    </w:p>
    <w:p w14:paraId="5E8A67A9" w14:textId="77777777" w:rsidR="004005B8" w:rsidRPr="004005B8" w:rsidRDefault="004005B8" w:rsidP="004005B8">
      <w:pPr>
        <w:numPr>
          <w:ilvl w:val="0"/>
          <w:numId w:val="3"/>
        </w:numPr>
      </w:pPr>
      <w:r w:rsidRPr="004005B8">
        <w:t>posiada zdolność techniczno-organizacyjną do wykonania przedmiotu zamówienia;</w:t>
      </w:r>
    </w:p>
    <w:p w14:paraId="7EB79742" w14:textId="77777777" w:rsidR="004005B8" w:rsidRPr="004005B8" w:rsidRDefault="004005B8" w:rsidP="004005B8">
      <w:pPr>
        <w:numPr>
          <w:ilvl w:val="0"/>
          <w:numId w:val="3"/>
        </w:numPr>
      </w:pPr>
      <w:r w:rsidRPr="004005B8">
        <w:t>spełnia warunki udziału w postępowaniu określone w Zapytaniu ofertowym;</w:t>
      </w:r>
    </w:p>
    <w:p w14:paraId="6432A926" w14:textId="77777777" w:rsidR="004005B8" w:rsidRPr="004005B8" w:rsidRDefault="004005B8" w:rsidP="004005B8">
      <w:pPr>
        <w:numPr>
          <w:ilvl w:val="0"/>
          <w:numId w:val="3"/>
        </w:numPr>
      </w:pPr>
      <w:r w:rsidRPr="004005B8">
        <w:lastRenderedPageBreak/>
        <w:t>nie podlega wykluczeniu z postępowania o udzielenie zamówienia w okolicznościach określonych w zapytaniu ofertowym;</w:t>
      </w:r>
    </w:p>
    <w:p w14:paraId="068FFF7C" w14:textId="7C68A4E9" w:rsidR="004005B8" w:rsidRPr="00A91504" w:rsidRDefault="004005B8" w:rsidP="004005B8">
      <w:pPr>
        <w:numPr>
          <w:ilvl w:val="0"/>
          <w:numId w:val="3"/>
        </w:numPr>
      </w:pPr>
      <w:r w:rsidRPr="004005B8">
        <w:t>nie jest powiązany</w:t>
      </w:r>
      <w:r w:rsidR="009A3EE4">
        <w:t>/a</w:t>
      </w:r>
      <w:r w:rsidRPr="004005B8">
        <w:t xml:space="preserve"> osobowo lub kapitałowo z Z</w:t>
      </w:r>
      <w:r w:rsidR="009A3EE4">
        <w:t>a</w:t>
      </w:r>
      <w:r w:rsidRPr="004005B8">
        <w:t xml:space="preserve">mawiającym. Przez powiązania kapitałowe lub osobowe rozumie się wzajemne powiązania między Zamawiającym lub osobami upoważnionymi do zaciągania zobowiązań w imieniu Zamawiającego lub osobami wykonującymi w imieniu </w:t>
      </w:r>
      <w:r w:rsidRPr="00A91504">
        <w:t>Zamawiającego czynności związane z przygotowaniem i przeprowadzeniem procedury wyboru Oferenta</w:t>
      </w:r>
      <w:r w:rsidR="00A91504" w:rsidRPr="00A91504">
        <w:t>/ki</w:t>
      </w:r>
      <w:r w:rsidRPr="00A91504">
        <w:t xml:space="preserve"> a Oferentem</w:t>
      </w:r>
      <w:r w:rsidR="00A91504" w:rsidRPr="00A91504">
        <w:t>/</w:t>
      </w:r>
      <w:proofErr w:type="spellStart"/>
      <w:r w:rsidR="00A91504" w:rsidRPr="00A91504">
        <w:t>ką</w:t>
      </w:r>
      <w:proofErr w:type="spellEnd"/>
      <w:r w:rsidRPr="00A91504">
        <w:t>, polegające w szczególności na:</w:t>
      </w:r>
    </w:p>
    <w:p w14:paraId="5D48E201" w14:textId="77777777" w:rsidR="004005B8" w:rsidRPr="00A91504" w:rsidRDefault="004005B8" w:rsidP="004005B8">
      <w:pPr>
        <w:numPr>
          <w:ilvl w:val="1"/>
          <w:numId w:val="3"/>
        </w:numPr>
      </w:pPr>
      <w:r w:rsidRPr="00A91504">
        <w:t>uczestniczeniu w spółce jako wspólnik spółki cywilnej lub spółki osobowej,</w:t>
      </w:r>
    </w:p>
    <w:p w14:paraId="501335C6" w14:textId="77777777" w:rsidR="004005B8" w:rsidRPr="00A91504" w:rsidRDefault="004005B8" w:rsidP="004005B8">
      <w:pPr>
        <w:numPr>
          <w:ilvl w:val="1"/>
          <w:numId w:val="3"/>
        </w:numPr>
      </w:pPr>
      <w:r w:rsidRPr="00A91504">
        <w:t>posiadaniu co najmniej 10 % udziałów lub akcji,</w:t>
      </w:r>
    </w:p>
    <w:p w14:paraId="0C02DEF9" w14:textId="77777777" w:rsidR="004005B8" w:rsidRPr="00A91504" w:rsidRDefault="004005B8" w:rsidP="004005B8">
      <w:pPr>
        <w:numPr>
          <w:ilvl w:val="1"/>
          <w:numId w:val="3"/>
        </w:numPr>
      </w:pPr>
      <w:r w:rsidRPr="00A91504">
        <w:t>pełnieniu funkcji członka organu nadzorczego lub zarządzającego, prokurenta, pełnomocnika,</w:t>
      </w:r>
    </w:p>
    <w:p w14:paraId="6530BB77" w14:textId="77777777" w:rsidR="004005B8" w:rsidRPr="00A91504" w:rsidRDefault="004005B8" w:rsidP="004005B8">
      <w:pPr>
        <w:numPr>
          <w:ilvl w:val="1"/>
          <w:numId w:val="3"/>
        </w:numPr>
      </w:pPr>
      <w:r w:rsidRPr="00A91504"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A60ECD" w:rsidRPr="00A91504">
        <w:t>;</w:t>
      </w:r>
    </w:p>
    <w:p w14:paraId="1994A93D" w14:textId="259D1895" w:rsidR="004005B8" w:rsidRPr="004005B8" w:rsidRDefault="004005B8" w:rsidP="004005B8">
      <w:pPr>
        <w:numPr>
          <w:ilvl w:val="0"/>
          <w:numId w:val="3"/>
        </w:numPr>
      </w:pPr>
      <w:r w:rsidRPr="00A91504">
        <w:t>integralną częścią niniejszej oferty jest opis kompetencji Oferenta</w:t>
      </w:r>
      <w:r w:rsidR="00A91504" w:rsidRPr="00A91504">
        <w:t>/ki</w:t>
      </w:r>
      <w:r w:rsidRPr="00A91504">
        <w:t xml:space="preserve"> wymagany przez Zamawiającego zgodnie z Zapytaniem ofertowym</w:t>
      </w:r>
      <w:r w:rsidR="00A60ECD">
        <w:t>;</w:t>
      </w:r>
    </w:p>
    <w:p w14:paraId="772D36F0" w14:textId="77777777" w:rsidR="004005B8" w:rsidRPr="004005B8" w:rsidRDefault="00AA06BD" w:rsidP="004005B8">
      <w:pPr>
        <w:numPr>
          <w:ilvl w:val="0"/>
          <w:numId w:val="3"/>
        </w:numPr>
      </w:pPr>
      <w:r w:rsidRPr="00FD1BD2">
        <w:t>w</w:t>
      </w:r>
      <w:r w:rsidR="004005B8" w:rsidRPr="00FD1BD2">
        <w:t>ypełniłem</w:t>
      </w:r>
      <w:r w:rsidRPr="00FD1BD2">
        <w:t>/am</w:t>
      </w:r>
      <w:r w:rsidR="004005B8" w:rsidRPr="00FD1BD2">
        <w:t xml:space="preserve"> obowiązki </w:t>
      </w:r>
      <w:r w:rsidR="004005B8" w:rsidRPr="004005B8">
        <w:t xml:space="preserve">informacyjne przewidziane w art. 13 lub art. 14 RODO - </w:t>
      </w:r>
      <w:r w:rsidR="004005B8" w:rsidRPr="004005B8">
        <w:rPr>
          <w:i/>
          <w:iCs/>
        </w:rPr>
        <w:t>Rozporządzenie Parlamentu Europejskiego i Rady (UE) 2016/679 z dnia 27 kwietnia 2016 r. w</w:t>
      </w:r>
      <w:r w:rsidR="00D36031">
        <w:rPr>
          <w:i/>
          <w:iCs/>
        </w:rPr>
        <w:t> </w:t>
      </w:r>
      <w:r w:rsidR="004005B8" w:rsidRPr="004005B8">
        <w:rPr>
          <w:i/>
          <w:iCs/>
        </w:rPr>
        <w:t>sprawie ochrony osób fizycznych w związku z przetwarzaniem danych osobowych i w sprawie swobodnego przepływu takich danych oraz uchylenia dyrektywy 95/46/WE (ogólne rozporządzenie o ochronie danych) (Dz. Urz. UE L 119 z 04.05.2016, str. 1) -</w:t>
      </w:r>
      <w:r w:rsidR="004005B8" w:rsidRPr="004005B8">
        <w:t xml:space="preserve"> wobec osób fizycznych, od których dane osobowe bezpośrednio lub pośrednio pozyskałem w celu ubiegania się o udzielenie zamówienia publicznego w niniejszym postępowaniu.</w:t>
      </w:r>
    </w:p>
    <w:p w14:paraId="1CA194B8" w14:textId="5997D1C8" w:rsidR="004005B8" w:rsidRPr="004005B8" w:rsidRDefault="004005B8" w:rsidP="004005B8">
      <w:r w:rsidRPr="004005B8">
        <w:rPr>
          <w:b/>
          <w:bCs/>
          <w:i/>
          <w:iCs/>
        </w:rPr>
        <w:t>Uwaga! W przypadku gdy wykonawca nie przekazuje danych osobowych innych niż bezpośrednio jego dotyczących lub zachodzi wyłączenie stosowania obowiązku informacyjnego, stosownie do art. 13 ust. 4 lub art. 14 ust. 5 RODO treści oświadczenia z punktu 9 Oferent</w:t>
      </w:r>
      <w:r w:rsidR="000A3DF2">
        <w:rPr>
          <w:b/>
          <w:bCs/>
          <w:i/>
          <w:iCs/>
        </w:rPr>
        <w:t>/ka</w:t>
      </w:r>
      <w:r w:rsidRPr="004005B8">
        <w:rPr>
          <w:b/>
          <w:bCs/>
          <w:i/>
          <w:iCs/>
        </w:rPr>
        <w:t xml:space="preserve"> nie składa i go wykreśla.</w:t>
      </w:r>
    </w:p>
    <w:p w14:paraId="7DD3104F" w14:textId="77777777" w:rsidR="004005B8" w:rsidRPr="004005B8" w:rsidRDefault="004005B8" w:rsidP="004005B8">
      <w:pPr>
        <w:numPr>
          <w:ilvl w:val="0"/>
          <w:numId w:val="3"/>
        </w:numPr>
      </w:pPr>
      <w:r w:rsidRPr="004005B8">
        <w:t>Oferent</w:t>
      </w:r>
      <w:r w:rsidR="00F433B5">
        <w:t>/ka</w:t>
      </w:r>
      <w:r w:rsidRPr="004005B8">
        <w:t xml:space="preserve"> oświadcza, że: </w:t>
      </w:r>
    </w:p>
    <w:p w14:paraId="2525B31E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przetwarza dane osobowe zawarte w ofercie oraz wskazane w uzupełnieniach i wyjaśnieniach do oferty, zgodnie z art. 6 i 9 RODO, </w:t>
      </w:r>
    </w:p>
    <w:p w14:paraId="325548A9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poinformowano osoby, których dane dotyczą o przekazaniu ich danych Zamawiającemu, o celu przekazania oraz o innych informacjach dotyczących Zamawiającego wynikających z art. 14 RODO, </w:t>
      </w:r>
    </w:p>
    <w:p w14:paraId="0CD14F2B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poinformowano wszystkie osoby, których dane są zawarte w ofercie oraz zostaną poinformowane wszystkie osoby wskazane w uzupełnieniach i wyjaśnieniach do oferty, że zgodnie z art. 7 Regulaminu oferty / wnioski o dopuszczenie do udziału w </w:t>
      </w:r>
      <w:r w:rsidRPr="004005B8">
        <w:lastRenderedPageBreak/>
        <w:t>postępowaniu są jawne dla Oferentów, którzy złożyli oferty / wnioski w danym etapie postępowania, wyłącznie w zakresie dopuszczonym w specyfikacji warunków zamówienia lub ogłoszeniu o zamówieniu, od chwili ich otwarcia z zastrzeżeniem postanowień § 13 ust. 8 Regulaminu.</w:t>
      </w:r>
    </w:p>
    <w:p w14:paraId="54D6DAF1" w14:textId="55CBEAA2" w:rsidR="004005B8" w:rsidRPr="004005B8" w:rsidRDefault="004005B8" w:rsidP="004005B8">
      <w:pPr>
        <w:numPr>
          <w:ilvl w:val="0"/>
          <w:numId w:val="3"/>
        </w:numPr>
      </w:pPr>
      <w:r w:rsidRPr="004005B8">
        <w:t>Oferent</w:t>
      </w:r>
      <w:r w:rsidR="00F433B5">
        <w:t>/ka</w:t>
      </w:r>
      <w:r w:rsidRPr="004005B8">
        <w:t xml:space="preserve"> oświadcza, że spełnia wymagania określone w art. 28, 29, 30, 32, 33 Rozporządzenia Parlamentu Europejskiego i Rady (UE) 2016/679 z dnia 27 kwietnia 2016 r. w</w:t>
      </w:r>
      <w:r w:rsidR="00637B6F">
        <w:t> </w:t>
      </w:r>
      <w:r w:rsidRPr="004005B8">
        <w:t>sprawie ochrony osób fizycznych w związku z przetwarzaniem danych osobowych i w</w:t>
      </w:r>
      <w:r w:rsidR="00637B6F">
        <w:t> </w:t>
      </w:r>
      <w:r w:rsidRPr="004005B8">
        <w:t>sprawie swobodnego przepływu takich danych oraz uchylenia dyrektywy 95/46/WE, w</w:t>
      </w:r>
      <w:r w:rsidR="00637B6F">
        <w:t> </w:t>
      </w:r>
      <w:r w:rsidRPr="004005B8">
        <w:t>szczególności:</w:t>
      </w:r>
    </w:p>
    <w:p w14:paraId="519A43D7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zapewnia, że stosuje środki techniczne i organizacyjne zapewniające bezpieczeństwo przekazanych danych osobowych, </w:t>
      </w:r>
    </w:p>
    <w:p w14:paraId="2629655A" w14:textId="1B4DBF8F" w:rsidR="004005B8" w:rsidRPr="004005B8" w:rsidRDefault="004005B8" w:rsidP="004005B8">
      <w:pPr>
        <w:numPr>
          <w:ilvl w:val="1"/>
          <w:numId w:val="3"/>
        </w:numPr>
      </w:pPr>
      <w:r w:rsidRPr="004005B8">
        <w:t>zapewnia, że dostęp do powierzonych danych osobowych mają jedynie osoby upoważnione, którym oferent</w:t>
      </w:r>
      <w:r w:rsidR="000A3DF2">
        <w:t>/ka</w:t>
      </w:r>
      <w:r w:rsidRPr="004005B8">
        <w:t xml:space="preserve"> polecił przetwarzanie danych osobowych, </w:t>
      </w:r>
    </w:p>
    <w:p w14:paraId="1D21E3CC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zapewnia, że dostęp do pomieszczeń, w których przetwarzane są powierzone dane, mają jedynie osoby do tego upoważnione oraz, że dostęp do tych pomieszczeń jest nadzorowany, </w:t>
      </w:r>
    </w:p>
    <w:p w14:paraId="382CC221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zapewnia, że systemy, aplikacje i sprzęt informatyczny wykorzystywany do przetwarzania powierzonych danych są zabezpieczone przed nieautoryzowanym ujawnieniem lub utratą powierzonych danych, </w:t>
      </w:r>
    </w:p>
    <w:p w14:paraId="28204E98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zapewnia, że połączenie zdalnego dostępu do systemu informatycznego zabezpieczone jest szyfrowanym kanałem, </w:t>
      </w:r>
    </w:p>
    <w:p w14:paraId="7A73F88E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zapewnia, że będzie współpracować z administratorem w celu realizacji praw osób, których dotyczą powierzone dane osobowe, wskazanych w Rozdziale III przytoczonego Rozporządzenia, </w:t>
      </w:r>
    </w:p>
    <w:p w14:paraId="4E134989" w14:textId="77777777" w:rsidR="004005B8" w:rsidRPr="004005B8" w:rsidRDefault="004005B8" w:rsidP="004005B8">
      <w:pPr>
        <w:numPr>
          <w:ilvl w:val="1"/>
          <w:numId w:val="3"/>
        </w:numPr>
      </w:pPr>
      <w:r w:rsidRPr="004005B8">
        <w:t xml:space="preserve">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 </w:t>
      </w:r>
    </w:p>
    <w:p w14:paraId="54F8E09D" w14:textId="77777777" w:rsidR="004005B8" w:rsidRPr="004005B8" w:rsidRDefault="004005B8" w:rsidP="004005B8">
      <w:pPr>
        <w:numPr>
          <w:ilvl w:val="0"/>
          <w:numId w:val="3"/>
        </w:numPr>
      </w:pPr>
      <w:r w:rsidRPr="004005B8">
        <w:t>Oferent</w:t>
      </w:r>
      <w:r w:rsidR="00F433B5">
        <w:t>/ka</w:t>
      </w:r>
      <w:r w:rsidRPr="004005B8">
        <w:t xml:space="preserve"> oświadcza, że prowadzi dokumentację potwierdzającą wykonywanie powyższych czynności oraz, że na żądanie administratora udostępni wskazaną dokumentację.</w:t>
      </w:r>
    </w:p>
    <w:p w14:paraId="6ACDCAB0" w14:textId="77777777" w:rsidR="004005B8" w:rsidRDefault="004005B8" w:rsidP="00640F42"/>
    <w:p w14:paraId="73E5B21A" w14:textId="77777777" w:rsidR="004005B8" w:rsidRPr="004005B8" w:rsidRDefault="004005B8" w:rsidP="004005B8"/>
    <w:p w14:paraId="4DEE8C80" w14:textId="77777777" w:rsidR="004005B8" w:rsidRPr="004005B8" w:rsidRDefault="004005B8" w:rsidP="004005B8">
      <w:r w:rsidRPr="004005B8">
        <w:t xml:space="preserve">…………………………………… </w:t>
      </w:r>
      <w:r>
        <w:tab/>
      </w:r>
      <w:r>
        <w:tab/>
      </w:r>
      <w:r w:rsidRPr="004005B8">
        <w:t>………………………………………………………………………………………</w:t>
      </w:r>
    </w:p>
    <w:p w14:paraId="5390EA7B" w14:textId="45CA1340" w:rsidR="004005B8" w:rsidRPr="004005B8" w:rsidRDefault="004005B8" w:rsidP="004005B8">
      <w:pPr>
        <w:rPr>
          <w:sz w:val="18"/>
          <w:szCs w:val="18"/>
        </w:rPr>
      </w:pPr>
      <w:r w:rsidRPr="004005B8">
        <w:rPr>
          <w:sz w:val="18"/>
          <w:szCs w:val="18"/>
        </w:rPr>
        <w:t xml:space="preserve">miejscowość i data </w:t>
      </w:r>
      <w:r w:rsidRPr="004005B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005B8">
        <w:rPr>
          <w:sz w:val="18"/>
          <w:szCs w:val="18"/>
        </w:rPr>
        <w:t>podpis/y przedstawiciela Oferenta</w:t>
      </w:r>
      <w:r w:rsidR="000A3DF2">
        <w:rPr>
          <w:sz w:val="18"/>
          <w:szCs w:val="18"/>
        </w:rPr>
        <w:t>/ki</w:t>
      </w:r>
      <w:r w:rsidRPr="004005B8">
        <w:rPr>
          <w:sz w:val="18"/>
          <w:szCs w:val="18"/>
        </w:rPr>
        <w:t xml:space="preserve"> upoważnionego do składania oświadczeń woli</w:t>
      </w:r>
    </w:p>
    <w:p w14:paraId="798064AB" w14:textId="77777777" w:rsidR="007872B0" w:rsidRDefault="007872B0">
      <w:pPr>
        <w:spacing w:after="160"/>
        <w:jc w:val="left"/>
      </w:pPr>
      <w:r>
        <w:br w:type="page"/>
      </w:r>
    </w:p>
    <w:p w14:paraId="4DA2FB37" w14:textId="77777777" w:rsidR="007872B0" w:rsidRPr="007872B0" w:rsidRDefault="007872B0" w:rsidP="007872B0">
      <w:pPr>
        <w:jc w:val="right"/>
      </w:pPr>
      <w:r>
        <w:lastRenderedPageBreak/>
        <w:t>Z</w:t>
      </w:r>
      <w:r w:rsidRPr="007872B0">
        <w:t>ałącznik nr 2 do Zapytania ofertowego</w:t>
      </w:r>
    </w:p>
    <w:p w14:paraId="008C5A01" w14:textId="77777777" w:rsidR="004005B8" w:rsidRDefault="004005B8" w:rsidP="00640F42"/>
    <w:p w14:paraId="236596DB" w14:textId="53F8DE0C" w:rsidR="007872B0" w:rsidRPr="007872B0" w:rsidRDefault="007872B0" w:rsidP="007872B0">
      <w:pPr>
        <w:jc w:val="center"/>
        <w:rPr>
          <w:sz w:val="24"/>
          <w:szCs w:val="24"/>
        </w:rPr>
      </w:pPr>
      <w:r w:rsidRPr="007872B0">
        <w:rPr>
          <w:b/>
          <w:bCs/>
          <w:sz w:val="24"/>
          <w:szCs w:val="24"/>
        </w:rPr>
        <w:t>OPIS KOMPETENCJI OFERENTA</w:t>
      </w:r>
      <w:r w:rsidR="009B034D">
        <w:rPr>
          <w:b/>
          <w:bCs/>
          <w:sz w:val="24"/>
          <w:szCs w:val="24"/>
        </w:rPr>
        <w:t>/KI</w:t>
      </w:r>
    </w:p>
    <w:p w14:paraId="0B5915C5" w14:textId="77777777" w:rsidR="007872B0" w:rsidRDefault="007872B0" w:rsidP="00640F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7872B0" w14:paraId="5D7323CC" w14:textId="77777777" w:rsidTr="0039370E">
        <w:tc>
          <w:tcPr>
            <w:tcW w:w="3539" w:type="dxa"/>
          </w:tcPr>
          <w:p w14:paraId="73A4ED1C" w14:textId="77777777" w:rsidR="007872B0" w:rsidRPr="00F433B5" w:rsidRDefault="007872B0" w:rsidP="0039370E">
            <w:pPr>
              <w:rPr>
                <w:lang w:val="pl-PL"/>
              </w:rPr>
            </w:pPr>
            <w:r w:rsidRPr="004005B8">
              <w:rPr>
                <w:b/>
                <w:bCs/>
                <w:lang w:val="pl-PL"/>
              </w:rPr>
              <w:t>Oferent</w:t>
            </w:r>
            <w:r w:rsidR="00F433B5">
              <w:rPr>
                <w:b/>
                <w:bCs/>
                <w:lang w:val="pl-PL"/>
              </w:rPr>
              <w:t>/ka</w:t>
            </w:r>
            <w:r w:rsidRPr="004005B8">
              <w:rPr>
                <w:b/>
                <w:bCs/>
                <w:lang w:val="pl-PL"/>
              </w:rPr>
              <w:t xml:space="preserve"> (imię i nazwisko):</w:t>
            </w:r>
          </w:p>
        </w:tc>
        <w:tc>
          <w:tcPr>
            <w:tcW w:w="5521" w:type="dxa"/>
          </w:tcPr>
          <w:p w14:paraId="192938C2" w14:textId="77777777" w:rsidR="007872B0" w:rsidRPr="00F433B5" w:rsidRDefault="007872B0" w:rsidP="0039370E">
            <w:pPr>
              <w:rPr>
                <w:lang w:val="pl-PL"/>
              </w:rPr>
            </w:pPr>
          </w:p>
        </w:tc>
      </w:tr>
      <w:tr w:rsidR="007872B0" w14:paraId="3A2FE12F" w14:textId="77777777" w:rsidTr="0039370E">
        <w:tc>
          <w:tcPr>
            <w:tcW w:w="3539" w:type="dxa"/>
          </w:tcPr>
          <w:p w14:paraId="2531213A" w14:textId="77777777" w:rsidR="007872B0" w:rsidRPr="004005B8" w:rsidRDefault="007872B0" w:rsidP="0039370E">
            <w:pPr>
              <w:rPr>
                <w:b/>
              </w:rPr>
            </w:pPr>
            <w:proofErr w:type="spellStart"/>
            <w:r w:rsidRPr="004005B8">
              <w:rPr>
                <w:b/>
              </w:rPr>
              <w:t>Adres</w:t>
            </w:r>
            <w:proofErr w:type="spellEnd"/>
            <w:r w:rsidRPr="004005B8">
              <w:rPr>
                <w:b/>
              </w:rPr>
              <w:t xml:space="preserve">: </w:t>
            </w:r>
          </w:p>
        </w:tc>
        <w:tc>
          <w:tcPr>
            <w:tcW w:w="5521" w:type="dxa"/>
          </w:tcPr>
          <w:p w14:paraId="68D478EC" w14:textId="77777777" w:rsidR="007872B0" w:rsidRDefault="007872B0" w:rsidP="0039370E"/>
        </w:tc>
      </w:tr>
      <w:tr w:rsidR="007872B0" w14:paraId="547DC11F" w14:textId="77777777" w:rsidTr="0039370E">
        <w:tc>
          <w:tcPr>
            <w:tcW w:w="3539" w:type="dxa"/>
          </w:tcPr>
          <w:p w14:paraId="59DE8DAE" w14:textId="77777777" w:rsidR="007872B0" w:rsidRPr="004005B8" w:rsidRDefault="007872B0" w:rsidP="0039370E">
            <w:pPr>
              <w:rPr>
                <w:b/>
              </w:rPr>
            </w:pPr>
            <w:r w:rsidRPr="004005B8">
              <w:rPr>
                <w:b/>
              </w:rPr>
              <w:t>PESEL:</w:t>
            </w:r>
          </w:p>
        </w:tc>
        <w:tc>
          <w:tcPr>
            <w:tcW w:w="5521" w:type="dxa"/>
          </w:tcPr>
          <w:p w14:paraId="49EE4299" w14:textId="77777777" w:rsidR="007872B0" w:rsidRDefault="007872B0" w:rsidP="0039370E"/>
        </w:tc>
      </w:tr>
      <w:tr w:rsidR="007872B0" w14:paraId="2A9121FA" w14:textId="77777777" w:rsidTr="0039370E">
        <w:tc>
          <w:tcPr>
            <w:tcW w:w="3539" w:type="dxa"/>
          </w:tcPr>
          <w:p w14:paraId="77669E6C" w14:textId="77777777" w:rsidR="007872B0" w:rsidRPr="004005B8" w:rsidRDefault="007872B0" w:rsidP="0039370E">
            <w:pPr>
              <w:rPr>
                <w:b/>
                <w:lang w:val="pl-PL"/>
              </w:rPr>
            </w:pPr>
            <w:r w:rsidRPr="004005B8">
              <w:rPr>
                <w:b/>
                <w:lang w:val="pl-PL"/>
              </w:rPr>
              <w:t>Nr telefonu / nr faksu, adres e-mail:</w:t>
            </w:r>
          </w:p>
        </w:tc>
        <w:tc>
          <w:tcPr>
            <w:tcW w:w="5521" w:type="dxa"/>
          </w:tcPr>
          <w:p w14:paraId="36D87F1C" w14:textId="77777777" w:rsidR="007872B0" w:rsidRPr="004005B8" w:rsidRDefault="007872B0" w:rsidP="0039370E">
            <w:pPr>
              <w:rPr>
                <w:lang w:val="pl-PL"/>
              </w:rPr>
            </w:pPr>
          </w:p>
        </w:tc>
      </w:tr>
    </w:tbl>
    <w:p w14:paraId="1CD12E44" w14:textId="77777777" w:rsidR="007872B0" w:rsidRDefault="007872B0" w:rsidP="00640F42"/>
    <w:p w14:paraId="1FE8B442" w14:textId="33FA74EE" w:rsidR="007872B0" w:rsidRPr="007872B0" w:rsidRDefault="007872B0" w:rsidP="007872B0">
      <w:r w:rsidRPr="007872B0">
        <w:t>Składa ofertę do:</w:t>
      </w:r>
      <w:r w:rsidRPr="007872B0">
        <w:rPr>
          <w:b/>
          <w:bCs/>
        </w:rPr>
        <w:t xml:space="preserve"> </w:t>
      </w:r>
      <w:sdt>
        <w:sdtPr>
          <w:rPr>
            <w:b/>
            <w:bCs/>
          </w:rPr>
          <w:alias w:val="Firma"/>
          <w:tag w:val=""/>
          <w:id w:val="904329914"/>
          <w:placeholder>
            <w:docPart w:val="D324640516B44022B05070721624C62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22675">
            <w:rPr>
              <w:b/>
              <w:bCs/>
            </w:rPr>
            <w:t>FINN Sp. z o.o.</w:t>
          </w:r>
        </w:sdtContent>
      </w:sdt>
      <w:r w:rsidRPr="007872B0">
        <w:rPr>
          <w:b/>
          <w:bCs/>
        </w:rPr>
        <w:t xml:space="preserve">, </w:t>
      </w:r>
      <w:sdt>
        <w:sdtPr>
          <w:rPr>
            <w:b/>
            <w:bCs/>
          </w:rPr>
          <w:alias w:val="Adres firmy"/>
          <w:tag w:val=""/>
          <w:id w:val="889390434"/>
          <w:placeholder>
            <w:docPart w:val="F02BADC4B37D4423A13AC8A727697067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D22675">
            <w:rPr>
              <w:b/>
              <w:bCs/>
            </w:rPr>
            <w:t>98-313 Konopnica, Wrońsko 1a</w:t>
          </w:r>
        </w:sdtContent>
      </w:sdt>
      <w:r w:rsidRPr="007872B0">
        <w:rPr>
          <w:b/>
          <w:bCs/>
        </w:rPr>
        <w:t xml:space="preserve"> </w:t>
      </w:r>
      <w:r w:rsidRPr="007872B0">
        <w:t>na realizację zamówienia pn.</w:t>
      </w:r>
      <w:r w:rsidRPr="007872B0">
        <w:rPr>
          <w:b/>
          <w:bCs/>
        </w:rPr>
        <w:t xml:space="preserve"> </w:t>
      </w:r>
      <w:sdt>
        <w:sdtPr>
          <w:rPr>
            <w:b/>
            <w:bCs/>
          </w:rPr>
          <w:alias w:val="Temat"/>
          <w:tag w:val=""/>
          <w:id w:val="-48846431"/>
          <w:placeholder>
            <w:docPart w:val="6DC895CCD1C7422C8C311288F18109B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53ACA">
            <w:rPr>
              <w:b/>
              <w:bCs/>
            </w:rPr>
            <w:t>Usługi kadry naukowo-technicznej – Tester</w:t>
          </w:r>
        </w:sdtContent>
      </w:sdt>
      <w:r w:rsidRPr="007872B0">
        <w:t xml:space="preserve"> oraz  zgodnie z wymaganiami określonymi w</w:t>
      </w:r>
      <w:r w:rsidR="00E12C1A">
        <w:t> </w:t>
      </w:r>
      <w:r w:rsidRPr="007872B0">
        <w:rPr>
          <w:b/>
          <w:bCs/>
        </w:rPr>
        <w:t xml:space="preserve">Zapytaniu ofertowym nr </w:t>
      </w:r>
      <w:sdt>
        <w:sdtPr>
          <w:rPr>
            <w:b/>
            <w:bCs/>
          </w:rPr>
          <w:alias w:val="Tytuł"/>
          <w:tag w:val=""/>
          <w:id w:val="969485012"/>
          <w:placeholder>
            <w:docPart w:val="67DBC1369DE94DED85B591713029306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53ACA">
            <w:rPr>
              <w:b/>
              <w:bCs/>
            </w:rPr>
            <w:t>ADSR UC.05/2024-S4</w:t>
          </w:r>
        </w:sdtContent>
      </w:sdt>
      <w:r w:rsidRPr="007872B0">
        <w:rPr>
          <w:b/>
          <w:bCs/>
        </w:rPr>
        <w:t>.</w:t>
      </w:r>
    </w:p>
    <w:p w14:paraId="3D57FB61" w14:textId="77777777" w:rsidR="007872B0" w:rsidRDefault="007872B0" w:rsidP="00640F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872B0" w14:paraId="72A774A9" w14:textId="77777777" w:rsidTr="007872B0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735382F0" w14:textId="77777777" w:rsidR="007872B0" w:rsidRPr="007872B0" w:rsidRDefault="007872B0" w:rsidP="007872B0">
            <w:pPr>
              <w:jc w:val="center"/>
              <w:rPr>
                <w:lang w:val="pl-PL"/>
              </w:rPr>
            </w:pPr>
            <w:r w:rsidRPr="007872B0">
              <w:rPr>
                <w:b/>
                <w:bCs/>
                <w:lang w:val="pl-PL"/>
              </w:rPr>
              <w:t>Opis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65D3350F" w14:textId="77777777" w:rsidR="007872B0" w:rsidRPr="007872B0" w:rsidRDefault="007872B0" w:rsidP="007872B0">
            <w:pPr>
              <w:jc w:val="center"/>
              <w:rPr>
                <w:lang w:val="pl-PL"/>
              </w:rPr>
            </w:pPr>
            <w:r w:rsidRPr="007872B0">
              <w:rPr>
                <w:b/>
                <w:bCs/>
                <w:lang w:val="pl-PL"/>
              </w:rPr>
              <w:t>Opis kompetencji</w:t>
            </w:r>
          </w:p>
        </w:tc>
      </w:tr>
      <w:tr w:rsidR="007872B0" w14:paraId="683DC0C7" w14:textId="77777777" w:rsidTr="007872B0">
        <w:trPr>
          <w:trHeight w:val="1936"/>
        </w:trPr>
        <w:tc>
          <w:tcPr>
            <w:tcW w:w="4530" w:type="dxa"/>
          </w:tcPr>
          <w:p w14:paraId="1D336D09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  <w:r w:rsidRPr="007872B0">
              <w:rPr>
                <w:b/>
                <w:bCs/>
                <w:lang w:val="pl-PL"/>
              </w:rPr>
              <w:t>Krótki opis doświadczenia Oferenta</w:t>
            </w:r>
            <w:r w:rsidR="00F433B5">
              <w:rPr>
                <w:b/>
                <w:bCs/>
                <w:lang w:val="pl-PL"/>
              </w:rPr>
              <w:t>/ki</w:t>
            </w:r>
            <w:r w:rsidRPr="007872B0">
              <w:rPr>
                <w:b/>
                <w:bCs/>
                <w:lang w:val="pl-PL"/>
              </w:rPr>
              <w:t xml:space="preserve"> </w:t>
            </w:r>
          </w:p>
          <w:p w14:paraId="58EAACA3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  <w:r w:rsidRPr="007872B0">
              <w:rPr>
                <w:i/>
                <w:iCs/>
                <w:lang w:val="pl-PL"/>
              </w:rPr>
              <w:t>(w zakresie odpowiadającym przedmiotowemu zamówieniu do 350 znaków)</w:t>
            </w:r>
          </w:p>
        </w:tc>
        <w:tc>
          <w:tcPr>
            <w:tcW w:w="4530" w:type="dxa"/>
          </w:tcPr>
          <w:p w14:paraId="3DEDD629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</w:p>
        </w:tc>
      </w:tr>
      <w:tr w:rsidR="007872B0" w14:paraId="0D18761D" w14:textId="77777777" w:rsidTr="007872B0">
        <w:trPr>
          <w:trHeight w:val="1836"/>
        </w:trPr>
        <w:tc>
          <w:tcPr>
            <w:tcW w:w="4530" w:type="dxa"/>
          </w:tcPr>
          <w:p w14:paraId="241982FD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  <w:r w:rsidRPr="007872B0">
              <w:rPr>
                <w:b/>
                <w:bCs/>
                <w:lang w:val="pl-PL"/>
              </w:rPr>
              <w:t>Doświadczenie w zakresie projektów B+R</w:t>
            </w:r>
          </w:p>
          <w:p w14:paraId="01C2DE95" w14:textId="77777777" w:rsidR="007872B0" w:rsidRPr="007872B0" w:rsidRDefault="007872B0" w:rsidP="007872B0">
            <w:pPr>
              <w:jc w:val="left"/>
            </w:pPr>
            <w:r w:rsidRPr="007872B0">
              <w:rPr>
                <w:i/>
                <w:iCs/>
              </w:rPr>
              <w:t>(</w:t>
            </w:r>
            <w:proofErr w:type="spellStart"/>
            <w:r w:rsidRPr="007872B0">
              <w:rPr>
                <w:i/>
                <w:iCs/>
              </w:rPr>
              <w:t>tytuł</w:t>
            </w:r>
            <w:proofErr w:type="spellEnd"/>
            <w:r w:rsidRPr="007872B0">
              <w:rPr>
                <w:i/>
                <w:iCs/>
              </w:rPr>
              <w:t xml:space="preserve"> </w:t>
            </w:r>
            <w:proofErr w:type="spellStart"/>
            <w:r w:rsidRPr="007872B0">
              <w:rPr>
                <w:i/>
                <w:iCs/>
              </w:rPr>
              <w:t>projektu</w:t>
            </w:r>
            <w:proofErr w:type="spellEnd"/>
            <w:r w:rsidRPr="007872B0">
              <w:rPr>
                <w:i/>
                <w:iCs/>
              </w:rPr>
              <w:t xml:space="preserve">, </w:t>
            </w:r>
            <w:proofErr w:type="spellStart"/>
            <w:r w:rsidRPr="007872B0">
              <w:rPr>
                <w:i/>
                <w:iCs/>
              </w:rPr>
              <w:t>rok</w:t>
            </w:r>
            <w:proofErr w:type="spellEnd"/>
            <w:r w:rsidRPr="007872B0">
              <w:rPr>
                <w:i/>
                <w:iCs/>
              </w:rPr>
              <w:t xml:space="preserve"> </w:t>
            </w:r>
            <w:proofErr w:type="spellStart"/>
            <w:r w:rsidRPr="007872B0">
              <w:rPr>
                <w:i/>
                <w:iCs/>
              </w:rPr>
              <w:t>realizacji</w:t>
            </w:r>
            <w:proofErr w:type="spellEnd"/>
            <w:r w:rsidRPr="007872B0">
              <w:rPr>
                <w:i/>
                <w:iCs/>
              </w:rPr>
              <w:t>)</w:t>
            </w:r>
          </w:p>
        </w:tc>
        <w:tc>
          <w:tcPr>
            <w:tcW w:w="4530" w:type="dxa"/>
          </w:tcPr>
          <w:p w14:paraId="2BE1B639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</w:p>
        </w:tc>
      </w:tr>
      <w:tr w:rsidR="007872B0" w14:paraId="0D9B7DBC" w14:textId="77777777" w:rsidTr="007872B0">
        <w:trPr>
          <w:trHeight w:val="1976"/>
        </w:trPr>
        <w:tc>
          <w:tcPr>
            <w:tcW w:w="4530" w:type="dxa"/>
          </w:tcPr>
          <w:p w14:paraId="7E77F300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  <w:r w:rsidRPr="007872B0">
              <w:rPr>
                <w:b/>
                <w:bCs/>
                <w:i/>
                <w:iCs/>
                <w:lang w:val="pl-PL"/>
              </w:rPr>
              <w:t>Kwalifikacje, umiejętności, publikacje, patenty itp.</w:t>
            </w:r>
          </w:p>
          <w:p w14:paraId="5AB2373E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  <w:r w:rsidRPr="007872B0">
              <w:rPr>
                <w:i/>
                <w:iCs/>
                <w:lang w:val="pl-PL"/>
              </w:rPr>
              <w:t>(w zakresie wymaganym w Zapytaniu)</w:t>
            </w:r>
          </w:p>
        </w:tc>
        <w:tc>
          <w:tcPr>
            <w:tcW w:w="4530" w:type="dxa"/>
          </w:tcPr>
          <w:p w14:paraId="01FE2343" w14:textId="77777777" w:rsidR="007872B0" w:rsidRPr="007872B0" w:rsidRDefault="007872B0" w:rsidP="007872B0">
            <w:pPr>
              <w:jc w:val="left"/>
              <w:rPr>
                <w:lang w:val="pl-PL"/>
              </w:rPr>
            </w:pPr>
          </w:p>
        </w:tc>
      </w:tr>
    </w:tbl>
    <w:p w14:paraId="21335836" w14:textId="77777777" w:rsidR="007872B0" w:rsidRPr="007872B0" w:rsidRDefault="007872B0" w:rsidP="007872B0">
      <w:r w:rsidRPr="007872B0">
        <w:t xml:space="preserve">……………………………………. </w:t>
      </w:r>
      <w:r>
        <w:tab/>
      </w:r>
      <w:r>
        <w:tab/>
      </w:r>
      <w:r>
        <w:tab/>
        <w:t>……….</w:t>
      </w:r>
      <w:r w:rsidRPr="007872B0">
        <w:t>…..........………………………………………………………..</w:t>
      </w:r>
    </w:p>
    <w:p w14:paraId="49CBE1F7" w14:textId="14FA526B" w:rsidR="007872B0" w:rsidRPr="007872B0" w:rsidRDefault="007872B0" w:rsidP="00640F42">
      <w:pPr>
        <w:rPr>
          <w:sz w:val="18"/>
          <w:szCs w:val="18"/>
        </w:rPr>
      </w:pPr>
      <w:r w:rsidRPr="007872B0">
        <w:rPr>
          <w:sz w:val="18"/>
          <w:szCs w:val="18"/>
        </w:rPr>
        <w:t>(miejscowość i data)</w:t>
      </w:r>
      <w:r w:rsidRPr="007872B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872B0">
        <w:rPr>
          <w:sz w:val="18"/>
          <w:szCs w:val="18"/>
        </w:rPr>
        <w:t>(podpis/y przedstawiciela Oferenta</w:t>
      </w:r>
      <w:r w:rsidR="009B034D">
        <w:rPr>
          <w:sz w:val="18"/>
          <w:szCs w:val="18"/>
        </w:rPr>
        <w:t>/ki</w:t>
      </w:r>
      <w:r w:rsidRPr="007872B0">
        <w:rPr>
          <w:sz w:val="18"/>
          <w:szCs w:val="18"/>
        </w:rPr>
        <w:t xml:space="preserve"> upoważnionego do składania oświadczeń woli</w:t>
      </w:r>
    </w:p>
    <w:sectPr w:rsidR="007872B0" w:rsidRPr="007872B0" w:rsidSect="00B14C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8DFAE" w14:textId="77777777" w:rsidR="004005B8" w:rsidRDefault="004005B8" w:rsidP="00276C21">
      <w:pPr>
        <w:spacing w:after="0" w:line="240" w:lineRule="auto"/>
      </w:pPr>
      <w:r>
        <w:separator/>
      </w:r>
    </w:p>
  </w:endnote>
  <w:endnote w:type="continuationSeparator" w:id="0">
    <w:p w14:paraId="7A15E2B1" w14:textId="77777777" w:rsidR="004005B8" w:rsidRDefault="004005B8" w:rsidP="0027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AA895" w14:textId="77777777" w:rsidR="00D22675" w:rsidRDefault="00D22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2642244"/>
      <w:docPartObj>
        <w:docPartGallery w:val="Page Numbers (Bottom of Page)"/>
        <w:docPartUnique/>
      </w:docPartObj>
    </w:sdtPr>
    <w:sdtEndPr/>
    <w:sdtContent>
      <w:p w14:paraId="55EEA780" w14:textId="77777777" w:rsidR="004005B8" w:rsidRDefault="00D22675" w:rsidP="00D43999">
        <w:pPr>
          <w:pStyle w:val="Stopka"/>
          <w:pBdr>
            <w:top w:val="single" w:sz="4" w:space="1" w:color="auto"/>
          </w:pBdr>
          <w:jc w:val="center"/>
        </w:pPr>
        <w:r>
          <w:rPr>
            <w:noProof/>
          </w:rPr>
          <w:drawing>
            <wp:inline distT="0" distB="0" distL="0" distR="0" wp14:anchorId="5DF86538" wp14:editId="1D4FF362">
              <wp:extent cx="5759450" cy="1097280"/>
              <wp:effectExtent l="0" t="0" r="0" b="0"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FENG_RP_UE_RGB-2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10972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3F9CAFAB" w14:textId="77777777" w:rsidR="004005B8" w:rsidRDefault="00D22675" w:rsidP="00D43999">
        <w:pPr>
          <w:pStyle w:val="Stopka"/>
          <w:pBdr>
            <w:top w:val="single" w:sz="4" w:space="1" w:color="auto"/>
          </w:pBdr>
          <w:jc w:val="center"/>
        </w:pPr>
        <w:r w:rsidRPr="0022542D">
          <w:rPr>
            <w:sz w:val="12"/>
            <w:szCs w:val="12"/>
          </w:rPr>
          <w:t xml:space="preserve">Projekt pt. </w:t>
        </w:r>
        <w:r w:rsidRPr="0022542D">
          <w:rPr>
            <w:b/>
            <w:sz w:val="12"/>
            <w:szCs w:val="12"/>
          </w:rPr>
          <w:t xml:space="preserve">„Inteligentne algorytmy i </w:t>
        </w:r>
        <w:proofErr w:type="spellStart"/>
        <w:r w:rsidRPr="0022542D">
          <w:rPr>
            <w:b/>
            <w:sz w:val="12"/>
            <w:szCs w:val="12"/>
          </w:rPr>
          <w:t>interoperacyjne</w:t>
        </w:r>
        <w:proofErr w:type="spellEnd"/>
        <w:r w:rsidRPr="0022542D">
          <w:rPr>
            <w:b/>
            <w:sz w:val="12"/>
            <w:szCs w:val="12"/>
          </w:rPr>
          <w:t xml:space="preserve"> aplikacje do integracji systemów zarządzania energią BEMS/</w:t>
        </w:r>
        <w:proofErr w:type="spellStart"/>
        <w:r w:rsidRPr="0022542D">
          <w:rPr>
            <w:b/>
            <w:sz w:val="12"/>
            <w:szCs w:val="12"/>
          </w:rPr>
          <w:t>EnMS</w:t>
        </w:r>
        <w:proofErr w:type="spellEnd"/>
        <w:r w:rsidRPr="0022542D">
          <w:rPr>
            <w:b/>
            <w:sz w:val="12"/>
            <w:szCs w:val="12"/>
          </w:rPr>
          <w:t xml:space="preserve"> z systemami BACS/BMS/HMS, ESS i </w:t>
        </w:r>
        <w:proofErr w:type="spellStart"/>
        <w:r w:rsidRPr="0022542D">
          <w:rPr>
            <w:b/>
            <w:sz w:val="12"/>
            <w:szCs w:val="12"/>
          </w:rPr>
          <w:t>AKPiA</w:t>
        </w:r>
        <w:proofErr w:type="spellEnd"/>
        <w:r w:rsidRPr="0022542D">
          <w:rPr>
            <w:b/>
            <w:sz w:val="12"/>
            <w:szCs w:val="12"/>
          </w:rPr>
          <w:t>, w celu optymalizacji wykorzystania energii w ramach programów elastyczności energetycznej DSR (</w:t>
        </w:r>
        <w:proofErr w:type="spellStart"/>
        <w:r w:rsidRPr="0022542D">
          <w:rPr>
            <w:b/>
            <w:sz w:val="12"/>
            <w:szCs w:val="12"/>
          </w:rPr>
          <w:t>Demand</w:t>
        </w:r>
        <w:proofErr w:type="spellEnd"/>
        <w:r w:rsidRPr="0022542D">
          <w:rPr>
            <w:b/>
            <w:sz w:val="12"/>
            <w:szCs w:val="12"/>
          </w:rPr>
          <w:t xml:space="preserve"> </w:t>
        </w:r>
        <w:proofErr w:type="spellStart"/>
        <w:r w:rsidRPr="0022542D">
          <w:rPr>
            <w:b/>
            <w:sz w:val="12"/>
            <w:szCs w:val="12"/>
          </w:rPr>
          <w:t>Side</w:t>
        </w:r>
        <w:proofErr w:type="spellEnd"/>
        <w:r w:rsidRPr="0022542D">
          <w:rPr>
            <w:b/>
            <w:sz w:val="12"/>
            <w:szCs w:val="12"/>
          </w:rPr>
          <w:t xml:space="preserve"> </w:t>
        </w:r>
        <w:proofErr w:type="spellStart"/>
        <w:r w:rsidRPr="0022542D">
          <w:rPr>
            <w:b/>
            <w:sz w:val="12"/>
            <w:szCs w:val="12"/>
          </w:rPr>
          <w:t>Response</w:t>
        </w:r>
        <w:proofErr w:type="spellEnd"/>
        <w:r w:rsidRPr="0022542D">
          <w:rPr>
            <w:b/>
            <w:sz w:val="12"/>
            <w:szCs w:val="12"/>
          </w:rPr>
          <w:t>)”</w:t>
        </w:r>
        <w:r w:rsidRPr="0022542D">
          <w:rPr>
            <w:sz w:val="12"/>
            <w:szCs w:val="12"/>
          </w:rPr>
          <w:t xml:space="preserve"> </w:t>
        </w:r>
        <w:r w:rsidRPr="0022542D">
          <w:rPr>
            <w:b/>
            <w:sz w:val="12"/>
            <w:szCs w:val="12"/>
          </w:rPr>
          <w:t xml:space="preserve">nr </w:t>
        </w:r>
        <w:r>
          <w:rPr>
            <w:b/>
            <w:sz w:val="12"/>
            <w:szCs w:val="12"/>
          </w:rPr>
          <w:t xml:space="preserve">umowy </w:t>
        </w:r>
        <w:r w:rsidRPr="0022542D">
          <w:rPr>
            <w:b/>
            <w:sz w:val="12"/>
            <w:szCs w:val="12"/>
          </w:rPr>
          <w:t>FENG.01.01-IP.02-0063/23</w:t>
        </w:r>
        <w:r w:rsidRPr="0022542D">
          <w:rPr>
            <w:sz w:val="12"/>
            <w:szCs w:val="12"/>
          </w:rPr>
          <w:t xml:space="preserve"> </w:t>
        </w:r>
        <w:r>
          <w:rPr>
            <w:sz w:val="12"/>
            <w:szCs w:val="12"/>
          </w:rPr>
          <w:t xml:space="preserve">z dnia </w:t>
        </w:r>
        <w:r w:rsidRPr="00984232">
          <w:rPr>
            <w:b/>
            <w:sz w:val="12"/>
            <w:szCs w:val="12"/>
          </w:rPr>
          <w:t>16.02.2024 r</w:t>
        </w:r>
        <w:r>
          <w:rPr>
            <w:sz w:val="12"/>
            <w:szCs w:val="12"/>
          </w:rPr>
          <w:t xml:space="preserve"> </w:t>
        </w:r>
        <w:r w:rsidRPr="0022542D">
          <w:rPr>
            <w:sz w:val="12"/>
            <w:szCs w:val="12"/>
          </w:rPr>
          <w:t>współfinansowany ze środków Programu Funduszy Europejskich dla Nowoczesnej Gospodarki 2021–2027 Priorytet 1. Wsparcie dla przedsiębiorców, 1.1. Ścieżka SMART</w:t>
        </w:r>
        <w:r w:rsidRPr="00E223E8">
          <w:rPr>
            <w:sz w:val="13"/>
            <w:szCs w:val="13"/>
          </w:rPr>
          <w:t>.</w:t>
        </w:r>
      </w:p>
      <w:p w14:paraId="790C089C" w14:textId="77777777" w:rsidR="00276C21" w:rsidRDefault="004005B8" w:rsidP="00D22675">
        <w:pPr>
          <w:pStyle w:val="Stopka"/>
          <w:jc w:val="center"/>
        </w:pPr>
        <w:r w:rsidRPr="00582EDB">
          <w:fldChar w:fldCharType="begin"/>
        </w:r>
        <w:r w:rsidRPr="00582EDB">
          <w:instrText>PAGE   \* MERGEFORMAT</w:instrText>
        </w:r>
        <w:r w:rsidRPr="00582EDB">
          <w:fldChar w:fldCharType="separate"/>
        </w:r>
        <w:r w:rsidRPr="00582EDB">
          <w:t>2</w:t>
        </w:r>
        <w:r w:rsidRPr="00582EDB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5477989"/>
      <w:docPartObj>
        <w:docPartGallery w:val="Page Numbers (Bottom of Page)"/>
        <w:docPartUnique/>
      </w:docPartObj>
    </w:sdtPr>
    <w:sdtEndPr/>
    <w:sdtContent>
      <w:p w14:paraId="75B11221" w14:textId="77777777" w:rsidR="00276C21" w:rsidRDefault="00276C21" w:rsidP="00193B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EF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88C1C" w14:textId="77777777" w:rsidR="004005B8" w:rsidRDefault="004005B8" w:rsidP="00276C21">
      <w:pPr>
        <w:spacing w:after="0" w:line="240" w:lineRule="auto"/>
      </w:pPr>
      <w:r>
        <w:separator/>
      </w:r>
    </w:p>
  </w:footnote>
  <w:footnote w:type="continuationSeparator" w:id="0">
    <w:p w14:paraId="332BDE9C" w14:textId="77777777" w:rsidR="004005B8" w:rsidRDefault="004005B8" w:rsidP="00276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F8F9" w14:textId="77777777" w:rsidR="00D22675" w:rsidRDefault="00D226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1"/>
      <w:gridCol w:w="1814"/>
      <w:gridCol w:w="2721"/>
      <w:gridCol w:w="1814"/>
    </w:tblGrid>
    <w:tr w:rsidR="00D22675" w:rsidRPr="00C53ACA" w14:paraId="6FBB559C" w14:textId="77777777" w:rsidTr="003A76D8">
      <w:trPr>
        <w:trHeight w:val="742"/>
      </w:trPr>
      <w:tc>
        <w:tcPr>
          <w:tcW w:w="1500" w:type="pct"/>
          <w:vAlign w:val="center"/>
          <w:hideMark/>
        </w:tcPr>
        <w:p w14:paraId="0CD2DE87" w14:textId="77777777" w:rsidR="00D22675" w:rsidRPr="00AA7890" w:rsidRDefault="00D22675" w:rsidP="00522011">
          <w:pPr>
            <w:pStyle w:val="Nagwek"/>
            <w:jc w:val="left"/>
          </w:pPr>
          <w:r w:rsidRPr="00AA7890">
            <w:rPr>
              <w:noProof/>
            </w:rPr>
            <w:drawing>
              <wp:inline distT="0" distB="0" distL="0" distR="0" wp14:anchorId="5F5FFA0B" wp14:editId="00086ADE">
                <wp:extent cx="1071000" cy="475560"/>
                <wp:effectExtent l="0" t="0" r="0" b="0"/>
                <wp:docPr id="1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1000" cy="475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0" w:type="pct"/>
          <w:vAlign w:val="center"/>
          <w:hideMark/>
        </w:tcPr>
        <w:p w14:paraId="10AFA754" w14:textId="77777777" w:rsidR="00D22675" w:rsidRPr="003A76D8" w:rsidRDefault="00D22675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rStyle w:val="Pogrubienie"/>
              <w:lang w:val="pl-PL"/>
            </w:rPr>
          </w:pPr>
          <w:r w:rsidRPr="003A76D8">
            <w:rPr>
              <w:rStyle w:val="Pogrubienie"/>
              <w:lang w:val="pl-PL"/>
            </w:rPr>
            <w:t>FINN Sp. z o.o.</w:t>
          </w:r>
        </w:p>
        <w:p w14:paraId="3DB30387" w14:textId="77777777" w:rsidR="00D22675" w:rsidRDefault="00D22675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lang w:val="pl-PL"/>
            </w:rPr>
          </w:pPr>
          <w:r w:rsidRPr="000F2A1B">
            <w:rPr>
              <w:lang w:val="pl-PL"/>
            </w:rPr>
            <w:t xml:space="preserve">ul. </w:t>
          </w:r>
          <w:r>
            <w:rPr>
              <w:lang w:val="pl-PL"/>
            </w:rPr>
            <w:t>Reymonta 5</w:t>
          </w:r>
        </w:p>
        <w:p w14:paraId="179B2CDC" w14:textId="77777777" w:rsidR="00D22675" w:rsidRDefault="00D22675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lang w:val="pl-PL"/>
            </w:rPr>
            <w:t>93-49</w:t>
          </w:r>
          <w:r>
            <w:rPr>
              <w:lang w:val="pl-PL"/>
            </w:rPr>
            <w:t>1</w:t>
          </w:r>
          <w:r w:rsidRPr="000F2A1B">
            <w:rPr>
              <w:lang w:val="pl-PL"/>
            </w:rPr>
            <w:t xml:space="preserve"> Łódź</w:t>
          </w:r>
        </w:p>
        <w:p w14:paraId="3714AD18" w14:textId="77777777" w:rsidR="00D22675" w:rsidRPr="005A4A02" w:rsidRDefault="00D22675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NIP 8321912565</w:t>
          </w:r>
        </w:p>
      </w:tc>
      <w:tc>
        <w:tcPr>
          <w:tcW w:w="1500" w:type="pct"/>
          <w:vAlign w:val="center"/>
          <w:hideMark/>
        </w:tcPr>
        <w:p w14:paraId="2F413BE6" w14:textId="77777777" w:rsidR="00D22675" w:rsidRDefault="00D22675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REGON</w:t>
          </w:r>
          <w:r>
            <w:rPr>
              <w:color w:val="404040" w:themeColor="text1" w:themeTint="BF"/>
              <w:lang w:val="pl-PL"/>
            </w:rPr>
            <w:t> </w:t>
          </w:r>
          <w:r w:rsidRPr="000F2A1B">
            <w:rPr>
              <w:color w:val="404040" w:themeColor="text1" w:themeTint="BF"/>
              <w:lang w:val="pl-PL"/>
            </w:rPr>
            <w:t>731586439</w:t>
          </w:r>
        </w:p>
        <w:p w14:paraId="74A3B9A6" w14:textId="77777777" w:rsidR="00D22675" w:rsidRDefault="00D22675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KRS</w:t>
          </w:r>
          <w:r>
            <w:rPr>
              <w:color w:val="404040" w:themeColor="text1" w:themeTint="BF"/>
              <w:lang w:val="pl-PL"/>
            </w:rPr>
            <w:t> </w:t>
          </w:r>
          <w:r w:rsidRPr="000F2A1B">
            <w:rPr>
              <w:color w:val="404040" w:themeColor="text1" w:themeTint="BF"/>
              <w:lang w:val="pl-PL"/>
            </w:rPr>
            <w:t>0000023991</w:t>
          </w:r>
        </w:p>
        <w:p w14:paraId="48160001" w14:textId="77777777" w:rsidR="00D22675" w:rsidRDefault="00D22675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Kapitał zakł</w:t>
          </w:r>
          <w:r>
            <w:rPr>
              <w:color w:val="404040" w:themeColor="text1" w:themeTint="BF"/>
              <w:lang w:val="pl-PL"/>
            </w:rPr>
            <w:t>adowy</w:t>
          </w:r>
          <w:r w:rsidRPr="000F2A1B">
            <w:rPr>
              <w:color w:val="404040" w:themeColor="text1" w:themeTint="BF"/>
              <w:lang w:val="pl-PL"/>
            </w:rPr>
            <w:t xml:space="preserve"> 1 400 000 PLN</w:t>
          </w:r>
        </w:p>
        <w:p w14:paraId="0F0AF305" w14:textId="77777777" w:rsidR="00D22675" w:rsidRPr="005A4A02" w:rsidRDefault="00D22675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611E6B">
            <w:rPr>
              <w:lang w:val="pl-PL"/>
            </w:rPr>
            <w:t xml:space="preserve">Sąd Rej. </w:t>
          </w:r>
          <w:r w:rsidRPr="006C0898">
            <w:rPr>
              <w:lang w:val="pl-PL"/>
            </w:rPr>
            <w:t>Łódź-Śr. XX Wydział KRS</w:t>
          </w:r>
        </w:p>
      </w:tc>
      <w:tc>
        <w:tcPr>
          <w:tcW w:w="1000" w:type="pct"/>
          <w:vAlign w:val="center"/>
          <w:hideMark/>
        </w:tcPr>
        <w:p w14:paraId="3219B353" w14:textId="77777777" w:rsidR="00D22675" w:rsidRPr="003A76D8" w:rsidRDefault="00D22675" w:rsidP="003A76D8">
          <w:pPr>
            <w:pStyle w:val="Nagwek"/>
            <w:jc w:val="right"/>
            <w:rPr>
              <w:lang w:val="en-US"/>
            </w:rPr>
          </w:pPr>
          <w:r>
            <w:rPr>
              <w:lang w:val="en-US"/>
            </w:rPr>
            <w:t>t</w:t>
          </w:r>
          <w:r w:rsidRPr="003A76D8">
            <w:rPr>
              <w:lang w:val="en-US"/>
            </w:rPr>
            <w:t>el</w:t>
          </w:r>
          <w:r>
            <w:rPr>
              <w:lang w:val="en-US"/>
            </w:rPr>
            <w:t>.</w:t>
          </w:r>
          <w:r w:rsidRPr="003A76D8">
            <w:rPr>
              <w:lang w:val="en-US"/>
            </w:rPr>
            <w:t xml:space="preserve"> </w:t>
          </w:r>
          <w:r>
            <w:rPr>
              <w:lang w:val="en-US"/>
            </w:rPr>
            <w:t xml:space="preserve">+48 </w:t>
          </w:r>
          <w:r w:rsidRPr="003A76D8">
            <w:rPr>
              <w:lang w:val="en-US"/>
            </w:rPr>
            <w:t>(42) 206 66 00</w:t>
          </w:r>
        </w:p>
        <w:p w14:paraId="1F014CF3" w14:textId="77777777" w:rsidR="00D22675" w:rsidRPr="003A76D8" w:rsidRDefault="00D22675" w:rsidP="003A76D8">
          <w:pPr>
            <w:pStyle w:val="Nagwek"/>
            <w:jc w:val="right"/>
            <w:rPr>
              <w:lang w:val="en-US"/>
            </w:rPr>
          </w:pPr>
          <w:r w:rsidRPr="003A76D8">
            <w:rPr>
              <w:lang w:val="en-US"/>
            </w:rPr>
            <w:t xml:space="preserve">fax </w:t>
          </w:r>
          <w:r>
            <w:rPr>
              <w:lang w:val="en-US"/>
            </w:rPr>
            <w:t xml:space="preserve">+48 </w:t>
          </w:r>
          <w:r w:rsidRPr="003A76D8">
            <w:rPr>
              <w:lang w:val="en-US"/>
            </w:rPr>
            <w:t xml:space="preserve">(42) </w:t>
          </w:r>
          <w:r>
            <w:rPr>
              <w:lang w:val="en-US"/>
            </w:rPr>
            <w:t>206 66 20</w:t>
          </w:r>
        </w:p>
        <w:p w14:paraId="0FF1B8EF" w14:textId="77777777" w:rsidR="00D22675" w:rsidRPr="003A76D8" w:rsidRDefault="00D22675" w:rsidP="003A76D8">
          <w:pPr>
            <w:pStyle w:val="Nagwek"/>
            <w:jc w:val="right"/>
            <w:rPr>
              <w:lang w:val="en-US"/>
            </w:rPr>
          </w:pPr>
          <w:r w:rsidRPr="00B66791">
            <w:rPr>
              <w:lang w:val="en-US"/>
            </w:rPr>
            <w:t>sekretariat@finn.pl</w:t>
          </w:r>
        </w:p>
        <w:p w14:paraId="47505435" w14:textId="77777777" w:rsidR="00D22675" w:rsidRPr="003A76D8" w:rsidRDefault="00D22675" w:rsidP="003A76D8">
          <w:pPr>
            <w:pStyle w:val="Nagwek"/>
            <w:jc w:val="right"/>
            <w:rPr>
              <w:lang w:val="en-US"/>
            </w:rPr>
          </w:pPr>
          <w:r w:rsidRPr="003A76D8">
            <w:rPr>
              <w:lang w:val="en-US"/>
            </w:rPr>
            <w:t>www.finn.com.pl</w:t>
          </w:r>
        </w:p>
      </w:tc>
    </w:tr>
  </w:tbl>
  <w:p w14:paraId="00D03225" w14:textId="77777777" w:rsidR="00276C21" w:rsidRPr="00D22675" w:rsidRDefault="00276C21" w:rsidP="00276C21">
    <w:pPr>
      <w:pStyle w:val="Nagwek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25A5D" w14:textId="77777777" w:rsidR="00D22675" w:rsidRDefault="00D22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76C96"/>
    <w:multiLevelType w:val="multilevel"/>
    <w:tmpl w:val="11C4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A860E0"/>
    <w:multiLevelType w:val="multilevel"/>
    <w:tmpl w:val="6E90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F46B4E"/>
    <w:multiLevelType w:val="multilevel"/>
    <w:tmpl w:val="321A8A28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430"/>
    <w:rsid w:val="00001FA1"/>
    <w:rsid w:val="0000621C"/>
    <w:rsid w:val="000077E3"/>
    <w:rsid w:val="00084C3F"/>
    <w:rsid w:val="000A3DF2"/>
    <w:rsid w:val="000B4A16"/>
    <w:rsid w:val="000C6FF7"/>
    <w:rsid w:val="000D0424"/>
    <w:rsid w:val="000D3096"/>
    <w:rsid w:val="001438FB"/>
    <w:rsid w:val="00193B0B"/>
    <w:rsid w:val="00193F86"/>
    <w:rsid w:val="001975AF"/>
    <w:rsid w:val="001A1D16"/>
    <w:rsid w:val="001A23FE"/>
    <w:rsid w:val="001A4E49"/>
    <w:rsid w:val="001D34E0"/>
    <w:rsid w:val="001D49D3"/>
    <w:rsid w:val="001F412E"/>
    <w:rsid w:val="001F4BE3"/>
    <w:rsid w:val="00251F22"/>
    <w:rsid w:val="00263533"/>
    <w:rsid w:val="00276C21"/>
    <w:rsid w:val="002F3679"/>
    <w:rsid w:val="00342DA8"/>
    <w:rsid w:val="00344EBF"/>
    <w:rsid w:val="00346F48"/>
    <w:rsid w:val="003871B5"/>
    <w:rsid w:val="004005B8"/>
    <w:rsid w:val="00455CC0"/>
    <w:rsid w:val="00477F0B"/>
    <w:rsid w:val="004E35EE"/>
    <w:rsid w:val="005220BC"/>
    <w:rsid w:val="00557F59"/>
    <w:rsid w:val="005C403E"/>
    <w:rsid w:val="005C759C"/>
    <w:rsid w:val="00601D7D"/>
    <w:rsid w:val="006051A3"/>
    <w:rsid w:val="00625B22"/>
    <w:rsid w:val="00637B6F"/>
    <w:rsid w:val="006D2430"/>
    <w:rsid w:val="007012D7"/>
    <w:rsid w:val="00706BBB"/>
    <w:rsid w:val="00760416"/>
    <w:rsid w:val="00783F02"/>
    <w:rsid w:val="007872B0"/>
    <w:rsid w:val="007910FC"/>
    <w:rsid w:val="007D2A85"/>
    <w:rsid w:val="007D40D3"/>
    <w:rsid w:val="007F4A1F"/>
    <w:rsid w:val="008247BE"/>
    <w:rsid w:val="008E11C7"/>
    <w:rsid w:val="008E20C6"/>
    <w:rsid w:val="008F2756"/>
    <w:rsid w:val="00903748"/>
    <w:rsid w:val="00912898"/>
    <w:rsid w:val="009330D9"/>
    <w:rsid w:val="009831ED"/>
    <w:rsid w:val="009A3EE4"/>
    <w:rsid w:val="009B034D"/>
    <w:rsid w:val="00A208F7"/>
    <w:rsid w:val="00A233BF"/>
    <w:rsid w:val="00A60ECD"/>
    <w:rsid w:val="00A752E3"/>
    <w:rsid w:val="00A91504"/>
    <w:rsid w:val="00AA06BD"/>
    <w:rsid w:val="00AA13B5"/>
    <w:rsid w:val="00AD027A"/>
    <w:rsid w:val="00AD650A"/>
    <w:rsid w:val="00AE4B76"/>
    <w:rsid w:val="00B14C84"/>
    <w:rsid w:val="00B50565"/>
    <w:rsid w:val="00B64973"/>
    <w:rsid w:val="00BC30CB"/>
    <w:rsid w:val="00BD7381"/>
    <w:rsid w:val="00C308FC"/>
    <w:rsid w:val="00C32323"/>
    <w:rsid w:val="00C33A7B"/>
    <w:rsid w:val="00C53ACA"/>
    <w:rsid w:val="00CC0630"/>
    <w:rsid w:val="00CE120E"/>
    <w:rsid w:val="00D22675"/>
    <w:rsid w:val="00D24DEF"/>
    <w:rsid w:val="00D36031"/>
    <w:rsid w:val="00D5078D"/>
    <w:rsid w:val="00D65E8B"/>
    <w:rsid w:val="00DF2BA1"/>
    <w:rsid w:val="00E00925"/>
    <w:rsid w:val="00E12C1A"/>
    <w:rsid w:val="00E27DF8"/>
    <w:rsid w:val="00E6300C"/>
    <w:rsid w:val="00E63405"/>
    <w:rsid w:val="00E729A8"/>
    <w:rsid w:val="00EA154A"/>
    <w:rsid w:val="00EA2452"/>
    <w:rsid w:val="00EE612E"/>
    <w:rsid w:val="00F41751"/>
    <w:rsid w:val="00F433B5"/>
    <w:rsid w:val="00F46EFD"/>
    <w:rsid w:val="00F91932"/>
    <w:rsid w:val="00FA1370"/>
    <w:rsid w:val="00FD14BC"/>
    <w:rsid w:val="00FD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B05E1D"/>
  <w15:chartTrackingRefBased/>
  <w15:docId w15:val="{991B6913-6A78-4687-B1B6-FFDAA55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424"/>
    <w:pPr>
      <w:spacing w:after="120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1932"/>
    <w:pPr>
      <w:keepNext/>
      <w:keepLines/>
      <w:numPr>
        <w:numId w:val="1"/>
      </w:numPr>
      <w:spacing w:before="360"/>
      <w:ind w:left="431" w:hanging="431"/>
      <w:jc w:val="left"/>
      <w:outlineLvl w:val="0"/>
    </w:pPr>
    <w:rPr>
      <w:rFonts w:asciiTheme="majorHAnsi" w:eastAsiaTheme="majorEastAsia" w:hAnsiTheme="majorHAnsi" w:cstheme="majorBidi"/>
      <w:color w:val="00623C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1932"/>
    <w:pPr>
      <w:keepNext/>
      <w:keepLines/>
      <w:numPr>
        <w:ilvl w:val="1"/>
        <w:numId w:val="1"/>
      </w:numPr>
      <w:spacing w:before="240"/>
      <w:ind w:left="578" w:hanging="578"/>
      <w:jc w:val="left"/>
      <w:outlineLvl w:val="1"/>
    </w:pPr>
    <w:rPr>
      <w:rFonts w:asciiTheme="majorHAnsi" w:eastAsiaTheme="majorEastAsia" w:hAnsiTheme="majorHAnsi" w:cstheme="majorBidi"/>
      <w:color w:val="00623C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096"/>
    <w:pPr>
      <w:keepNext/>
      <w:keepLines/>
      <w:numPr>
        <w:ilvl w:val="2"/>
        <w:numId w:val="1"/>
      </w:numPr>
      <w:spacing w:before="180" w:after="80"/>
      <w:jc w:val="left"/>
      <w:outlineLvl w:val="2"/>
    </w:pPr>
    <w:rPr>
      <w:rFonts w:asciiTheme="majorHAnsi" w:eastAsiaTheme="majorEastAsia" w:hAnsiTheme="majorHAnsi" w:cstheme="majorBidi"/>
      <w:color w:val="00412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D3096"/>
    <w:pPr>
      <w:keepNext/>
      <w:keepLines/>
      <w:numPr>
        <w:ilvl w:val="3"/>
        <w:numId w:val="1"/>
      </w:numPr>
      <w:spacing w:before="120" w:after="80"/>
      <w:ind w:left="862" w:hanging="862"/>
      <w:jc w:val="left"/>
      <w:outlineLvl w:val="3"/>
    </w:pPr>
    <w:rPr>
      <w:rFonts w:asciiTheme="majorHAnsi" w:eastAsiaTheme="majorEastAsia" w:hAnsiTheme="majorHAnsi" w:cstheme="majorBidi"/>
      <w:iCs/>
      <w:color w:val="00623C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3096"/>
    <w:pPr>
      <w:keepNext/>
      <w:keepLines/>
      <w:numPr>
        <w:ilvl w:val="4"/>
        <w:numId w:val="1"/>
      </w:numPr>
      <w:spacing w:before="120" w:after="80"/>
      <w:ind w:left="1009" w:hanging="1009"/>
      <w:jc w:val="left"/>
      <w:outlineLvl w:val="4"/>
    </w:pPr>
    <w:rPr>
      <w:rFonts w:asciiTheme="majorHAnsi" w:eastAsiaTheme="majorEastAsia" w:hAnsiTheme="majorHAnsi" w:cstheme="majorBidi"/>
      <w:color w:val="00623C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D3096"/>
    <w:pPr>
      <w:keepNext/>
      <w:keepLines/>
      <w:numPr>
        <w:ilvl w:val="5"/>
        <w:numId w:val="1"/>
      </w:numPr>
      <w:spacing w:before="120" w:after="40"/>
      <w:ind w:left="1151" w:hanging="1151"/>
      <w:jc w:val="left"/>
      <w:outlineLvl w:val="5"/>
    </w:pPr>
    <w:rPr>
      <w:rFonts w:asciiTheme="majorHAnsi" w:eastAsiaTheme="majorEastAsia" w:hAnsiTheme="majorHAnsi" w:cstheme="majorBidi"/>
      <w:color w:val="00412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D3096"/>
    <w:pPr>
      <w:keepNext/>
      <w:keepLines/>
      <w:numPr>
        <w:ilvl w:val="6"/>
        <w:numId w:val="1"/>
      </w:numPr>
      <w:spacing w:before="120" w:after="0"/>
      <w:ind w:left="1298" w:hanging="1298"/>
      <w:jc w:val="left"/>
      <w:outlineLvl w:val="6"/>
    </w:pPr>
    <w:rPr>
      <w:rFonts w:asciiTheme="majorHAnsi" w:eastAsiaTheme="majorEastAsia" w:hAnsiTheme="majorHAnsi" w:cstheme="majorBidi"/>
      <w:iCs/>
      <w:color w:val="00412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D3096"/>
    <w:pPr>
      <w:keepNext/>
      <w:keepLines/>
      <w:numPr>
        <w:ilvl w:val="7"/>
        <w:numId w:val="1"/>
      </w:numPr>
      <w:spacing w:before="80" w:after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D3096"/>
    <w:pPr>
      <w:keepNext/>
      <w:keepLines/>
      <w:numPr>
        <w:ilvl w:val="8"/>
        <w:numId w:val="1"/>
      </w:numPr>
      <w:spacing w:before="40" w:after="0"/>
      <w:ind w:left="1582" w:hanging="1582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932"/>
    <w:rPr>
      <w:rFonts w:asciiTheme="majorHAnsi" w:eastAsiaTheme="majorEastAsia" w:hAnsiTheme="majorHAnsi" w:cstheme="majorBidi"/>
      <w:color w:val="00623C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91932"/>
    <w:rPr>
      <w:rFonts w:asciiTheme="majorHAnsi" w:eastAsiaTheme="majorEastAsia" w:hAnsiTheme="majorHAnsi" w:cstheme="majorBidi"/>
      <w:color w:val="00623C" w:themeColor="accent1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096"/>
    <w:rPr>
      <w:rFonts w:asciiTheme="majorHAnsi" w:eastAsiaTheme="majorEastAsia" w:hAnsiTheme="majorHAnsi" w:cstheme="majorBidi"/>
      <w:color w:val="00412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D3096"/>
    <w:rPr>
      <w:rFonts w:asciiTheme="majorHAnsi" w:eastAsiaTheme="majorEastAsia" w:hAnsiTheme="majorHAnsi" w:cstheme="majorBidi"/>
      <w:iCs/>
      <w:color w:val="00623C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0D3096"/>
    <w:rPr>
      <w:rFonts w:asciiTheme="majorHAnsi" w:eastAsiaTheme="majorEastAsia" w:hAnsiTheme="majorHAnsi" w:cstheme="majorBidi"/>
      <w:color w:val="00623C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0D3096"/>
    <w:rPr>
      <w:rFonts w:asciiTheme="majorHAnsi" w:eastAsiaTheme="majorEastAsia" w:hAnsiTheme="majorHAnsi" w:cstheme="majorBidi"/>
      <w:color w:val="00412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D3096"/>
    <w:rPr>
      <w:rFonts w:asciiTheme="majorHAnsi" w:eastAsiaTheme="majorEastAsia" w:hAnsiTheme="majorHAnsi" w:cstheme="majorBidi"/>
      <w:iCs/>
      <w:color w:val="004128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D3096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0D3096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D042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0424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6C21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76C21"/>
    <w:rPr>
      <w:rFonts w:eastAsiaTheme="minorEastAsia"/>
      <w:color w:val="5A5A5A" w:themeColor="text1" w:themeTint="A5"/>
      <w:spacing w:val="15"/>
      <w:sz w:val="20"/>
    </w:rPr>
  </w:style>
  <w:style w:type="character" w:styleId="Tekstzastpczy">
    <w:name w:val="Placeholder Text"/>
    <w:basedOn w:val="Domylnaczcionkaakapitu"/>
    <w:uiPriority w:val="99"/>
    <w:semiHidden/>
    <w:rsid w:val="00276C2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A233BF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NagwekZnak">
    <w:name w:val="Nagłówek Znak"/>
    <w:basedOn w:val="Domylnaczcionkaakapitu"/>
    <w:link w:val="Nagwek"/>
    <w:uiPriority w:val="99"/>
    <w:rsid w:val="00A233BF"/>
    <w:rPr>
      <w:sz w:val="16"/>
    </w:rPr>
  </w:style>
  <w:style w:type="paragraph" w:styleId="Stopka">
    <w:name w:val="footer"/>
    <w:basedOn w:val="Normalny"/>
    <w:link w:val="StopkaZnak"/>
    <w:uiPriority w:val="99"/>
    <w:unhideWhenUsed/>
    <w:rsid w:val="00A233BF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A233BF"/>
    <w:rPr>
      <w:sz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012D7"/>
    <w:pPr>
      <w:numPr>
        <w:numId w:val="0"/>
      </w:numPr>
      <w:outlineLvl w:val="9"/>
    </w:pPr>
    <w:rPr>
      <w:lang w:val="en-GB" w:eastAsia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7012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012D7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7012D7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7012D7"/>
    <w:rPr>
      <w:color w:val="008351" w:themeColor="hyperlink"/>
      <w:u w:val="single"/>
    </w:rPr>
  </w:style>
  <w:style w:type="table" w:styleId="Tabela-Siatka">
    <w:name w:val="Table Grid"/>
    <w:basedOn w:val="Standardowy"/>
    <w:uiPriority w:val="39"/>
    <w:rsid w:val="005C40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C403E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AE4B76"/>
    <w:rPr>
      <w:i/>
      <w:iCs/>
      <w:color w:val="008351" w:themeColor="accent1"/>
    </w:rPr>
  </w:style>
  <w:style w:type="character" w:styleId="Wyrnieniedelikatne">
    <w:name w:val="Subtle Emphasis"/>
    <w:basedOn w:val="Domylnaczcionkaakapitu"/>
    <w:uiPriority w:val="19"/>
    <w:qFormat/>
    <w:rsid w:val="00AE4B76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AE4B76"/>
    <w:rPr>
      <w:b/>
      <w:bCs/>
      <w:smallCaps/>
      <w:color w:val="008351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AE4B76"/>
    <w:rPr>
      <w:smallCaps/>
      <w:color w:val="5A5A5A" w:themeColor="text1" w:themeTint="A5"/>
    </w:rPr>
  </w:style>
  <w:style w:type="paragraph" w:customStyle="1" w:styleId="Code">
    <w:name w:val="Code"/>
    <w:basedOn w:val="Normalny"/>
    <w:link w:val="CodeZnak"/>
    <w:uiPriority w:val="19"/>
    <w:qFormat/>
    <w:rsid w:val="00EA154A"/>
    <w:pPr>
      <w:keepLines/>
      <w:pBdr>
        <w:top w:val="single" w:sz="4" w:space="1" w:color="D9D9D9" w:themeColor="background1" w:themeShade="D9"/>
        <w:left w:val="single" w:sz="4" w:space="4" w:color="D9D9D9" w:themeColor="background1" w:themeShade="D9"/>
        <w:bottom w:val="single" w:sz="4" w:space="1" w:color="D9D9D9" w:themeColor="background1" w:themeShade="D9"/>
        <w:right w:val="single" w:sz="4" w:space="4" w:color="D9D9D9" w:themeColor="background1" w:themeShade="D9"/>
      </w:pBdr>
      <w:suppressAutoHyphens/>
      <w:spacing w:line="240" w:lineRule="auto"/>
      <w:ind w:firstLine="352"/>
      <w:contextualSpacing/>
      <w:jc w:val="left"/>
    </w:pPr>
    <w:rPr>
      <w:rFonts w:ascii="Consolas" w:hAnsi="Consolas"/>
    </w:rPr>
  </w:style>
  <w:style w:type="character" w:customStyle="1" w:styleId="CodeZnak">
    <w:name w:val="Code Znak"/>
    <w:basedOn w:val="Domylnaczcionkaakapitu"/>
    <w:link w:val="Code"/>
    <w:uiPriority w:val="19"/>
    <w:rsid w:val="00D24DEF"/>
    <w:rPr>
      <w:rFonts w:ascii="Consolas" w:hAnsi="Consolas"/>
      <w:sz w:val="20"/>
    </w:rPr>
  </w:style>
  <w:style w:type="character" w:styleId="Uwydatnienie">
    <w:name w:val="Emphasis"/>
    <w:basedOn w:val="Domylnaczcionkaakapitu"/>
    <w:uiPriority w:val="20"/>
    <w:qFormat/>
    <w:rsid w:val="000D3096"/>
    <w:rPr>
      <w:i/>
      <w:iCs/>
    </w:rPr>
  </w:style>
  <w:style w:type="paragraph" w:styleId="Bezodstpw">
    <w:name w:val="No Spacing"/>
    <w:uiPriority w:val="1"/>
    <w:qFormat/>
    <w:rsid w:val="001A23FE"/>
    <w:pPr>
      <w:spacing w:after="0" w:line="240" w:lineRule="auto"/>
      <w:jc w:val="both"/>
    </w:pPr>
    <w:rPr>
      <w:sz w:val="20"/>
    </w:rPr>
  </w:style>
  <w:style w:type="paragraph" w:customStyle="1" w:styleId="Adresat">
    <w:name w:val="Adresat"/>
    <w:basedOn w:val="Normalny"/>
    <w:qFormat/>
    <w:rsid w:val="008E20C6"/>
    <w:pPr>
      <w:spacing w:before="120"/>
      <w:ind w:left="4820"/>
      <w:contextualSpacing/>
      <w:jc w:val="left"/>
    </w:pPr>
  </w:style>
  <w:style w:type="paragraph" w:customStyle="1" w:styleId="Nadawca">
    <w:name w:val="Nadawca"/>
    <w:basedOn w:val="Normalny"/>
    <w:qFormat/>
    <w:rsid w:val="00193F86"/>
    <w:pPr>
      <w:spacing w:before="120"/>
      <w:ind w:right="4536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okumenty\B2B\Microsoft%20Templates\Dokument%20z%20konspekte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9EB2500A4348C0AB4287EBFDF420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C19DB7-BA13-4A2F-AD21-D7100F3B97D1}"/>
      </w:docPartPr>
      <w:docPartBody>
        <w:p w:rsidR="009F2651" w:rsidRDefault="005D596F">
          <w:r w:rsidRPr="000F357F">
            <w:rPr>
              <w:rStyle w:val="Tekstzastpczy"/>
            </w:rPr>
            <w:t>[Firma]</w:t>
          </w:r>
        </w:p>
      </w:docPartBody>
    </w:docPart>
    <w:docPart>
      <w:docPartPr>
        <w:name w:val="E2C54E2FDD244B6CB491D69865439C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86C7D0-F2FE-4946-AED8-B279D4C22283}"/>
      </w:docPartPr>
      <w:docPartBody>
        <w:p w:rsidR="009F2651" w:rsidRDefault="005D596F">
          <w:r w:rsidRPr="000F357F">
            <w:rPr>
              <w:rStyle w:val="Tekstzastpczy"/>
            </w:rPr>
            <w:t>[Adres firmy]</w:t>
          </w:r>
        </w:p>
      </w:docPartBody>
    </w:docPart>
    <w:docPart>
      <w:docPartPr>
        <w:name w:val="D855F63E82DF48FD9A7D127C8E22C7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BEEDEF-6D42-44C1-8A21-2C819077522E}"/>
      </w:docPartPr>
      <w:docPartBody>
        <w:p w:rsidR="009F2651" w:rsidRDefault="005D596F">
          <w:r w:rsidRPr="000F357F">
            <w:rPr>
              <w:rStyle w:val="Tekstzastpczy"/>
            </w:rPr>
            <w:t>[Tytuł]</w:t>
          </w:r>
        </w:p>
      </w:docPartBody>
    </w:docPart>
    <w:docPart>
      <w:docPartPr>
        <w:name w:val="C172A6FB4F644FE4B0A8A9D694947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1D37C2-FD6F-4682-B61D-44296D1D27D2}"/>
      </w:docPartPr>
      <w:docPartBody>
        <w:p w:rsidR="009F2651" w:rsidRDefault="005D596F">
          <w:r w:rsidRPr="000F357F">
            <w:rPr>
              <w:rStyle w:val="Tekstzastpczy"/>
            </w:rPr>
            <w:t>[Temat]</w:t>
          </w:r>
        </w:p>
      </w:docPartBody>
    </w:docPart>
    <w:docPart>
      <w:docPartPr>
        <w:name w:val="D324640516B44022B05070721624C6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D2188F-53E1-4F47-AA14-7CD9D15C5AA9}"/>
      </w:docPartPr>
      <w:docPartBody>
        <w:p w:rsidR="007A4C0B" w:rsidRDefault="009F2651">
          <w:r w:rsidRPr="000F7419">
            <w:rPr>
              <w:rStyle w:val="Tekstzastpczy"/>
            </w:rPr>
            <w:t>[Firma]</w:t>
          </w:r>
        </w:p>
      </w:docPartBody>
    </w:docPart>
    <w:docPart>
      <w:docPartPr>
        <w:name w:val="F02BADC4B37D4423A13AC8A7276970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54A918-1209-4A4F-B607-FC5832B80BC0}"/>
      </w:docPartPr>
      <w:docPartBody>
        <w:p w:rsidR="007A4C0B" w:rsidRDefault="009F2651">
          <w:r w:rsidRPr="000F7419">
            <w:rPr>
              <w:rStyle w:val="Tekstzastpczy"/>
            </w:rPr>
            <w:t>[Adres firmy]</w:t>
          </w:r>
        </w:p>
      </w:docPartBody>
    </w:docPart>
    <w:docPart>
      <w:docPartPr>
        <w:name w:val="6DC895CCD1C7422C8C311288F18109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3708E2-5DA0-43F1-925D-A21553CE3260}"/>
      </w:docPartPr>
      <w:docPartBody>
        <w:p w:rsidR="007A4C0B" w:rsidRDefault="009F2651">
          <w:r w:rsidRPr="000F7419">
            <w:rPr>
              <w:rStyle w:val="Tekstzastpczy"/>
            </w:rPr>
            <w:t>[Temat]</w:t>
          </w:r>
        </w:p>
      </w:docPartBody>
    </w:docPart>
    <w:docPart>
      <w:docPartPr>
        <w:name w:val="67DBC1369DE94DED85B59171302930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7D5633-18E8-473E-B9D8-D88BBA721FCC}"/>
      </w:docPartPr>
      <w:docPartBody>
        <w:p w:rsidR="007A4C0B" w:rsidRDefault="009F2651">
          <w:r w:rsidRPr="000F741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E7A"/>
    <w:rsid w:val="00225E21"/>
    <w:rsid w:val="00306545"/>
    <w:rsid w:val="005D596F"/>
    <w:rsid w:val="007A4C0B"/>
    <w:rsid w:val="0086026B"/>
    <w:rsid w:val="008B7E7A"/>
    <w:rsid w:val="009F2651"/>
    <w:rsid w:val="00F9443A"/>
    <w:rsid w:val="00F9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265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EtherMatic">
  <a:themeElements>
    <a:clrScheme name="EtherMatic">
      <a:dk1>
        <a:sysClr val="windowText" lastClr="000000"/>
      </a:dk1>
      <a:lt1>
        <a:sysClr val="window" lastClr="FFFFFF"/>
      </a:lt1>
      <a:dk2>
        <a:srgbClr val="003C25"/>
      </a:dk2>
      <a:lt2>
        <a:srgbClr val="E8E8E8"/>
      </a:lt2>
      <a:accent1>
        <a:srgbClr val="008351"/>
      </a:accent1>
      <a:accent2>
        <a:srgbClr val="C27200"/>
      </a:accent2>
      <a:accent3>
        <a:srgbClr val="B0002F"/>
      </a:accent3>
      <a:accent4>
        <a:srgbClr val="567173"/>
      </a:accent4>
      <a:accent5>
        <a:srgbClr val="644E48"/>
      </a:accent5>
      <a:accent6>
        <a:srgbClr val="A5A5A5"/>
      </a:accent6>
      <a:hlink>
        <a:srgbClr val="008351"/>
      </a:hlink>
      <a:folHlink>
        <a:srgbClr val="C2720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therMatic" id="{E87A79DD-CF41-42F1-B1C3-D78E01DCD231}" vid="{E6F7F115-9525-4DFD-B4BF-3748187C53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98-313 Konopnica, Wrońsko 1a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439EEC-2CF9-4AB7-AD73-0ECE0FE2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z konspektem.dotx</Template>
  <TotalTime>71</TotalTime>
  <Pages>4</Pages>
  <Words>1019</Words>
  <Characters>6116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ADSR UC.05/2024-S4</vt:lpstr>
      <vt:lpstr/>
    </vt:vector>
  </TitlesOfParts>
  <Company>FINN Sp. z o.o.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ADSR UC.05/2024-S4</dc:title>
  <dc:subject>Usługi kadry naukowo-technicznej – Tester</dc:subject>
  <dc:creator/>
  <cp:keywords/>
  <dc:description/>
  <cp:revision>22</cp:revision>
  <dcterms:created xsi:type="dcterms:W3CDTF">2021-10-27T07:14:00Z</dcterms:created>
  <dcterms:modified xsi:type="dcterms:W3CDTF">2024-10-01T09:44:00Z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zeznaczenie">
    <vt:lpwstr>PA.SI UC.01/2021-E3,E6.S1</vt:lpwstr>
  </property>
</Properties>
</file>