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C4FDB" w14:textId="77777777" w:rsidR="00821C80" w:rsidRPr="00EC07E9" w:rsidRDefault="00821C80" w:rsidP="00E37F83">
      <w:pPr>
        <w:pStyle w:val="Nagwek3"/>
        <w:rPr>
          <w:rFonts w:cs="Arial"/>
          <w:b w:val="0"/>
          <w:sz w:val="24"/>
          <w:szCs w:val="24"/>
        </w:rPr>
      </w:pPr>
      <w:r w:rsidRPr="00EC07E9">
        <w:rPr>
          <w:rFonts w:cs="Arial"/>
          <w:b w:val="0"/>
          <w:sz w:val="24"/>
          <w:szCs w:val="24"/>
        </w:rPr>
        <w:t xml:space="preserve">Załącznik </w:t>
      </w:r>
      <w:r w:rsidR="0020527E" w:rsidRPr="00EC07E9">
        <w:rPr>
          <w:rFonts w:cs="Arial"/>
          <w:b w:val="0"/>
          <w:sz w:val="24"/>
          <w:szCs w:val="24"/>
        </w:rPr>
        <w:t>nr 4</w:t>
      </w:r>
      <w:r w:rsidR="005A4CC3" w:rsidRPr="00EC07E9">
        <w:rPr>
          <w:rFonts w:cs="Arial"/>
          <w:b w:val="0"/>
          <w:sz w:val="24"/>
          <w:szCs w:val="24"/>
        </w:rPr>
        <w:t xml:space="preserve"> do</w:t>
      </w:r>
      <w:r w:rsidR="00EA6F5D" w:rsidRPr="00EC07E9">
        <w:rPr>
          <w:rFonts w:cs="Arial"/>
          <w:b w:val="0"/>
          <w:sz w:val="24"/>
          <w:szCs w:val="24"/>
        </w:rPr>
        <w:t xml:space="preserve"> </w:t>
      </w:r>
      <w:r w:rsidR="005A4CC3" w:rsidRPr="00EC07E9">
        <w:rPr>
          <w:rFonts w:cs="Arial"/>
          <w:b w:val="0"/>
          <w:sz w:val="24"/>
          <w:szCs w:val="24"/>
        </w:rPr>
        <w:t>zapytania ofertowego</w:t>
      </w:r>
      <w:r w:rsidR="00EA6F5D" w:rsidRPr="00EC07E9">
        <w:rPr>
          <w:rFonts w:cs="Arial"/>
          <w:b w:val="0"/>
          <w:sz w:val="24"/>
          <w:szCs w:val="24"/>
        </w:rPr>
        <w:t xml:space="preserve"> </w:t>
      </w:r>
    </w:p>
    <w:p w14:paraId="54704AEA" w14:textId="77777777" w:rsidR="00E37F83" w:rsidRPr="00EC07E9" w:rsidRDefault="00E37F83" w:rsidP="00E37F83">
      <w:pPr>
        <w:pStyle w:val="pkt"/>
        <w:spacing w:line="360" w:lineRule="auto"/>
        <w:ind w:left="0" w:firstLine="0"/>
        <w:rPr>
          <w:rFonts w:ascii="Arial" w:hAnsi="Arial" w:cs="Arial"/>
          <w:b/>
          <w:szCs w:val="24"/>
        </w:rPr>
      </w:pPr>
    </w:p>
    <w:p w14:paraId="72F6E259" w14:textId="77777777" w:rsidR="00E37F83" w:rsidRPr="00EC07E9" w:rsidRDefault="00E37F83" w:rsidP="00E37F83">
      <w:pPr>
        <w:pStyle w:val="pkt"/>
        <w:spacing w:line="360" w:lineRule="auto"/>
        <w:ind w:left="0" w:firstLine="0"/>
        <w:rPr>
          <w:rFonts w:ascii="Arial" w:hAnsi="Arial" w:cs="Arial"/>
          <w:szCs w:val="24"/>
        </w:rPr>
      </w:pPr>
      <w:r w:rsidRPr="00EC07E9">
        <w:rPr>
          <w:rFonts w:ascii="Arial" w:hAnsi="Arial" w:cs="Arial"/>
          <w:szCs w:val="24"/>
        </w:rPr>
        <w:t>Imię i nazwisko (nazwa) Wykonawcy: ……………………………………………….</w:t>
      </w:r>
    </w:p>
    <w:p w14:paraId="04566D64" w14:textId="77777777" w:rsidR="00821C80" w:rsidRPr="007004D5" w:rsidRDefault="00E37F83" w:rsidP="007004D5">
      <w:pPr>
        <w:pStyle w:val="pkt"/>
        <w:spacing w:line="360" w:lineRule="auto"/>
        <w:ind w:left="0" w:firstLine="0"/>
        <w:rPr>
          <w:rFonts w:ascii="Arial" w:hAnsi="Arial" w:cs="Arial"/>
          <w:b/>
          <w:szCs w:val="24"/>
        </w:rPr>
      </w:pPr>
      <w:r w:rsidRPr="00EC07E9">
        <w:rPr>
          <w:rFonts w:ascii="Arial" w:hAnsi="Arial" w:cs="Arial"/>
          <w:szCs w:val="24"/>
        </w:rPr>
        <w:t>Adres: ………………………………………………………………………………</w:t>
      </w:r>
    </w:p>
    <w:p w14:paraId="02AF4EF4" w14:textId="3D7A4764" w:rsidR="00EA6F5D" w:rsidRPr="0091000F" w:rsidRDefault="0060654D" w:rsidP="002D5CC7">
      <w:pPr>
        <w:pStyle w:val="Nagwek1"/>
        <w:ind w:left="6804"/>
        <w:jc w:val="both"/>
        <w:rPr>
          <w:rFonts w:cs="Arial"/>
          <w:sz w:val="24"/>
          <w:szCs w:val="24"/>
        </w:rPr>
      </w:pPr>
      <w:r w:rsidRPr="0091000F">
        <w:rPr>
          <w:rFonts w:cs="Arial"/>
          <w:sz w:val="24"/>
          <w:szCs w:val="24"/>
        </w:rPr>
        <w:t>WYKAZ OSÓB</w:t>
      </w:r>
      <w:r w:rsidR="00B05381" w:rsidRPr="0091000F">
        <w:rPr>
          <w:rFonts w:cs="Arial"/>
          <w:sz w:val="24"/>
          <w:szCs w:val="24"/>
        </w:rPr>
        <w:t xml:space="preserve"> </w:t>
      </w:r>
      <w:r w:rsidR="00BA7379">
        <w:rPr>
          <w:rFonts w:cs="Arial"/>
          <w:sz w:val="24"/>
          <w:szCs w:val="24"/>
        </w:rPr>
        <w:t>I KWALIFIKACJ I ZAWODOWYCH</w:t>
      </w:r>
    </w:p>
    <w:p w14:paraId="1A748DE8" w14:textId="77777777" w:rsidR="0060654D" w:rsidRPr="00B05381" w:rsidRDefault="006C3D6A" w:rsidP="0060654D">
      <w:pPr>
        <w:pStyle w:val="Tekstpodstawowy2"/>
        <w:rPr>
          <w:rFonts w:ascii="Arial" w:hAnsi="Arial" w:cs="Arial"/>
          <w:szCs w:val="24"/>
        </w:rPr>
      </w:pPr>
      <w:r w:rsidRPr="00B05381">
        <w:rPr>
          <w:rFonts w:ascii="Arial" w:hAnsi="Arial" w:cs="Arial"/>
          <w:szCs w:val="24"/>
        </w:rPr>
        <w:t>Zadanie częściowe nr …………</w:t>
      </w:r>
    </w:p>
    <w:p w14:paraId="0474B7A8" w14:textId="77777777" w:rsidR="006C3D6A" w:rsidRPr="00EC07E9" w:rsidRDefault="006C3D6A" w:rsidP="0060654D">
      <w:pPr>
        <w:pStyle w:val="Tekstpodstawowy2"/>
        <w:rPr>
          <w:rFonts w:ascii="Arial" w:hAnsi="Arial" w:cs="Arial"/>
          <w:szCs w:val="24"/>
        </w:rPr>
      </w:pPr>
    </w:p>
    <w:tbl>
      <w:tblPr>
        <w:tblW w:w="1417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6"/>
        <w:gridCol w:w="10739"/>
      </w:tblGrid>
      <w:tr w:rsidR="00EC07E9" w:rsidRPr="00EC07E9" w14:paraId="65B735AD" w14:textId="77777777" w:rsidTr="007004D5">
        <w:trPr>
          <w:cantSplit/>
          <w:trHeight w:val="1738"/>
        </w:trPr>
        <w:tc>
          <w:tcPr>
            <w:tcW w:w="3436" w:type="dxa"/>
            <w:shd w:val="clear" w:color="auto" w:fill="F2F2F2"/>
            <w:vAlign w:val="center"/>
          </w:tcPr>
          <w:p w14:paraId="0CB65F42" w14:textId="77777777" w:rsidR="00EC07E9" w:rsidRPr="00EC07E9" w:rsidRDefault="00EC07E9" w:rsidP="0060654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07E9">
              <w:rPr>
                <w:rFonts w:ascii="Arial" w:hAnsi="Arial" w:cs="Arial"/>
                <w:b/>
                <w:sz w:val="24"/>
                <w:szCs w:val="24"/>
              </w:rPr>
              <w:t>Imię i Nazwisko</w:t>
            </w:r>
          </w:p>
        </w:tc>
        <w:tc>
          <w:tcPr>
            <w:tcW w:w="10739" w:type="dxa"/>
            <w:shd w:val="clear" w:color="auto" w:fill="F2F2F2"/>
            <w:vAlign w:val="center"/>
          </w:tcPr>
          <w:p w14:paraId="4B71156F" w14:textId="77777777" w:rsidR="00EC07E9" w:rsidRPr="00EC07E9" w:rsidRDefault="00EC07E9" w:rsidP="007004D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07E9">
              <w:rPr>
                <w:rFonts w:ascii="Arial" w:hAnsi="Arial" w:cs="Arial"/>
                <w:b/>
                <w:sz w:val="24"/>
                <w:szCs w:val="24"/>
              </w:rPr>
              <w:t>Kwalifikacje</w:t>
            </w:r>
            <w:r w:rsidR="007004D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C07E9">
              <w:rPr>
                <w:rFonts w:ascii="Arial" w:hAnsi="Arial" w:cs="Arial"/>
                <w:b/>
                <w:sz w:val="24"/>
                <w:szCs w:val="24"/>
              </w:rPr>
              <w:t>zawodowe</w:t>
            </w:r>
          </w:p>
          <w:p w14:paraId="15C18063" w14:textId="77777777" w:rsidR="00B0167F" w:rsidRPr="00B0167F" w:rsidRDefault="00B0167F" w:rsidP="00B0167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0167F">
              <w:rPr>
                <w:rFonts w:ascii="Arial" w:hAnsi="Arial" w:cs="Arial"/>
                <w:sz w:val="18"/>
                <w:szCs w:val="18"/>
              </w:rPr>
              <w:t>Kwalifikacje</w:t>
            </w:r>
          </w:p>
          <w:p w14:paraId="0CB06249" w14:textId="208666F9" w:rsidR="007004D5" w:rsidRPr="00B0167F" w:rsidRDefault="00B0167F" w:rsidP="002021F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0167F">
              <w:rPr>
                <w:rFonts w:ascii="Arial" w:hAnsi="Arial" w:cs="Arial"/>
                <w:sz w:val="18"/>
                <w:szCs w:val="18"/>
              </w:rPr>
              <w:t>Zawodowe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0167F">
              <w:rPr>
                <w:rFonts w:ascii="Arial" w:hAnsi="Arial" w:cs="Arial"/>
                <w:sz w:val="18"/>
                <w:szCs w:val="18"/>
              </w:rPr>
              <w:t>(należy podać kwalifikacje zawodowe w zakresie związanym z przedmiotem zamówienia</w:t>
            </w:r>
            <w:r w:rsidR="002D5CC7">
              <w:rPr>
                <w:rFonts w:ascii="Arial" w:hAnsi="Arial" w:cs="Arial"/>
                <w:sz w:val="18"/>
                <w:szCs w:val="18"/>
              </w:rPr>
              <w:t xml:space="preserve"> zgodnie z</w:t>
            </w:r>
            <w:r w:rsidR="002021F3">
              <w:rPr>
                <w:rFonts w:ascii="Arial" w:hAnsi="Arial" w:cs="Arial"/>
                <w:sz w:val="18"/>
                <w:szCs w:val="18"/>
              </w:rPr>
              <w:t xml:space="preserve"> wymaganiami wskazanymi w  zaproszeniu</w:t>
            </w:r>
            <w:bookmarkStart w:id="0" w:name="_GoBack"/>
            <w:bookmarkEnd w:id="0"/>
            <w:r w:rsidR="002D5CC7">
              <w:rPr>
                <w:rFonts w:ascii="Arial" w:hAnsi="Arial" w:cs="Arial"/>
                <w:sz w:val="18"/>
                <w:szCs w:val="18"/>
              </w:rPr>
              <w:t xml:space="preserve"> do składania ofert</w:t>
            </w:r>
            <w:r w:rsidRPr="00B0167F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</w:tr>
      <w:tr w:rsidR="00EC07E9" w:rsidRPr="00EC07E9" w14:paraId="17829B77" w14:textId="77777777" w:rsidTr="007004D5">
        <w:trPr>
          <w:cantSplit/>
          <w:trHeight w:val="1574"/>
        </w:trPr>
        <w:tc>
          <w:tcPr>
            <w:tcW w:w="3436" w:type="dxa"/>
          </w:tcPr>
          <w:p w14:paraId="40931FAA" w14:textId="77777777" w:rsidR="00EC07E9" w:rsidRPr="00EC07E9" w:rsidRDefault="00EC07E9">
            <w:pPr>
              <w:spacing w:before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39" w:type="dxa"/>
          </w:tcPr>
          <w:p w14:paraId="67329339" w14:textId="77777777" w:rsidR="00EC07E9" w:rsidRPr="00EC07E9" w:rsidRDefault="00EC07E9" w:rsidP="0088409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A46E313" w14:textId="77777777" w:rsidR="00EC07E9" w:rsidRPr="00EC07E9" w:rsidRDefault="00EC07E9" w:rsidP="0020527E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2C8222ED" w14:textId="77777777" w:rsidR="00EC07E9" w:rsidRPr="00EC07E9" w:rsidRDefault="00EC07E9" w:rsidP="000B051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EC07E9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</w:tbl>
    <w:p w14:paraId="08CDF9DD" w14:textId="77777777" w:rsidR="00432289" w:rsidRPr="00EC07E9" w:rsidRDefault="00432289" w:rsidP="00432289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60F7463C" w14:textId="77777777" w:rsidR="00821C80" w:rsidRPr="00EC07E9" w:rsidRDefault="00AA594F" w:rsidP="000B0516">
      <w:pPr>
        <w:tabs>
          <w:tab w:val="left" w:pos="1985"/>
          <w:tab w:val="left" w:pos="4820"/>
          <w:tab w:val="left" w:pos="5387"/>
          <w:tab w:val="left" w:pos="8931"/>
        </w:tabs>
        <w:rPr>
          <w:rFonts w:ascii="Arial" w:hAnsi="Arial" w:cs="Arial"/>
          <w:sz w:val="24"/>
          <w:szCs w:val="24"/>
        </w:rPr>
      </w:pPr>
      <w:r w:rsidRPr="00EC07E9">
        <w:rPr>
          <w:rFonts w:ascii="Arial" w:hAnsi="Arial" w:cs="Arial"/>
          <w:sz w:val="24"/>
          <w:szCs w:val="24"/>
        </w:rPr>
        <w:t xml:space="preserve">……………….dnia ………………. </w:t>
      </w:r>
      <w:r w:rsidR="00821C80" w:rsidRPr="00EC07E9">
        <w:rPr>
          <w:rFonts w:ascii="Arial" w:hAnsi="Arial" w:cs="Arial"/>
          <w:sz w:val="24"/>
          <w:szCs w:val="24"/>
        </w:rPr>
        <w:tab/>
      </w:r>
      <w:r w:rsidRPr="00EC07E9">
        <w:rPr>
          <w:rFonts w:ascii="Arial" w:hAnsi="Arial" w:cs="Arial"/>
          <w:sz w:val="24"/>
          <w:szCs w:val="24"/>
        </w:rPr>
        <w:t xml:space="preserve">                                      .………………………………………………………..</w:t>
      </w:r>
    </w:p>
    <w:p w14:paraId="094E596C" w14:textId="77777777" w:rsidR="00821C80" w:rsidRPr="00EC07E9" w:rsidRDefault="00821C80" w:rsidP="000B0516">
      <w:pPr>
        <w:ind w:left="5529"/>
        <w:jc w:val="center"/>
        <w:rPr>
          <w:rFonts w:ascii="Arial" w:hAnsi="Arial" w:cs="Arial"/>
          <w:sz w:val="24"/>
          <w:szCs w:val="24"/>
        </w:rPr>
      </w:pPr>
      <w:r w:rsidRPr="00EC07E9">
        <w:rPr>
          <w:rFonts w:ascii="Arial" w:hAnsi="Arial" w:cs="Arial"/>
          <w:sz w:val="24"/>
          <w:szCs w:val="24"/>
          <w:vertAlign w:val="superscript"/>
        </w:rPr>
        <w:t>podpis osoby uprawnionej do składania oświadczeń woli w imieniu Wykonawcy</w:t>
      </w:r>
    </w:p>
    <w:sectPr w:rsidR="00821C80" w:rsidRPr="00EC07E9" w:rsidSect="00F74C4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BB919" w14:textId="77777777" w:rsidR="001026CF" w:rsidRDefault="001026CF">
      <w:r>
        <w:separator/>
      </w:r>
    </w:p>
  </w:endnote>
  <w:endnote w:type="continuationSeparator" w:id="0">
    <w:p w14:paraId="0CDC00C9" w14:textId="77777777" w:rsidR="001026CF" w:rsidRDefault="0010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68376" w14:textId="77777777" w:rsidR="00821C80" w:rsidRDefault="00FC4F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1C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1C8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10E0974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E3976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D430B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1E320418" w14:textId="77777777" w:rsidR="00821C80" w:rsidRDefault="00821C80">
    <w:pPr>
      <w:pStyle w:val="Stopka"/>
      <w:tabs>
        <w:tab w:val="clear" w:pos="4536"/>
      </w:tabs>
      <w:jc w:val="center"/>
    </w:pPr>
  </w:p>
  <w:p w14:paraId="7FD3D35F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FC4FB4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FC4FB4">
      <w:rPr>
        <w:rStyle w:val="Numerstrony"/>
      </w:rPr>
      <w:fldChar w:fldCharType="separate"/>
    </w:r>
    <w:r>
      <w:rPr>
        <w:rStyle w:val="Numerstrony"/>
        <w:noProof/>
      </w:rPr>
      <w:t>1</w:t>
    </w:r>
    <w:r w:rsidR="00FC4FB4">
      <w:rPr>
        <w:rStyle w:val="Numerstrony"/>
      </w:rPr>
      <w:fldChar w:fldCharType="end"/>
    </w:r>
    <w:r>
      <w:rPr>
        <w:rStyle w:val="Numerstrony"/>
      </w:rPr>
      <w:t>/</w:t>
    </w:r>
    <w:r w:rsidR="00FC4FB4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FC4FB4">
      <w:rPr>
        <w:rStyle w:val="Numerstrony"/>
      </w:rPr>
      <w:fldChar w:fldCharType="separate"/>
    </w:r>
    <w:r w:rsidR="00565C48">
      <w:rPr>
        <w:rStyle w:val="Numerstrony"/>
        <w:noProof/>
      </w:rPr>
      <w:t>1</w:t>
    </w:r>
    <w:r w:rsidR="00FC4FB4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22D1B" w14:textId="77777777" w:rsidR="001026CF" w:rsidRDefault="001026CF">
      <w:r>
        <w:separator/>
      </w:r>
    </w:p>
  </w:footnote>
  <w:footnote w:type="continuationSeparator" w:id="0">
    <w:p w14:paraId="7678E6FE" w14:textId="77777777" w:rsidR="001026CF" w:rsidRDefault="0010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35D50" w14:textId="77777777" w:rsidR="003E11CD" w:rsidRPr="0088409C" w:rsidRDefault="009F51CA" w:rsidP="00EC07E9">
    <w:pPr>
      <w:pStyle w:val="Nagwek"/>
      <w:ind w:left="7080" w:hanging="7080"/>
      <w:jc w:val="center"/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103004D" wp14:editId="7B2F67A1">
          <wp:extent cx="5760720" cy="57912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427E1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B1A9D"/>
    <w:multiLevelType w:val="hybridMultilevel"/>
    <w:tmpl w:val="35928BD6"/>
    <w:lvl w:ilvl="0" w:tplc="04150001">
      <w:start w:val="8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90B"/>
    <w:rsid w:val="000B0516"/>
    <w:rsid w:val="000C49D5"/>
    <w:rsid w:val="001026CF"/>
    <w:rsid w:val="00127CA8"/>
    <w:rsid w:val="001466B5"/>
    <w:rsid w:val="0015499A"/>
    <w:rsid w:val="00167DCC"/>
    <w:rsid w:val="001A4B53"/>
    <w:rsid w:val="002021F3"/>
    <w:rsid w:val="0020527E"/>
    <w:rsid w:val="002462E5"/>
    <w:rsid w:val="002733A2"/>
    <w:rsid w:val="002C63C5"/>
    <w:rsid w:val="002D5CC7"/>
    <w:rsid w:val="0033720D"/>
    <w:rsid w:val="00352F0E"/>
    <w:rsid w:val="003B4B25"/>
    <w:rsid w:val="003E11CD"/>
    <w:rsid w:val="00400D8A"/>
    <w:rsid w:val="00432289"/>
    <w:rsid w:val="00483BFB"/>
    <w:rsid w:val="00486320"/>
    <w:rsid w:val="004A52EF"/>
    <w:rsid w:val="004D00F4"/>
    <w:rsid w:val="004E0271"/>
    <w:rsid w:val="004E070D"/>
    <w:rsid w:val="00521ACC"/>
    <w:rsid w:val="005305EE"/>
    <w:rsid w:val="00565C48"/>
    <w:rsid w:val="005A4CC3"/>
    <w:rsid w:val="0060654D"/>
    <w:rsid w:val="00695845"/>
    <w:rsid w:val="006C3D6A"/>
    <w:rsid w:val="007004D5"/>
    <w:rsid w:val="007064BA"/>
    <w:rsid w:val="00707F62"/>
    <w:rsid w:val="00782129"/>
    <w:rsid w:val="007A06E2"/>
    <w:rsid w:val="007D5A41"/>
    <w:rsid w:val="00821C80"/>
    <w:rsid w:val="00850165"/>
    <w:rsid w:val="0088409C"/>
    <w:rsid w:val="008C22BD"/>
    <w:rsid w:val="0091000F"/>
    <w:rsid w:val="00917EAE"/>
    <w:rsid w:val="00936CFB"/>
    <w:rsid w:val="0095504E"/>
    <w:rsid w:val="0096642A"/>
    <w:rsid w:val="00966977"/>
    <w:rsid w:val="00975249"/>
    <w:rsid w:val="00993C6C"/>
    <w:rsid w:val="009C437A"/>
    <w:rsid w:val="009F51CA"/>
    <w:rsid w:val="00A0490B"/>
    <w:rsid w:val="00A204C2"/>
    <w:rsid w:val="00A62B49"/>
    <w:rsid w:val="00A73747"/>
    <w:rsid w:val="00AA594F"/>
    <w:rsid w:val="00AE1810"/>
    <w:rsid w:val="00B0167F"/>
    <w:rsid w:val="00B05381"/>
    <w:rsid w:val="00B11EA3"/>
    <w:rsid w:val="00B41A5F"/>
    <w:rsid w:val="00B551AF"/>
    <w:rsid w:val="00B6043F"/>
    <w:rsid w:val="00B8273E"/>
    <w:rsid w:val="00BA7379"/>
    <w:rsid w:val="00BE04F8"/>
    <w:rsid w:val="00C17FF8"/>
    <w:rsid w:val="00C443C7"/>
    <w:rsid w:val="00CD1240"/>
    <w:rsid w:val="00CF61BF"/>
    <w:rsid w:val="00D4636F"/>
    <w:rsid w:val="00DA2781"/>
    <w:rsid w:val="00DF680D"/>
    <w:rsid w:val="00E37F83"/>
    <w:rsid w:val="00E6705A"/>
    <w:rsid w:val="00E819CF"/>
    <w:rsid w:val="00EA6F5D"/>
    <w:rsid w:val="00EC07E9"/>
    <w:rsid w:val="00F03FA0"/>
    <w:rsid w:val="00F74C48"/>
    <w:rsid w:val="00F77519"/>
    <w:rsid w:val="00FC16CD"/>
    <w:rsid w:val="00FC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F193B0"/>
  <w15:docId w15:val="{CFB532BF-781B-48B0-AA49-0C2B53DEC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FB4"/>
  </w:style>
  <w:style w:type="paragraph" w:styleId="Nagwek1">
    <w:name w:val="heading 1"/>
    <w:basedOn w:val="Normalny"/>
    <w:next w:val="Normalny"/>
    <w:qFormat/>
    <w:rsid w:val="00FC4FB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FC4FB4"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FC4FB4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FC4FB4"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C4F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C4F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4FB4"/>
  </w:style>
  <w:style w:type="character" w:styleId="Odwoaniedokomentarza">
    <w:name w:val="annotation reference"/>
    <w:semiHidden/>
    <w:rsid w:val="00FC4FB4"/>
    <w:rPr>
      <w:sz w:val="16"/>
    </w:rPr>
  </w:style>
  <w:style w:type="paragraph" w:styleId="Tekstkomentarza">
    <w:name w:val="annotation text"/>
    <w:basedOn w:val="Normalny"/>
    <w:semiHidden/>
    <w:rsid w:val="00FC4FB4"/>
  </w:style>
  <w:style w:type="paragraph" w:styleId="Tytu">
    <w:name w:val="Title"/>
    <w:basedOn w:val="Normalny"/>
    <w:qFormat/>
    <w:rsid w:val="00FC4FB4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FC4FB4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rsid w:val="00FC4FB4"/>
    <w:pPr>
      <w:widowControl w:val="0"/>
      <w:jc w:val="both"/>
    </w:pPr>
    <w:rPr>
      <w:sz w:val="24"/>
    </w:rPr>
  </w:style>
  <w:style w:type="paragraph" w:customStyle="1" w:styleId="pkt">
    <w:name w:val="pkt"/>
    <w:basedOn w:val="Normalny"/>
    <w:rsid w:val="00E37F83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7004D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DF6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F6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10402-ADCB-47E6-8855-D29AE05ED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Admin</dc:creator>
  <cp:lastModifiedBy>Admin</cp:lastModifiedBy>
  <cp:revision>6</cp:revision>
  <cp:lastPrinted>2000-12-12T17:01:00Z</cp:lastPrinted>
  <dcterms:created xsi:type="dcterms:W3CDTF">2024-03-17T10:38:00Z</dcterms:created>
  <dcterms:modified xsi:type="dcterms:W3CDTF">2024-05-30T18:15:00Z</dcterms:modified>
</cp:coreProperties>
</file>