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D597C" w14:textId="248FEBB0" w:rsidR="006E713C" w:rsidRPr="00DF2D67" w:rsidRDefault="006E713C" w:rsidP="006E713C">
      <w:pPr>
        <w:spacing w:after="60"/>
        <w:outlineLvl w:val="1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F35FB7">
        <w:rPr>
          <w:rFonts w:asciiTheme="minorHAnsi" w:hAnsiTheme="minorHAnsi" w:cstheme="minorHAnsi"/>
          <w:sz w:val="20"/>
          <w:szCs w:val="20"/>
          <w:u w:val="single"/>
          <w:lang w:eastAsia="en-US"/>
        </w:rPr>
        <w:t xml:space="preserve">Oznaczenie sprawy: </w:t>
      </w:r>
      <w:r w:rsidR="00FC4D91">
        <w:rPr>
          <w:rFonts w:asciiTheme="minorHAnsi" w:hAnsiTheme="minorHAnsi" w:cstheme="minorHAnsi"/>
          <w:sz w:val="20"/>
          <w:szCs w:val="20"/>
          <w:u w:val="single"/>
          <w:lang w:eastAsia="en-US"/>
        </w:rPr>
        <w:t>ORG.</w:t>
      </w:r>
      <w:r w:rsidR="00687E2C">
        <w:rPr>
          <w:rFonts w:asciiTheme="minorHAnsi" w:hAnsiTheme="minorHAnsi" w:cstheme="minorHAnsi"/>
          <w:sz w:val="20"/>
          <w:szCs w:val="20"/>
          <w:u w:val="single"/>
          <w:lang w:eastAsia="en-US"/>
        </w:rPr>
        <w:t>042.7.3.PRZEDSZKOLA.</w:t>
      </w:r>
      <w:r w:rsidR="00687E2C" w:rsidRPr="00DF2D67">
        <w:rPr>
          <w:rFonts w:asciiTheme="minorHAnsi" w:hAnsiTheme="minorHAnsi" w:cstheme="minorHAnsi"/>
          <w:sz w:val="20"/>
          <w:szCs w:val="20"/>
          <w:u w:val="single"/>
          <w:lang w:eastAsia="en-US"/>
        </w:rPr>
        <w:t>IPC</w:t>
      </w:r>
      <w:r w:rsidR="00DF2D67" w:rsidRPr="00DF2D67">
        <w:rPr>
          <w:rFonts w:asciiTheme="minorHAnsi" w:hAnsiTheme="minorHAnsi" w:cstheme="minorHAnsi"/>
          <w:sz w:val="20"/>
          <w:szCs w:val="20"/>
          <w:u w:val="single"/>
          <w:lang w:eastAsia="en-US"/>
        </w:rPr>
        <w:t xml:space="preserve"> </w:t>
      </w:r>
      <w:r w:rsidR="00DF2D67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   </w:t>
      </w:r>
      <w:r w:rsidR="001142BE" w:rsidRPr="00DF2D67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Załącznik nr </w:t>
      </w:r>
      <w:r w:rsidR="0099032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>2</w:t>
      </w:r>
      <w:r w:rsidR="001142BE" w:rsidRPr="00DF2D67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 do zapytania ofertowego</w:t>
      </w:r>
    </w:p>
    <w:p w14:paraId="702ECC0D" w14:textId="01ADD080" w:rsidR="006E713C" w:rsidRPr="00F35FB7" w:rsidRDefault="006E713C" w:rsidP="006E713C">
      <w:pPr>
        <w:spacing w:after="200"/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2F129F8" w14:textId="3AC5F8A4" w:rsidR="0099032C" w:rsidRPr="0099032C" w:rsidRDefault="0099032C" w:rsidP="0099032C">
      <w:pPr>
        <w:spacing w:after="160" w:line="259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9032C">
        <w:rPr>
          <w:rFonts w:asciiTheme="minorHAnsi" w:hAnsiTheme="minorHAnsi" w:cstheme="minorHAnsi"/>
          <w:b/>
          <w:bCs/>
          <w:i/>
          <w:iCs/>
          <w:sz w:val="20"/>
          <w:szCs w:val="20"/>
        </w:rPr>
        <w:t>O</w:t>
      </w:r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>świadczenia</w:t>
      </w:r>
      <w:r w:rsidRPr="0099032C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O</w:t>
      </w:r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>ferenta</w:t>
      </w:r>
      <w:r w:rsidRPr="0099032C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99032C">
        <w:rPr>
          <w:rFonts w:asciiTheme="minorHAnsi" w:hAnsiTheme="minorHAnsi" w:cstheme="minorHAnsi"/>
          <w:b/>
          <w:bCs/>
          <w:sz w:val="20"/>
          <w:szCs w:val="20"/>
        </w:rPr>
        <w:t xml:space="preserve"> że nie zachodzą okoliczności wyłączające go z ubiegania się o zamówienie</w:t>
      </w:r>
    </w:p>
    <w:p w14:paraId="68E3DAD8" w14:textId="77777777" w:rsidR="0099032C" w:rsidRPr="00CA7F2D" w:rsidRDefault="0099032C" w:rsidP="0099032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D5A2014" w14:textId="487AAC7B" w:rsidR="0099032C" w:rsidRPr="0099032C" w:rsidRDefault="0099032C" w:rsidP="0099032C">
      <w:pPr>
        <w:spacing w:after="200"/>
        <w:jc w:val="both"/>
        <w:rPr>
          <w:rFonts w:asciiTheme="minorHAnsi" w:eastAsia="Calibri" w:hAnsiTheme="minorHAnsi" w:cstheme="minorHAnsi"/>
          <w:iCs/>
          <w:sz w:val="20"/>
          <w:szCs w:val="20"/>
          <w:lang w:eastAsia="en-US"/>
        </w:rPr>
      </w:pPr>
      <w:r w:rsidRPr="00CA7F2D">
        <w:rPr>
          <w:rFonts w:asciiTheme="minorHAnsi" w:hAnsiTheme="minorHAnsi" w:cstheme="minorHAnsi"/>
          <w:sz w:val="20"/>
          <w:szCs w:val="20"/>
        </w:rPr>
        <w:t>Działając w imieniu 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CA7F2D">
        <w:rPr>
          <w:rFonts w:asciiTheme="minorHAnsi" w:hAnsiTheme="minorHAnsi" w:cstheme="minorHAnsi"/>
          <w:sz w:val="20"/>
          <w:szCs w:val="20"/>
        </w:rPr>
        <w:t xml:space="preserve">… (wskazać </w:t>
      </w:r>
      <w:r>
        <w:rPr>
          <w:rFonts w:asciiTheme="minorHAnsi" w:hAnsiTheme="minorHAnsi" w:cstheme="minorHAnsi"/>
          <w:sz w:val="20"/>
          <w:szCs w:val="20"/>
        </w:rPr>
        <w:t>nazwę</w:t>
      </w:r>
      <w:r w:rsidRPr="00CA7F2D">
        <w:rPr>
          <w:rFonts w:asciiTheme="minorHAnsi" w:hAnsiTheme="minorHAnsi" w:cstheme="minorHAnsi"/>
          <w:sz w:val="20"/>
          <w:szCs w:val="20"/>
        </w:rPr>
        <w:t xml:space="preserve"> Oferenta) w odpowiedzi na zapytanie ofertowe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C379F0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znak sprawy: </w:t>
      </w:r>
      <w:r w:rsidRPr="00C379F0">
        <w:rPr>
          <w:rFonts w:asciiTheme="minorHAnsi" w:hAnsiTheme="minorHAnsi" w:cstheme="minorHAnsi"/>
          <w:i/>
          <w:iCs/>
          <w:sz w:val="20"/>
          <w:szCs w:val="20"/>
          <w:u w:val="single"/>
          <w:lang w:eastAsia="en-US"/>
        </w:rPr>
        <w:t>ORG.042.7.3.PRZEDSZKOLA.IPC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z dnia </w:t>
      </w:r>
      <w:r w:rsidR="00B25D64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2</w:t>
      </w:r>
      <w:r w:rsidR="00F77FDF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7</w:t>
      </w:r>
      <w:bookmarkStart w:id="1" w:name="_GoBack"/>
      <w:bookmarkEnd w:id="1"/>
      <w:r w:rsidR="001B4C7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.</w:t>
      </w:r>
      <w:r w:rsidR="00B25D64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09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.2024 r.</w:t>
      </w:r>
      <w:r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,</w:t>
      </w:r>
      <w:r w:rsidRPr="00DF2D67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którego przedmiotem jest </w:t>
      </w:r>
      <w:r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p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>rzeprowadzenie usługi szkoleń dla wyznaczonej kadry pedagogicznej z 5 Oddziałów Wychowania Przedszkolnego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zlokalizowanych na terenie Gminy Debrzno – łącznie dla maksymalnie </w:t>
      </w:r>
      <w:r w:rsidR="00B25D64">
        <w:rPr>
          <w:rFonts w:asciiTheme="minorHAnsi" w:eastAsia="Calibri" w:hAnsiTheme="minorHAnsi" w:cstheme="minorHAnsi"/>
          <w:sz w:val="20"/>
          <w:szCs w:val="20"/>
          <w:lang w:eastAsia="en-US"/>
        </w:rPr>
        <w:t>4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Uczestników/Uczestniczek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, w ramach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projektu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pn.</w:t>
      </w:r>
      <w:r w:rsidRPr="00DF2D6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  <w:r w:rsidRPr="00DF2D67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PRZEDSZKOLA MARZEŃ w Gminie Debrzno, </w:t>
      </w:r>
      <w:r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finansowanego ze środków Europejskiego Funduszu Społecznego Plus (EFS+) </w:t>
      </w:r>
      <w:r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z</w:t>
      </w:r>
      <w:r w:rsidRPr="00DF2D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 Programu Fundusze Europejskie dla Pomorza 2021-2027 (FEP 2021-2027), Priorytet 5 Fundusze europejskie dla silnego społecznie Pomorza (EFS+), Działanie 5.7 Edukacja przedszkolna</w:t>
      </w:r>
      <w:r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, </w:t>
      </w:r>
      <w:r w:rsidRPr="00CA7F2D">
        <w:rPr>
          <w:rFonts w:asciiTheme="minorHAnsi" w:hAnsiTheme="minorHAnsi" w:cstheme="minorHAnsi"/>
          <w:sz w:val="20"/>
          <w:szCs w:val="20"/>
        </w:rPr>
        <w:t xml:space="preserve">jako osoba upoważniona do złożenia niżej opisanych oświadczeń w imieniu Oferenta, </w:t>
      </w:r>
      <w:r w:rsidRPr="00CA7F2D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CA7F2D">
        <w:rPr>
          <w:rFonts w:asciiTheme="minorHAnsi" w:hAnsiTheme="minorHAnsi" w:cstheme="minorHAnsi"/>
          <w:sz w:val="20"/>
          <w:szCs w:val="20"/>
        </w:rPr>
        <w:t>, zgodnie z prawdą i pod rygorem odpowiedzialności karnej, że:</w:t>
      </w:r>
    </w:p>
    <w:p w14:paraId="45C277C1" w14:textId="77777777" w:rsidR="00535289" w:rsidRPr="00CA7F2D" w:rsidRDefault="00535289" w:rsidP="004A3333">
      <w:pPr>
        <w:pStyle w:val="Akapitzlist"/>
        <w:numPr>
          <w:ilvl w:val="0"/>
          <w:numId w:val="4"/>
        </w:numPr>
        <w:suppressAutoHyphens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CA7F2D">
        <w:rPr>
          <w:rFonts w:asciiTheme="minorHAnsi" w:hAnsiTheme="minorHAnsi" w:cstheme="minorHAnsi"/>
          <w:sz w:val="20"/>
          <w:szCs w:val="20"/>
        </w:rPr>
        <w:t>obec Oferenta nie wszczęto postępowania upadłościowego, ani nie ogłoszono jego upadłości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5078FDCE" w14:textId="77777777" w:rsidR="00535289" w:rsidRPr="00CA7F2D" w:rsidRDefault="00535289" w:rsidP="004A3333">
      <w:pPr>
        <w:pStyle w:val="Akapitzlist"/>
        <w:numPr>
          <w:ilvl w:val="0"/>
          <w:numId w:val="4"/>
        </w:numPr>
        <w:suppressAutoHyphens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 nie zalega z opłacaniem podatków, opłat lub składek na ubezpieczenie społeczne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CADA7BE" w14:textId="77777777" w:rsidR="00535289" w:rsidRPr="00CA7F2D" w:rsidRDefault="00535289" w:rsidP="004A3333">
      <w:pPr>
        <w:pStyle w:val="Akapitzlist"/>
        <w:numPr>
          <w:ilvl w:val="0"/>
          <w:numId w:val="4"/>
        </w:numPr>
        <w:suppressAutoHyphens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 nie jest osobą fizyczną prawomocnie skazaną za przestępstwo popełnione w związku z postępowaniem o udzielenie zamówienia publicznego lub za inne przestępstwo popełnione w celu osiągnięcia korzyści majątkowych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3D09110B" w14:textId="77777777" w:rsidR="00535289" w:rsidRPr="00CA7F2D" w:rsidRDefault="00535289" w:rsidP="004A3333">
      <w:pPr>
        <w:pStyle w:val="Akapitzlist"/>
        <w:numPr>
          <w:ilvl w:val="0"/>
          <w:numId w:val="4"/>
        </w:numPr>
        <w:suppressAutoHyphens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FDFB7DA" w14:textId="77777777" w:rsidR="00535289" w:rsidRDefault="00535289" w:rsidP="004A3333">
      <w:pPr>
        <w:pStyle w:val="Akapitzlist"/>
        <w:numPr>
          <w:ilvl w:val="0"/>
          <w:numId w:val="4"/>
        </w:numPr>
        <w:suppressAutoHyphens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 znajduje się w sytuacji ekonomicznej i finansowej zapewniającej niezakłóconą realizację zamówienia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649CEC67" w14:textId="77777777" w:rsidR="00535289" w:rsidRPr="00E34FCC" w:rsidRDefault="00535289" w:rsidP="004A3333">
      <w:pPr>
        <w:pStyle w:val="Akapitzlist"/>
        <w:numPr>
          <w:ilvl w:val="0"/>
          <w:numId w:val="4"/>
        </w:numPr>
        <w:suppressAutoHyphens/>
        <w:spacing w:line="240" w:lineRule="auto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Oferent</w:t>
      </w:r>
      <w:r w:rsidRPr="00F86D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posiada uprawnie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nia</w:t>
      </w:r>
      <w:r w:rsidRPr="00F86D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do wykonywania określonej działalności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;</w:t>
      </w:r>
    </w:p>
    <w:p w14:paraId="2E700EAD" w14:textId="77777777" w:rsidR="00535289" w:rsidRPr="00535289" w:rsidRDefault="00535289" w:rsidP="004A3333">
      <w:pPr>
        <w:pStyle w:val="Akapitzlist"/>
        <w:numPr>
          <w:ilvl w:val="0"/>
          <w:numId w:val="4"/>
        </w:numPr>
        <w:suppressAutoHyphens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Oferent</w:t>
      </w:r>
      <w:r w:rsidRPr="00F86D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posiada niezbędn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ą</w:t>
      </w:r>
      <w:r w:rsidRPr="00F86D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wiedz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ę</w:t>
      </w:r>
      <w:r w:rsidRPr="00F86D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i doświadcze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nie </w:t>
      </w:r>
      <w:r w:rsidRPr="00F86DAE">
        <w:rPr>
          <w:rFonts w:asciiTheme="minorHAnsi" w:eastAsia="Calibri" w:hAnsiTheme="minorHAnsi" w:cstheme="minorHAnsi"/>
          <w:sz w:val="20"/>
          <w:szCs w:val="20"/>
          <w:lang w:eastAsia="en-US"/>
        </w:rPr>
        <w:t>zgodnie z warunkami udziału w nim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;</w:t>
      </w:r>
    </w:p>
    <w:p w14:paraId="092DA0F5" w14:textId="114C128B" w:rsidR="00535289" w:rsidRPr="00535289" w:rsidRDefault="0099032C" w:rsidP="004A3333">
      <w:pPr>
        <w:pStyle w:val="Akapitzlist"/>
        <w:numPr>
          <w:ilvl w:val="0"/>
          <w:numId w:val="4"/>
        </w:numPr>
        <w:suppressAutoHyphens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35289">
        <w:rPr>
          <w:rFonts w:asciiTheme="minorHAnsi" w:hAnsiTheme="minorHAnsi" w:cstheme="minorHAnsi"/>
          <w:sz w:val="20"/>
          <w:szCs w:val="20"/>
        </w:rPr>
        <w:t xml:space="preserve">osoba/podmiot, który reprezentuję, a który ubiega się o udzielenie zamówienia w ramach niniejszego postępowania, nie jest powiązany z Zamawiającym osobowo lub kapitałowo. Przez powiązania kapitałowe lub osobowe rozumie się wzajemne powiązania między </w:t>
      </w:r>
      <w:r w:rsidR="00535289" w:rsidRPr="0053528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14:paraId="332D20C4" w14:textId="77777777" w:rsidR="00DC5D7E" w:rsidRDefault="00535289" w:rsidP="004A3333">
      <w:pPr>
        <w:pStyle w:val="Akapitzlist"/>
        <w:numPr>
          <w:ilvl w:val="0"/>
          <w:numId w:val="2"/>
        </w:numPr>
        <w:spacing w:after="200"/>
        <w:ind w:left="993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C5D7E">
        <w:rPr>
          <w:rFonts w:asciiTheme="minorHAnsi" w:eastAsia="Calibri" w:hAnsiTheme="minorHAnsi" w:cstheme="minorHAnsi"/>
          <w:sz w:val="20"/>
          <w:szCs w:val="20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44F51D0" w14:textId="77777777" w:rsidR="00DC5D7E" w:rsidRDefault="00535289" w:rsidP="004A3333">
      <w:pPr>
        <w:pStyle w:val="Akapitzlist"/>
        <w:numPr>
          <w:ilvl w:val="0"/>
          <w:numId w:val="2"/>
        </w:numPr>
        <w:spacing w:after="200"/>
        <w:ind w:left="993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C5D7E">
        <w:rPr>
          <w:rFonts w:asciiTheme="minorHAnsi" w:eastAsia="Calibri" w:hAnsiTheme="minorHAnsi" w:cstheme="minorHAnsi"/>
          <w:sz w:val="20"/>
          <w:szCs w:val="20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27146468" w14:textId="40505164" w:rsidR="00535289" w:rsidRPr="00DC5D7E" w:rsidRDefault="00535289" w:rsidP="004A3333">
      <w:pPr>
        <w:pStyle w:val="Akapitzlist"/>
        <w:numPr>
          <w:ilvl w:val="0"/>
          <w:numId w:val="2"/>
        </w:numPr>
        <w:spacing w:after="200"/>
        <w:ind w:left="993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C5D7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pozostawaniu z wykonawcą w takim stosunku prawnym lub faktycznym, że istnieje uzasadniona wątpliwość co do ich bezstronności lub niezależności w związku z postępowaniem o udzielenie zamówienia.  </w:t>
      </w:r>
    </w:p>
    <w:p w14:paraId="452662AF" w14:textId="545C9F81" w:rsidR="0099032C" w:rsidRDefault="0099032C" w:rsidP="00535289">
      <w:pPr>
        <w:suppressAutoHyphens/>
        <w:spacing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35289">
        <w:rPr>
          <w:rFonts w:asciiTheme="minorHAnsi" w:hAnsiTheme="minorHAnsi" w:cstheme="minorHAnsi"/>
          <w:b/>
          <w:bCs/>
          <w:sz w:val="20"/>
          <w:szCs w:val="20"/>
        </w:rPr>
        <w:t>Oświadczam, że nie jestem:</w:t>
      </w:r>
    </w:p>
    <w:p w14:paraId="778E1502" w14:textId="410612A3" w:rsidR="00535289" w:rsidRPr="00535289" w:rsidRDefault="00535289" w:rsidP="004A3333">
      <w:pPr>
        <w:pStyle w:val="Akapitzlist"/>
        <w:numPr>
          <w:ilvl w:val="0"/>
          <w:numId w:val="5"/>
        </w:numPr>
        <w:spacing w:after="20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35289">
        <w:rPr>
          <w:rFonts w:asciiTheme="minorHAnsi" w:eastAsia="Calibri" w:hAnsiTheme="minorHAnsi" w:cstheme="minorHAnsi"/>
          <w:sz w:val="20"/>
          <w:szCs w:val="20"/>
          <w:lang w:eastAsia="en-US"/>
        </w:rPr>
        <w:t>podmiot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em</w:t>
      </w:r>
      <w:r w:rsidRPr="00535289">
        <w:rPr>
          <w:rFonts w:asciiTheme="minorHAnsi" w:eastAsia="Calibri" w:hAnsiTheme="minorHAnsi" w:cstheme="minorHAnsi"/>
          <w:sz w:val="20"/>
          <w:szCs w:val="20"/>
          <w:lang w:eastAsia="en-US"/>
        </w:rPr>
        <w:t>, w stosunku do których zachodzi którakolwiek z okoliczności wskazanych w art. 7 ust. 1 ustawy z dnia 13 kwietnia 2022 r. o szczególnych rozwiązaniach w zakresie przeciwdziałania wspieraniu agresji na Ukrainę oraz służących ochronie bezpieczeństwa narodowego (Dz.U. poz. 835) ,zwanej dalej: „Ustawą o szczególnych rozwiązaniach w zakresie przeciwdziałania wspieraniu agresji na Ukrainę oraz służących ochronie bezpieczeństwa narodowego”, tj.:</w:t>
      </w:r>
    </w:p>
    <w:p w14:paraId="6EAF1E28" w14:textId="77777777" w:rsidR="003F62D3" w:rsidRDefault="00535289" w:rsidP="004A3333">
      <w:pPr>
        <w:pStyle w:val="Akapitzlist"/>
        <w:numPr>
          <w:ilvl w:val="0"/>
          <w:numId w:val="3"/>
        </w:numPr>
        <w:spacing w:after="200"/>
        <w:ind w:left="993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857F6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wykonawc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ą</w:t>
      </w:r>
      <w:r w:rsidRPr="00D857F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oraz uczestnik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iem </w:t>
      </w:r>
      <w:r w:rsidRPr="00D857F6">
        <w:rPr>
          <w:rFonts w:asciiTheme="minorHAnsi" w:eastAsia="Calibri" w:hAnsiTheme="minorHAnsi" w:cstheme="minorHAnsi"/>
          <w:sz w:val="20"/>
          <w:szCs w:val="20"/>
          <w:lang w:eastAsia="en-US"/>
        </w:rPr>
        <w:t>konkursu wymienion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ym</w:t>
      </w:r>
      <w:r w:rsidRPr="00D857F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31188A" w14:textId="77777777" w:rsidR="003F62D3" w:rsidRDefault="003F62D3" w:rsidP="004A3333">
      <w:pPr>
        <w:pStyle w:val="Akapitzlist"/>
        <w:numPr>
          <w:ilvl w:val="0"/>
          <w:numId w:val="3"/>
        </w:numPr>
        <w:spacing w:after="200"/>
        <w:ind w:left="993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3F62D3">
        <w:rPr>
          <w:rFonts w:asciiTheme="minorHAnsi" w:eastAsia="Calibri" w:hAnsiTheme="minorHAnsi" w:cstheme="minorHAnsi"/>
          <w:sz w:val="20"/>
          <w:szCs w:val="20"/>
          <w:lang w:eastAsia="en-US"/>
        </w:rPr>
        <w:t>wykonawcy oraz uczestnikowi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A9F9B4" w14:textId="537323CC" w:rsidR="003F62D3" w:rsidRPr="003F62D3" w:rsidRDefault="003F62D3" w:rsidP="004A3333">
      <w:pPr>
        <w:pStyle w:val="Akapitzlist"/>
        <w:numPr>
          <w:ilvl w:val="0"/>
          <w:numId w:val="3"/>
        </w:numPr>
        <w:spacing w:after="200"/>
        <w:ind w:left="993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3F62D3">
        <w:rPr>
          <w:rFonts w:asciiTheme="minorHAnsi" w:eastAsia="Calibri" w:hAnsiTheme="minorHAnsi" w:cstheme="minorHAnsi"/>
          <w:sz w:val="20"/>
          <w:szCs w:val="20"/>
          <w:lang w:eastAsia="en-US"/>
        </w:rPr>
        <w:t>wykonawcy oraz uczestnikowi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ustawy;</w:t>
      </w:r>
    </w:p>
    <w:p w14:paraId="284313D3" w14:textId="77777777" w:rsidR="00DC5D7E" w:rsidRDefault="00535289" w:rsidP="004A3333">
      <w:pPr>
        <w:pStyle w:val="Akapitzlist"/>
        <w:numPr>
          <w:ilvl w:val="0"/>
          <w:numId w:val="5"/>
        </w:numPr>
        <w:spacing w:after="20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C5D7E">
        <w:rPr>
          <w:rFonts w:asciiTheme="minorHAnsi" w:eastAsia="Calibri" w:hAnsiTheme="minorHAnsi" w:cstheme="minorHAnsi"/>
          <w:sz w:val="20"/>
          <w:szCs w:val="20"/>
          <w:lang w:eastAsia="en-US"/>
        </w:rPr>
        <w:t>Rosyjskim wykonawcą i podwykonawcą - na podstawie rozporządzenia (UE) 2022/576 w sprawie zmiany rozporządzenia (UE) nr 833/2014 dotyczącego środków ograniczających w związku z działaniami Rosji destabilizującymi sytuację na Ukrainie (Dz. Urz. UE nr L 111 z 8.4.2022, str. 1);</w:t>
      </w:r>
    </w:p>
    <w:p w14:paraId="1B68E733" w14:textId="4C746492" w:rsidR="00535289" w:rsidRPr="00DC5D7E" w:rsidRDefault="00535289" w:rsidP="004A3333">
      <w:pPr>
        <w:pStyle w:val="Akapitzlist"/>
        <w:numPr>
          <w:ilvl w:val="0"/>
          <w:numId w:val="5"/>
        </w:numPr>
        <w:spacing w:after="20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C5D7E">
        <w:rPr>
          <w:rFonts w:asciiTheme="minorHAnsi" w:eastAsia="Calibri" w:hAnsiTheme="minorHAnsi" w:cstheme="minorHAnsi"/>
          <w:sz w:val="20"/>
          <w:szCs w:val="20"/>
          <w:lang w:eastAsia="en-US"/>
        </w:rPr>
        <w:t>Oferentem wymienionym w Komunikacie Komisji „Tymczasowe kryzysowe ramy środków pomocy państwa w celu wsparcia gospodarki po agresji Rosji wobec Ukrainy” (Dz. U. UE C 131 z 24.3.2022 str. 1);</w:t>
      </w:r>
    </w:p>
    <w:p w14:paraId="44C12629" w14:textId="77777777" w:rsidR="0099032C" w:rsidRPr="00DC5D7E" w:rsidRDefault="0099032C" w:rsidP="00DC5D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0E1C94A" w14:textId="77777777" w:rsidR="0099032C" w:rsidRPr="00CA7F2D" w:rsidRDefault="0099032C" w:rsidP="0099032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99032C" w:rsidRPr="00CA7F2D" w14:paraId="54C22C29" w14:textId="77777777" w:rsidTr="00DC5D7E">
        <w:tc>
          <w:tcPr>
            <w:tcW w:w="27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3DFEB" w14:textId="77777777" w:rsidR="0099032C" w:rsidRPr="00CA7F2D" w:rsidRDefault="0099032C" w:rsidP="00F1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16E21184" w14:textId="77777777" w:rsidR="0099032C" w:rsidRPr="00CA7F2D" w:rsidRDefault="0099032C" w:rsidP="00F1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79C6B1F1" w14:textId="77777777" w:rsidR="0099032C" w:rsidRPr="00CA7F2D" w:rsidRDefault="0099032C" w:rsidP="00F1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56535" w14:textId="77777777" w:rsidR="0099032C" w:rsidRPr="00CA7F2D" w:rsidRDefault="0099032C" w:rsidP="00F17052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82D1F60" w14:textId="77777777" w:rsidR="0099032C" w:rsidRPr="00CA7F2D" w:rsidRDefault="0099032C" w:rsidP="00DC5D7E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6195441" w14:textId="77777777" w:rsidR="0099032C" w:rsidRPr="00CA7F2D" w:rsidRDefault="0099032C" w:rsidP="00F17052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99032C" w:rsidRPr="00CA7F2D" w14:paraId="3A73FFC3" w14:textId="77777777" w:rsidTr="00DC5D7E">
        <w:tc>
          <w:tcPr>
            <w:tcW w:w="277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505F9" w14:textId="77777777" w:rsidR="0099032C" w:rsidRPr="00CA7F2D" w:rsidRDefault="0099032C" w:rsidP="00F17052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2FC91" w14:textId="613504CB" w:rsidR="0099032C" w:rsidRPr="00CA7F2D" w:rsidRDefault="0099032C" w:rsidP="00F17052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Oferenta.</w:t>
            </w:r>
          </w:p>
          <w:p w14:paraId="13804216" w14:textId="77777777" w:rsidR="0099032C" w:rsidRPr="00CA7F2D" w:rsidRDefault="0099032C" w:rsidP="00F17052">
            <w:pPr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1A2CC0E2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3FA3BC54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577AFEEB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1FF16438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7C9AD1F0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50A72ADE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6950EDA7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5EBBE750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18EC96FF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3213CEFA" w14:textId="77777777" w:rsidR="00DC5D7E" w:rsidRDefault="00DC5D7E" w:rsidP="006E713C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52CDF64" w14:textId="643EDC29" w:rsidR="00D674BA" w:rsidRPr="00C24058" w:rsidRDefault="00D674BA" w:rsidP="00C24058">
      <w:pPr>
        <w:spacing w:after="200"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</w:p>
    <w:sectPr w:rsidR="00D674BA" w:rsidRPr="00C24058" w:rsidSect="00E56273">
      <w:headerReference w:type="default" r:id="rId10"/>
      <w:headerReference w:type="first" r:id="rId11"/>
      <w:footerReference w:type="first" r:id="rId12"/>
      <w:pgSz w:w="11906" w:h="16838" w:code="9"/>
      <w:pgMar w:top="1276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D3EDEB" w14:textId="77777777" w:rsidR="00F32A23" w:rsidRDefault="00F32A23">
      <w:r>
        <w:separator/>
      </w:r>
    </w:p>
  </w:endnote>
  <w:endnote w:type="continuationSeparator" w:id="0">
    <w:p w14:paraId="065091C7" w14:textId="77777777" w:rsidR="00F32A23" w:rsidRDefault="00F3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C1AB3" w14:textId="3B373D33" w:rsidR="007B2500" w:rsidRPr="00B01F08" w:rsidRDefault="00B05FFE" w:rsidP="00B05FFE">
    <w:pPr>
      <w:pStyle w:val="Stopka"/>
    </w:pPr>
    <w:r>
      <w:rPr>
        <w:noProof/>
      </w:rPr>
      <w:drawing>
        <wp:inline distT="0" distB="0" distL="0" distR="0" wp14:anchorId="5133AB1D" wp14:editId="6A00D50A">
          <wp:extent cx="5759450" cy="389169"/>
          <wp:effectExtent l="0" t="0" r="0" b="0"/>
          <wp:docPr id="8" name="Obraz 8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FDCA2" w14:textId="77777777" w:rsidR="00F32A23" w:rsidRDefault="00F32A23">
      <w:bookmarkStart w:id="0" w:name="_Hlk141737408"/>
      <w:bookmarkEnd w:id="0"/>
      <w:r>
        <w:separator/>
      </w:r>
    </w:p>
  </w:footnote>
  <w:footnote w:type="continuationSeparator" w:id="0">
    <w:p w14:paraId="4F9F8012" w14:textId="77777777" w:rsidR="00F32A23" w:rsidRDefault="00F32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20AC1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39F92" w14:textId="76660106" w:rsidR="000174EA" w:rsidRDefault="00B05FFE" w:rsidP="00B05FFE">
    <w:pPr>
      <w:pStyle w:val="Nagwek"/>
    </w:pPr>
    <w:r>
      <w:rPr>
        <w:noProof/>
      </w:rPr>
      <w:drawing>
        <wp:inline distT="0" distB="0" distL="0" distR="0" wp14:anchorId="42423572" wp14:editId="6139A0BD">
          <wp:extent cx="5759450" cy="594229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F17BD"/>
    <w:multiLevelType w:val="hybridMultilevel"/>
    <w:tmpl w:val="B28655B8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381D77E1"/>
    <w:multiLevelType w:val="hybridMultilevel"/>
    <w:tmpl w:val="974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C51C5"/>
    <w:multiLevelType w:val="hybridMultilevel"/>
    <w:tmpl w:val="5FF01942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8D126518-BEED-4949-B5A8-C16F17DC2A35}"/>
  </w:docVars>
  <w:rsids>
    <w:rsidRoot w:val="001A02A1"/>
    <w:rsid w:val="000112E4"/>
    <w:rsid w:val="000174EA"/>
    <w:rsid w:val="000364DF"/>
    <w:rsid w:val="00036957"/>
    <w:rsid w:val="00061F20"/>
    <w:rsid w:val="000630C3"/>
    <w:rsid w:val="00070A65"/>
    <w:rsid w:val="00076721"/>
    <w:rsid w:val="00080D83"/>
    <w:rsid w:val="000A3836"/>
    <w:rsid w:val="000C54B1"/>
    <w:rsid w:val="000D283E"/>
    <w:rsid w:val="0011404B"/>
    <w:rsid w:val="001142BE"/>
    <w:rsid w:val="00120BC8"/>
    <w:rsid w:val="00124D4A"/>
    <w:rsid w:val="001304E7"/>
    <w:rsid w:val="00130B23"/>
    <w:rsid w:val="00144962"/>
    <w:rsid w:val="001520FF"/>
    <w:rsid w:val="00154022"/>
    <w:rsid w:val="0018112A"/>
    <w:rsid w:val="0019203B"/>
    <w:rsid w:val="001971F8"/>
    <w:rsid w:val="001A02A1"/>
    <w:rsid w:val="001A04CF"/>
    <w:rsid w:val="001A081C"/>
    <w:rsid w:val="001A3D33"/>
    <w:rsid w:val="001A7305"/>
    <w:rsid w:val="001B210F"/>
    <w:rsid w:val="001B4C77"/>
    <w:rsid w:val="001C02C3"/>
    <w:rsid w:val="001D059A"/>
    <w:rsid w:val="001D5B2A"/>
    <w:rsid w:val="001E2B2A"/>
    <w:rsid w:val="001E2F45"/>
    <w:rsid w:val="001E34F3"/>
    <w:rsid w:val="001F0A4C"/>
    <w:rsid w:val="001F1578"/>
    <w:rsid w:val="00203CE2"/>
    <w:rsid w:val="00210CD1"/>
    <w:rsid w:val="00211378"/>
    <w:rsid w:val="00241C1F"/>
    <w:rsid w:val="002425AE"/>
    <w:rsid w:val="00245E27"/>
    <w:rsid w:val="002510B2"/>
    <w:rsid w:val="002529E4"/>
    <w:rsid w:val="00252BB3"/>
    <w:rsid w:val="002914F3"/>
    <w:rsid w:val="002B1DC9"/>
    <w:rsid w:val="002C6347"/>
    <w:rsid w:val="002D118A"/>
    <w:rsid w:val="002D50D5"/>
    <w:rsid w:val="00307C45"/>
    <w:rsid w:val="003130EA"/>
    <w:rsid w:val="00315901"/>
    <w:rsid w:val="00320AAC"/>
    <w:rsid w:val="00325198"/>
    <w:rsid w:val="00335203"/>
    <w:rsid w:val="003370F0"/>
    <w:rsid w:val="003526F5"/>
    <w:rsid w:val="0035482A"/>
    <w:rsid w:val="003619F2"/>
    <w:rsid w:val="00363C97"/>
    <w:rsid w:val="00365820"/>
    <w:rsid w:val="00386446"/>
    <w:rsid w:val="0039232C"/>
    <w:rsid w:val="0039693E"/>
    <w:rsid w:val="003C2C66"/>
    <w:rsid w:val="003C554F"/>
    <w:rsid w:val="003D21F3"/>
    <w:rsid w:val="003F2681"/>
    <w:rsid w:val="003F3629"/>
    <w:rsid w:val="003F62D3"/>
    <w:rsid w:val="003F7807"/>
    <w:rsid w:val="0040149C"/>
    <w:rsid w:val="00403146"/>
    <w:rsid w:val="00414478"/>
    <w:rsid w:val="004430F4"/>
    <w:rsid w:val="00443330"/>
    <w:rsid w:val="00445EB0"/>
    <w:rsid w:val="00464281"/>
    <w:rsid w:val="00492ABA"/>
    <w:rsid w:val="00492BD3"/>
    <w:rsid w:val="004A3333"/>
    <w:rsid w:val="004A62CA"/>
    <w:rsid w:val="004B122A"/>
    <w:rsid w:val="004B38AD"/>
    <w:rsid w:val="004B4A6C"/>
    <w:rsid w:val="004B6074"/>
    <w:rsid w:val="004B70BD"/>
    <w:rsid w:val="004C303B"/>
    <w:rsid w:val="004E6C0A"/>
    <w:rsid w:val="004F3EEF"/>
    <w:rsid w:val="00513789"/>
    <w:rsid w:val="005169BF"/>
    <w:rsid w:val="0052111D"/>
    <w:rsid w:val="005266B7"/>
    <w:rsid w:val="00535289"/>
    <w:rsid w:val="00562E67"/>
    <w:rsid w:val="00565299"/>
    <w:rsid w:val="005760A9"/>
    <w:rsid w:val="00594464"/>
    <w:rsid w:val="005A480A"/>
    <w:rsid w:val="005E1F2B"/>
    <w:rsid w:val="005E68C7"/>
    <w:rsid w:val="006064DD"/>
    <w:rsid w:val="00612663"/>
    <w:rsid w:val="0061767F"/>
    <w:rsid w:val="00622781"/>
    <w:rsid w:val="006237CC"/>
    <w:rsid w:val="00640BFF"/>
    <w:rsid w:val="00646398"/>
    <w:rsid w:val="00651ECF"/>
    <w:rsid w:val="0066032A"/>
    <w:rsid w:val="00665A91"/>
    <w:rsid w:val="00685816"/>
    <w:rsid w:val="00687E2C"/>
    <w:rsid w:val="0069621B"/>
    <w:rsid w:val="006A6318"/>
    <w:rsid w:val="006B4267"/>
    <w:rsid w:val="006C6A93"/>
    <w:rsid w:val="006D17E7"/>
    <w:rsid w:val="006E713C"/>
    <w:rsid w:val="006F0C63"/>
    <w:rsid w:val="006F209E"/>
    <w:rsid w:val="006F6462"/>
    <w:rsid w:val="00726D18"/>
    <w:rsid w:val="00727F94"/>
    <w:rsid w:val="007337EB"/>
    <w:rsid w:val="00745D18"/>
    <w:rsid w:val="00776530"/>
    <w:rsid w:val="0078644D"/>
    <w:rsid w:val="00791E8E"/>
    <w:rsid w:val="00797F6F"/>
    <w:rsid w:val="007A0109"/>
    <w:rsid w:val="007A17BB"/>
    <w:rsid w:val="007B0542"/>
    <w:rsid w:val="007B17FF"/>
    <w:rsid w:val="007B2500"/>
    <w:rsid w:val="007B5688"/>
    <w:rsid w:val="007B6A89"/>
    <w:rsid w:val="007D4CE2"/>
    <w:rsid w:val="007D57FD"/>
    <w:rsid w:val="007D61D6"/>
    <w:rsid w:val="007D7E3C"/>
    <w:rsid w:val="007E1B19"/>
    <w:rsid w:val="007F3623"/>
    <w:rsid w:val="00821BD2"/>
    <w:rsid w:val="00822697"/>
    <w:rsid w:val="00827311"/>
    <w:rsid w:val="00834BB4"/>
    <w:rsid w:val="00835187"/>
    <w:rsid w:val="008375E2"/>
    <w:rsid w:val="00852D08"/>
    <w:rsid w:val="00865E60"/>
    <w:rsid w:val="00873501"/>
    <w:rsid w:val="00876326"/>
    <w:rsid w:val="00876D1C"/>
    <w:rsid w:val="00887344"/>
    <w:rsid w:val="008945D9"/>
    <w:rsid w:val="00895F06"/>
    <w:rsid w:val="008A18C4"/>
    <w:rsid w:val="008B302D"/>
    <w:rsid w:val="008C1C8B"/>
    <w:rsid w:val="008C52E2"/>
    <w:rsid w:val="008D13BE"/>
    <w:rsid w:val="008D1AF7"/>
    <w:rsid w:val="008E4BA4"/>
    <w:rsid w:val="009074DB"/>
    <w:rsid w:val="00921554"/>
    <w:rsid w:val="00951A4C"/>
    <w:rsid w:val="00951C5C"/>
    <w:rsid w:val="0095258E"/>
    <w:rsid w:val="009568F5"/>
    <w:rsid w:val="009706FB"/>
    <w:rsid w:val="00970ED5"/>
    <w:rsid w:val="00971DB3"/>
    <w:rsid w:val="0097248C"/>
    <w:rsid w:val="009726FB"/>
    <w:rsid w:val="0099032C"/>
    <w:rsid w:val="009961BC"/>
    <w:rsid w:val="00997003"/>
    <w:rsid w:val="009A4ACC"/>
    <w:rsid w:val="009B3995"/>
    <w:rsid w:val="009D71C1"/>
    <w:rsid w:val="009D7CAD"/>
    <w:rsid w:val="009F2CF0"/>
    <w:rsid w:val="00A0160D"/>
    <w:rsid w:val="00A04690"/>
    <w:rsid w:val="00A2686F"/>
    <w:rsid w:val="00A36667"/>
    <w:rsid w:val="00A36E62"/>
    <w:rsid w:val="00A40DD3"/>
    <w:rsid w:val="00A52F62"/>
    <w:rsid w:val="00A777D3"/>
    <w:rsid w:val="00A830EB"/>
    <w:rsid w:val="00A8311B"/>
    <w:rsid w:val="00AA00C2"/>
    <w:rsid w:val="00AB6F4E"/>
    <w:rsid w:val="00AD1EFE"/>
    <w:rsid w:val="00AD21F8"/>
    <w:rsid w:val="00AD4ECD"/>
    <w:rsid w:val="00AD51FC"/>
    <w:rsid w:val="00AD7E56"/>
    <w:rsid w:val="00AE2DFF"/>
    <w:rsid w:val="00B01F08"/>
    <w:rsid w:val="00B05FFE"/>
    <w:rsid w:val="00B16E8F"/>
    <w:rsid w:val="00B1726F"/>
    <w:rsid w:val="00B2442F"/>
    <w:rsid w:val="00B2514B"/>
    <w:rsid w:val="00B25D64"/>
    <w:rsid w:val="00B30401"/>
    <w:rsid w:val="00B3198A"/>
    <w:rsid w:val="00B32FD9"/>
    <w:rsid w:val="00B6038E"/>
    <w:rsid w:val="00B6637D"/>
    <w:rsid w:val="00B6766B"/>
    <w:rsid w:val="00B932F4"/>
    <w:rsid w:val="00BB0C53"/>
    <w:rsid w:val="00BB76D0"/>
    <w:rsid w:val="00BC363C"/>
    <w:rsid w:val="00BD0E5C"/>
    <w:rsid w:val="00C0549C"/>
    <w:rsid w:val="00C14F2B"/>
    <w:rsid w:val="00C24058"/>
    <w:rsid w:val="00C268A0"/>
    <w:rsid w:val="00C30BA9"/>
    <w:rsid w:val="00C377A0"/>
    <w:rsid w:val="00C379F0"/>
    <w:rsid w:val="00C56460"/>
    <w:rsid w:val="00C57BB1"/>
    <w:rsid w:val="00C62C24"/>
    <w:rsid w:val="00C635B6"/>
    <w:rsid w:val="00C71839"/>
    <w:rsid w:val="00C72506"/>
    <w:rsid w:val="00C751A1"/>
    <w:rsid w:val="00C82304"/>
    <w:rsid w:val="00CA5CBD"/>
    <w:rsid w:val="00CD7360"/>
    <w:rsid w:val="00CE005B"/>
    <w:rsid w:val="00CF588D"/>
    <w:rsid w:val="00D0037C"/>
    <w:rsid w:val="00D00B48"/>
    <w:rsid w:val="00D00F67"/>
    <w:rsid w:val="00D0361A"/>
    <w:rsid w:val="00D1150B"/>
    <w:rsid w:val="00D30ADD"/>
    <w:rsid w:val="00D43A0D"/>
    <w:rsid w:val="00D43E35"/>
    <w:rsid w:val="00D46867"/>
    <w:rsid w:val="00D526F3"/>
    <w:rsid w:val="00D57724"/>
    <w:rsid w:val="00D62173"/>
    <w:rsid w:val="00D674BA"/>
    <w:rsid w:val="00D857F6"/>
    <w:rsid w:val="00D93085"/>
    <w:rsid w:val="00DA2034"/>
    <w:rsid w:val="00DA2805"/>
    <w:rsid w:val="00DC5D7E"/>
    <w:rsid w:val="00DC733E"/>
    <w:rsid w:val="00DE5229"/>
    <w:rsid w:val="00DE6072"/>
    <w:rsid w:val="00DF078A"/>
    <w:rsid w:val="00DF2D67"/>
    <w:rsid w:val="00DF33F6"/>
    <w:rsid w:val="00DF57BE"/>
    <w:rsid w:val="00E01844"/>
    <w:rsid w:val="00E06500"/>
    <w:rsid w:val="00E13C7F"/>
    <w:rsid w:val="00E1449B"/>
    <w:rsid w:val="00E15123"/>
    <w:rsid w:val="00E23312"/>
    <w:rsid w:val="00E23A60"/>
    <w:rsid w:val="00E37958"/>
    <w:rsid w:val="00E539C6"/>
    <w:rsid w:val="00E56273"/>
    <w:rsid w:val="00E57060"/>
    <w:rsid w:val="00E64D96"/>
    <w:rsid w:val="00E81ADD"/>
    <w:rsid w:val="00E830F7"/>
    <w:rsid w:val="00E83871"/>
    <w:rsid w:val="00E87616"/>
    <w:rsid w:val="00E9302B"/>
    <w:rsid w:val="00EA5C16"/>
    <w:rsid w:val="00EC3304"/>
    <w:rsid w:val="00EE4072"/>
    <w:rsid w:val="00EE526B"/>
    <w:rsid w:val="00EF000D"/>
    <w:rsid w:val="00F02994"/>
    <w:rsid w:val="00F139A9"/>
    <w:rsid w:val="00F210D8"/>
    <w:rsid w:val="00F32A23"/>
    <w:rsid w:val="00F35FB7"/>
    <w:rsid w:val="00F36DC8"/>
    <w:rsid w:val="00F43BF0"/>
    <w:rsid w:val="00F5032F"/>
    <w:rsid w:val="00F545A3"/>
    <w:rsid w:val="00F661E2"/>
    <w:rsid w:val="00F70504"/>
    <w:rsid w:val="00F74281"/>
    <w:rsid w:val="00F77FDF"/>
    <w:rsid w:val="00F82F07"/>
    <w:rsid w:val="00F83EE2"/>
    <w:rsid w:val="00F85794"/>
    <w:rsid w:val="00F86DAE"/>
    <w:rsid w:val="00F942BC"/>
    <w:rsid w:val="00F975B2"/>
    <w:rsid w:val="00FA568F"/>
    <w:rsid w:val="00FB1502"/>
    <w:rsid w:val="00FB5706"/>
    <w:rsid w:val="00FB7887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16A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3629"/>
    <w:pPr>
      <w:keepNext/>
      <w:keepLines/>
      <w:spacing w:before="240" w:after="360"/>
      <w:jc w:val="center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1,Akapit z listą5,Paragraf,Podsis rysunku,Lista PR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7B05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0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054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B0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0542"/>
    <w:rPr>
      <w:rFonts w:ascii="Arial" w:hAnsi="Arial"/>
      <w:b/>
      <w:bCs/>
    </w:rPr>
  </w:style>
  <w:style w:type="character" w:customStyle="1" w:styleId="AkapitzlistZnak">
    <w:name w:val="Akapit z listą Znak"/>
    <w:aliases w:val="Numerowanie Znak,List Paragraph Znak,L1 Znak,Akapit z listą5 Znak,Paragraf Znak,Podsis rysunku Znak,Lista PR Znak"/>
    <w:link w:val="Akapitzlist"/>
    <w:uiPriority w:val="34"/>
    <w:qFormat/>
    <w:locked/>
    <w:rsid w:val="00C71839"/>
    <w:rPr>
      <w:rFonts w:ascii="Arial" w:hAnsi="Arial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3C2C66"/>
    <w:pPr>
      <w:shd w:val="clear" w:color="auto" w:fill="002060"/>
      <w:tabs>
        <w:tab w:val="left" w:pos="1418"/>
      </w:tabs>
      <w:spacing w:after="200"/>
    </w:pPr>
    <w:rPr>
      <w:rFonts w:ascii="Calibri" w:hAnsi="Calibri" w:cs="Calibri"/>
      <w:color w:val="FFFFFF"/>
      <w:szCs w:val="20"/>
    </w:rPr>
  </w:style>
  <w:style w:type="character" w:customStyle="1" w:styleId="Styl1Znak">
    <w:name w:val="Styl1 Znak"/>
    <w:basedOn w:val="Domylnaczcionkaakapitu"/>
    <w:link w:val="Styl1"/>
    <w:rsid w:val="003C2C66"/>
    <w:rPr>
      <w:rFonts w:ascii="Calibri" w:hAnsi="Calibri" w:cs="Calibri"/>
      <w:color w:val="FFFFFF"/>
      <w:sz w:val="24"/>
      <w:shd w:val="clear" w:color="auto" w:fill="002060"/>
    </w:rPr>
  </w:style>
  <w:style w:type="character" w:customStyle="1" w:styleId="Nagwek1Znak">
    <w:name w:val="Nagłówek 1 Znak"/>
    <w:basedOn w:val="Domylnaczcionkaakapitu"/>
    <w:link w:val="Nagwek1"/>
    <w:rsid w:val="003F3629"/>
    <w:rPr>
      <w:rFonts w:asciiTheme="minorHAnsi" w:eastAsiaTheme="majorEastAsia" w:hAnsiTheme="minorHAnsi" w:cstheme="majorBidi"/>
      <w:b/>
      <w:sz w:val="28"/>
      <w:szCs w:val="32"/>
    </w:rPr>
  </w:style>
  <w:style w:type="character" w:styleId="Hipercze">
    <w:name w:val="Hyperlink"/>
    <w:basedOn w:val="Domylnaczcionkaakapitu"/>
    <w:rsid w:val="007D57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57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1D5B2A"/>
    <w:rPr>
      <w:color w:val="954F72" w:themeColor="followedHyperlink"/>
      <w:u w:val="single"/>
    </w:rPr>
  </w:style>
  <w:style w:type="table" w:styleId="Tabela-Siatka">
    <w:name w:val="Table Grid"/>
    <w:basedOn w:val="Standardowy"/>
    <w:rsid w:val="0065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97F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3629"/>
    <w:pPr>
      <w:keepNext/>
      <w:keepLines/>
      <w:spacing w:before="240" w:after="360"/>
      <w:jc w:val="center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1,Akapit z listą5,Paragraf,Podsis rysunku,Lista PR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7B05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0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054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B0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B0542"/>
    <w:rPr>
      <w:rFonts w:ascii="Arial" w:hAnsi="Arial"/>
      <w:b/>
      <w:bCs/>
    </w:rPr>
  </w:style>
  <w:style w:type="character" w:customStyle="1" w:styleId="AkapitzlistZnak">
    <w:name w:val="Akapit z listą Znak"/>
    <w:aliases w:val="Numerowanie Znak,List Paragraph Znak,L1 Znak,Akapit z listą5 Znak,Paragraf Znak,Podsis rysunku Znak,Lista PR Znak"/>
    <w:link w:val="Akapitzlist"/>
    <w:uiPriority w:val="34"/>
    <w:qFormat/>
    <w:locked/>
    <w:rsid w:val="00C71839"/>
    <w:rPr>
      <w:rFonts w:ascii="Arial" w:hAnsi="Arial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3C2C66"/>
    <w:pPr>
      <w:shd w:val="clear" w:color="auto" w:fill="002060"/>
      <w:tabs>
        <w:tab w:val="left" w:pos="1418"/>
      </w:tabs>
      <w:spacing w:after="200"/>
    </w:pPr>
    <w:rPr>
      <w:rFonts w:ascii="Calibri" w:hAnsi="Calibri" w:cs="Calibri"/>
      <w:color w:val="FFFFFF"/>
      <w:szCs w:val="20"/>
    </w:rPr>
  </w:style>
  <w:style w:type="character" w:customStyle="1" w:styleId="Styl1Znak">
    <w:name w:val="Styl1 Znak"/>
    <w:basedOn w:val="Domylnaczcionkaakapitu"/>
    <w:link w:val="Styl1"/>
    <w:rsid w:val="003C2C66"/>
    <w:rPr>
      <w:rFonts w:ascii="Calibri" w:hAnsi="Calibri" w:cs="Calibri"/>
      <w:color w:val="FFFFFF"/>
      <w:sz w:val="24"/>
      <w:shd w:val="clear" w:color="auto" w:fill="002060"/>
    </w:rPr>
  </w:style>
  <w:style w:type="character" w:customStyle="1" w:styleId="Nagwek1Znak">
    <w:name w:val="Nagłówek 1 Znak"/>
    <w:basedOn w:val="Domylnaczcionkaakapitu"/>
    <w:link w:val="Nagwek1"/>
    <w:rsid w:val="003F3629"/>
    <w:rPr>
      <w:rFonts w:asciiTheme="minorHAnsi" w:eastAsiaTheme="majorEastAsia" w:hAnsiTheme="minorHAnsi" w:cstheme="majorBidi"/>
      <w:b/>
      <w:sz w:val="28"/>
      <w:szCs w:val="32"/>
    </w:rPr>
  </w:style>
  <w:style w:type="character" w:styleId="Hipercze">
    <w:name w:val="Hyperlink"/>
    <w:basedOn w:val="Domylnaczcionkaakapitu"/>
    <w:rsid w:val="007D57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57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1D5B2A"/>
    <w:rPr>
      <w:color w:val="954F72" w:themeColor="followedHyperlink"/>
      <w:u w:val="single"/>
    </w:rPr>
  </w:style>
  <w:style w:type="table" w:styleId="Tabela-Siatka">
    <w:name w:val="Table Grid"/>
    <w:basedOn w:val="Standardowy"/>
    <w:rsid w:val="0065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97F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27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47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4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079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1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13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16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3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62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302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610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486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26518-BEED-4949-B5A8-C16F17DC2A3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C55418F-762A-4D7A-8475-0AB8591F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4</TotalTime>
  <Pages>2</Pages>
  <Words>787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dokumentów ksiegowych</vt:lpstr>
    </vt:vector>
  </TitlesOfParts>
  <Company>UMWP</Company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dokumentów ksiegowych</dc:title>
  <dc:creator>Górska Alina;Toda Ilona</dc:creator>
  <cp:keywords>Dokumenty księgowe;opis;opis dokumentów księgowych</cp:keywords>
  <cp:lastModifiedBy>Katarzyna Władyczak</cp:lastModifiedBy>
  <cp:revision>4</cp:revision>
  <cp:lastPrinted>2023-04-26T10:46:00Z</cp:lastPrinted>
  <dcterms:created xsi:type="dcterms:W3CDTF">2024-09-05T09:46:00Z</dcterms:created>
  <dcterms:modified xsi:type="dcterms:W3CDTF">2024-09-27T05:18:00Z</dcterms:modified>
</cp:coreProperties>
</file>