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75ACE" w14:textId="5B9B2681" w:rsidR="006676AE" w:rsidRPr="00EF56D6" w:rsidRDefault="00BA3D0A" w:rsidP="00EF56D6">
      <w:pPr>
        <w:jc w:val="right"/>
        <w:rPr>
          <w:rFonts w:ascii="Cambria" w:hAnsi="Cambria"/>
        </w:rPr>
      </w:pPr>
      <w:r w:rsidRPr="00715955">
        <w:rPr>
          <w:rFonts w:ascii="Cambria" w:eastAsia="Cambria" w:hAnsi="Cambria" w:cs="Cambria"/>
          <w:b/>
          <w:sz w:val="20"/>
          <w:szCs w:val="20"/>
        </w:rPr>
        <w:t>Znak sprawy</w:t>
      </w:r>
      <w:r w:rsidR="00D23135">
        <w:rPr>
          <w:rFonts w:ascii="Cambria" w:eastAsia="Cambria" w:hAnsi="Cambria" w:cs="Cambria"/>
          <w:b/>
          <w:sz w:val="20"/>
          <w:szCs w:val="20"/>
        </w:rPr>
        <w:t xml:space="preserve">: </w:t>
      </w:r>
      <w:r w:rsidR="00D23135" w:rsidRPr="00D23135">
        <w:rPr>
          <w:rFonts w:ascii="Cambria" w:eastAsia="Cambria" w:hAnsi="Cambria" w:cs="Cambria"/>
          <w:b/>
        </w:rPr>
        <w:t>DDP/WZ/7/202</w:t>
      </w:r>
      <w:r w:rsidR="00D23135">
        <w:rPr>
          <w:rFonts w:ascii="Cambria" w:eastAsia="Cambria" w:hAnsi="Cambria" w:cs="Cambria"/>
          <w:b/>
        </w:rPr>
        <w:t>4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EF56D6">
        <w:rPr>
          <w:rFonts w:ascii="Cambria" w:hAnsi="Cambria"/>
          <w:szCs w:val="24"/>
        </w:rPr>
        <w:t xml:space="preserve">Załącznik </w:t>
      </w:r>
      <w:r w:rsidR="0066235A" w:rsidRPr="00EF56D6">
        <w:rPr>
          <w:rFonts w:ascii="Cambria" w:hAnsi="Cambria"/>
          <w:szCs w:val="24"/>
        </w:rPr>
        <w:t>nr 4</w:t>
      </w:r>
      <w:r w:rsidR="0066235A" w:rsidRPr="00EF56D6">
        <w:rPr>
          <w:rFonts w:ascii="Cambria" w:hAnsi="Cambria"/>
          <w:bCs/>
          <w:szCs w:val="24"/>
        </w:rPr>
        <w:t xml:space="preserve"> </w:t>
      </w:r>
      <w:r w:rsidR="00EF56D6" w:rsidRPr="00EF56D6">
        <w:rPr>
          <w:rFonts w:ascii="Cambria" w:hAnsi="Cambria"/>
          <w:bCs/>
          <w:szCs w:val="24"/>
        </w:rPr>
        <w:t xml:space="preserve">do zapytania </w:t>
      </w:r>
    </w:p>
    <w:p w14:paraId="5B737936" w14:textId="77777777" w:rsidR="005103B9" w:rsidRPr="0066235A" w:rsidRDefault="005103B9" w:rsidP="00A94B94">
      <w:pPr>
        <w:spacing w:after="0" w:line="276" w:lineRule="auto"/>
        <w:rPr>
          <w:rFonts w:ascii="Cambria" w:hAnsi="Cambria"/>
          <w:b/>
          <w:sz w:val="24"/>
          <w:szCs w:val="24"/>
        </w:rPr>
      </w:pPr>
    </w:p>
    <w:p w14:paraId="77FDE76D" w14:textId="77777777" w:rsidR="00DB2292" w:rsidRPr="0066235A" w:rsidRDefault="00DB2292" w:rsidP="000A2135">
      <w:pPr>
        <w:spacing w:after="0" w:line="276" w:lineRule="auto"/>
        <w:ind w:left="4111"/>
        <w:jc w:val="right"/>
        <w:rPr>
          <w:rFonts w:ascii="Cambria" w:hAnsi="Cambria"/>
          <w:b/>
          <w:sz w:val="24"/>
          <w:szCs w:val="24"/>
        </w:rPr>
      </w:pPr>
      <w:r w:rsidRPr="0066235A">
        <w:rPr>
          <w:rFonts w:ascii="Cambria" w:hAnsi="Cambria"/>
          <w:b/>
          <w:sz w:val="24"/>
          <w:szCs w:val="24"/>
        </w:rPr>
        <w:t>Zamawiający:</w:t>
      </w:r>
    </w:p>
    <w:p w14:paraId="62A4467E" w14:textId="77777777" w:rsidR="00EF56D6" w:rsidRPr="00485E20" w:rsidRDefault="00EF56D6" w:rsidP="00EF56D6">
      <w:pPr>
        <w:ind w:firstLine="360"/>
        <w:jc w:val="right"/>
        <w:rPr>
          <w:rFonts w:ascii="Cambria" w:hAnsi="Cambria"/>
          <w:lang w:eastAsia="ar-SA"/>
        </w:rPr>
      </w:pPr>
      <w:r w:rsidRPr="00485E20">
        <w:rPr>
          <w:rFonts w:ascii="Cambria" w:hAnsi="Cambria"/>
          <w:lang w:eastAsia="ar-SA"/>
        </w:rPr>
        <w:t>Fundacja Medyk dla Zdrowia</w:t>
      </w:r>
    </w:p>
    <w:p w14:paraId="53314064" w14:textId="77777777" w:rsidR="00EF56D6" w:rsidRPr="00485E20" w:rsidRDefault="00EF56D6" w:rsidP="00EF56D6">
      <w:pPr>
        <w:ind w:firstLine="360"/>
        <w:jc w:val="right"/>
        <w:rPr>
          <w:rFonts w:ascii="Cambria" w:hAnsi="Cambria"/>
          <w:lang w:eastAsia="ar-SA"/>
        </w:rPr>
      </w:pPr>
      <w:r w:rsidRPr="00485E20">
        <w:rPr>
          <w:rFonts w:ascii="Cambria" w:hAnsi="Cambria"/>
          <w:lang w:eastAsia="ar-SA"/>
        </w:rPr>
        <w:t>ul. Fryderyka Szopena 1</w:t>
      </w:r>
    </w:p>
    <w:p w14:paraId="23801665" w14:textId="77777777" w:rsidR="00EF56D6" w:rsidRPr="00485E20" w:rsidRDefault="00EF56D6" w:rsidP="00EF56D6">
      <w:pPr>
        <w:ind w:firstLine="360"/>
        <w:jc w:val="right"/>
        <w:rPr>
          <w:rFonts w:ascii="Cambria" w:hAnsi="Cambria"/>
          <w:lang w:eastAsia="ar-SA"/>
        </w:rPr>
      </w:pPr>
      <w:r w:rsidRPr="00485E20">
        <w:rPr>
          <w:rFonts w:ascii="Cambria" w:hAnsi="Cambria"/>
          <w:lang w:eastAsia="ar-SA"/>
        </w:rPr>
        <w:t>35-055 Rzeszów</w:t>
      </w:r>
    </w:p>
    <w:p w14:paraId="03E7E0E9" w14:textId="77777777" w:rsidR="00DB2292" w:rsidRPr="0066235A" w:rsidRDefault="00DB2292" w:rsidP="00A94B94">
      <w:pPr>
        <w:pStyle w:val="Tekstpodstawowy"/>
        <w:spacing w:after="0" w:line="276" w:lineRule="auto"/>
        <w:ind w:left="4111"/>
        <w:rPr>
          <w:rFonts w:ascii="Cambria" w:hAnsi="Cambria"/>
          <w:sz w:val="22"/>
          <w:szCs w:val="22"/>
        </w:rPr>
      </w:pPr>
    </w:p>
    <w:p w14:paraId="71ABF14E" w14:textId="77777777" w:rsidR="00DB2292" w:rsidRPr="0066235A" w:rsidRDefault="00DB2292" w:rsidP="00A94B94">
      <w:pPr>
        <w:spacing w:after="120" w:line="276" w:lineRule="auto"/>
        <w:rPr>
          <w:rFonts w:ascii="Cambria" w:hAnsi="Cambria"/>
          <w:b/>
          <w:sz w:val="24"/>
          <w:szCs w:val="24"/>
        </w:rPr>
      </w:pPr>
      <w:r w:rsidRPr="0066235A">
        <w:rPr>
          <w:rFonts w:ascii="Cambria" w:hAnsi="Cambria"/>
          <w:b/>
          <w:sz w:val="24"/>
          <w:szCs w:val="24"/>
        </w:rPr>
        <w:t>Wykonawca:</w:t>
      </w:r>
    </w:p>
    <w:p w14:paraId="6C55330C" w14:textId="77777777" w:rsidR="00DB2292" w:rsidRPr="0066235A" w:rsidRDefault="00DB2292" w:rsidP="00A94B94">
      <w:pPr>
        <w:spacing w:after="0" w:line="276" w:lineRule="auto"/>
        <w:ind w:right="3260"/>
        <w:rPr>
          <w:rFonts w:ascii="Cambria" w:hAnsi="Cambria"/>
          <w:sz w:val="21"/>
          <w:szCs w:val="21"/>
        </w:rPr>
      </w:pPr>
      <w:r w:rsidRPr="0066235A">
        <w:rPr>
          <w:rFonts w:ascii="Cambria" w:hAnsi="Cambria"/>
        </w:rPr>
        <w:t>……………………………………………………………………</w:t>
      </w:r>
    </w:p>
    <w:p w14:paraId="1B943AFD" w14:textId="77777777" w:rsidR="00DB2292" w:rsidRPr="0066235A" w:rsidRDefault="00DB2292" w:rsidP="00A94B94">
      <w:pPr>
        <w:spacing w:line="276" w:lineRule="auto"/>
        <w:ind w:right="2976"/>
        <w:rPr>
          <w:rFonts w:ascii="Cambria" w:hAnsi="Cambria"/>
          <w:i/>
          <w:sz w:val="16"/>
          <w:szCs w:val="16"/>
        </w:rPr>
      </w:pPr>
      <w:r w:rsidRPr="0066235A">
        <w:rPr>
          <w:rFonts w:ascii="Cambria" w:hAnsi="Cambria"/>
          <w:i/>
          <w:sz w:val="16"/>
          <w:szCs w:val="16"/>
        </w:rPr>
        <w:t>(pełna nazwa/firma, adres, w zależności od podmiotu: NIP/PESEL, KRS/</w:t>
      </w:r>
      <w:proofErr w:type="spellStart"/>
      <w:r w:rsidRPr="0066235A">
        <w:rPr>
          <w:rFonts w:ascii="Cambria" w:hAnsi="Cambria"/>
          <w:i/>
          <w:sz w:val="16"/>
          <w:szCs w:val="16"/>
        </w:rPr>
        <w:t>CEiDG</w:t>
      </w:r>
      <w:proofErr w:type="spellEnd"/>
      <w:r w:rsidRPr="0066235A">
        <w:rPr>
          <w:rFonts w:ascii="Cambria" w:hAnsi="Cambria"/>
          <w:i/>
          <w:sz w:val="16"/>
          <w:szCs w:val="16"/>
        </w:rPr>
        <w:t>)</w:t>
      </w:r>
    </w:p>
    <w:p w14:paraId="20A7B77B" w14:textId="77777777" w:rsidR="00DB2292" w:rsidRPr="0066235A" w:rsidRDefault="00DB2292" w:rsidP="00A94B94">
      <w:pPr>
        <w:spacing w:after="120" w:line="276" w:lineRule="auto"/>
        <w:rPr>
          <w:rFonts w:ascii="Cambria" w:hAnsi="Cambria"/>
          <w:sz w:val="24"/>
          <w:szCs w:val="24"/>
          <w:u w:val="single"/>
        </w:rPr>
      </w:pPr>
      <w:r w:rsidRPr="0066235A">
        <w:rPr>
          <w:rFonts w:ascii="Cambria" w:hAnsi="Cambria"/>
          <w:sz w:val="24"/>
          <w:szCs w:val="24"/>
          <w:u w:val="single"/>
        </w:rPr>
        <w:t>reprezentowany przez:</w:t>
      </w:r>
    </w:p>
    <w:p w14:paraId="5D36ACAB" w14:textId="77777777" w:rsidR="00DB2292" w:rsidRPr="0066235A" w:rsidRDefault="00DB2292" w:rsidP="00A94B94">
      <w:pPr>
        <w:spacing w:after="40" w:line="276" w:lineRule="auto"/>
        <w:ind w:right="3260"/>
        <w:rPr>
          <w:rFonts w:ascii="Cambria" w:hAnsi="Cambria"/>
        </w:rPr>
      </w:pPr>
      <w:r w:rsidRPr="0066235A">
        <w:rPr>
          <w:rFonts w:ascii="Cambria" w:hAnsi="Cambria"/>
        </w:rPr>
        <w:t>………………………………………………</w:t>
      </w:r>
    </w:p>
    <w:p w14:paraId="158B04CD" w14:textId="77777777" w:rsidR="00DB2292" w:rsidRPr="0066235A" w:rsidRDefault="00DB2292" w:rsidP="00A94B94">
      <w:pPr>
        <w:spacing w:after="480" w:line="276" w:lineRule="auto"/>
        <w:ind w:right="3260"/>
        <w:rPr>
          <w:rFonts w:ascii="Cambria" w:hAnsi="Cambria"/>
          <w:i/>
          <w:sz w:val="16"/>
          <w:szCs w:val="16"/>
        </w:rPr>
      </w:pPr>
      <w:r w:rsidRPr="0066235A">
        <w:rPr>
          <w:rFonts w:ascii="Cambria" w:hAnsi="Cambria"/>
          <w:i/>
          <w:sz w:val="16"/>
          <w:szCs w:val="16"/>
        </w:rPr>
        <w:t>(imię, nazwisko, stanowisko/podstawa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0685" w:rsidRPr="0066235A" w14:paraId="09E3A9C0" w14:textId="77777777" w:rsidTr="00D85388">
        <w:tc>
          <w:tcPr>
            <w:tcW w:w="8954" w:type="dxa"/>
            <w:shd w:val="clear" w:color="auto" w:fill="D9D9D9"/>
          </w:tcPr>
          <w:p w14:paraId="1143D670" w14:textId="77777777" w:rsidR="00D538EE" w:rsidRPr="00714600" w:rsidRDefault="001C0685" w:rsidP="00A94B94">
            <w:pPr>
              <w:spacing w:before="120"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4600">
              <w:rPr>
                <w:rFonts w:ascii="Cambria" w:hAnsi="Cambria"/>
                <w:b/>
                <w:sz w:val="24"/>
                <w:szCs w:val="24"/>
              </w:rPr>
              <w:t xml:space="preserve">OŚWIADCZENIE </w:t>
            </w:r>
          </w:p>
          <w:p w14:paraId="72862F5F" w14:textId="77777777" w:rsidR="001C0685" w:rsidRPr="00714600" w:rsidRDefault="00230DCF" w:rsidP="00A94B94">
            <w:pPr>
              <w:spacing w:after="24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4600">
              <w:rPr>
                <w:rFonts w:ascii="Cambria" w:hAnsi="Cambria"/>
                <w:b/>
                <w:sz w:val="24"/>
                <w:szCs w:val="24"/>
              </w:rPr>
              <w:t>o odbyciu wizji lokalnej</w:t>
            </w:r>
          </w:p>
          <w:p w14:paraId="20D4418E" w14:textId="77777777" w:rsidR="001C0685" w:rsidRPr="0066235A" w:rsidRDefault="001C0685" w:rsidP="001D1B08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714600">
              <w:rPr>
                <w:rFonts w:ascii="Cambria" w:hAnsi="Cambria"/>
                <w:sz w:val="24"/>
                <w:szCs w:val="24"/>
              </w:rPr>
              <w:t xml:space="preserve">składane </w:t>
            </w:r>
            <w:r w:rsidR="00230DCF" w:rsidRPr="00714600">
              <w:rPr>
                <w:rFonts w:ascii="Cambria" w:hAnsi="Cambria"/>
                <w:sz w:val="24"/>
                <w:szCs w:val="24"/>
              </w:rPr>
              <w:t>w związku z obowiązkiem odbycia wizji lokalnej</w:t>
            </w:r>
            <w:r w:rsidR="00230DCF" w:rsidRPr="0066235A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</w:tbl>
    <w:p w14:paraId="7DF3D0F6" w14:textId="7C025155" w:rsidR="000A2135" w:rsidRPr="00EF56D6" w:rsidRDefault="00D85388" w:rsidP="00EF56D6">
      <w:pPr>
        <w:spacing w:before="240" w:after="120" w:line="276" w:lineRule="auto"/>
        <w:jc w:val="both"/>
        <w:rPr>
          <w:rFonts w:ascii="Cambria" w:hAnsi="Cambria"/>
          <w:sz w:val="24"/>
          <w:szCs w:val="24"/>
        </w:rPr>
      </w:pPr>
      <w:r w:rsidRPr="0066235A">
        <w:rPr>
          <w:rFonts w:ascii="Cambria" w:hAnsi="Cambria"/>
          <w:sz w:val="24"/>
          <w:szCs w:val="24"/>
        </w:rPr>
        <w:t xml:space="preserve">Na potrzeby </w:t>
      </w:r>
      <w:r w:rsidR="000A2135" w:rsidRPr="0066235A">
        <w:rPr>
          <w:rFonts w:ascii="Cambria" w:hAnsi="Cambria"/>
          <w:sz w:val="24"/>
          <w:szCs w:val="24"/>
        </w:rPr>
        <w:t xml:space="preserve">zapytania </w:t>
      </w:r>
      <w:r w:rsidRPr="0066235A">
        <w:rPr>
          <w:rFonts w:ascii="Cambria" w:hAnsi="Cambria"/>
          <w:sz w:val="24"/>
          <w:szCs w:val="24"/>
        </w:rPr>
        <w:t>pn.:</w:t>
      </w:r>
      <w:bookmarkStart w:id="0" w:name="_Hlk91612109"/>
      <w:bookmarkStart w:id="1" w:name="_Hlk100695346"/>
      <w:r w:rsidR="00EF56D6">
        <w:rPr>
          <w:rFonts w:ascii="Cambria" w:hAnsi="Cambria"/>
          <w:sz w:val="24"/>
          <w:szCs w:val="24"/>
        </w:rPr>
        <w:t xml:space="preserve"> D</w:t>
      </w:r>
      <w:r w:rsidR="00EF56D6" w:rsidRPr="00EF56D6">
        <w:rPr>
          <w:rStyle w:val="Teksttreci6Bezpogrubienia"/>
          <w:rFonts w:ascii="Cambria" w:hAnsi="Cambria"/>
          <w:i/>
          <w:sz w:val="22"/>
          <w:szCs w:val="22"/>
        </w:rPr>
        <w:t xml:space="preserve">ostawa i montaż windy </w:t>
      </w:r>
      <w:r w:rsidR="00EF56D6" w:rsidRPr="00EF56D6">
        <w:rPr>
          <w:rFonts w:ascii="Cambria" w:hAnsi="Cambria"/>
          <w:i/>
          <w:shd w:val="clear" w:color="auto" w:fill="FFFFFF"/>
        </w:rPr>
        <w:t xml:space="preserve">w Dziennym Domu </w:t>
      </w:r>
      <w:r w:rsidR="00C474EB">
        <w:rPr>
          <w:rFonts w:ascii="Cambria" w:hAnsi="Cambria"/>
          <w:i/>
          <w:shd w:val="clear" w:color="auto" w:fill="FFFFFF"/>
        </w:rPr>
        <w:t>Pomocy</w:t>
      </w:r>
      <w:r w:rsidR="00EF56D6" w:rsidRPr="00EF56D6">
        <w:rPr>
          <w:rFonts w:ascii="Cambria" w:hAnsi="Cambria"/>
          <w:i/>
          <w:shd w:val="clear" w:color="auto" w:fill="FFFFFF"/>
        </w:rPr>
        <w:t xml:space="preserve"> w Woli </w:t>
      </w:r>
      <w:proofErr w:type="spellStart"/>
      <w:r w:rsidR="00EF56D6" w:rsidRPr="00EF56D6">
        <w:rPr>
          <w:rFonts w:ascii="Cambria" w:hAnsi="Cambria"/>
          <w:i/>
          <w:shd w:val="clear" w:color="auto" w:fill="FFFFFF"/>
        </w:rPr>
        <w:t>Zarczyckiej</w:t>
      </w:r>
      <w:proofErr w:type="spellEnd"/>
      <w:r w:rsidR="00EF56D6">
        <w:rPr>
          <w:rFonts w:ascii="Cambria" w:hAnsi="Cambria"/>
          <w:i/>
          <w:shd w:val="clear" w:color="auto" w:fill="FFFFFF"/>
        </w:rPr>
        <w:t xml:space="preserve">, </w:t>
      </w:r>
      <w:r w:rsidR="00EF56D6" w:rsidRPr="00EF56D6">
        <w:rPr>
          <w:rFonts w:ascii="Cambria" w:hAnsi="Cambria"/>
          <w:i/>
          <w:shd w:val="clear" w:color="auto" w:fill="FFFFFF"/>
        </w:rPr>
        <w:t xml:space="preserve"> </w:t>
      </w:r>
      <w:r w:rsidR="00EF56D6" w:rsidRPr="00EF56D6">
        <w:rPr>
          <w:rFonts w:ascii="Cambria" w:hAnsi="Cambria"/>
          <w:i/>
          <w:lang w:eastAsia="pl-PL"/>
        </w:rPr>
        <w:t xml:space="preserve">zadanie realizowane w ramach projektu </w:t>
      </w:r>
      <w:bookmarkEnd w:id="0"/>
      <w:bookmarkEnd w:id="1"/>
      <w:r w:rsidR="00EF56D6" w:rsidRPr="00EF56D6">
        <w:rPr>
          <w:rFonts w:ascii="Cambria" w:hAnsi="Cambria"/>
          <w:i/>
        </w:rPr>
        <w:t xml:space="preserve">Utworzenie Dziennego Domu Pomocy w Woli </w:t>
      </w:r>
      <w:proofErr w:type="spellStart"/>
      <w:r w:rsidR="00EF56D6" w:rsidRPr="00EF56D6">
        <w:rPr>
          <w:rFonts w:ascii="Cambria" w:hAnsi="Cambria"/>
          <w:i/>
        </w:rPr>
        <w:t>Zarczyckie</w:t>
      </w:r>
      <w:r w:rsidR="00C474EB">
        <w:rPr>
          <w:rFonts w:ascii="Cambria" w:hAnsi="Cambria"/>
          <w:i/>
        </w:rPr>
        <w:t>j</w:t>
      </w:r>
      <w:proofErr w:type="spellEnd"/>
      <w:r w:rsidR="00EF56D6" w:rsidRPr="00EF56D6">
        <w:rPr>
          <w:rFonts w:ascii="Cambria" w:hAnsi="Cambria"/>
          <w:i/>
          <w:lang w:eastAsia="pl-PL"/>
        </w:rPr>
        <w:t>, współfinansowanego ze środków Unii Europejskiej w ramach programu Fundusze Europejskie dla Podkarpacia 2021-2027.</w:t>
      </w:r>
    </w:p>
    <w:p w14:paraId="0DA45FA3" w14:textId="77777777" w:rsidR="00230DCF" w:rsidRPr="00714600" w:rsidRDefault="00D85388" w:rsidP="00714600">
      <w:pPr>
        <w:spacing w:after="240" w:line="276" w:lineRule="auto"/>
        <w:jc w:val="both"/>
        <w:rPr>
          <w:rFonts w:ascii="Cambria" w:hAnsi="Cambria"/>
          <w:sz w:val="24"/>
          <w:szCs w:val="24"/>
        </w:rPr>
      </w:pPr>
      <w:r w:rsidRPr="0066235A">
        <w:rPr>
          <w:rFonts w:ascii="Cambria" w:hAnsi="Cambria"/>
          <w:sz w:val="24"/>
          <w:szCs w:val="24"/>
        </w:rPr>
        <w:t xml:space="preserve">prowadzonego przez </w:t>
      </w:r>
      <w:r w:rsidR="00EF56D6">
        <w:rPr>
          <w:rFonts w:ascii="Cambria" w:hAnsi="Cambria"/>
          <w:b/>
          <w:sz w:val="24"/>
          <w:szCs w:val="24"/>
        </w:rPr>
        <w:t>Fundacja Medyk dla Zdrowia</w:t>
      </w:r>
      <w:r w:rsidRPr="0066235A">
        <w:rPr>
          <w:rFonts w:ascii="Cambria" w:hAnsi="Cambria"/>
          <w:sz w:val="24"/>
          <w:szCs w:val="24"/>
        </w:rPr>
        <w:t xml:space="preserve"> </w:t>
      </w:r>
      <w:r w:rsidR="00230DCF" w:rsidRPr="0066235A">
        <w:rPr>
          <w:rFonts w:ascii="Cambria" w:hAnsi="Cambria"/>
          <w:sz w:val="24"/>
          <w:szCs w:val="24"/>
        </w:rPr>
        <w:t>potwierdza się, że Pan/Pani: ……………………………………… jako przedstawiciel</w:t>
      </w:r>
      <w:r w:rsidR="00EF56D6">
        <w:rPr>
          <w:rFonts w:ascii="Cambria" w:hAnsi="Cambria"/>
          <w:sz w:val="24"/>
          <w:szCs w:val="24"/>
        </w:rPr>
        <w:t xml:space="preserve"> firmy: …………………………………… dokonał/</w:t>
      </w:r>
      <w:r w:rsidR="00230DCF" w:rsidRPr="0066235A">
        <w:rPr>
          <w:rFonts w:ascii="Cambria" w:hAnsi="Cambria"/>
          <w:sz w:val="24"/>
          <w:szCs w:val="24"/>
        </w:rPr>
        <w:t>a wizji lokalnej w związku z chęcią złożenia oferty w</w:t>
      </w:r>
      <w:r w:rsidR="000A2135" w:rsidRPr="0066235A">
        <w:rPr>
          <w:rFonts w:ascii="Cambria" w:hAnsi="Cambria"/>
          <w:sz w:val="24"/>
          <w:szCs w:val="24"/>
        </w:rPr>
        <w:t xml:space="preserve"> prowadzonym postępowaniu </w:t>
      </w:r>
    </w:p>
    <w:p w14:paraId="75F5A3D6" w14:textId="458BD233" w:rsidR="00484F88" w:rsidRPr="0066235A" w:rsidRDefault="00EF56D6" w:rsidP="00714600">
      <w:pPr>
        <w:spacing w:after="0" w:line="360" w:lineRule="auto"/>
        <w:jc w:val="both"/>
        <w:rPr>
          <w:rFonts w:ascii="Cambria" w:hAnsi="Cambria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Cambria" w:hAnsi="Cambria"/>
          <w:bCs/>
          <w:sz w:val="24"/>
          <w:szCs w:val="24"/>
        </w:rPr>
        <w:t xml:space="preserve">Wola </w:t>
      </w:r>
      <w:proofErr w:type="spellStart"/>
      <w:r>
        <w:rPr>
          <w:rFonts w:ascii="Cambria" w:hAnsi="Cambria"/>
          <w:bCs/>
          <w:sz w:val="24"/>
          <w:szCs w:val="24"/>
        </w:rPr>
        <w:t>Z</w:t>
      </w:r>
      <w:r w:rsidR="00C474EB">
        <w:rPr>
          <w:rFonts w:ascii="Cambria" w:hAnsi="Cambria"/>
          <w:bCs/>
          <w:sz w:val="24"/>
          <w:szCs w:val="24"/>
        </w:rPr>
        <w:t>a</w:t>
      </w:r>
      <w:r>
        <w:rPr>
          <w:rFonts w:ascii="Cambria" w:hAnsi="Cambria"/>
          <w:bCs/>
          <w:sz w:val="24"/>
          <w:szCs w:val="24"/>
        </w:rPr>
        <w:t>rczycka</w:t>
      </w:r>
      <w:proofErr w:type="spellEnd"/>
      <w:r w:rsidR="00230DCF" w:rsidRPr="0066235A">
        <w:rPr>
          <w:rFonts w:ascii="Cambria" w:hAnsi="Cambria"/>
          <w:bCs/>
          <w:sz w:val="24"/>
          <w:szCs w:val="24"/>
        </w:rPr>
        <w:t xml:space="preserve">, dnia: ………………………………… roku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30DCF" w:rsidRPr="0066235A" w14:paraId="1610975E" w14:textId="77777777" w:rsidTr="00230DCF">
        <w:tc>
          <w:tcPr>
            <w:tcW w:w="4531" w:type="dxa"/>
          </w:tcPr>
          <w:p w14:paraId="6B9B4EB6" w14:textId="77777777" w:rsidR="00230DCF" w:rsidRPr="00BA3D0A" w:rsidRDefault="00230DCF" w:rsidP="00A94B94">
            <w:pPr>
              <w:spacing w:after="0" w:line="276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  <w:t>Wykonawca</w:t>
            </w:r>
          </w:p>
          <w:p w14:paraId="402793A1" w14:textId="77777777" w:rsidR="00230DCF" w:rsidRPr="00BA3D0A" w:rsidRDefault="00230DCF" w:rsidP="00A94B94">
            <w:pPr>
              <w:spacing w:after="0" w:line="276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14:paraId="4957568A" w14:textId="77777777" w:rsidR="00230DCF" w:rsidRPr="00BA3D0A" w:rsidRDefault="00230DCF" w:rsidP="00A94B94">
            <w:pPr>
              <w:spacing w:after="0" w:line="276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14:paraId="369FB7D0" w14:textId="77777777" w:rsidR="00230DCF" w:rsidRPr="00BA3D0A" w:rsidRDefault="00230DCF" w:rsidP="00A94B94">
            <w:pPr>
              <w:spacing w:after="0" w:line="276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  <w:t>…………………………………</w:t>
            </w:r>
          </w:p>
          <w:p w14:paraId="285B6B93" w14:textId="77777777" w:rsidR="00230DCF" w:rsidRPr="00BA3D0A" w:rsidRDefault="00230DCF" w:rsidP="00A94B94">
            <w:pPr>
              <w:spacing w:after="0" w:line="276" w:lineRule="auto"/>
              <w:jc w:val="both"/>
              <w:rPr>
                <w:rFonts w:ascii="Cambria" w:hAnsi="Cambria"/>
                <w:b/>
                <w:i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i/>
                <w:iCs/>
                <w:color w:val="000000" w:themeColor="text1"/>
                <w:sz w:val="24"/>
                <w:szCs w:val="24"/>
                <w:lang w:eastAsia="pl-PL"/>
              </w:rPr>
              <w:t>Data i podpis</w:t>
            </w:r>
          </w:p>
        </w:tc>
        <w:tc>
          <w:tcPr>
            <w:tcW w:w="4531" w:type="dxa"/>
          </w:tcPr>
          <w:p w14:paraId="563AA50B" w14:textId="77777777" w:rsidR="00230DCF" w:rsidRPr="00BA3D0A" w:rsidRDefault="00230DCF" w:rsidP="00A94B94">
            <w:pPr>
              <w:spacing w:after="0" w:line="276" w:lineRule="auto"/>
              <w:jc w:val="right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  <w:t>Zamawiający</w:t>
            </w:r>
          </w:p>
          <w:p w14:paraId="22DA6B25" w14:textId="77777777" w:rsidR="00230DCF" w:rsidRPr="00BA3D0A" w:rsidRDefault="00230DCF" w:rsidP="00A94B94">
            <w:pPr>
              <w:spacing w:after="0" w:line="276" w:lineRule="auto"/>
              <w:jc w:val="right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14:paraId="304D1D3E" w14:textId="77777777" w:rsidR="00230DCF" w:rsidRPr="00BA3D0A" w:rsidRDefault="00230DCF" w:rsidP="00A94B94">
            <w:pPr>
              <w:spacing w:after="0" w:line="276" w:lineRule="auto"/>
              <w:jc w:val="right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14:paraId="1967B336" w14:textId="77777777" w:rsidR="00230DCF" w:rsidRPr="00BA3D0A" w:rsidRDefault="00230DCF" w:rsidP="00A94B94">
            <w:pPr>
              <w:spacing w:after="0" w:line="276" w:lineRule="auto"/>
              <w:jc w:val="right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  <w:t>…………………………………</w:t>
            </w:r>
          </w:p>
          <w:p w14:paraId="3A52D05F" w14:textId="77777777" w:rsidR="00230DCF" w:rsidRPr="00BA3D0A" w:rsidRDefault="00230DCF" w:rsidP="00A94B94">
            <w:pPr>
              <w:spacing w:after="0" w:line="276" w:lineRule="auto"/>
              <w:jc w:val="right"/>
              <w:rPr>
                <w:rFonts w:ascii="Cambria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BA3D0A">
              <w:rPr>
                <w:rFonts w:ascii="Cambria" w:hAnsi="Cambria"/>
                <w:b/>
                <w:i/>
                <w:iCs/>
                <w:color w:val="000000" w:themeColor="text1"/>
                <w:sz w:val="24"/>
                <w:szCs w:val="24"/>
                <w:lang w:eastAsia="pl-PL"/>
              </w:rPr>
              <w:t>Data i podpis</w:t>
            </w:r>
          </w:p>
        </w:tc>
      </w:tr>
      <w:tr w:rsidR="0066235A" w:rsidRPr="0066235A" w14:paraId="11721261" w14:textId="77777777" w:rsidTr="00230DCF">
        <w:tc>
          <w:tcPr>
            <w:tcW w:w="4531" w:type="dxa"/>
          </w:tcPr>
          <w:p w14:paraId="158BB63C" w14:textId="77777777" w:rsidR="0066235A" w:rsidRPr="0066235A" w:rsidRDefault="0066235A" w:rsidP="00A94B94">
            <w:pPr>
              <w:spacing w:after="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eastAsia="pl-PL"/>
              </w:rPr>
            </w:pPr>
          </w:p>
          <w:p w14:paraId="2BDAE168" w14:textId="77777777" w:rsidR="0066235A" w:rsidRPr="0066235A" w:rsidRDefault="0066235A" w:rsidP="00A94B94">
            <w:pPr>
              <w:spacing w:after="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070622CF" w14:textId="77777777" w:rsidR="0066235A" w:rsidRPr="0066235A" w:rsidRDefault="0066235A" w:rsidP="00A94B94">
            <w:pPr>
              <w:spacing w:after="0" w:line="276" w:lineRule="auto"/>
              <w:jc w:val="right"/>
              <w:rPr>
                <w:rFonts w:ascii="Cambria" w:hAnsi="Cambri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037C909" w14:textId="77777777" w:rsidR="00230DCF" w:rsidRPr="00714600" w:rsidRDefault="00714600" w:rsidP="00A94B94">
      <w:pPr>
        <w:spacing w:after="240" w:line="276" w:lineRule="auto"/>
        <w:jc w:val="both"/>
        <w:rPr>
          <w:rFonts w:ascii="Cambria" w:hAnsi="Cambria"/>
          <w:b/>
          <w:bCs/>
          <w:i/>
          <w:iCs/>
          <w:color w:val="000000" w:themeColor="text1"/>
          <w:sz w:val="20"/>
          <w:szCs w:val="20"/>
          <w:u w:val="single"/>
          <w:lang w:eastAsia="pl-PL"/>
        </w:rPr>
      </w:pPr>
      <w:r w:rsidRPr="00714600">
        <w:rPr>
          <w:rFonts w:ascii="Cambria" w:hAnsi="Cambria"/>
          <w:b/>
          <w:bCs/>
          <w:i/>
          <w:iCs/>
          <w:color w:val="000000" w:themeColor="text1"/>
          <w:sz w:val="20"/>
          <w:szCs w:val="20"/>
          <w:u w:val="single"/>
          <w:lang w:eastAsia="pl-PL"/>
        </w:rPr>
        <w:t>Dokument należy obowiązkowo złożyć wraz z ofertą.</w:t>
      </w:r>
    </w:p>
    <w:sectPr w:rsidR="00230DCF" w:rsidRPr="00714600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1BDA5" w14:textId="77777777" w:rsidR="006B34D3" w:rsidRDefault="006B34D3" w:rsidP="0038231F">
      <w:pPr>
        <w:spacing w:after="0" w:line="240" w:lineRule="auto"/>
      </w:pPr>
      <w:r>
        <w:separator/>
      </w:r>
    </w:p>
  </w:endnote>
  <w:endnote w:type="continuationSeparator" w:id="0">
    <w:p w14:paraId="0333B13B" w14:textId="77777777" w:rsidR="006B34D3" w:rsidRDefault="006B34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C03C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F56D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F56D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38F9D6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39AB6" w14:textId="77777777" w:rsidR="006B34D3" w:rsidRDefault="006B34D3" w:rsidP="0038231F">
      <w:pPr>
        <w:spacing w:after="0" w:line="240" w:lineRule="auto"/>
      </w:pPr>
      <w:r>
        <w:separator/>
      </w:r>
    </w:p>
  </w:footnote>
  <w:footnote w:type="continuationSeparator" w:id="0">
    <w:p w14:paraId="3FB75FA2" w14:textId="77777777" w:rsidR="006B34D3" w:rsidRDefault="006B34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4816" w14:textId="77777777" w:rsidR="00714600" w:rsidRDefault="00EF56D6" w:rsidP="00EF56D6">
    <w:pPr>
      <w:pStyle w:val="Nagwek"/>
      <w:tabs>
        <w:tab w:val="clear" w:pos="4536"/>
        <w:tab w:val="clear" w:pos="9072"/>
        <w:tab w:val="left" w:pos="1306"/>
        <w:tab w:val="left" w:pos="2393"/>
      </w:tabs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3BFA966" wp14:editId="0AD27730">
              <wp:simplePos x="0" y="0"/>
              <wp:positionH relativeFrom="column">
                <wp:posOffset>-151914</wp:posOffset>
              </wp:positionH>
              <wp:positionV relativeFrom="paragraph">
                <wp:posOffset>-448572</wp:posOffset>
              </wp:positionV>
              <wp:extent cx="5525135" cy="652780"/>
              <wp:effectExtent l="0" t="1905" r="0" b="254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25135" cy="652780"/>
                        <a:chOff x="475275" y="4836654"/>
                        <a:chExt cx="5525026" cy="652780"/>
                      </a:xfrm>
                    </wpg:grpSpPr>
                    <pic:pic xmlns:pic="http://schemas.openxmlformats.org/drawingml/2006/picture">
                      <pic:nvPicPr>
                        <pic:cNvPr id="8" name="Picture 124" descr="logo_FE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5275" y="4877031"/>
                          <a:ext cx="1024816" cy="5708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4" descr="Logo UE Fundusz Społeczny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1693" y="4935592"/>
                          <a:ext cx="1598608" cy="48054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Obraz 2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3284" y="4949878"/>
                          <a:ext cx="1379198" cy="4596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2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4977" y="4836654"/>
                          <a:ext cx="923290" cy="652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D90073" id="Grupa 7" o:spid="_x0000_s1026" style="position:absolute;margin-left:-11.95pt;margin-top:-35.3pt;width:435.05pt;height:51.4pt;z-index:251658240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4" o:spid="_x0000_s1027" type="#_x0000_t75" alt="logo_FE_1" style="position:absolute;left:4752;top:48770;width:10248;height:5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/9BzAAAAA2gAAAA8AAABkcnMvZG93bnJldi54bWxETz1vwjAQ3SvxH6xDYisOGaI2YBAgVWII&#10;Q9MI1iM+koj4HMVuEv49Hip1fHrfm91kWjFQ7xrLClbLCARxaXXDlYLi5+v9A4TzyBpby6TgSQ52&#10;29nbBlNtR/6mIfeVCCHsUlRQe9+lUrqyJoNuaTviwN1tb9AH2FdS9ziGcNPKOIoSabDh0FBjR8ea&#10;ykf+axTE+tIU14xvLivGhA6rzzx6npVazKf9GoSnyf+L/9wnrSBsDVfCDZD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j/0HMAAAADaAAAADwAAAAAAAAAAAAAAAACfAgAA&#10;ZHJzL2Rvd25yZXYueG1sUEsFBgAAAAAEAAQA9wAAAIwDAAAAAA==&#10;">
                <v:imagedata r:id="rId5" o:title="logo_FE_1"/>
              </v:shape>
              <v:shape id="Picture 4" o:spid="_x0000_s1028" type="#_x0000_t75" alt="Logo UE Fundusz Społeczny RGB" style="position:absolute;left:44016;top:49355;width:15987;height:4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sZFnDAAAA2gAAAA8AAABkcnMvZG93bnJldi54bWxEj81qwzAQhO+FvIPYQC8lkdtDadwoJgQM&#10;LTgp+XmArbWxRayVkZTYffuoUOhxmJlvmGUx2k7cyAfjWMHzPANBXDttuFFwOpazNxAhImvsHJOC&#10;HwpQrCYPS8y1G3hPt0NsRIJwyFFBG2OfSxnqliyGueuJk3d23mJM0jdSexwS3HbyJctepUXDaaHF&#10;njYt1ZfD1SrYMS+21ak239pU5vrlnz7LbqfU43Rcv4OINMb/8F/7QytYwO+VdAPk6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yxkWcMAAADaAAAADwAAAAAAAAAAAAAAAACf&#10;AgAAZHJzL2Rvd25yZXYueG1sUEsFBgAAAAAEAAQA9wAAAI8DAAAAAA==&#10;">
                <v:imagedata r:id="rId6" o:title="Logo UE Fundusz Społeczny RGB"/>
              </v:shape>
              <v:shape id="Obraz 230" o:spid="_x0000_s1029" type="#_x0000_t75" style="position:absolute;left:17032;top:49498;width:13792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i8eTFAAAA2wAAAA8AAABkcnMvZG93bnJldi54bWxEj0FrwkAQhe9C/8Myhd50Yylio6uIIPXU&#10;oq003obsmASzs2F3q7G/vnMoeJvhvXnvm/myd626UIiNZwPjUQaKuPS24crA1+dmOAUVE7LF1jMZ&#10;uFGE5eJhMMfc+ivv6LJPlZIQjjkaqFPqcq1jWZPDOPIdsWgnHxwmWUOlbcCrhLtWP2fZRDtsWBpq&#10;7GhdU3ne/zgDv7vbpDjEw0fx9vLqiq3ncHz/NubpsV/NQCXq0938f721gi/08osMo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YvHkxQAAANsAAAAPAAAAAAAAAAAAAAAA&#10;AJ8CAABkcnMvZG93bnJldi54bWxQSwUGAAAAAAQABAD3AAAAkQMAAAAA&#10;">
                <v:imagedata r:id="rId7" o:title=""/>
              </v:shape>
              <v:shape id="Obraz 234" o:spid="_x0000_s1030" type="#_x0000_t75" style="position:absolute;left:32849;top:48366;width:9233;height:6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Rq4S/AAAA2wAAAA8AAABkcnMvZG93bnJldi54bWxET02LwjAQvQv7H8IseLNpBcWtRtkVBS8K&#10;ust6HZqxLTaT2qRa/70RBG/zeJ8zW3SmEldqXGlZQRLFIIgzq0vOFfz9rgcTEM4ja6wsk4I7OVjM&#10;P3ozTLW98Z6uB5+LEMIuRQWF93UqpcsKMugiWxMH7mQbgz7AJpe6wVsIN5UcxvFYGiw5NBRY07Kg&#10;7HxojYIK7XGEK6Kk/tlevrjbtaP/Vqn+Z/c9BeGp82/xy73RYX4Cz1/CAXL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kauEvwAAANsAAAAPAAAAAAAAAAAAAAAAAJ8CAABk&#10;cnMvZG93bnJldi54bWxQSwUGAAAAAAQABAD3AAAAiwMAAAAA&#10;">
                <v:imagedata r:id="rId8" o:title=""/>
              </v:shape>
            </v:group>
          </w:pict>
        </mc:Fallback>
      </mc:AlternateContent>
    </w:r>
    <w:r>
      <w:tab/>
    </w:r>
    <w:r>
      <w:tab/>
    </w:r>
  </w:p>
  <w:p w14:paraId="62F149A2" w14:textId="77777777" w:rsidR="001C0685" w:rsidRDefault="001C06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23631">
    <w:abstractNumId w:val="11"/>
  </w:num>
  <w:num w:numId="2" w16cid:durableId="488208632">
    <w:abstractNumId w:val="0"/>
  </w:num>
  <w:num w:numId="3" w16cid:durableId="414281572">
    <w:abstractNumId w:val="10"/>
  </w:num>
  <w:num w:numId="4" w16cid:durableId="2136169818">
    <w:abstractNumId w:val="13"/>
  </w:num>
  <w:num w:numId="5" w16cid:durableId="1311516232">
    <w:abstractNumId w:val="12"/>
  </w:num>
  <w:num w:numId="6" w16cid:durableId="1031492504">
    <w:abstractNumId w:val="9"/>
  </w:num>
  <w:num w:numId="7" w16cid:durableId="184636241">
    <w:abstractNumId w:val="1"/>
  </w:num>
  <w:num w:numId="8" w16cid:durableId="383716094">
    <w:abstractNumId w:val="6"/>
  </w:num>
  <w:num w:numId="9" w16cid:durableId="298416560">
    <w:abstractNumId w:val="4"/>
  </w:num>
  <w:num w:numId="10" w16cid:durableId="932588408">
    <w:abstractNumId w:val="7"/>
  </w:num>
  <w:num w:numId="11" w16cid:durableId="1438133368">
    <w:abstractNumId w:val="5"/>
  </w:num>
  <w:num w:numId="12" w16cid:durableId="991132529">
    <w:abstractNumId w:val="8"/>
  </w:num>
  <w:num w:numId="13" w16cid:durableId="943347041">
    <w:abstractNumId w:val="3"/>
  </w:num>
  <w:num w:numId="14" w16cid:durableId="233785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142"/>
    <w:rsid w:val="00023477"/>
    <w:rsid w:val="000247FF"/>
    <w:rsid w:val="00025C8D"/>
    <w:rsid w:val="000303EE"/>
    <w:rsid w:val="000317B4"/>
    <w:rsid w:val="0005473D"/>
    <w:rsid w:val="000642B4"/>
    <w:rsid w:val="00064C0B"/>
    <w:rsid w:val="00070142"/>
    <w:rsid w:val="00073C3D"/>
    <w:rsid w:val="000809B6"/>
    <w:rsid w:val="000857C0"/>
    <w:rsid w:val="000A2135"/>
    <w:rsid w:val="000B1025"/>
    <w:rsid w:val="000B54D1"/>
    <w:rsid w:val="000C021E"/>
    <w:rsid w:val="000C18AF"/>
    <w:rsid w:val="000D6F17"/>
    <w:rsid w:val="000D73C4"/>
    <w:rsid w:val="000E4D37"/>
    <w:rsid w:val="00110593"/>
    <w:rsid w:val="0011290B"/>
    <w:rsid w:val="0011306C"/>
    <w:rsid w:val="0012157F"/>
    <w:rsid w:val="00160A7A"/>
    <w:rsid w:val="0017030D"/>
    <w:rsid w:val="0018201F"/>
    <w:rsid w:val="001902D2"/>
    <w:rsid w:val="001C0685"/>
    <w:rsid w:val="001C6945"/>
    <w:rsid w:val="001D1B08"/>
    <w:rsid w:val="001F027E"/>
    <w:rsid w:val="00203A40"/>
    <w:rsid w:val="002168A8"/>
    <w:rsid w:val="00217532"/>
    <w:rsid w:val="00230DCF"/>
    <w:rsid w:val="00232DF0"/>
    <w:rsid w:val="002342F1"/>
    <w:rsid w:val="002426FF"/>
    <w:rsid w:val="00255142"/>
    <w:rsid w:val="00256CEC"/>
    <w:rsid w:val="00257E73"/>
    <w:rsid w:val="00262D61"/>
    <w:rsid w:val="00264D6D"/>
    <w:rsid w:val="00284368"/>
    <w:rsid w:val="00287AE8"/>
    <w:rsid w:val="00290B01"/>
    <w:rsid w:val="00292198"/>
    <w:rsid w:val="002B2AD9"/>
    <w:rsid w:val="002C1C7B"/>
    <w:rsid w:val="002C4137"/>
    <w:rsid w:val="002C4948"/>
    <w:rsid w:val="002D64C6"/>
    <w:rsid w:val="002D6A29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0EDE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9100B"/>
    <w:rsid w:val="00597FD5"/>
    <w:rsid w:val="005B11F3"/>
    <w:rsid w:val="005C2E93"/>
    <w:rsid w:val="005C39CA"/>
    <w:rsid w:val="005E176A"/>
    <w:rsid w:val="005E24AA"/>
    <w:rsid w:val="005E579C"/>
    <w:rsid w:val="00612283"/>
    <w:rsid w:val="00634311"/>
    <w:rsid w:val="006405A1"/>
    <w:rsid w:val="00641874"/>
    <w:rsid w:val="00650D6C"/>
    <w:rsid w:val="0066235A"/>
    <w:rsid w:val="006676AE"/>
    <w:rsid w:val="006A3A1F"/>
    <w:rsid w:val="006A52B6"/>
    <w:rsid w:val="006B34D3"/>
    <w:rsid w:val="006B53D6"/>
    <w:rsid w:val="006F0034"/>
    <w:rsid w:val="006F3D32"/>
    <w:rsid w:val="00710937"/>
    <w:rsid w:val="007118F0"/>
    <w:rsid w:val="00714600"/>
    <w:rsid w:val="00715934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D5CAE"/>
    <w:rsid w:val="007E29A1"/>
    <w:rsid w:val="007E2F69"/>
    <w:rsid w:val="007F7DA6"/>
    <w:rsid w:val="00804F07"/>
    <w:rsid w:val="00825A09"/>
    <w:rsid w:val="00830AB1"/>
    <w:rsid w:val="00833FCD"/>
    <w:rsid w:val="00842991"/>
    <w:rsid w:val="00847232"/>
    <w:rsid w:val="008757E1"/>
    <w:rsid w:val="00882A3E"/>
    <w:rsid w:val="00892E48"/>
    <w:rsid w:val="008B5A55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1752B"/>
    <w:rsid w:val="00922A11"/>
    <w:rsid w:val="00926D5D"/>
    <w:rsid w:val="009301A2"/>
    <w:rsid w:val="00943060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D1E12"/>
    <w:rsid w:val="009F2C27"/>
    <w:rsid w:val="00A15F7E"/>
    <w:rsid w:val="00A166B0"/>
    <w:rsid w:val="00A17667"/>
    <w:rsid w:val="00A22DCF"/>
    <w:rsid w:val="00A24C2D"/>
    <w:rsid w:val="00A261A3"/>
    <w:rsid w:val="00A276E4"/>
    <w:rsid w:val="00A3062E"/>
    <w:rsid w:val="00A347DE"/>
    <w:rsid w:val="00A92F07"/>
    <w:rsid w:val="00A94B94"/>
    <w:rsid w:val="00A97BDB"/>
    <w:rsid w:val="00AC5247"/>
    <w:rsid w:val="00AE6FF2"/>
    <w:rsid w:val="00B0088C"/>
    <w:rsid w:val="00B15219"/>
    <w:rsid w:val="00B15FD3"/>
    <w:rsid w:val="00B34079"/>
    <w:rsid w:val="00B36ABD"/>
    <w:rsid w:val="00B447B2"/>
    <w:rsid w:val="00B8005E"/>
    <w:rsid w:val="00B90E42"/>
    <w:rsid w:val="00BA3D0A"/>
    <w:rsid w:val="00BB0C3C"/>
    <w:rsid w:val="00BE6F04"/>
    <w:rsid w:val="00BF78EA"/>
    <w:rsid w:val="00C014B5"/>
    <w:rsid w:val="00C113BF"/>
    <w:rsid w:val="00C4103F"/>
    <w:rsid w:val="00C474EB"/>
    <w:rsid w:val="00C57DEB"/>
    <w:rsid w:val="00C604FF"/>
    <w:rsid w:val="00C62F57"/>
    <w:rsid w:val="00C737A7"/>
    <w:rsid w:val="00C81012"/>
    <w:rsid w:val="00C909B9"/>
    <w:rsid w:val="00CC30F2"/>
    <w:rsid w:val="00CD0851"/>
    <w:rsid w:val="00CD4DD1"/>
    <w:rsid w:val="00D0455D"/>
    <w:rsid w:val="00D21E06"/>
    <w:rsid w:val="00D23135"/>
    <w:rsid w:val="00D23F3D"/>
    <w:rsid w:val="00D2702A"/>
    <w:rsid w:val="00D34D9A"/>
    <w:rsid w:val="00D409DE"/>
    <w:rsid w:val="00D42C9B"/>
    <w:rsid w:val="00D47341"/>
    <w:rsid w:val="00D531D5"/>
    <w:rsid w:val="00D538EE"/>
    <w:rsid w:val="00D729BF"/>
    <w:rsid w:val="00D7532C"/>
    <w:rsid w:val="00D762C5"/>
    <w:rsid w:val="00D85388"/>
    <w:rsid w:val="00DA6EC7"/>
    <w:rsid w:val="00DB2292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D0E50"/>
    <w:rsid w:val="00EE1FBF"/>
    <w:rsid w:val="00EE40F5"/>
    <w:rsid w:val="00EF56D6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22FE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130F"/>
  <w15:docId w15:val="{64B587A9-28ED-4C13-89FC-EA21F546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38E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C30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6Bezpogrubienia">
    <w:name w:val="Tekst treści (6) + Bez pogrubienia"/>
    <w:rsid w:val="00EF56D6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2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D1B11-F0FA-4481-B51A-E8BD8C07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cp:lastModifiedBy>Artur Grzesik</cp:lastModifiedBy>
  <cp:revision>4</cp:revision>
  <cp:lastPrinted>2024-07-18T14:57:00Z</cp:lastPrinted>
  <dcterms:created xsi:type="dcterms:W3CDTF">2024-10-28T08:03:00Z</dcterms:created>
  <dcterms:modified xsi:type="dcterms:W3CDTF">2024-10-28T08:29:00Z</dcterms:modified>
</cp:coreProperties>
</file>