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BE3F9" w14:textId="5D4D2519" w:rsidR="00F85B0D" w:rsidRPr="00312DA0" w:rsidRDefault="00F85B0D" w:rsidP="00F85B0D">
      <w:pPr>
        <w:jc w:val="right"/>
        <w:rPr>
          <w:sz w:val="24"/>
          <w:szCs w:val="24"/>
        </w:rPr>
      </w:pPr>
      <w:r w:rsidRPr="00312DA0">
        <w:rPr>
          <w:sz w:val="24"/>
          <w:szCs w:val="24"/>
        </w:rPr>
        <w:t xml:space="preserve">Załącznik nr 4 do Zapytania ofertowego nr </w:t>
      </w:r>
      <w:r w:rsidR="00E31BD8">
        <w:rPr>
          <w:sz w:val="24"/>
          <w:szCs w:val="24"/>
        </w:rPr>
        <w:t>8</w:t>
      </w:r>
      <w:bookmarkStart w:id="0" w:name="_GoBack"/>
      <w:bookmarkEnd w:id="0"/>
      <w:r w:rsidRPr="00312DA0">
        <w:rPr>
          <w:sz w:val="24"/>
          <w:szCs w:val="24"/>
        </w:rPr>
        <w:t>/SZ</w:t>
      </w:r>
      <w:r w:rsidR="00EE7070" w:rsidRPr="00312DA0">
        <w:rPr>
          <w:sz w:val="24"/>
          <w:szCs w:val="24"/>
        </w:rPr>
        <w:t>PK</w:t>
      </w:r>
      <w:r w:rsidRPr="00312DA0">
        <w:rPr>
          <w:sz w:val="24"/>
          <w:szCs w:val="24"/>
        </w:rPr>
        <w:t>/TA/24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 z 2023 r. poz. 1605, 1720)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B128A" w14:textId="77777777" w:rsidR="001D206A" w:rsidRDefault="001D206A">
      <w:r>
        <w:separator/>
      </w:r>
    </w:p>
  </w:endnote>
  <w:endnote w:type="continuationSeparator" w:id="0">
    <w:p w14:paraId="2E171B49" w14:textId="77777777" w:rsidR="001D206A" w:rsidRDefault="001D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4CEB19A0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BD8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31BD8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59A15" w14:textId="77777777" w:rsidR="001D206A" w:rsidRDefault="001D206A">
      <w:r>
        <w:separator/>
      </w:r>
    </w:p>
  </w:footnote>
  <w:footnote w:type="continuationSeparator" w:id="0">
    <w:p w14:paraId="4FBA9A86" w14:textId="77777777" w:rsidR="001D206A" w:rsidRDefault="001D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06A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2665B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74A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31BD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CBCA-7189-4744-BCEF-EE7508C4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7</cp:revision>
  <cp:lastPrinted>2017-08-07T11:39:00Z</cp:lastPrinted>
  <dcterms:created xsi:type="dcterms:W3CDTF">2024-10-09T15:56:00Z</dcterms:created>
  <dcterms:modified xsi:type="dcterms:W3CDTF">2024-11-13T22:18:00Z</dcterms:modified>
</cp:coreProperties>
</file>