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619BF" w14:textId="3B18B609" w:rsidR="00762A01" w:rsidRPr="00062BBD" w:rsidRDefault="00762A01" w:rsidP="00E45909">
      <w:pPr>
        <w:spacing w:before="33"/>
        <w:jc w:val="right"/>
        <w:rPr>
          <w:b/>
          <w:sz w:val="24"/>
          <w:szCs w:val="24"/>
        </w:rPr>
      </w:pPr>
      <w:r w:rsidRPr="00062BBD">
        <w:rPr>
          <w:b/>
          <w:sz w:val="24"/>
          <w:szCs w:val="24"/>
        </w:rPr>
        <w:t>Załącznik</w:t>
      </w:r>
      <w:r w:rsidRPr="00062BBD">
        <w:rPr>
          <w:b/>
          <w:spacing w:val="-1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>nr</w:t>
      </w:r>
      <w:r w:rsidRPr="00062BBD">
        <w:rPr>
          <w:b/>
          <w:spacing w:val="-2"/>
          <w:sz w:val="24"/>
          <w:szCs w:val="24"/>
        </w:rPr>
        <w:t xml:space="preserve"> </w:t>
      </w:r>
      <w:r w:rsidRPr="00062BBD">
        <w:rPr>
          <w:b/>
          <w:sz w:val="24"/>
          <w:szCs w:val="24"/>
        </w:rPr>
        <w:t xml:space="preserve">2 </w:t>
      </w:r>
      <w:r w:rsidR="005B685D" w:rsidRPr="00062BBD">
        <w:rPr>
          <w:b/>
          <w:iCs/>
          <w:sz w:val="24"/>
          <w:szCs w:val="24"/>
        </w:rPr>
        <w:t xml:space="preserve">do Zapytania ofertowego nr </w:t>
      </w:r>
      <w:r w:rsidR="00062BBD" w:rsidRPr="00062BBD">
        <w:rPr>
          <w:b/>
          <w:bCs/>
          <w:szCs w:val="24"/>
        </w:rPr>
        <w:t xml:space="preserve">7/CSZ/TA/24 </w:t>
      </w:r>
      <w:r w:rsidR="00062BBD" w:rsidRPr="00062BBD">
        <w:rPr>
          <w:b/>
          <w:szCs w:val="24"/>
        </w:rPr>
        <w:t>z dnia 04.</w:t>
      </w:r>
      <w:r w:rsidR="00062BBD" w:rsidRPr="00062BBD">
        <w:rPr>
          <w:b/>
          <w:bCs/>
          <w:szCs w:val="24"/>
        </w:rPr>
        <w:t>11</w:t>
      </w:r>
      <w:r w:rsidR="00062BBD" w:rsidRPr="00062BBD">
        <w:rPr>
          <w:b/>
          <w:szCs w:val="24"/>
        </w:rPr>
        <w:t>.2024 r.</w:t>
      </w:r>
    </w:p>
    <w:p w14:paraId="2106B5DD" w14:textId="77777777" w:rsidR="00762A01" w:rsidRPr="005B685D" w:rsidRDefault="00762A01" w:rsidP="00762A01">
      <w:pPr>
        <w:pStyle w:val="Tekstpodstawowy"/>
        <w:rPr>
          <w:sz w:val="24"/>
          <w:szCs w:val="24"/>
        </w:rPr>
      </w:pPr>
    </w:p>
    <w:p w14:paraId="197BB455" w14:textId="77777777" w:rsidR="00762A01" w:rsidRPr="005B685D" w:rsidRDefault="00762A01" w:rsidP="00762A01">
      <w:pPr>
        <w:pStyle w:val="Tekstpodstawowy"/>
        <w:rPr>
          <w:sz w:val="24"/>
          <w:szCs w:val="24"/>
        </w:rPr>
      </w:pPr>
    </w:p>
    <w:p w14:paraId="5CEB0DFF" w14:textId="77777777" w:rsidR="00762A01" w:rsidRPr="005B685D" w:rsidRDefault="00762A01" w:rsidP="00762A01">
      <w:pPr>
        <w:pStyle w:val="Tekstpodstawowy"/>
        <w:spacing w:before="2"/>
        <w:rPr>
          <w:sz w:val="24"/>
          <w:szCs w:val="24"/>
        </w:rPr>
      </w:pPr>
    </w:p>
    <w:p w14:paraId="4084CC40" w14:textId="77777777" w:rsidR="00762A01" w:rsidRPr="005B685D" w:rsidRDefault="00762A01" w:rsidP="00762A01">
      <w:pPr>
        <w:spacing w:before="92"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………………………………..…………………</w:t>
      </w:r>
    </w:p>
    <w:p w14:paraId="419C7A35" w14:textId="77777777" w:rsidR="00762A01" w:rsidRPr="005B685D" w:rsidRDefault="00762A01" w:rsidP="00762A01">
      <w:pPr>
        <w:spacing w:line="207" w:lineRule="exact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(pieczęć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firmowa Wykonawcy)</w:t>
      </w:r>
    </w:p>
    <w:p w14:paraId="1611B124" w14:textId="77777777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</w:p>
    <w:p w14:paraId="17C2127D" w14:textId="7C70FFC9" w:rsidR="00762A01" w:rsidRPr="005B685D" w:rsidRDefault="00762A01" w:rsidP="00762A01">
      <w:pPr>
        <w:pStyle w:val="Tytu"/>
        <w:ind w:left="178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OŚWIADCZENIE</w:t>
      </w:r>
    </w:p>
    <w:p w14:paraId="0B4C01F5" w14:textId="77777777" w:rsidR="00762A01" w:rsidRPr="005B685D" w:rsidRDefault="00762A01" w:rsidP="00762A01">
      <w:pPr>
        <w:pStyle w:val="Tytu"/>
        <w:rPr>
          <w:rFonts w:ascii="Times New Roman" w:hAnsi="Times New Roman"/>
          <w:sz w:val="24"/>
          <w:szCs w:val="24"/>
        </w:rPr>
      </w:pPr>
      <w:r w:rsidRPr="005B685D">
        <w:rPr>
          <w:rFonts w:ascii="Times New Roman" w:hAnsi="Times New Roman"/>
          <w:sz w:val="24"/>
          <w:szCs w:val="24"/>
        </w:rPr>
        <w:t>O</w:t>
      </w:r>
      <w:r w:rsidRPr="005B685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SPEŁNIENIU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WARUNKÓW UDZIAŁU</w:t>
      </w:r>
      <w:r w:rsidRPr="005B685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B685D">
        <w:rPr>
          <w:rFonts w:ascii="Times New Roman" w:hAnsi="Times New Roman"/>
          <w:sz w:val="24"/>
          <w:szCs w:val="24"/>
        </w:rPr>
        <w:t>W POSTĘPOWANIU</w:t>
      </w:r>
    </w:p>
    <w:p w14:paraId="7DF3BE7C" w14:textId="77777777" w:rsidR="00762A01" w:rsidRPr="005B685D" w:rsidRDefault="00762A01" w:rsidP="00762A01">
      <w:pPr>
        <w:pStyle w:val="Tekstpodstawowy"/>
        <w:spacing w:before="180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Ja/ My</w:t>
      </w:r>
      <w:r w:rsidRPr="005B685D">
        <w:rPr>
          <w:i w:val="0"/>
          <w:spacing w:val="-8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niżej</w:t>
      </w:r>
      <w:r w:rsidRPr="005B685D">
        <w:rPr>
          <w:i w:val="0"/>
          <w:spacing w:val="1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podpisany/i</w:t>
      </w:r>
    </w:p>
    <w:p w14:paraId="0ADF9AE1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3F4558B8" w14:textId="3FC573F1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638C8A5F" w14:textId="77777777" w:rsidR="00762A01" w:rsidRPr="005B685D" w:rsidRDefault="00762A01" w:rsidP="00762A01">
      <w:pPr>
        <w:spacing w:line="207" w:lineRule="exact"/>
        <w:ind w:left="182" w:right="213"/>
        <w:jc w:val="center"/>
        <w:rPr>
          <w:sz w:val="24"/>
          <w:szCs w:val="24"/>
        </w:rPr>
      </w:pPr>
    </w:p>
    <w:p w14:paraId="62696069" w14:textId="77777777" w:rsidR="00762A01" w:rsidRPr="005B685D" w:rsidRDefault="00762A01" w:rsidP="00762A01">
      <w:pPr>
        <w:spacing w:line="205" w:lineRule="exact"/>
        <w:ind w:left="179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(imiona i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nazwiska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osób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upoważnionych</w:t>
      </w:r>
      <w:r w:rsidRPr="005B685D">
        <w:rPr>
          <w:spacing w:val="-3"/>
          <w:sz w:val="24"/>
          <w:szCs w:val="24"/>
        </w:rPr>
        <w:t xml:space="preserve"> </w:t>
      </w:r>
      <w:r w:rsidRPr="005B685D">
        <w:rPr>
          <w:sz w:val="24"/>
          <w:szCs w:val="24"/>
        </w:rPr>
        <w:t>do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reprezentowania Wykonawcy)</w:t>
      </w:r>
    </w:p>
    <w:p w14:paraId="503A054A" w14:textId="77777777" w:rsidR="00762A01" w:rsidRPr="005B685D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</w:p>
    <w:p w14:paraId="7FA4869D" w14:textId="02F370C6" w:rsidR="00762A01" w:rsidRPr="005B685D" w:rsidRDefault="00762A01" w:rsidP="00762A01">
      <w:pPr>
        <w:pStyle w:val="Tekstpodstawowy"/>
        <w:spacing w:line="274" w:lineRule="exact"/>
        <w:ind w:left="111"/>
        <w:rPr>
          <w:i w:val="0"/>
          <w:sz w:val="24"/>
          <w:szCs w:val="24"/>
        </w:rPr>
      </w:pPr>
      <w:r w:rsidRPr="005B685D">
        <w:rPr>
          <w:i w:val="0"/>
          <w:sz w:val="24"/>
          <w:szCs w:val="24"/>
        </w:rPr>
        <w:t>działając</w:t>
      </w:r>
      <w:r w:rsidRPr="005B685D">
        <w:rPr>
          <w:i w:val="0"/>
          <w:spacing w:val="-4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w imieniu</w:t>
      </w:r>
      <w:r w:rsidRPr="005B685D">
        <w:rPr>
          <w:i w:val="0"/>
          <w:spacing w:val="3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i na</w:t>
      </w:r>
      <w:r w:rsidRPr="005B685D">
        <w:rPr>
          <w:i w:val="0"/>
          <w:spacing w:val="-2"/>
          <w:sz w:val="24"/>
          <w:szCs w:val="24"/>
        </w:rPr>
        <w:t xml:space="preserve"> </w:t>
      </w:r>
      <w:r w:rsidRPr="005B685D">
        <w:rPr>
          <w:i w:val="0"/>
          <w:sz w:val="24"/>
          <w:szCs w:val="24"/>
        </w:rPr>
        <w:t>rzecz:</w:t>
      </w:r>
    </w:p>
    <w:p w14:paraId="65CD3982" w14:textId="77777777" w:rsidR="00762A01" w:rsidRPr="005B685D" w:rsidRDefault="00762A01" w:rsidP="00762A01">
      <w:pPr>
        <w:pStyle w:val="Tekstpodstawowy"/>
        <w:spacing w:before="3"/>
        <w:rPr>
          <w:i w:val="0"/>
          <w:sz w:val="24"/>
          <w:szCs w:val="24"/>
        </w:rPr>
      </w:pPr>
    </w:p>
    <w:p w14:paraId="0D240F77" w14:textId="21A54E4F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........................................................................................................................</w:t>
      </w:r>
    </w:p>
    <w:p w14:paraId="3EE56F81" w14:textId="77777777" w:rsidR="00762A01" w:rsidRPr="005B685D" w:rsidRDefault="00762A01" w:rsidP="00762A01">
      <w:pPr>
        <w:spacing w:before="1" w:line="207" w:lineRule="exact"/>
        <w:ind w:left="182" w:right="213"/>
        <w:jc w:val="center"/>
        <w:rPr>
          <w:sz w:val="24"/>
          <w:szCs w:val="24"/>
        </w:rPr>
      </w:pPr>
    </w:p>
    <w:p w14:paraId="1E0BC95A" w14:textId="43C8E6CE" w:rsidR="00762A01" w:rsidRPr="005B685D" w:rsidRDefault="00762A01" w:rsidP="00762A01">
      <w:pPr>
        <w:spacing w:line="207" w:lineRule="exact"/>
        <w:ind w:left="182" w:right="169"/>
        <w:jc w:val="center"/>
        <w:rPr>
          <w:sz w:val="24"/>
          <w:szCs w:val="24"/>
        </w:rPr>
      </w:pPr>
      <w:r w:rsidRPr="005B685D">
        <w:rPr>
          <w:sz w:val="24"/>
          <w:szCs w:val="24"/>
        </w:rPr>
        <w:t>(nazwa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Wykonawcy)</w:t>
      </w:r>
    </w:p>
    <w:p w14:paraId="45384488" w14:textId="77777777" w:rsidR="00762A01" w:rsidRPr="005B685D" w:rsidRDefault="00762A01" w:rsidP="00762A01">
      <w:pPr>
        <w:pStyle w:val="Tekstpodstawowy"/>
        <w:spacing w:before="135"/>
        <w:ind w:left="111"/>
        <w:rPr>
          <w:sz w:val="24"/>
          <w:szCs w:val="24"/>
        </w:rPr>
      </w:pPr>
      <w:r w:rsidRPr="005B685D">
        <w:rPr>
          <w:sz w:val="24"/>
          <w:szCs w:val="24"/>
        </w:rPr>
        <w:t>Oświadczam/my,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że:</w:t>
      </w:r>
    </w:p>
    <w:p w14:paraId="1AA9F026" w14:textId="77777777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190" w:after="0" w:line="237" w:lineRule="auto"/>
        <w:ind w:right="144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posiadam   możliwości   i   niezbędne   zasoby</w:t>
      </w:r>
      <w:r w:rsidRPr="00183E01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   realizacji   przedmiotu   zamówienia   zgodnie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prawodawstwem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krajowym,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szczególności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przepisami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dotyczącymi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bezpieczeństwa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sanitarnego;</w:t>
      </w:r>
    </w:p>
    <w:p w14:paraId="046E9403" w14:textId="27566E18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7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zaangażuję do</w:t>
      </w:r>
      <w:r w:rsidRPr="00183E01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 xml:space="preserve">realizacji zamówienia w zakresie przygotowania,     </w:t>
      </w:r>
      <w:r w:rsidRPr="00183E01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wydawania</w:t>
      </w:r>
      <w:r w:rsidRPr="00183E01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 transportowania posiłków kadrę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posiadającą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aktualne badania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sanitarno-epidemiologiczne;</w:t>
      </w:r>
    </w:p>
    <w:p w14:paraId="2130DF07" w14:textId="5794A8E2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4" w:after="0" w:line="237" w:lineRule="auto"/>
        <w:ind w:right="14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dysponuję odpowiednim  potencjałem organizacyjnym, kadrowymi  technicznym</w:t>
      </w:r>
      <w:r w:rsidRPr="00183E01">
        <w:rPr>
          <w:rFonts w:asciiTheme="minorHAnsi" w:hAnsiTheme="minorHAnsi" w:cstheme="minorHAnsi"/>
          <w:spacing w:val="-58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realizacji</w:t>
      </w:r>
      <w:r w:rsidRPr="00183E01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zamówienia;</w:t>
      </w:r>
      <w:bookmarkStart w:id="0" w:name="_GoBack"/>
      <w:bookmarkEnd w:id="0"/>
    </w:p>
    <w:p w14:paraId="6AE8E243" w14:textId="4460A18C" w:rsidR="00762A01" w:rsidRPr="00183E01" w:rsidRDefault="00762A01" w:rsidP="00762A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znajduję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się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sytuacji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ekonomicznej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finansowej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mogącej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budzić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wątpliwości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co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do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możliwości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prawidłowego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wykonania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zamówienia,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wszczęto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wobec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mnie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postępowania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upadłościowego ani nie ogłoszono upadłości; nie zalegam z opłacaniem podatków, opłat i składek</w:t>
      </w:r>
      <w:r w:rsidRPr="00183E01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na ubezpieczenie</w:t>
      </w:r>
      <w:r w:rsidRPr="00183E01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społeczne i zdrowotne;</w:t>
      </w:r>
    </w:p>
    <w:p w14:paraId="316AC484" w14:textId="76714081" w:rsidR="00762A01" w:rsidRPr="00183E01" w:rsidRDefault="00183E01" w:rsidP="00183E01">
      <w:pPr>
        <w:pStyle w:val="Akapitzlist"/>
        <w:widowControl w:val="0"/>
        <w:numPr>
          <w:ilvl w:val="0"/>
          <w:numId w:val="26"/>
        </w:numPr>
        <w:tabs>
          <w:tab w:val="left" w:pos="832"/>
        </w:tabs>
        <w:autoSpaceDE w:val="0"/>
        <w:autoSpaceDN w:val="0"/>
        <w:spacing w:before="2" w:after="0" w:line="240" w:lineRule="auto"/>
        <w:ind w:right="14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83E01">
        <w:rPr>
          <w:rFonts w:asciiTheme="minorHAnsi" w:hAnsiTheme="minorHAnsi" w:cstheme="minorHAnsi"/>
          <w:sz w:val="24"/>
          <w:szCs w:val="24"/>
        </w:rPr>
        <w:t>nie jestem/jesteśmy wykluczony/ni</w:t>
      </w:r>
      <w:r w:rsidRPr="00183E01">
        <w:rPr>
          <w:rFonts w:asciiTheme="minorHAnsi" w:hAnsiTheme="minorHAnsi" w:cstheme="minorHAnsi"/>
          <w:sz w:val="24"/>
          <w:szCs w:val="24"/>
        </w:rPr>
        <w:t xml:space="preserve"> z powodu niespełnienia warunków określonych w art. 108 ust. 1 i art. 109 ust. 1</w:t>
      </w:r>
      <w:r w:rsidRPr="00183E01">
        <w:rPr>
          <w:rFonts w:asciiTheme="minorHAnsi" w:hAnsiTheme="minorHAnsi" w:cstheme="minorHAnsi"/>
          <w:sz w:val="24"/>
          <w:szCs w:val="24"/>
        </w:rPr>
        <w:t xml:space="preserve"> </w:t>
      </w:r>
      <w:r w:rsidRPr="00183E01">
        <w:rPr>
          <w:rFonts w:asciiTheme="minorHAnsi" w:hAnsiTheme="minorHAnsi" w:cstheme="minorHAnsi"/>
          <w:sz w:val="24"/>
          <w:szCs w:val="24"/>
        </w:rPr>
        <w:t>Ustawy Prawo zamówień publicznych.</w:t>
      </w:r>
    </w:p>
    <w:p w14:paraId="0F179C2C" w14:textId="77777777" w:rsid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78856C38" w14:textId="77777777" w:rsidR="005B685D" w:rsidRPr="005B685D" w:rsidRDefault="005B685D" w:rsidP="00762A01">
      <w:pPr>
        <w:pStyle w:val="Tekstpodstawowy"/>
        <w:spacing w:before="4"/>
        <w:rPr>
          <w:sz w:val="24"/>
          <w:szCs w:val="24"/>
        </w:rPr>
      </w:pPr>
    </w:p>
    <w:p w14:paraId="1D857720" w14:textId="77777777" w:rsidR="00762A01" w:rsidRPr="005B685D" w:rsidRDefault="00762A01" w:rsidP="00762A01">
      <w:pPr>
        <w:ind w:left="111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…………………………………..……….</w:t>
      </w:r>
      <w:r w:rsidRPr="005B685D">
        <w:rPr>
          <w:spacing w:val="-1"/>
          <w:sz w:val="24"/>
          <w:szCs w:val="24"/>
        </w:rPr>
        <w:t xml:space="preserve"> </w:t>
      </w:r>
      <w:r w:rsidRPr="005B685D">
        <w:rPr>
          <w:sz w:val="24"/>
          <w:szCs w:val="24"/>
        </w:rPr>
        <w:t>dnia …………………………..…………</w:t>
      </w:r>
    </w:p>
    <w:p w14:paraId="2437DA8C" w14:textId="77777777" w:rsidR="00762A01" w:rsidRPr="005B685D" w:rsidRDefault="00762A01" w:rsidP="00762A01">
      <w:pPr>
        <w:pStyle w:val="Tekstpodstawowy"/>
        <w:spacing w:before="10"/>
        <w:rPr>
          <w:i w:val="0"/>
          <w:sz w:val="24"/>
          <w:szCs w:val="24"/>
        </w:rPr>
      </w:pPr>
    </w:p>
    <w:p w14:paraId="29681EF0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6A9BDEEE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1DAAE331" w14:textId="77777777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</w:p>
    <w:p w14:paraId="0DC7F11F" w14:textId="78C44C2A" w:rsidR="00762A01" w:rsidRPr="005B685D" w:rsidRDefault="00762A01" w:rsidP="00762A01">
      <w:pPr>
        <w:spacing w:line="207" w:lineRule="exact"/>
        <w:ind w:right="145"/>
        <w:jc w:val="right"/>
        <w:rPr>
          <w:sz w:val="24"/>
          <w:szCs w:val="24"/>
        </w:rPr>
      </w:pPr>
      <w:r w:rsidRPr="005B685D">
        <w:rPr>
          <w:sz w:val="24"/>
          <w:szCs w:val="24"/>
        </w:rPr>
        <w:t>…………………………………………………………</w:t>
      </w:r>
    </w:p>
    <w:p w14:paraId="006ED92A" w14:textId="7AEA781E" w:rsidR="00762A01" w:rsidRPr="005B685D" w:rsidRDefault="00762A01" w:rsidP="00762A01">
      <w:pPr>
        <w:spacing w:line="207" w:lineRule="exact"/>
        <w:ind w:right="141"/>
        <w:jc w:val="right"/>
        <w:rPr>
          <w:i/>
          <w:sz w:val="18"/>
        </w:rPr>
      </w:pPr>
      <w:r w:rsidRPr="005B685D">
        <w:rPr>
          <w:sz w:val="24"/>
          <w:szCs w:val="24"/>
        </w:rPr>
        <w:t>(czytelny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podpis</w:t>
      </w:r>
      <w:r w:rsidRPr="005B685D">
        <w:rPr>
          <w:spacing w:val="-2"/>
          <w:sz w:val="24"/>
          <w:szCs w:val="24"/>
        </w:rPr>
        <w:t xml:space="preserve"> </w:t>
      </w:r>
      <w:r w:rsidRPr="005B685D">
        <w:rPr>
          <w:sz w:val="24"/>
          <w:szCs w:val="24"/>
        </w:rPr>
        <w:t>Wykonawcy</w:t>
      </w:r>
      <w:r w:rsidRPr="005B685D">
        <w:rPr>
          <w:sz w:val="18"/>
        </w:rPr>
        <w:t>)</w:t>
      </w:r>
    </w:p>
    <w:p w14:paraId="378DD1A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56B02897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F120E02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4E7D42F3" w14:textId="77777777" w:rsidR="00762A01" w:rsidRPr="005B685D" w:rsidRDefault="00762A01" w:rsidP="00762A01">
      <w:pPr>
        <w:pStyle w:val="Tekstpodstawowy"/>
        <w:rPr>
          <w:i w:val="0"/>
          <w:sz w:val="20"/>
        </w:rPr>
      </w:pPr>
    </w:p>
    <w:p w14:paraId="367E5366" w14:textId="77777777" w:rsidR="00762A01" w:rsidRPr="005B685D" w:rsidRDefault="00762A01" w:rsidP="00762A01">
      <w:pPr>
        <w:pStyle w:val="Tekstpodstawowy"/>
        <w:rPr>
          <w:i w:val="0"/>
          <w:sz w:val="12"/>
        </w:rPr>
      </w:pPr>
    </w:p>
    <w:p w14:paraId="6CF33061" w14:textId="275231D8" w:rsidR="00762A01" w:rsidRPr="005B685D" w:rsidRDefault="00762A01" w:rsidP="00762A01">
      <w:pPr>
        <w:tabs>
          <w:tab w:val="left" w:pos="3312"/>
        </w:tabs>
        <w:rPr>
          <w:lang w:eastAsia="en-US"/>
        </w:rPr>
      </w:pPr>
    </w:p>
    <w:sectPr w:rsidR="00762A01" w:rsidRPr="005B685D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2F586" w14:textId="77777777" w:rsidR="00C500B9" w:rsidRDefault="00C500B9">
      <w:r>
        <w:separator/>
      </w:r>
    </w:p>
  </w:endnote>
  <w:endnote w:type="continuationSeparator" w:id="0">
    <w:p w14:paraId="51A88CC8" w14:textId="77777777" w:rsidR="00C500B9" w:rsidRDefault="00C5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3FCD6E4F" w:rsidR="00603E44" w:rsidRPr="00603E44" w:rsidRDefault="00603E44" w:rsidP="00762A01">
    <w:pPr>
      <w:pStyle w:val="Tytu"/>
      <w:ind w:right="360"/>
      <w:jc w:val="left"/>
    </w:pPr>
  </w:p>
  <w:p w14:paraId="5A5F48EF" w14:textId="169B744D" w:rsidR="00341117" w:rsidRDefault="00685FDA" w:rsidP="00762A01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83E01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83E01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38CF11E3" w14:textId="470DAB7C" w:rsidR="005D3980" w:rsidRDefault="00062BBD">
    <w:r>
      <w:rPr>
        <w:noProof/>
      </w:rPr>
      <w:drawing>
        <wp:anchor distT="0" distB="0" distL="114300" distR="114300" simplePos="0" relativeHeight="251658752" behindDoc="1" locked="0" layoutInCell="1" allowOverlap="1" wp14:anchorId="5A5F48F9" wp14:editId="0DDD6B74">
          <wp:simplePos x="0" y="0"/>
          <wp:positionH relativeFrom="column">
            <wp:posOffset>5549900</wp:posOffset>
          </wp:positionH>
          <wp:positionV relativeFrom="paragraph">
            <wp:posOffset>26035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2FE0877" wp14:editId="06979234">
          <wp:extent cx="865505" cy="748030"/>
          <wp:effectExtent l="0" t="0" r="0" b="0"/>
          <wp:docPr id="1112095555" name="Obraz 2" descr="Obraz zawierający Grafika, projekt graficzny, clipart, plaka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4B501" w14:textId="77777777" w:rsidR="00C500B9" w:rsidRDefault="00C500B9">
      <w:r>
        <w:separator/>
      </w:r>
    </w:p>
  </w:footnote>
  <w:footnote w:type="continuationSeparator" w:id="0">
    <w:p w14:paraId="5DB5AB37" w14:textId="77777777" w:rsidR="00C500B9" w:rsidRDefault="00C50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D1451"/>
    <w:multiLevelType w:val="hybridMultilevel"/>
    <w:tmpl w:val="5654309E"/>
    <w:lvl w:ilvl="0" w:tplc="99C0E0BA">
      <w:numFmt w:val="bullet"/>
      <w:lvlText w:val="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E42996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EA02130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05F264EC">
      <w:numFmt w:val="bullet"/>
      <w:lvlText w:val="•"/>
      <w:lvlJc w:val="left"/>
      <w:pPr>
        <w:ind w:left="3727" w:hanging="360"/>
      </w:pPr>
      <w:rPr>
        <w:rFonts w:hint="default"/>
        <w:lang w:val="pl-PL" w:eastAsia="en-US" w:bidi="ar-SA"/>
      </w:rPr>
    </w:lvl>
    <w:lvl w:ilvl="4" w:tplc="31EA4794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74788AA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84762E78">
      <w:numFmt w:val="bullet"/>
      <w:lvlText w:val="•"/>
      <w:lvlJc w:val="left"/>
      <w:pPr>
        <w:ind w:left="6615" w:hanging="360"/>
      </w:pPr>
      <w:rPr>
        <w:rFonts w:hint="default"/>
        <w:lang w:val="pl-PL" w:eastAsia="en-US" w:bidi="ar-SA"/>
      </w:rPr>
    </w:lvl>
    <w:lvl w:ilvl="7" w:tplc="07801DFC">
      <w:numFmt w:val="bullet"/>
      <w:lvlText w:val="•"/>
      <w:lvlJc w:val="left"/>
      <w:pPr>
        <w:ind w:left="7578" w:hanging="360"/>
      </w:pPr>
      <w:rPr>
        <w:rFonts w:hint="default"/>
        <w:lang w:val="pl-PL" w:eastAsia="en-US" w:bidi="ar-SA"/>
      </w:rPr>
    </w:lvl>
    <w:lvl w:ilvl="8" w:tplc="B5DAED3A">
      <w:numFmt w:val="bullet"/>
      <w:lvlText w:val="•"/>
      <w:lvlJc w:val="left"/>
      <w:pPr>
        <w:ind w:left="854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5"/>
  </w:num>
  <w:num w:numId="4">
    <w:abstractNumId w:val="24"/>
  </w:num>
  <w:num w:numId="5">
    <w:abstractNumId w:val="11"/>
  </w:num>
  <w:num w:numId="6">
    <w:abstractNumId w:val="13"/>
  </w:num>
  <w:num w:numId="7">
    <w:abstractNumId w:val="14"/>
  </w:num>
  <w:num w:numId="8">
    <w:abstractNumId w:val="21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22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3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2BBD"/>
    <w:rsid w:val="00064BF5"/>
    <w:rsid w:val="0006571E"/>
    <w:rsid w:val="0006721D"/>
    <w:rsid w:val="000706A6"/>
    <w:rsid w:val="00071FFF"/>
    <w:rsid w:val="00072D79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23056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3E01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6428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4B74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B685D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692F"/>
    <w:rsid w:val="00627E75"/>
    <w:rsid w:val="00634520"/>
    <w:rsid w:val="00636928"/>
    <w:rsid w:val="006377E1"/>
    <w:rsid w:val="00644C0D"/>
    <w:rsid w:val="00646684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C65F1"/>
    <w:rsid w:val="006D03C3"/>
    <w:rsid w:val="006D3975"/>
    <w:rsid w:val="006E1D24"/>
    <w:rsid w:val="006F67D6"/>
    <w:rsid w:val="007031E1"/>
    <w:rsid w:val="00707A2E"/>
    <w:rsid w:val="00722E8C"/>
    <w:rsid w:val="00761101"/>
    <w:rsid w:val="00762A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6E10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6F61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4D1"/>
    <w:rsid w:val="009D2539"/>
    <w:rsid w:val="009E7F22"/>
    <w:rsid w:val="00A10B32"/>
    <w:rsid w:val="00A11BFE"/>
    <w:rsid w:val="00A20390"/>
    <w:rsid w:val="00A203BA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29E7"/>
    <w:rsid w:val="00B949D8"/>
    <w:rsid w:val="00B95E72"/>
    <w:rsid w:val="00BA068D"/>
    <w:rsid w:val="00BA1CD4"/>
    <w:rsid w:val="00BA68F1"/>
    <w:rsid w:val="00BB091E"/>
    <w:rsid w:val="00BB5968"/>
    <w:rsid w:val="00BD000E"/>
    <w:rsid w:val="00BD0EAE"/>
    <w:rsid w:val="00BE0225"/>
    <w:rsid w:val="00BE36C0"/>
    <w:rsid w:val="00BE40C0"/>
    <w:rsid w:val="00BF344F"/>
    <w:rsid w:val="00BF6C4E"/>
    <w:rsid w:val="00C067C6"/>
    <w:rsid w:val="00C20A83"/>
    <w:rsid w:val="00C21DD1"/>
    <w:rsid w:val="00C25D70"/>
    <w:rsid w:val="00C27E85"/>
    <w:rsid w:val="00C35EB4"/>
    <w:rsid w:val="00C37CCE"/>
    <w:rsid w:val="00C418EB"/>
    <w:rsid w:val="00C46FDA"/>
    <w:rsid w:val="00C500B9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1A0C"/>
    <w:rsid w:val="00CA4B19"/>
    <w:rsid w:val="00CA65A7"/>
    <w:rsid w:val="00CA6C73"/>
    <w:rsid w:val="00CC5068"/>
    <w:rsid w:val="00CD1965"/>
    <w:rsid w:val="00CD4450"/>
    <w:rsid w:val="00CD53BD"/>
    <w:rsid w:val="00CE0BBD"/>
    <w:rsid w:val="00CE40F1"/>
    <w:rsid w:val="00CE6F46"/>
    <w:rsid w:val="00D05FF0"/>
    <w:rsid w:val="00D15D88"/>
    <w:rsid w:val="00D15FBE"/>
    <w:rsid w:val="00D175BD"/>
    <w:rsid w:val="00D206DA"/>
    <w:rsid w:val="00D244BE"/>
    <w:rsid w:val="00D26E56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16BA"/>
    <w:rsid w:val="00E26380"/>
    <w:rsid w:val="00E30808"/>
    <w:rsid w:val="00E41052"/>
    <w:rsid w:val="00E45909"/>
    <w:rsid w:val="00E679F7"/>
    <w:rsid w:val="00E807D3"/>
    <w:rsid w:val="00E82CD6"/>
    <w:rsid w:val="00E83204"/>
    <w:rsid w:val="00E83BA2"/>
    <w:rsid w:val="00E84F10"/>
    <w:rsid w:val="00E86F4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276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998"/>
    <w:rsid w:val="00F75BF2"/>
    <w:rsid w:val="00F779B5"/>
    <w:rsid w:val="00F81612"/>
    <w:rsid w:val="00FB0060"/>
    <w:rsid w:val="00FB2C10"/>
    <w:rsid w:val="00FB2D97"/>
    <w:rsid w:val="00FC45CD"/>
    <w:rsid w:val="00FD2B50"/>
    <w:rsid w:val="00FE0A5E"/>
    <w:rsid w:val="00FE6C71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uiPriority w:val="10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427D-3E81-465C-8872-241FFCD33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4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15</cp:revision>
  <cp:lastPrinted>2017-08-07T11:39:00Z</cp:lastPrinted>
  <dcterms:created xsi:type="dcterms:W3CDTF">2024-06-20T09:13:00Z</dcterms:created>
  <dcterms:modified xsi:type="dcterms:W3CDTF">2024-11-04T20:14:00Z</dcterms:modified>
</cp:coreProperties>
</file>