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BBA01" w14:textId="6155525A" w:rsidR="004B58A1" w:rsidRPr="00437F6B" w:rsidRDefault="00A37CBD">
      <w:pPr>
        <w:pStyle w:val="Standard"/>
        <w:spacing w:line="360" w:lineRule="auto"/>
        <w:rPr>
          <w:rFonts w:ascii="Calibri" w:hAnsi="Calibri" w:cs="Calibri"/>
        </w:rPr>
      </w:pPr>
      <w:r>
        <w:rPr>
          <w:rStyle w:val="Domylnaczcionkaakapitu1"/>
          <w:rFonts w:ascii="Cambria" w:hAnsi="Cambria"/>
          <w:sz w:val="22"/>
          <w:szCs w:val="22"/>
        </w:rPr>
        <w:tab/>
      </w:r>
      <w:r>
        <w:rPr>
          <w:rStyle w:val="Domylnaczcionkaakapitu1"/>
          <w:rFonts w:ascii="Cambria" w:hAnsi="Cambria"/>
          <w:sz w:val="22"/>
          <w:szCs w:val="22"/>
        </w:rPr>
        <w:tab/>
      </w:r>
      <w:r>
        <w:rPr>
          <w:rStyle w:val="Domylnaczcionkaakapitu1"/>
          <w:rFonts w:ascii="Cambria" w:hAnsi="Cambria"/>
          <w:sz w:val="22"/>
          <w:szCs w:val="22"/>
        </w:rPr>
        <w:tab/>
      </w:r>
      <w:r>
        <w:rPr>
          <w:rStyle w:val="Domylnaczcionkaakapitu1"/>
          <w:rFonts w:ascii="Cambria" w:hAnsi="Cambria"/>
          <w:sz w:val="22"/>
          <w:szCs w:val="22"/>
        </w:rPr>
        <w:tab/>
      </w:r>
      <w:r>
        <w:rPr>
          <w:rStyle w:val="Domylnaczcionkaakapitu1"/>
          <w:rFonts w:ascii="Cambria" w:hAnsi="Cambria"/>
          <w:sz w:val="22"/>
          <w:szCs w:val="22"/>
        </w:rPr>
        <w:tab/>
      </w:r>
      <w:r>
        <w:rPr>
          <w:rStyle w:val="Domylnaczcionkaakapitu1"/>
          <w:rFonts w:ascii="Cambria" w:hAnsi="Cambria"/>
          <w:sz w:val="22"/>
          <w:szCs w:val="22"/>
        </w:rPr>
        <w:tab/>
      </w:r>
      <w:r>
        <w:rPr>
          <w:rStyle w:val="Domylnaczcionkaakapitu1"/>
          <w:rFonts w:ascii="Cambria" w:hAnsi="Cambria"/>
          <w:sz w:val="22"/>
          <w:szCs w:val="22"/>
        </w:rPr>
        <w:tab/>
      </w:r>
      <w:r>
        <w:rPr>
          <w:rStyle w:val="Domylnaczcionkaakapitu1"/>
          <w:rFonts w:ascii="Cambria" w:hAnsi="Cambria"/>
          <w:sz w:val="22"/>
          <w:szCs w:val="22"/>
        </w:rPr>
        <w:tab/>
      </w:r>
      <w:r>
        <w:rPr>
          <w:rStyle w:val="Domylnaczcionkaakapitu1"/>
          <w:rFonts w:ascii="Cambria" w:hAnsi="Cambria"/>
          <w:sz w:val="22"/>
          <w:szCs w:val="22"/>
        </w:rPr>
        <w:tab/>
      </w:r>
      <w:r>
        <w:rPr>
          <w:rStyle w:val="Domylnaczcionkaakapitu1"/>
          <w:rFonts w:ascii="Cambria" w:hAnsi="Cambria"/>
          <w:sz w:val="22"/>
          <w:szCs w:val="22"/>
        </w:rPr>
        <w:tab/>
      </w:r>
      <w:r w:rsidRPr="00437F6B">
        <w:rPr>
          <w:rStyle w:val="Domylnaczcionkaakapitu1"/>
          <w:rFonts w:ascii="Calibri" w:hAnsi="Calibri" w:cs="Calibri"/>
          <w:sz w:val="22"/>
          <w:szCs w:val="22"/>
          <w:lang w:val="pl-PL"/>
        </w:rPr>
        <w:t xml:space="preserve">Załącznik nr </w:t>
      </w:r>
      <w:r w:rsidR="009A3510">
        <w:rPr>
          <w:rStyle w:val="Domylnaczcionkaakapitu1"/>
          <w:rFonts w:ascii="Calibri" w:hAnsi="Calibri" w:cs="Calibri"/>
          <w:sz w:val="22"/>
          <w:szCs w:val="22"/>
          <w:lang w:val="pl-PL"/>
        </w:rPr>
        <w:t>3</w:t>
      </w:r>
      <w:r w:rsidRPr="00437F6B">
        <w:rPr>
          <w:rStyle w:val="Domylnaczcionkaakapitu1"/>
          <w:rFonts w:ascii="Calibri" w:hAnsi="Calibri" w:cs="Calibri"/>
          <w:sz w:val="22"/>
          <w:szCs w:val="22"/>
          <w:lang w:val="pl-PL"/>
        </w:rPr>
        <w:t xml:space="preserve"> do </w:t>
      </w:r>
      <w:r w:rsidR="009A3510">
        <w:rPr>
          <w:rStyle w:val="Domylnaczcionkaakapitu1"/>
          <w:rFonts w:ascii="Calibri" w:hAnsi="Calibri" w:cs="Calibri"/>
          <w:sz w:val="22"/>
          <w:szCs w:val="22"/>
          <w:lang w:val="pl-PL"/>
        </w:rPr>
        <w:t>umowy</w:t>
      </w:r>
      <w:r w:rsidRPr="00437F6B">
        <w:rPr>
          <w:rStyle w:val="Domylnaczcionkaakapitu1"/>
          <w:rFonts w:ascii="Calibri" w:hAnsi="Calibri" w:cs="Calibri"/>
          <w:sz w:val="22"/>
          <w:szCs w:val="22"/>
          <w:lang w:val="pl-PL"/>
        </w:rPr>
        <w:t xml:space="preserve"> </w:t>
      </w:r>
    </w:p>
    <w:p w14:paraId="6B2B9F2A" w14:textId="77777777" w:rsidR="004B58A1" w:rsidRPr="00437F6B" w:rsidRDefault="004B58A1">
      <w:pPr>
        <w:pStyle w:val="Standard"/>
        <w:spacing w:line="360" w:lineRule="auto"/>
        <w:rPr>
          <w:rFonts w:ascii="Calibri" w:hAnsi="Calibri" w:cs="Calibri"/>
          <w:sz w:val="22"/>
          <w:szCs w:val="22"/>
          <w:lang w:val="pl-PL"/>
        </w:rPr>
      </w:pPr>
    </w:p>
    <w:p w14:paraId="0385F031" w14:textId="77777777" w:rsidR="004B58A1" w:rsidRPr="00437F6B" w:rsidRDefault="00A37CBD" w:rsidP="00A03835">
      <w:pPr>
        <w:pStyle w:val="Standard"/>
        <w:spacing w:line="360" w:lineRule="auto"/>
        <w:jc w:val="right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..............................dnia .......................</w:t>
      </w:r>
    </w:p>
    <w:p w14:paraId="445C4ADD" w14:textId="77777777" w:rsidR="004B58A1" w:rsidRPr="00437F6B" w:rsidRDefault="00A37CBD">
      <w:pPr>
        <w:pStyle w:val="Standard"/>
        <w:spacing w:line="360" w:lineRule="auto"/>
        <w:ind w:right="4675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.......................................</w:t>
      </w:r>
    </w:p>
    <w:p w14:paraId="23B0C991" w14:textId="77777777" w:rsidR="004B58A1" w:rsidRPr="00437F6B" w:rsidRDefault="00A37CBD">
      <w:pPr>
        <w:pStyle w:val="Standard"/>
        <w:spacing w:line="360" w:lineRule="auto"/>
        <w:ind w:right="4675"/>
        <w:rPr>
          <w:rFonts w:ascii="Calibri" w:hAnsi="Calibri" w:cs="Calibri"/>
        </w:rPr>
      </w:pPr>
      <w:r w:rsidRPr="00437F6B">
        <w:rPr>
          <w:rStyle w:val="Domylnaczcionkaakapitu1"/>
          <w:rFonts w:ascii="Calibri" w:hAnsi="Calibri" w:cs="Calibri"/>
          <w:sz w:val="22"/>
          <w:szCs w:val="22"/>
          <w:lang w:val="pl-PL"/>
        </w:rPr>
        <w:t xml:space="preserve">        pieczęć firmowa</w:t>
      </w:r>
    </w:p>
    <w:p w14:paraId="50318BE1" w14:textId="77777777" w:rsidR="004B58A1" w:rsidRPr="00437F6B" w:rsidRDefault="004B58A1">
      <w:pPr>
        <w:pStyle w:val="Standard"/>
        <w:spacing w:line="360" w:lineRule="auto"/>
        <w:rPr>
          <w:rFonts w:ascii="Calibri" w:hAnsi="Calibri" w:cs="Calibri"/>
          <w:sz w:val="22"/>
          <w:szCs w:val="22"/>
          <w:lang w:val="pl-PL"/>
        </w:rPr>
      </w:pPr>
    </w:p>
    <w:p w14:paraId="17D0062A" w14:textId="77777777" w:rsidR="004B58A1" w:rsidRPr="00437F6B" w:rsidRDefault="00A37CBD">
      <w:pPr>
        <w:pStyle w:val="Standard"/>
        <w:spacing w:line="360" w:lineRule="auto"/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  <w:r w:rsidRPr="00437F6B">
        <w:rPr>
          <w:rFonts w:ascii="Calibri" w:hAnsi="Calibri" w:cs="Calibri"/>
          <w:b/>
          <w:bCs/>
          <w:sz w:val="22"/>
          <w:szCs w:val="22"/>
          <w:lang w:val="pl-PL"/>
        </w:rPr>
        <w:t>KARTA GWARANCYJNA</w:t>
      </w:r>
    </w:p>
    <w:p w14:paraId="2289416A" w14:textId="77777777" w:rsidR="00A03835" w:rsidRPr="00437F6B" w:rsidRDefault="00A37CBD" w:rsidP="00A03835">
      <w:pPr>
        <w:pStyle w:val="Standard"/>
        <w:spacing w:line="360" w:lineRule="auto"/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  <w:r w:rsidRPr="00437F6B">
        <w:rPr>
          <w:rFonts w:ascii="Calibri" w:hAnsi="Calibri" w:cs="Calibri"/>
          <w:b/>
          <w:bCs/>
          <w:sz w:val="22"/>
          <w:szCs w:val="22"/>
          <w:lang w:val="pl-PL"/>
        </w:rPr>
        <w:t>na wykonane roboty budowlane pn</w:t>
      </w:r>
      <w:r w:rsidR="00A03835" w:rsidRPr="00437F6B">
        <w:rPr>
          <w:rFonts w:ascii="Calibri" w:hAnsi="Calibri" w:cs="Calibri"/>
          <w:b/>
          <w:bCs/>
          <w:sz w:val="22"/>
          <w:szCs w:val="22"/>
          <w:lang w:val="pl-PL"/>
        </w:rPr>
        <w:t>.:</w:t>
      </w:r>
    </w:p>
    <w:p w14:paraId="29BDA24F" w14:textId="77777777" w:rsidR="004B58A1" w:rsidRPr="00437F6B" w:rsidRDefault="004B58A1">
      <w:pPr>
        <w:pStyle w:val="Standard"/>
        <w:spacing w:line="360" w:lineRule="auto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</w:p>
    <w:p w14:paraId="6B08733C" w14:textId="77777777" w:rsidR="004B58A1" w:rsidRPr="00437F6B" w:rsidRDefault="00A37CBD">
      <w:pPr>
        <w:pStyle w:val="Standard"/>
        <w:spacing w:line="360" w:lineRule="auto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  <w:r w:rsidRPr="00437F6B">
        <w:rPr>
          <w:rFonts w:ascii="Calibri" w:hAnsi="Calibri" w:cs="Calibri"/>
          <w:b/>
          <w:bCs/>
          <w:sz w:val="22"/>
          <w:szCs w:val="22"/>
          <w:lang w:val="pl-PL"/>
        </w:rPr>
        <w:t>zgodnie z zapisami umowy nr ................................ z dnia................................</w:t>
      </w:r>
    </w:p>
    <w:p w14:paraId="3E39AA07" w14:textId="77777777" w:rsidR="004B58A1" w:rsidRPr="00437F6B" w:rsidRDefault="004B58A1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453C914E" w14:textId="77777777" w:rsidR="004B58A1" w:rsidRPr="00437F6B" w:rsidRDefault="00A37CBD" w:rsidP="00A03835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Imię i nazwisko osoby/osób działających w imieniu Wykonawcy (Gwaranta):</w:t>
      </w:r>
    </w:p>
    <w:p w14:paraId="3F9F311B" w14:textId="77777777" w:rsidR="004B58A1" w:rsidRPr="00437F6B" w:rsidRDefault="00A37CBD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03835" w:rsidRPr="00437F6B">
        <w:rPr>
          <w:rFonts w:ascii="Calibri" w:hAnsi="Calibri" w:cs="Calibri"/>
          <w:sz w:val="22"/>
          <w:szCs w:val="22"/>
          <w:lang w:val="pl-PL"/>
        </w:rPr>
        <w:t>.............................</w:t>
      </w:r>
    </w:p>
    <w:p w14:paraId="592BB57E" w14:textId="77777777" w:rsidR="00A03835" w:rsidRPr="00437F6B" w:rsidRDefault="00A03835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7CDE970F" w14:textId="77777777" w:rsidR="004B58A1" w:rsidRPr="00437F6B" w:rsidRDefault="00A37CBD" w:rsidP="00A03835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Zarejestrowana nazwa i adres Wykonawcy (Gwaranta):</w:t>
      </w:r>
    </w:p>
    <w:p w14:paraId="0256170F" w14:textId="77777777" w:rsidR="004B58A1" w:rsidRPr="00437F6B" w:rsidRDefault="00A37CBD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</w:t>
      </w:r>
      <w:r w:rsidR="00A03835" w:rsidRPr="00437F6B">
        <w:rPr>
          <w:rFonts w:ascii="Calibri" w:hAnsi="Calibri" w:cs="Calibri"/>
          <w:sz w:val="22"/>
          <w:szCs w:val="22"/>
          <w:lang w:val="pl-PL"/>
        </w:rPr>
        <w:t>.....................................................................................................................................</w:t>
      </w:r>
    </w:p>
    <w:p w14:paraId="3BBF509F" w14:textId="77777777" w:rsidR="004B58A1" w:rsidRPr="00437F6B" w:rsidRDefault="004B58A1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3584CA1E" w14:textId="77777777" w:rsidR="004B58A1" w:rsidRPr="00437F6B" w:rsidRDefault="00A37CBD" w:rsidP="00A03835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Charakterystyka techniczna przedmiotu umowy przedmiotu gwarancji: (np. powierzchnia,</w:t>
      </w:r>
      <w:r w:rsidR="00A03835" w:rsidRPr="00437F6B"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437F6B">
        <w:rPr>
          <w:rFonts w:ascii="Calibri" w:hAnsi="Calibri" w:cs="Calibri"/>
          <w:sz w:val="22"/>
          <w:szCs w:val="22"/>
          <w:lang w:val="pl-PL"/>
        </w:rPr>
        <w:t>kubatura, długość, inne parametry techniczne)</w:t>
      </w:r>
      <w:r w:rsidR="00A03835" w:rsidRPr="00437F6B">
        <w:rPr>
          <w:rFonts w:ascii="Calibri" w:hAnsi="Calibri" w:cs="Calibri"/>
          <w:sz w:val="22"/>
          <w:szCs w:val="22"/>
          <w:lang w:val="pl-PL"/>
        </w:rPr>
        <w:t>:</w:t>
      </w:r>
    </w:p>
    <w:p w14:paraId="424AB006" w14:textId="77777777" w:rsidR="004B58A1" w:rsidRPr="00437F6B" w:rsidRDefault="00A37CBD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</w:t>
      </w:r>
      <w:r w:rsidR="00A03835" w:rsidRPr="00437F6B">
        <w:rPr>
          <w:rFonts w:ascii="Calibri" w:hAnsi="Calibri" w:cs="Calibri"/>
          <w:sz w:val="22"/>
          <w:szCs w:val="22"/>
          <w:lang w:val="pl-PL"/>
        </w:rPr>
        <w:t>.....................................................................................................................................</w:t>
      </w:r>
    </w:p>
    <w:p w14:paraId="464FA8D3" w14:textId="77777777" w:rsidR="004B58A1" w:rsidRPr="00437F6B" w:rsidRDefault="004B58A1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790C8DE6" w14:textId="77777777" w:rsidR="004B58A1" w:rsidRPr="00437F6B" w:rsidRDefault="00A37CBD" w:rsidP="00A03835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Data odbioru końcowego przedmiotu umowy (dzień, miesiąc, rok): ...................................................................</w:t>
      </w:r>
    </w:p>
    <w:p w14:paraId="71ACBC4B" w14:textId="77777777" w:rsidR="00A03835" w:rsidRPr="00437F6B" w:rsidRDefault="00A03835" w:rsidP="00A03835">
      <w:pPr>
        <w:pStyle w:val="Standard"/>
        <w:spacing w:line="360" w:lineRule="auto"/>
        <w:ind w:left="360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0AC08050" w14:textId="77777777" w:rsidR="004B58A1" w:rsidRPr="00437F6B" w:rsidRDefault="00A37CBD" w:rsidP="00A03835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Ogólne warunki gwarancji:</w:t>
      </w:r>
    </w:p>
    <w:p w14:paraId="1607224E" w14:textId="77777777" w:rsidR="004B58A1" w:rsidRPr="00437F6B" w:rsidRDefault="00A37CBD">
      <w:pPr>
        <w:pStyle w:val="Standard"/>
        <w:numPr>
          <w:ilvl w:val="0"/>
          <w:numId w:val="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Wykonawca oświadcza, że objęty niniejszą kartą gwarancyjną przedmiot gwarancji został wykonany zgodnie z warunkami określonymi w umowie oraz z zasadami wiedzy i sztuki budowlanej i przepisami techniczno-budowlanymi.</w:t>
      </w:r>
    </w:p>
    <w:p w14:paraId="2ABBC861" w14:textId="77777777" w:rsidR="004B58A1" w:rsidRPr="00437F6B" w:rsidRDefault="00A37CBD">
      <w:pPr>
        <w:pStyle w:val="Standard"/>
        <w:numPr>
          <w:ilvl w:val="0"/>
          <w:numId w:val="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 xml:space="preserve">Ilekroć w niniejszej karcie gwarancyjnej jest mowa o wadzie należy przez to rozumieć wadę fizyczną, </w:t>
      </w:r>
      <w:r w:rsidR="00A03835" w:rsidRPr="00437F6B">
        <w:rPr>
          <w:rFonts w:ascii="Calibri" w:hAnsi="Calibri" w:cs="Calibri"/>
          <w:sz w:val="22"/>
          <w:szCs w:val="22"/>
          <w:lang w:val="pl-PL"/>
        </w:rPr>
        <w:br/>
      </w:r>
      <w:r w:rsidRPr="00437F6B">
        <w:rPr>
          <w:rFonts w:ascii="Calibri" w:hAnsi="Calibri" w:cs="Calibri"/>
          <w:sz w:val="22"/>
          <w:szCs w:val="22"/>
          <w:lang w:val="pl-PL"/>
        </w:rPr>
        <w:t xml:space="preserve">o której mowa w art. 556 § 1 Kodeksu cywilnego. Wykonawca ponosi odpowiedzialność z tytułu gwarancji jakości za wady fizyczne Obiektu zmniejszające jego wartość użytkową, techniczną </w:t>
      </w:r>
      <w:r w:rsidR="00A03835" w:rsidRPr="00437F6B">
        <w:rPr>
          <w:rFonts w:ascii="Calibri" w:hAnsi="Calibri" w:cs="Calibri"/>
          <w:sz w:val="22"/>
          <w:szCs w:val="22"/>
          <w:lang w:val="pl-PL"/>
        </w:rPr>
        <w:br/>
      </w:r>
      <w:r w:rsidRPr="00437F6B">
        <w:rPr>
          <w:rFonts w:ascii="Calibri" w:hAnsi="Calibri" w:cs="Calibri"/>
          <w:sz w:val="22"/>
          <w:szCs w:val="22"/>
          <w:lang w:val="pl-PL"/>
        </w:rPr>
        <w:t>i estetyczną.</w:t>
      </w:r>
    </w:p>
    <w:p w14:paraId="0102F401" w14:textId="77777777" w:rsidR="004B58A1" w:rsidRPr="00437F6B" w:rsidRDefault="00A37CBD">
      <w:pPr>
        <w:pStyle w:val="Standard"/>
        <w:numPr>
          <w:ilvl w:val="0"/>
          <w:numId w:val="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lastRenderedPageBreak/>
        <w:t>Zgodnie z zapisami .............. umowy nr .......................... z dnia .......................... Wykonawca (Gwarant) udziela gwarancji na wykonane roboty budowlane oraz na zamontowane urządzenia, stanowiące przedmiot umowy na okres: ….............................................................................</w:t>
      </w:r>
    </w:p>
    <w:p w14:paraId="695777C5" w14:textId="77777777" w:rsidR="004B58A1" w:rsidRPr="00437F6B" w:rsidRDefault="00A37CBD">
      <w:pPr>
        <w:pStyle w:val="Standard"/>
        <w:numPr>
          <w:ilvl w:val="0"/>
          <w:numId w:val="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 xml:space="preserve">Wykonawca (Gwarant) oświadcza, że wszelkie wady/awarie/usterki, które wystąpią w okresie obowiązywania gwarancji, Wykonawca (Gwarant) zobowiązuje się usunąć na własny koszt, w terminie technicznie uzasadnionym, uzgodnionym z Zamawiającym. </w:t>
      </w:r>
    </w:p>
    <w:p w14:paraId="5B9A9D41" w14:textId="77777777" w:rsidR="004B58A1" w:rsidRPr="00437F6B" w:rsidRDefault="00A37CBD">
      <w:pPr>
        <w:pStyle w:val="Standard"/>
        <w:numPr>
          <w:ilvl w:val="0"/>
          <w:numId w:val="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Zgłoszenie usterek i wad w okresie gwarancji będzie odbywało się za pośrednictwem poczt</w:t>
      </w:r>
      <w:r w:rsidR="00AC2525">
        <w:rPr>
          <w:rFonts w:ascii="Calibri" w:hAnsi="Calibri" w:cs="Calibri"/>
          <w:sz w:val="22"/>
          <w:szCs w:val="22"/>
          <w:lang w:val="pl-PL"/>
        </w:rPr>
        <w:t>y</w:t>
      </w:r>
      <w:r w:rsidRPr="00437F6B">
        <w:rPr>
          <w:rFonts w:ascii="Calibri" w:hAnsi="Calibri" w:cs="Calibri"/>
          <w:sz w:val="22"/>
          <w:szCs w:val="22"/>
          <w:lang w:val="pl-PL"/>
        </w:rPr>
        <w:t xml:space="preserve"> elektroniczn</w:t>
      </w:r>
      <w:r w:rsidR="00AC2525">
        <w:rPr>
          <w:rFonts w:ascii="Calibri" w:hAnsi="Calibri" w:cs="Calibri"/>
          <w:sz w:val="22"/>
          <w:szCs w:val="22"/>
          <w:lang w:val="pl-PL"/>
        </w:rPr>
        <w:t>ej</w:t>
      </w:r>
      <w:r w:rsidRPr="00437F6B">
        <w:rPr>
          <w:rFonts w:ascii="Calibri" w:hAnsi="Calibri" w:cs="Calibri"/>
          <w:sz w:val="22"/>
          <w:szCs w:val="22"/>
          <w:lang w:val="pl-PL"/>
        </w:rPr>
        <w:t xml:space="preserve"> na adres e-mail: .......................................... , potwierdzone w formie pisemnej. Za dzień zgłoszenia usterki lub wady, strony uznają dzień nadania przez Zamawiającego faksu lub wiadomości e-mailowej.</w:t>
      </w:r>
    </w:p>
    <w:p w14:paraId="558FA000" w14:textId="77777777" w:rsidR="004B58A1" w:rsidRPr="00437F6B" w:rsidRDefault="00A37CBD">
      <w:pPr>
        <w:pStyle w:val="Standard"/>
        <w:numPr>
          <w:ilvl w:val="0"/>
          <w:numId w:val="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Każdorazowe usunięcie wad i usterek winno być stwierdzone protokołem.</w:t>
      </w:r>
    </w:p>
    <w:p w14:paraId="01FA1498" w14:textId="77777777" w:rsidR="004B58A1" w:rsidRPr="00437F6B" w:rsidRDefault="00A37CBD">
      <w:pPr>
        <w:pStyle w:val="Standard"/>
        <w:numPr>
          <w:ilvl w:val="0"/>
          <w:numId w:val="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 xml:space="preserve">W przypadku nie usunięcia przez Wykonawcę (Gwaranta) zgłoszonej wady lub usterki w wyznaczonym terminie, Zamawiającemu przysługiwać będzie prawo zlecenia ich usunięcia osobie trzeciej, na koszt </w:t>
      </w:r>
      <w:r w:rsidR="00A03835" w:rsidRPr="00437F6B">
        <w:rPr>
          <w:rFonts w:ascii="Calibri" w:hAnsi="Calibri" w:cs="Calibri"/>
          <w:sz w:val="22"/>
          <w:szCs w:val="22"/>
          <w:lang w:val="pl-PL"/>
        </w:rPr>
        <w:br/>
      </w:r>
      <w:r w:rsidRPr="00437F6B">
        <w:rPr>
          <w:rFonts w:ascii="Calibri" w:hAnsi="Calibri" w:cs="Calibri"/>
          <w:sz w:val="22"/>
          <w:szCs w:val="22"/>
          <w:lang w:val="pl-PL"/>
        </w:rPr>
        <w:t xml:space="preserve">i ryzyko Wykonawcy (Gwaranta), jak również do naliczenia kary umownej z tytułu opóźnienia </w:t>
      </w:r>
      <w:r w:rsidR="00A03835" w:rsidRPr="00437F6B">
        <w:rPr>
          <w:rFonts w:ascii="Calibri" w:hAnsi="Calibri" w:cs="Calibri"/>
          <w:sz w:val="22"/>
          <w:szCs w:val="22"/>
          <w:lang w:val="pl-PL"/>
        </w:rPr>
        <w:br/>
      </w:r>
      <w:r w:rsidRPr="00437F6B">
        <w:rPr>
          <w:rFonts w:ascii="Calibri" w:hAnsi="Calibri" w:cs="Calibri"/>
          <w:sz w:val="22"/>
          <w:szCs w:val="22"/>
          <w:lang w:val="pl-PL"/>
        </w:rPr>
        <w:t>w usuwaniu usterek i wad, o której mowa w …............ umowy nr …........................... z dnia ….............</w:t>
      </w:r>
    </w:p>
    <w:p w14:paraId="71F4B09B" w14:textId="77777777" w:rsidR="004B58A1" w:rsidRPr="00437F6B" w:rsidRDefault="00A37CBD">
      <w:pPr>
        <w:pStyle w:val="Standard"/>
        <w:numPr>
          <w:ilvl w:val="0"/>
          <w:numId w:val="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Jeżeli w wykonaniu obowiązków z tytułu gwarancji Wykonawca (Gwarant) dokonał istotnych napraw, termin gwarancji biegnie na nowo od chwili naprawy lub dostarczenia rzeczy wolnej od wad.</w:t>
      </w:r>
    </w:p>
    <w:p w14:paraId="53281CA7" w14:textId="77777777" w:rsidR="004B58A1" w:rsidRPr="00437F6B" w:rsidRDefault="00A37CBD">
      <w:pPr>
        <w:pStyle w:val="Standard"/>
        <w:numPr>
          <w:ilvl w:val="0"/>
          <w:numId w:val="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 xml:space="preserve">Termin gwarancji ulega przedłużeniu o czas, w ciągu którego Zamawiający wskutek wady nie mógł </w:t>
      </w:r>
      <w:r w:rsidR="00A03835" w:rsidRPr="00437F6B">
        <w:rPr>
          <w:rFonts w:ascii="Calibri" w:hAnsi="Calibri" w:cs="Calibri"/>
          <w:sz w:val="22"/>
          <w:szCs w:val="22"/>
          <w:lang w:val="pl-PL"/>
        </w:rPr>
        <w:br/>
      </w:r>
      <w:r w:rsidRPr="00437F6B">
        <w:rPr>
          <w:rFonts w:ascii="Calibri" w:hAnsi="Calibri" w:cs="Calibri"/>
          <w:sz w:val="22"/>
          <w:szCs w:val="22"/>
          <w:lang w:val="pl-PL"/>
        </w:rPr>
        <w:t>z przedmiotu umowy w sposób pełny korzystać.</w:t>
      </w:r>
    </w:p>
    <w:p w14:paraId="44E00444" w14:textId="77777777" w:rsidR="004B58A1" w:rsidRPr="00437F6B" w:rsidRDefault="00A37CBD">
      <w:pPr>
        <w:pStyle w:val="Standard"/>
        <w:numPr>
          <w:ilvl w:val="0"/>
          <w:numId w:val="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 xml:space="preserve">Zamawiający może dochodzić roszczeń wynikających z gwarancji także po upływie terminu gwarancyjnego, jeżeli reklamował wadę przed upływem tego terminu. W takim przypadku roszczenia Zamawiającego wygasają w ciągu okresu gwarancyjnego podanego w ust. 3, licząc od dnia ujawnienia wady.  </w:t>
      </w:r>
    </w:p>
    <w:p w14:paraId="34AE93D6" w14:textId="77777777" w:rsidR="004B58A1" w:rsidRPr="00437F6B" w:rsidRDefault="00A37CBD">
      <w:pPr>
        <w:pStyle w:val="Standard"/>
        <w:numPr>
          <w:ilvl w:val="0"/>
          <w:numId w:val="1"/>
        </w:numPr>
        <w:spacing w:line="360" w:lineRule="auto"/>
        <w:ind w:left="567" w:hanging="567"/>
        <w:jc w:val="both"/>
        <w:rPr>
          <w:rFonts w:ascii="Calibri" w:hAnsi="Calibri" w:cs="Calibri"/>
        </w:rPr>
      </w:pPr>
      <w:r w:rsidRPr="00437F6B">
        <w:rPr>
          <w:rStyle w:val="Domylnaczcionkaakapitu1"/>
          <w:rFonts w:ascii="Calibri" w:hAnsi="Calibri" w:cs="Calibri"/>
          <w:sz w:val="22"/>
          <w:szCs w:val="22"/>
          <w:lang w:val="pl-PL"/>
        </w:rPr>
        <w:t>Wszelkie koszty związane z realizacją obowiązków gwarancyjnych pokrywa w całości Wykonawca (Gwarant).</w:t>
      </w:r>
    </w:p>
    <w:sectPr w:rsidR="004B58A1" w:rsidRPr="00437F6B">
      <w:headerReference w:type="default" r:id="rId7"/>
      <w:pgSz w:w="11905" w:h="16837"/>
      <w:pgMar w:top="1134" w:right="1134" w:bottom="1134" w:left="1134" w:header="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5C3EF" w14:textId="77777777" w:rsidR="007C053B" w:rsidRDefault="007C053B">
      <w:r>
        <w:separator/>
      </w:r>
    </w:p>
  </w:endnote>
  <w:endnote w:type="continuationSeparator" w:id="0">
    <w:p w14:paraId="19782122" w14:textId="77777777" w:rsidR="007C053B" w:rsidRDefault="007C0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241A7" w14:textId="77777777" w:rsidR="007C053B" w:rsidRDefault="007C053B">
      <w:r>
        <w:rPr>
          <w:color w:val="000000"/>
        </w:rPr>
        <w:separator/>
      </w:r>
    </w:p>
  </w:footnote>
  <w:footnote w:type="continuationSeparator" w:id="0">
    <w:p w14:paraId="76710487" w14:textId="77777777" w:rsidR="007C053B" w:rsidRDefault="007C05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A0A44" w14:textId="43855B93" w:rsidR="009A3510" w:rsidRDefault="009A3510" w:rsidP="009A3510">
    <w:pPr>
      <w:pStyle w:val="Nagwek"/>
    </w:pPr>
    <w:r>
      <w:rPr>
        <w:noProof/>
      </w:rPr>
      <w:drawing>
        <wp:inline distT="0" distB="0" distL="0" distR="0" wp14:anchorId="3F083445" wp14:editId="2AEF9073">
          <wp:extent cx="5753100" cy="790575"/>
          <wp:effectExtent l="0" t="0" r="0" b="0"/>
          <wp:docPr id="3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1CFC3D" w14:textId="77777777" w:rsidR="009A3510" w:rsidRDefault="009A35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9F1B6D"/>
    <w:multiLevelType w:val="hybridMultilevel"/>
    <w:tmpl w:val="DF5450F6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C21F60"/>
    <w:multiLevelType w:val="multilevel"/>
    <w:tmpl w:val="E0EA2C66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lvlText w:val="%2."/>
      <w:lvlJc w:val="left"/>
      <w:pPr>
        <w:ind w:left="1140" w:hanging="360"/>
      </w:pPr>
    </w:lvl>
    <w:lvl w:ilvl="2">
      <w:start w:val="1"/>
      <w:numFmt w:val="decimal"/>
      <w:lvlText w:val="%3."/>
      <w:lvlJc w:val="left"/>
      <w:pPr>
        <w:ind w:left="1500" w:hanging="360"/>
      </w:pPr>
    </w:lvl>
    <w:lvl w:ilvl="3">
      <w:start w:val="1"/>
      <w:numFmt w:val="decimal"/>
      <w:lvlText w:val="%4."/>
      <w:lvlJc w:val="left"/>
      <w:pPr>
        <w:ind w:left="1860" w:hanging="360"/>
      </w:pPr>
    </w:lvl>
    <w:lvl w:ilvl="4">
      <w:start w:val="1"/>
      <w:numFmt w:val="decimal"/>
      <w:lvlText w:val="%5."/>
      <w:lvlJc w:val="left"/>
      <w:pPr>
        <w:ind w:left="2220" w:hanging="360"/>
      </w:pPr>
    </w:lvl>
    <w:lvl w:ilvl="5">
      <w:start w:val="1"/>
      <w:numFmt w:val="decimal"/>
      <w:lvlText w:val="%6."/>
      <w:lvlJc w:val="left"/>
      <w:pPr>
        <w:ind w:left="2580" w:hanging="360"/>
      </w:pPr>
    </w:lvl>
    <w:lvl w:ilvl="6">
      <w:start w:val="1"/>
      <w:numFmt w:val="decimal"/>
      <w:lvlText w:val="%7."/>
      <w:lvlJc w:val="left"/>
      <w:pPr>
        <w:ind w:left="2940" w:hanging="360"/>
      </w:pPr>
    </w:lvl>
    <w:lvl w:ilvl="7">
      <w:start w:val="1"/>
      <w:numFmt w:val="decimal"/>
      <w:lvlText w:val="%8."/>
      <w:lvlJc w:val="left"/>
      <w:pPr>
        <w:ind w:left="3300" w:hanging="360"/>
      </w:pPr>
    </w:lvl>
    <w:lvl w:ilvl="8">
      <w:start w:val="1"/>
      <w:numFmt w:val="decimal"/>
      <w:lvlText w:val="%9."/>
      <w:lvlJc w:val="left"/>
      <w:pPr>
        <w:ind w:left="3660" w:hanging="360"/>
      </w:pPr>
    </w:lvl>
  </w:abstractNum>
  <w:num w:numId="1" w16cid:durableId="958490262">
    <w:abstractNumId w:val="1"/>
  </w:num>
  <w:num w:numId="2" w16cid:durableId="1645696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attachedTemplate r:id="rId1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8A1"/>
    <w:rsid w:val="00437F6B"/>
    <w:rsid w:val="004B58A1"/>
    <w:rsid w:val="007C053B"/>
    <w:rsid w:val="009A3510"/>
    <w:rsid w:val="00A03835"/>
    <w:rsid w:val="00A37CBD"/>
    <w:rsid w:val="00AC2525"/>
    <w:rsid w:val="00E2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A584CF4"/>
  <w15:docId w15:val="{3F216635-5C85-4C9C-BF53-0B4D0782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ndale Sans UI" w:hAnsi="Times New Roman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character" w:customStyle="1" w:styleId="Domylnaczcionkaakapitu1">
    <w:name w:val="Domyślna czcionka akapitu1"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paragraph" w:customStyle="1" w:styleId="Nagwek1">
    <w:name w:val="Nagłówek1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Lista1">
    <w:name w:val="Lista1"/>
    <w:basedOn w:val="Textbody"/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paragraph" w:customStyle="1" w:styleId="Tekstdymka1">
    <w:name w:val="Tekst dymka1"/>
    <w:basedOn w:val="Normalny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1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link w:val="StopkaZnak1"/>
    <w:uiPriority w:val="99"/>
    <w:unhideWhenUsed/>
    <w:rsid w:val="00A03835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rsid w:val="00A03835"/>
    <w:rPr>
      <w:kern w:val="3"/>
      <w:sz w:val="24"/>
      <w:szCs w:val="24"/>
      <w:lang w:val="de-DE" w:eastAsia="ja-JP" w:bidi="fa-IR"/>
    </w:rPr>
  </w:style>
  <w:style w:type="character" w:customStyle="1" w:styleId="NagwekZnak">
    <w:name w:val="Nagłówek Znak"/>
    <w:link w:val="Nagwek"/>
    <w:rsid w:val="009A3510"/>
    <w:rPr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620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Traczykowski</dc:creator>
  <cp:keywords/>
  <cp:lastModifiedBy>Marlena Klonowska</cp:lastModifiedBy>
  <cp:revision>2</cp:revision>
  <cp:lastPrinted>2017-04-28T10:08:00Z</cp:lastPrinted>
  <dcterms:created xsi:type="dcterms:W3CDTF">2024-07-31T13:16:00Z</dcterms:created>
  <dcterms:modified xsi:type="dcterms:W3CDTF">2024-07-31T13:16:00Z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