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BCCE8" w14:textId="77777777" w:rsidR="00F03A44" w:rsidRPr="00F878B4" w:rsidRDefault="00F03A44" w:rsidP="00875434">
      <w:pPr>
        <w:spacing w:after="100" w:afterAutospacing="1"/>
        <w:rPr>
          <w:rFonts w:ascii="Arial" w:hAnsi="Arial" w:cs="Arial"/>
          <w:b/>
          <w:bCs/>
          <w:sz w:val="22"/>
          <w:lang w:eastAsia="ar-SA"/>
        </w:rPr>
      </w:pPr>
    </w:p>
    <w:p w14:paraId="6DC91974" w14:textId="54D513F7" w:rsidR="00875434" w:rsidRPr="00F878B4" w:rsidRDefault="00875434" w:rsidP="00875434">
      <w:pPr>
        <w:spacing w:after="100" w:afterAutospacing="1"/>
        <w:rPr>
          <w:rFonts w:ascii="Arial" w:hAnsi="Arial" w:cs="Arial"/>
          <w:noProof/>
          <w:sz w:val="22"/>
        </w:rPr>
      </w:pPr>
      <w:r w:rsidRPr="00F878B4">
        <w:rPr>
          <w:rFonts w:ascii="Arial" w:hAnsi="Arial" w:cs="Arial"/>
          <w:b/>
          <w:bCs/>
          <w:sz w:val="22"/>
          <w:lang w:eastAsia="ar-SA"/>
        </w:rPr>
        <w:t xml:space="preserve">Załącznik nr 3 do zapytania ofertowego nr </w:t>
      </w:r>
      <w:r w:rsidR="00952B8E" w:rsidRPr="00952B8E">
        <w:rPr>
          <w:rFonts w:ascii="Arial" w:hAnsi="Arial" w:cs="Arial"/>
          <w:b/>
          <w:bCs/>
          <w:sz w:val="22"/>
          <w:u w:val="single"/>
          <w:lang w:eastAsia="ar-SA"/>
        </w:rPr>
        <w:t>2024-1066-205047</w:t>
      </w:r>
    </w:p>
    <w:p w14:paraId="2B349CED" w14:textId="77777777" w:rsidR="00F878B4" w:rsidRPr="00F878B4" w:rsidRDefault="00F878B4" w:rsidP="00F878B4">
      <w:pPr>
        <w:suppressAutoHyphens/>
        <w:spacing w:after="100" w:afterAutospacing="1"/>
        <w:rPr>
          <w:rFonts w:ascii="Arial" w:hAnsi="Arial" w:cs="Arial"/>
          <w:b/>
          <w:bCs/>
          <w:sz w:val="22"/>
          <w:lang w:eastAsia="ar-SA"/>
        </w:rPr>
      </w:pPr>
      <w:r w:rsidRPr="00F878B4">
        <w:rPr>
          <w:rFonts w:ascii="Arial" w:hAnsi="Arial" w:cs="Arial"/>
          <w:b/>
          <w:bCs/>
          <w:sz w:val="22"/>
          <w:lang w:eastAsia="ar-SA"/>
        </w:rPr>
        <w:t>Dane oferenta:</w:t>
      </w:r>
      <w:r w:rsidRPr="00F878B4">
        <w:rPr>
          <w:rFonts w:ascii="Arial" w:hAnsi="Arial" w:cs="Arial"/>
          <w:b/>
          <w:bCs/>
          <w:sz w:val="22"/>
          <w:lang w:eastAsia="ar-SA"/>
        </w:rPr>
        <w:tab/>
      </w:r>
    </w:p>
    <w:p w14:paraId="1C7509CA" w14:textId="77777777" w:rsidR="00F878B4" w:rsidRPr="00F878B4" w:rsidRDefault="00F878B4" w:rsidP="00F878B4"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 w:rsidRPr="00F878B4">
        <w:rPr>
          <w:rFonts w:ascii="Arial" w:hAnsi="Arial" w:cs="Arial"/>
          <w:b/>
          <w:bCs/>
          <w:szCs w:val="24"/>
          <w:lang w:eastAsia="ar-SA"/>
        </w:rPr>
        <w:t>Nazwa</w:t>
      </w:r>
    </w:p>
    <w:p w14:paraId="51054E1E" w14:textId="77777777" w:rsidR="00F878B4" w:rsidRPr="00F878B4" w:rsidRDefault="00F878B4" w:rsidP="00F878B4"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 w:rsidRPr="00F878B4">
        <w:rPr>
          <w:rFonts w:ascii="Arial" w:hAnsi="Arial" w:cs="Arial"/>
          <w:b/>
          <w:bCs/>
          <w:szCs w:val="24"/>
          <w:lang w:eastAsia="ar-SA"/>
        </w:rPr>
        <w:t>Adres</w:t>
      </w:r>
    </w:p>
    <w:p w14:paraId="5392B687" w14:textId="77777777" w:rsidR="00F878B4" w:rsidRPr="00F878B4" w:rsidRDefault="00F878B4" w:rsidP="00F878B4"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 w:rsidRPr="00F878B4">
        <w:rPr>
          <w:rFonts w:ascii="Arial" w:hAnsi="Arial" w:cs="Arial"/>
          <w:b/>
          <w:bCs/>
          <w:szCs w:val="24"/>
          <w:lang w:eastAsia="ar-SA"/>
        </w:rPr>
        <w:t>NIP</w:t>
      </w:r>
    </w:p>
    <w:p w14:paraId="0AC157BD" w14:textId="77777777" w:rsidR="00875434" w:rsidRPr="00F878B4" w:rsidRDefault="00875434" w:rsidP="00875434">
      <w:pPr>
        <w:suppressAutoHyphens/>
        <w:spacing w:after="100" w:afterAutospacing="1"/>
        <w:jc w:val="right"/>
        <w:rPr>
          <w:rFonts w:ascii="Arial" w:hAnsi="Arial" w:cs="Arial"/>
          <w:sz w:val="22"/>
          <w:lang w:eastAsia="ar-SA"/>
        </w:rPr>
      </w:pPr>
      <w:r w:rsidRPr="00F878B4">
        <w:rPr>
          <w:rFonts w:ascii="Arial" w:hAnsi="Arial" w:cs="Arial"/>
          <w:sz w:val="22"/>
          <w:lang w:eastAsia="ar-SA"/>
        </w:rPr>
        <w:tab/>
      </w:r>
      <w:r w:rsidRPr="00F878B4">
        <w:rPr>
          <w:rFonts w:ascii="Arial" w:hAnsi="Arial" w:cs="Arial"/>
          <w:sz w:val="22"/>
          <w:lang w:eastAsia="ar-SA"/>
        </w:rPr>
        <w:tab/>
      </w:r>
      <w:r w:rsidRPr="00F878B4">
        <w:rPr>
          <w:rFonts w:ascii="Arial" w:hAnsi="Arial" w:cs="Arial"/>
          <w:sz w:val="22"/>
          <w:lang w:eastAsia="ar-SA"/>
        </w:rPr>
        <w:tab/>
      </w:r>
      <w:r w:rsidRPr="00F878B4">
        <w:rPr>
          <w:rFonts w:ascii="Arial" w:hAnsi="Arial" w:cs="Arial"/>
          <w:sz w:val="22"/>
          <w:lang w:eastAsia="ar-SA"/>
        </w:rPr>
        <w:tab/>
      </w:r>
      <w:r w:rsidRPr="00F878B4">
        <w:rPr>
          <w:rFonts w:ascii="Arial" w:hAnsi="Arial" w:cs="Arial"/>
          <w:sz w:val="22"/>
          <w:lang w:eastAsia="ar-SA"/>
        </w:rPr>
        <w:tab/>
      </w:r>
      <w:r w:rsidRPr="00F878B4">
        <w:rPr>
          <w:rFonts w:ascii="Arial" w:hAnsi="Arial" w:cs="Arial"/>
          <w:sz w:val="22"/>
          <w:lang w:eastAsia="ar-SA"/>
        </w:rPr>
        <w:tab/>
        <w:t>……………, dn. ……………..…………</w:t>
      </w:r>
    </w:p>
    <w:p w14:paraId="28F980F9" w14:textId="77777777" w:rsidR="00875434" w:rsidRPr="00F878B4" w:rsidRDefault="00875434" w:rsidP="00846294">
      <w:pPr>
        <w:spacing w:line="276" w:lineRule="auto"/>
        <w:rPr>
          <w:rFonts w:ascii="Arial" w:eastAsia="Times New Roman" w:hAnsi="Arial" w:cs="Arial"/>
          <w:b/>
          <w:szCs w:val="24"/>
          <w:lang w:eastAsia="pl-PL"/>
        </w:rPr>
      </w:pPr>
    </w:p>
    <w:p w14:paraId="06D59DDD" w14:textId="77777777" w:rsidR="00875434" w:rsidRPr="00AF7F03" w:rsidRDefault="00875434" w:rsidP="00875434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F7F03">
        <w:rPr>
          <w:rFonts w:ascii="Arial" w:hAnsi="Arial" w:cs="Arial"/>
          <w:b/>
          <w:sz w:val="28"/>
          <w:szCs w:val="28"/>
        </w:rPr>
        <w:t>Oświadczenie o spełnieniu warunków uczestnictwa w postępowaniu</w:t>
      </w:r>
    </w:p>
    <w:p w14:paraId="4C15CCC0" w14:textId="77777777" w:rsidR="00875434" w:rsidRPr="00F878B4" w:rsidRDefault="00875434" w:rsidP="00875434">
      <w:pPr>
        <w:spacing w:line="276" w:lineRule="auto"/>
        <w:rPr>
          <w:rFonts w:ascii="Arial" w:hAnsi="Arial" w:cs="Arial"/>
          <w:b/>
        </w:rPr>
      </w:pPr>
    </w:p>
    <w:p w14:paraId="6F7D43A4" w14:textId="33F5BAA8" w:rsidR="00875434" w:rsidRPr="00F878B4" w:rsidRDefault="00875434" w:rsidP="007B3286">
      <w:pPr>
        <w:spacing w:after="100" w:afterAutospacing="1"/>
        <w:ind w:firstLine="708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F878B4">
        <w:rPr>
          <w:rFonts w:ascii="Arial" w:hAnsi="Arial" w:cs="Arial"/>
          <w:szCs w:val="24"/>
        </w:rPr>
        <w:t xml:space="preserve">W odpowiedzi na zapytanie ofertowe nr </w:t>
      </w:r>
      <w:r w:rsidR="00952B8E" w:rsidRPr="00952B8E">
        <w:rPr>
          <w:rFonts w:ascii="Arial" w:hAnsi="Arial" w:cs="Arial"/>
          <w:b/>
          <w:bCs/>
          <w:szCs w:val="24"/>
          <w:u w:val="single"/>
          <w:lang w:eastAsia="ar-SA"/>
        </w:rPr>
        <w:t>2024-1066-205047</w:t>
      </w:r>
      <w:r w:rsidR="0011391F" w:rsidRPr="00F878B4">
        <w:rPr>
          <w:rFonts w:ascii="Arial" w:hAnsi="Arial" w:cs="Arial"/>
          <w:b/>
          <w:bCs/>
          <w:szCs w:val="24"/>
          <w:lang w:eastAsia="ar-SA"/>
        </w:rPr>
        <w:t xml:space="preserve"> </w:t>
      </w:r>
      <w:r w:rsidR="00F878B4" w:rsidRPr="00F878B4">
        <w:rPr>
          <w:rFonts w:ascii="Arial" w:hAnsi="Arial" w:cs="Arial"/>
          <w:b/>
          <w:bCs/>
          <w:szCs w:val="24"/>
          <w:lang w:eastAsia="ar-SA"/>
        </w:rPr>
        <w:t>dotyczące „</w:t>
      </w:r>
      <w:r w:rsidR="00F878B4" w:rsidRPr="00F878B4">
        <w:rPr>
          <w:rFonts w:ascii="Arial" w:hAnsi="Arial" w:cs="Arial"/>
          <w:b/>
          <w:bCs/>
          <w:szCs w:val="24"/>
          <w:u w:val="single"/>
        </w:rPr>
        <w:t>Zamówienie zestawu elementów do wytworzenia presepratora do ekstrakcji w stanie nadkrytycznym z wykorzystaniem CO2</w:t>
      </w:r>
      <w:r w:rsidR="00AF7F03">
        <w:rPr>
          <w:rFonts w:ascii="Arial" w:hAnsi="Arial" w:cs="Arial"/>
          <w:b/>
          <w:bCs/>
          <w:szCs w:val="24"/>
          <w:u w:val="single"/>
        </w:rPr>
        <w:t xml:space="preserve"> </w:t>
      </w:r>
      <w:r w:rsidR="00AF7F03" w:rsidRPr="00AF7F03">
        <w:rPr>
          <w:rFonts w:ascii="Arial" w:hAnsi="Arial" w:cs="Arial"/>
          <w:b/>
          <w:bCs/>
          <w:szCs w:val="24"/>
          <w:u w:val="single"/>
        </w:rPr>
        <w:t>w ramach projektu FENG.01.01-IP.02-3256/23</w:t>
      </w:r>
      <w:r w:rsidR="00F878B4" w:rsidRPr="00F878B4">
        <w:rPr>
          <w:rFonts w:ascii="Arial" w:hAnsi="Arial" w:cs="Arial"/>
          <w:b/>
          <w:bCs/>
          <w:szCs w:val="24"/>
          <w:lang w:eastAsia="ar-SA"/>
        </w:rPr>
        <w:t>”</w:t>
      </w:r>
      <w:r w:rsidR="007B3286" w:rsidRPr="00F878B4">
        <w:rPr>
          <w:rFonts w:ascii="Arial" w:hAnsi="Arial" w:cs="Arial"/>
          <w:b/>
          <w:bCs/>
          <w:szCs w:val="24"/>
          <w:lang w:eastAsia="ar-SA"/>
        </w:rPr>
        <w:t>o</w:t>
      </w:r>
      <w:r w:rsidRPr="00F878B4">
        <w:rPr>
          <w:rFonts w:ascii="Arial" w:hAnsi="Arial" w:cs="Arial"/>
          <w:b/>
          <w:szCs w:val="24"/>
        </w:rPr>
        <w:t>świadczam(y), że:</w:t>
      </w:r>
    </w:p>
    <w:p w14:paraId="1E7AB288" w14:textId="77777777" w:rsidR="00F878B4" w:rsidRDefault="00F878B4" w:rsidP="00F878B4">
      <w:pPr>
        <w:pStyle w:val="Akapitzlis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78B4">
        <w:rPr>
          <w:rFonts w:ascii="Arial" w:hAnsi="Arial" w:cs="Arial"/>
          <w:color w:val="000000" w:themeColor="text1"/>
          <w:sz w:val="24"/>
          <w:szCs w:val="24"/>
        </w:rPr>
        <w:t>zaoferowane elementy spełniają wymogi opisane w sekcji parametry techniczne przedmiotu zamówienia</w:t>
      </w:r>
    </w:p>
    <w:p w14:paraId="4D17AA4A" w14:textId="34A7EAB5" w:rsidR="00F878B4" w:rsidRPr="00F878B4" w:rsidRDefault="00F878B4" w:rsidP="00F878B4">
      <w:pPr>
        <w:pStyle w:val="Akapitzlis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F878B4">
        <w:rPr>
          <w:rFonts w:ascii="Arial" w:hAnsi="Arial" w:cs="Arial"/>
          <w:color w:val="000000" w:themeColor="text1"/>
          <w:sz w:val="24"/>
          <w:szCs w:val="28"/>
        </w:rPr>
        <w:t>zaoferowane komponenty mogą być wykorzystywane do kontaktu z nadkrytycznym CO2</w:t>
      </w:r>
    </w:p>
    <w:p w14:paraId="22A2E030" w14:textId="77777777" w:rsidR="00875434" w:rsidRPr="00F878B4" w:rsidRDefault="00875434" w:rsidP="00875434">
      <w:pPr>
        <w:suppressAutoHyphens/>
        <w:ind w:left="4248"/>
        <w:rPr>
          <w:rFonts w:ascii="Arial" w:hAnsi="Arial" w:cs="Arial"/>
          <w:sz w:val="22"/>
          <w:lang w:eastAsia="ar-SA"/>
        </w:rPr>
      </w:pPr>
    </w:p>
    <w:p w14:paraId="5D7F52B3" w14:textId="28E403E9" w:rsidR="00875434" w:rsidRPr="00F878B4" w:rsidRDefault="00875434" w:rsidP="00875434">
      <w:pPr>
        <w:suppressAutoHyphens/>
        <w:ind w:left="4248"/>
        <w:rPr>
          <w:rFonts w:ascii="Arial" w:hAnsi="Arial" w:cs="Arial"/>
          <w:sz w:val="22"/>
          <w:lang w:eastAsia="ar-SA"/>
        </w:rPr>
      </w:pPr>
      <w:bookmarkStart w:id="0" w:name="_Hlk61433092"/>
      <w:r w:rsidRPr="00F878B4">
        <w:rPr>
          <w:rFonts w:ascii="Arial" w:hAnsi="Arial" w:cs="Arial"/>
          <w:sz w:val="22"/>
          <w:lang w:eastAsia="ar-SA"/>
        </w:rPr>
        <w:t>……………………………………………………</w:t>
      </w:r>
      <w:r w:rsidR="00846294" w:rsidRPr="00F878B4">
        <w:rPr>
          <w:rFonts w:ascii="Arial" w:hAnsi="Arial" w:cs="Arial"/>
          <w:sz w:val="22"/>
          <w:lang w:eastAsia="ar-SA"/>
        </w:rPr>
        <w:t>…</w:t>
      </w:r>
      <w:r w:rsidRPr="00F878B4">
        <w:rPr>
          <w:rFonts w:ascii="Arial" w:hAnsi="Arial" w:cs="Arial"/>
          <w:sz w:val="22"/>
          <w:lang w:eastAsia="ar-SA"/>
        </w:rPr>
        <w:t xml:space="preserve"> </w:t>
      </w:r>
    </w:p>
    <w:p w14:paraId="033B39BB" w14:textId="359600FE" w:rsidR="003B147D" w:rsidRPr="00F878B4" w:rsidRDefault="00875434" w:rsidP="00875434">
      <w:pPr>
        <w:suppressAutoHyphens/>
        <w:ind w:left="4248"/>
        <w:rPr>
          <w:rFonts w:ascii="Arial" w:hAnsi="Arial" w:cs="Arial"/>
          <w:i/>
          <w:sz w:val="20"/>
          <w:szCs w:val="20"/>
          <w:lang w:eastAsia="ar-SA"/>
        </w:rPr>
      </w:pPr>
      <w:r w:rsidRPr="00F878B4">
        <w:rPr>
          <w:rFonts w:ascii="Arial" w:hAnsi="Arial" w:cs="Arial"/>
          <w:sz w:val="22"/>
          <w:lang w:eastAsia="ar-SA"/>
        </w:rPr>
        <w:t xml:space="preserve">  </w:t>
      </w:r>
      <w:bookmarkStart w:id="1" w:name="_Hlk61433056"/>
      <w:r w:rsidR="00A02342" w:rsidRPr="00F878B4">
        <w:rPr>
          <w:rFonts w:ascii="Arial" w:hAnsi="Arial" w:cs="Arial"/>
          <w:sz w:val="22"/>
          <w:lang w:eastAsia="ar-SA"/>
        </w:rPr>
        <w:t>P</w:t>
      </w:r>
      <w:r w:rsidRPr="00F878B4">
        <w:rPr>
          <w:rFonts w:ascii="Arial" w:hAnsi="Arial" w:cs="Arial"/>
          <w:i/>
          <w:sz w:val="22"/>
          <w:lang w:eastAsia="ar-SA"/>
        </w:rPr>
        <w:t xml:space="preserve">odpis Oferenta </w:t>
      </w:r>
      <w:r w:rsidRPr="00F878B4">
        <w:rPr>
          <w:rFonts w:ascii="Arial" w:hAnsi="Arial" w:cs="Arial"/>
          <w:i/>
          <w:sz w:val="22"/>
          <w:lang w:eastAsia="ar-SA"/>
        </w:rPr>
        <w:br/>
        <w:t xml:space="preserve">  lub upoważnionego</w:t>
      </w:r>
      <w:r w:rsidRPr="00F878B4">
        <w:rPr>
          <w:rFonts w:ascii="Arial" w:hAnsi="Arial" w:cs="Arial"/>
          <w:i/>
          <w:sz w:val="20"/>
          <w:szCs w:val="20"/>
          <w:lang w:eastAsia="ar-SA"/>
        </w:rPr>
        <w:t xml:space="preserve">  </w:t>
      </w:r>
      <w:r w:rsidRPr="00F878B4">
        <w:rPr>
          <w:rFonts w:ascii="Arial" w:hAnsi="Arial" w:cs="Arial"/>
          <w:i/>
          <w:sz w:val="22"/>
          <w:lang w:eastAsia="ar-SA"/>
        </w:rPr>
        <w:t>przedstawiciela Oferenta</w:t>
      </w:r>
      <w:bookmarkEnd w:id="0"/>
      <w:bookmarkEnd w:id="1"/>
    </w:p>
    <w:sectPr w:rsidR="003B147D" w:rsidRPr="00F878B4" w:rsidSect="00F03A44">
      <w:headerReference w:type="default" r:id="rId7"/>
      <w:footerReference w:type="default" r:id="rId8"/>
      <w:pgSz w:w="11906" w:h="16838"/>
      <w:pgMar w:top="1418" w:right="1418" w:bottom="1418" w:left="1418" w:header="567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C5B87" w14:textId="77777777" w:rsidR="00F61528" w:rsidRDefault="00F61528" w:rsidP="00885C63">
      <w:pPr>
        <w:spacing w:after="0"/>
      </w:pPr>
      <w:r>
        <w:separator/>
      </w:r>
    </w:p>
  </w:endnote>
  <w:endnote w:type="continuationSeparator" w:id="0">
    <w:p w14:paraId="2BF0A811" w14:textId="77777777" w:rsidR="00F61528" w:rsidRDefault="00F61528" w:rsidP="00885C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urich Cn TL">
    <w:altName w:val="Calibri"/>
    <w:charset w:val="EE"/>
    <w:family w:val="swiss"/>
    <w:pitch w:val="variable"/>
    <w:sig w:usb0="A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D0270" w14:textId="2CA6B7EA" w:rsidR="00885C63" w:rsidRDefault="00885C63" w:rsidP="00563E1F">
    <w:pPr>
      <w:pStyle w:val="Stopka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E2AD4" w14:textId="77777777" w:rsidR="00F61528" w:rsidRDefault="00F61528" w:rsidP="00885C63">
      <w:pPr>
        <w:spacing w:after="0"/>
      </w:pPr>
      <w:r>
        <w:separator/>
      </w:r>
    </w:p>
  </w:footnote>
  <w:footnote w:type="continuationSeparator" w:id="0">
    <w:p w14:paraId="143BC0E8" w14:textId="77777777" w:rsidR="00F61528" w:rsidRDefault="00F61528" w:rsidP="00885C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A0317" w14:textId="67494EDB" w:rsidR="00885C63" w:rsidRDefault="00F878B4" w:rsidP="002E0A17">
    <w:pPr>
      <w:pStyle w:val="Nagwek"/>
    </w:pPr>
    <w:r>
      <w:rPr>
        <w:noProof/>
      </w:rPr>
      <w:drawing>
        <wp:inline distT="0" distB="0" distL="0" distR="0" wp14:anchorId="026304EC" wp14:editId="2B0657B5">
          <wp:extent cx="5759450" cy="520065"/>
          <wp:effectExtent l="0" t="0" r="0" b="0"/>
          <wp:docPr id="770733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5C505D" w14:textId="77777777" w:rsidR="00F878B4" w:rsidRDefault="00F878B4" w:rsidP="002E0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D5D15"/>
    <w:multiLevelType w:val="hybridMultilevel"/>
    <w:tmpl w:val="7C96EE40"/>
    <w:lvl w:ilvl="0" w:tplc="5AD0435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abstractNum w:abstractNumId="1" w15:restartNumberingAfterBreak="0">
    <w:nsid w:val="260013BF"/>
    <w:multiLevelType w:val="hybridMultilevel"/>
    <w:tmpl w:val="17962104"/>
    <w:lvl w:ilvl="0" w:tplc="005C398C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E7430"/>
    <w:multiLevelType w:val="hybridMultilevel"/>
    <w:tmpl w:val="AF5497B6"/>
    <w:lvl w:ilvl="0" w:tplc="21D449A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D2F79C8"/>
    <w:multiLevelType w:val="hybridMultilevel"/>
    <w:tmpl w:val="7A1E4B16"/>
    <w:lvl w:ilvl="0" w:tplc="A8203D1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259947147">
    <w:abstractNumId w:val="2"/>
  </w:num>
  <w:num w:numId="2" w16cid:durableId="1170868348">
    <w:abstractNumId w:val="0"/>
  </w:num>
  <w:num w:numId="3" w16cid:durableId="1224945509">
    <w:abstractNumId w:val="1"/>
  </w:num>
  <w:num w:numId="4" w16cid:durableId="1115291861">
    <w:abstractNumId w:val="3"/>
  </w:num>
  <w:num w:numId="5" w16cid:durableId="2118904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7D"/>
    <w:rsid w:val="00047281"/>
    <w:rsid w:val="00062C35"/>
    <w:rsid w:val="000916FD"/>
    <w:rsid w:val="000F5EA2"/>
    <w:rsid w:val="00100DFC"/>
    <w:rsid w:val="0011391F"/>
    <w:rsid w:val="00121263"/>
    <w:rsid w:val="001400EC"/>
    <w:rsid w:val="001D124D"/>
    <w:rsid w:val="001D64FE"/>
    <w:rsid w:val="001E484A"/>
    <w:rsid w:val="0020558B"/>
    <w:rsid w:val="00216371"/>
    <w:rsid w:val="00235D12"/>
    <w:rsid w:val="00247AE4"/>
    <w:rsid w:val="002513ED"/>
    <w:rsid w:val="00265CF6"/>
    <w:rsid w:val="002708C7"/>
    <w:rsid w:val="00282121"/>
    <w:rsid w:val="002A385B"/>
    <w:rsid w:val="002D677B"/>
    <w:rsid w:val="002E0A17"/>
    <w:rsid w:val="002E1E8A"/>
    <w:rsid w:val="00367272"/>
    <w:rsid w:val="003853F5"/>
    <w:rsid w:val="003A0463"/>
    <w:rsid w:val="003A4FA8"/>
    <w:rsid w:val="003B147D"/>
    <w:rsid w:val="003B6DD5"/>
    <w:rsid w:val="003D3DBD"/>
    <w:rsid w:val="00432C02"/>
    <w:rsid w:val="004565A4"/>
    <w:rsid w:val="004717B3"/>
    <w:rsid w:val="00484DD8"/>
    <w:rsid w:val="004A6E21"/>
    <w:rsid w:val="004B152A"/>
    <w:rsid w:val="0050543F"/>
    <w:rsid w:val="005062F6"/>
    <w:rsid w:val="00521C88"/>
    <w:rsid w:val="00536BBE"/>
    <w:rsid w:val="005508A3"/>
    <w:rsid w:val="0056398B"/>
    <w:rsid w:val="00563E1F"/>
    <w:rsid w:val="005A01B1"/>
    <w:rsid w:val="005B6585"/>
    <w:rsid w:val="005C289A"/>
    <w:rsid w:val="005D4BB8"/>
    <w:rsid w:val="005F788F"/>
    <w:rsid w:val="006209A3"/>
    <w:rsid w:val="00626669"/>
    <w:rsid w:val="00654284"/>
    <w:rsid w:val="00697759"/>
    <w:rsid w:val="006C1D6A"/>
    <w:rsid w:val="006C7947"/>
    <w:rsid w:val="006E7020"/>
    <w:rsid w:val="006F115F"/>
    <w:rsid w:val="00701660"/>
    <w:rsid w:val="00720D6B"/>
    <w:rsid w:val="00784F55"/>
    <w:rsid w:val="007A4E91"/>
    <w:rsid w:val="007B3286"/>
    <w:rsid w:val="007D0791"/>
    <w:rsid w:val="008055B2"/>
    <w:rsid w:val="008215C2"/>
    <w:rsid w:val="00825856"/>
    <w:rsid w:val="00836BCC"/>
    <w:rsid w:val="00843B85"/>
    <w:rsid w:val="00846294"/>
    <w:rsid w:val="00852BD4"/>
    <w:rsid w:val="00856C4C"/>
    <w:rsid w:val="00857DF8"/>
    <w:rsid w:val="00871D6B"/>
    <w:rsid w:val="00873849"/>
    <w:rsid w:val="00875434"/>
    <w:rsid w:val="00876A33"/>
    <w:rsid w:val="00885C63"/>
    <w:rsid w:val="008B14CE"/>
    <w:rsid w:val="008F276B"/>
    <w:rsid w:val="00911114"/>
    <w:rsid w:val="00923015"/>
    <w:rsid w:val="00952B8E"/>
    <w:rsid w:val="00956D3F"/>
    <w:rsid w:val="00990660"/>
    <w:rsid w:val="00993A08"/>
    <w:rsid w:val="009A4644"/>
    <w:rsid w:val="009D5207"/>
    <w:rsid w:val="009F2157"/>
    <w:rsid w:val="009F5AB8"/>
    <w:rsid w:val="00A02342"/>
    <w:rsid w:val="00A11388"/>
    <w:rsid w:val="00A12280"/>
    <w:rsid w:val="00A261D1"/>
    <w:rsid w:val="00A94421"/>
    <w:rsid w:val="00A95C6F"/>
    <w:rsid w:val="00A972BC"/>
    <w:rsid w:val="00AA139C"/>
    <w:rsid w:val="00AB1C66"/>
    <w:rsid w:val="00AD7EA5"/>
    <w:rsid w:val="00AF7F03"/>
    <w:rsid w:val="00B24EB3"/>
    <w:rsid w:val="00B251FD"/>
    <w:rsid w:val="00B26D23"/>
    <w:rsid w:val="00B46897"/>
    <w:rsid w:val="00BA084E"/>
    <w:rsid w:val="00BC66EB"/>
    <w:rsid w:val="00BC7648"/>
    <w:rsid w:val="00BE20C7"/>
    <w:rsid w:val="00BF3392"/>
    <w:rsid w:val="00BF5531"/>
    <w:rsid w:val="00C344AB"/>
    <w:rsid w:val="00C53C69"/>
    <w:rsid w:val="00C835C9"/>
    <w:rsid w:val="00C872D5"/>
    <w:rsid w:val="00CB080A"/>
    <w:rsid w:val="00CD136A"/>
    <w:rsid w:val="00CD1A30"/>
    <w:rsid w:val="00CD1C28"/>
    <w:rsid w:val="00CE2A49"/>
    <w:rsid w:val="00CF7018"/>
    <w:rsid w:val="00D06460"/>
    <w:rsid w:val="00D1527A"/>
    <w:rsid w:val="00D3539E"/>
    <w:rsid w:val="00D36C19"/>
    <w:rsid w:val="00D524F9"/>
    <w:rsid w:val="00D60A01"/>
    <w:rsid w:val="00D62CDD"/>
    <w:rsid w:val="00D70D27"/>
    <w:rsid w:val="00D85F9A"/>
    <w:rsid w:val="00DA07EF"/>
    <w:rsid w:val="00DD2C80"/>
    <w:rsid w:val="00E238A7"/>
    <w:rsid w:val="00E50592"/>
    <w:rsid w:val="00E56984"/>
    <w:rsid w:val="00E65205"/>
    <w:rsid w:val="00E74646"/>
    <w:rsid w:val="00E944B8"/>
    <w:rsid w:val="00EB1ECC"/>
    <w:rsid w:val="00ED5AD3"/>
    <w:rsid w:val="00F03A44"/>
    <w:rsid w:val="00F122FA"/>
    <w:rsid w:val="00F12FCB"/>
    <w:rsid w:val="00F20AF1"/>
    <w:rsid w:val="00F23842"/>
    <w:rsid w:val="00F253F1"/>
    <w:rsid w:val="00F52EDF"/>
    <w:rsid w:val="00F61528"/>
    <w:rsid w:val="00F81274"/>
    <w:rsid w:val="00F8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C9C40"/>
  <w15:docId w15:val="{631DBE64-EC2A-4802-9AC3-58C3919F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E1F"/>
    <w:pPr>
      <w:spacing w:after="160" w:line="240" w:lineRule="auto"/>
    </w:pPr>
    <w:rPr>
      <w:rFonts w:ascii="Zurich Cn TL" w:hAnsi="Zurich Cn T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5C6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85C63"/>
  </w:style>
  <w:style w:type="paragraph" w:styleId="Stopka">
    <w:name w:val="footer"/>
    <w:basedOn w:val="Normalny"/>
    <w:link w:val="StopkaZnak"/>
    <w:uiPriority w:val="99"/>
    <w:unhideWhenUsed/>
    <w:rsid w:val="00885C6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85C63"/>
  </w:style>
  <w:style w:type="paragraph" w:styleId="Tekstdymka">
    <w:name w:val="Balloon Text"/>
    <w:basedOn w:val="Normalny"/>
    <w:link w:val="TekstdymkaZnak"/>
    <w:uiPriority w:val="99"/>
    <w:semiHidden/>
    <w:unhideWhenUsed/>
    <w:rsid w:val="00885C6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C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147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pl-PL"/>
    </w:rPr>
  </w:style>
  <w:style w:type="paragraph" w:customStyle="1" w:styleId="Styl2">
    <w:name w:val="Styl2"/>
    <w:basedOn w:val="Normalny"/>
    <w:qFormat/>
    <w:rsid w:val="00993A08"/>
    <w:pPr>
      <w:autoSpaceDE w:val="0"/>
      <w:autoSpaceDN w:val="0"/>
      <w:adjustRightInd w:val="0"/>
      <w:spacing w:after="0"/>
    </w:pPr>
    <w:rPr>
      <w:rFonts w:ascii="Roboto-Regular" w:hAnsi="Roboto-Regular" w:cs="Roboto-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7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l.chlapowski\OneDrive%20-%20Werner%20Kenkel%20Sp.%20z%20o.o\Pulpit\B+R2%20zapytania%20ofertowe\14.%20Drukarka%20UV\2.%20Baza%20konkurencyjno&#347;ci\PL%20papier%20Krzycko%202020%20UE%20NCB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 papier Krzycko 2020 UE NCBR.dotx</Template>
  <TotalTime>143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Werner Kenkel Spółka z o.o.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Chłapowski</dc:creator>
  <cp:lastModifiedBy>Master</cp:lastModifiedBy>
  <cp:revision>80</cp:revision>
  <cp:lastPrinted>2014-01-31T11:12:00Z</cp:lastPrinted>
  <dcterms:created xsi:type="dcterms:W3CDTF">2020-12-02T12:11:00Z</dcterms:created>
  <dcterms:modified xsi:type="dcterms:W3CDTF">2024-11-13T22:12:00Z</dcterms:modified>
</cp:coreProperties>
</file>