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98812" w14:textId="7D449F94" w:rsidR="002E507A" w:rsidRPr="009F5E27" w:rsidRDefault="002E507A" w:rsidP="002E507A">
      <w:pPr>
        <w:rPr>
          <w:rFonts w:ascii="Arial" w:hAnsi="Arial" w:cs="Arial"/>
          <w:szCs w:val="20"/>
        </w:rPr>
      </w:pPr>
    </w:p>
    <w:p w14:paraId="39C5E3F8" w14:textId="77777777" w:rsidR="002E507A" w:rsidRPr="009F5E27" w:rsidRDefault="002E507A" w:rsidP="002E507A">
      <w:pPr>
        <w:rPr>
          <w:rFonts w:ascii="Arial" w:hAnsi="Arial" w:cs="Arial"/>
          <w:szCs w:val="20"/>
        </w:rPr>
      </w:pPr>
    </w:p>
    <w:p w14:paraId="77C77B3B" w14:textId="77777777" w:rsidR="002E507A" w:rsidRPr="009F5E27" w:rsidRDefault="002E507A" w:rsidP="002E507A">
      <w:pPr>
        <w:rPr>
          <w:rFonts w:ascii="Arial" w:hAnsi="Arial" w:cs="Arial"/>
          <w:szCs w:val="20"/>
        </w:rPr>
      </w:pPr>
    </w:p>
    <w:p w14:paraId="3D76F9B9" w14:textId="0533723E" w:rsidR="001C4C5C" w:rsidRPr="009F5E27" w:rsidRDefault="001C4C5C" w:rsidP="00353007">
      <w:pPr>
        <w:spacing w:after="360"/>
        <w:jc w:val="right"/>
        <w:rPr>
          <w:rFonts w:ascii="Arial" w:hAnsi="Arial" w:cs="Arial"/>
          <w:b/>
          <w:bCs/>
          <w:szCs w:val="20"/>
        </w:rPr>
      </w:pPr>
      <w:r w:rsidRPr="009F5E27">
        <w:rPr>
          <w:rFonts w:ascii="Arial" w:hAnsi="Arial" w:cs="Arial"/>
          <w:b/>
          <w:bCs/>
          <w:szCs w:val="20"/>
        </w:rPr>
        <w:t>Załącznik nr 1 do Zaproszenia</w:t>
      </w:r>
    </w:p>
    <w:p w14:paraId="185706A0" w14:textId="77777777" w:rsidR="001C4C5C" w:rsidRPr="009F5E27" w:rsidRDefault="001C4C5C" w:rsidP="00E45E77">
      <w:pPr>
        <w:ind w:right="1128"/>
        <w:jc w:val="left"/>
        <w:rPr>
          <w:rFonts w:ascii="Arial" w:hAnsi="Arial" w:cs="Arial"/>
          <w:b/>
          <w:bCs/>
          <w:szCs w:val="20"/>
        </w:rPr>
      </w:pPr>
      <w:r w:rsidRPr="009F5E27">
        <w:rPr>
          <w:rFonts w:ascii="Arial" w:hAnsi="Arial" w:cs="Arial"/>
          <w:b/>
          <w:bCs/>
          <w:szCs w:val="20"/>
        </w:rPr>
        <w:t>ZAMAWIAJĄCY:</w:t>
      </w:r>
    </w:p>
    <w:p w14:paraId="5DA5E87D" w14:textId="77777777" w:rsidR="001C4C5C" w:rsidRPr="009F5E27" w:rsidRDefault="001C4C5C" w:rsidP="00E45E77">
      <w:pPr>
        <w:ind w:right="1128"/>
        <w:jc w:val="left"/>
        <w:rPr>
          <w:rFonts w:ascii="Arial" w:hAnsi="Arial" w:cs="Arial"/>
          <w:b/>
          <w:bCs/>
          <w:szCs w:val="20"/>
        </w:rPr>
      </w:pPr>
      <w:r w:rsidRPr="009F5E27">
        <w:rPr>
          <w:rFonts w:ascii="Arial" w:hAnsi="Arial" w:cs="Arial"/>
          <w:b/>
          <w:bCs/>
          <w:szCs w:val="20"/>
        </w:rPr>
        <w:t>NASK-PIB</w:t>
      </w:r>
    </w:p>
    <w:p w14:paraId="40D4DE60" w14:textId="77777777" w:rsidR="001C4C5C" w:rsidRPr="009F5E27" w:rsidRDefault="001C4C5C" w:rsidP="00E45E77">
      <w:pPr>
        <w:ind w:right="1128"/>
        <w:jc w:val="left"/>
        <w:rPr>
          <w:rFonts w:ascii="Arial" w:hAnsi="Arial" w:cs="Arial"/>
          <w:b/>
          <w:bCs/>
          <w:szCs w:val="20"/>
        </w:rPr>
      </w:pPr>
      <w:r w:rsidRPr="009F5E27">
        <w:rPr>
          <w:rFonts w:ascii="Arial" w:hAnsi="Arial" w:cs="Arial"/>
          <w:b/>
          <w:bCs/>
          <w:szCs w:val="20"/>
        </w:rPr>
        <w:t>ul. Kolska 12,</w:t>
      </w:r>
    </w:p>
    <w:p w14:paraId="4163CFFB" w14:textId="77777777" w:rsidR="001C4C5C" w:rsidRPr="009F5E27" w:rsidRDefault="001C4C5C" w:rsidP="00E45E77">
      <w:pPr>
        <w:ind w:right="1128"/>
        <w:jc w:val="left"/>
        <w:rPr>
          <w:rFonts w:ascii="Arial" w:hAnsi="Arial" w:cs="Arial"/>
          <w:b/>
          <w:bCs/>
          <w:szCs w:val="20"/>
        </w:rPr>
      </w:pPr>
      <w:r w:rsidRPr="009F5E27">
        <w:rPr>
          <w:rFonts w:ascii="Arial" w:hAnsi="Arial" w:cs="Arial"/>
          <w:b/>
          <w:bCs/>
          <w:szCs w:val="20"/>
        </w:rPr>
        <w:t>01-045 Warszawa</w:t>
      </w:r>
    </w:p>
    <w:p w14:paraId="746840E4" w14:textId="3B93C7F3" w:rsidR="001C4C5C" w:rsidRPr="009F5E27" w:rsidRDefault="001C4C5C" w:rsidP="001067E2">
      <w:pPr>
        <w:jc w:val="center"/>
        <w:rPr>
          <w:rFonts w:ascii="Arial" w:hAnsi="Arial" w:cs="Arial"/>
          <w:b/>
          <w:bCs/>
          <w:szCs w:val="20"/>
        </w:rPr>
      </w:pPr>
      <w:r w:rsidRPr="009F5E27">
        <w:rPr>
          <w:rFonts w:ascii="Arial" w:hAnsi="Arial" w:cs="Arial"/>
          <w:b/>
          <w:bCs/>
          <w:szCs w:val="20"/>
        </w:rPr>
        <w:t>Formularz oferty</w:t>
      </w:r>
    </w:p>
    <w:p w14:paraId="0BFF187B" w14:textId="77777777" w:rsidR="003504D4" w:rsidRPr="003504D4" w:rsidRDefault="003504D4" w:rsidP="003504D4">
      <w:pPr>
        <w:jc w:val="left"/>
        <w:rPr>
          <w:rFonts w:ascii="Arial" w:hAnsi="Arial" w:cs="Arial"/>
          <w:bCs/>
          <w:iCs/>
          <w:szCs w:val="20"/>
        </w:rPr>
      </w:pPr>
      <w:r w:rsidRPr="009F5E27">
        <w:rPr>
          <w:rFonts w:ascii="Arial" w:hAnsi="Arial" w:cs="Arial"/>
          <w:szCs w:val="20"/>
        </w:rPr>
        <w:t xml:space="preserve">dot. </w:t>
      </w:r>
      <w:r w:rsidRPr="003504D4">
        <w:rPr>
          <w:rFonts w:ascii="Arial" w:hAnsi="Arial" w:cs="Arial"/>
          <w:b/>
          <w:iCs/>
          <w:szCs w:val="20"/>
        </w:rPr>
        <w:t>Zakup oprogramowania do inżynierii wstecznej</w:t>
      </w:r>
    </w:p>
    <w:p w14:paraId="76A5AA16" w14:textId="77777777" w:rsidR="003504D4" w:rsidRDefault="003504D4" w:rsidP="003504D4">
      <w:pPr>
        <w:rPr>
          <w:rFonts w:ascii="Arial" w:hAnsi="Arial" w:cs="Arial"/>
          <w:szCs w:val="20"/>
        </w:rPr>
      </w:pPr>
      <w:r w:rsidRPr="00EA07F8">
        <w:rPr>
          <w:rFonts w:ascii="Arial" w:hAnsi="Arial" w:cs="Arial"/>
          <w:bCs/>
          <w:iCs/>
          <w:szCs w:val="20"/>
        </w:rPr>
        <w:t>znak postępowania</w:t>
      </w:r>
      <w:r>
        <w:rPr>
          <w:rFonts w:ascii="Arial" w:hAnsi="Arial" w:cs="Arial"/>
          <w:bCs/>
          <w:iCs/>
          <w:szCs w:val="20"/>
        </w:rPr>
        <w:t xml:space="preserve">: </w:t>
      </w:r>
      <w:r w:rsidRPr="003504D4">
        <w:rPr>
          <w:rFonts w:ascii="Arial" w:hAnsi="Arial" w:cs="Arial"/>
          <w:b/>
          <w:iCs/>
          <w:szCs w:val="20"/>
        </w:rPr>
        <w:t>ZWiDIT.2621.84.2025.691.KZM[CYBERBEAM</w:t>
      </w:r>
      <w:r w:rsidRPr="009F5E27">
        <w:rPr>
          <w:rFonts w:ascii="Arial" w:hAnsi="Arial" w:cs="Arial"/>
          <w:szCs w:val="20"/>
        </w:rPr>
        <w:t xml:space="preserve"> </w:t>
      </w:r>
    </w:p>
    <w:p w14:paraId="7E250948" w14:textId="0639E8D3" w:rsidR="001C4C5C" w:rsidRPr="009F5E27" w:rsidRDefault="001C4C5C" w:rsidP="003504D4">
      <w:pPr>
        <w:rPr>
          <w:rFonts w:ascii="Arial" w:hAnsi="Arial" w:cs="Arial"/>
          <w:szCs w:val="20"/>
        </w:rPr>
      </w:pPr>
      <w:r w:rsidRPr="009F5E27">
        <w:rPr>
          <w:rFonts w:ascii="Arial" w:hAnsi="Arial" w:cs="Arial"/>
          <w:szCs w:val="20"/>
        </w:rPr>
        <w:t>Niniejsza oferta zostaje złożona przez:</w:t>
      </w:r>
    </w:p>
    <w:tbl>
      <w:tblPr>
        <w:tblW w:w="8495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6"/>
        <w:gridCol w:w="2551"/>
        <w:gridCol w:w="2268"/>
      </w:tblGrid>
      <w:tr w:rsidR="001C4C5C" w:rsidRPr="009F5E27" w14:paraId="1A7E718B" w14:textId="77777777" w:rsidTr="00B01089">
        <w:trPr>
          <w:trHeight w:val="223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010B" w14:textId="77777777" w:rsidR="001C4C5C" w:rsidRPr="009F5E27" w:rsidRDefault="001C4C5C" w:rsidP="00B01089">
            <w:pPr>
              <w:jc w:val="left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 xml:space="preserve">Nazwa Wykonawcy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06CC" w14:textId="77777777" w:rsidR="001C4C5C" w:rsidRPr="009F5E27" w:rsidRDefault="001C4C5C" w:rsidP="00B01089">
            <w:pPr>
              <w:jc w:val="left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 xml:space="preserve">Adres Wykonawcy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8710" w14:textId="77777777" w:rsidR="001C4C5C" w:rsidRPr="009F5E27" w:rsidRDefault="001C4C5C" w:rsidP="00B01089">
            <w:pPr>
              <w:jc w:val="left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>Numer NIP Wykonawcy</w:t>
            </w:r>
          </w:p>
        </w:tc>
      </w:tr>
      <w:tr w:rsidR="001C4C5C" w:rsidRPr="009F5E27" w14:paraId="588B72B1" w14:textId="77777777" w:rsidTr="00B01089">
        <w:trPr>
          <w:trHeight w:val="242"/>
        </w:trPr>
        <w:tc>
          <w:tcPr>
            <w:tcW w:w="3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6975E" w14:textId="77777777" w:rsidR="001C4C5C" w:rsidRPr="009F5E27" w:rsidRDefault="001C4C5C" w:rsidP="00B01089">
            <w:pPr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9E1FD" w14:textId="77777777" w:rsidR="001C4C5C" w:rsidRPr="009F5E27" w:rsidRDefault="001C4C5C" w:rsidP="00B01089">
            <w:pPr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9607" w14:textId="77777777" w:rsidR="001C4C5C" w:rsidRPr="009F5E27" w:rsidRDefault="001C4C5C" w:rsidP="00B01089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7F09F866" w14:textId="2982BC88" w:rsidR="00073780" w:rsidRPr="009F5E27" w:rsidRDefault="00073780" w:rsidP="00517501">
      <w:pPr>
        <w:tabs>
          <w:tab w:val="left" w:pos="4802"/>
        </w:tabs>
        <w:spacing w:line="276" w:lineRule="auto"/>
        <w:ind w:right="5330"/>
        <w:rPr>
          <w:rFonts w:ascii="Arial" w:hAnsi="Arial" w:cs="Arial"/>
          <w:szCs w:val="20"/>
        </w:rPr>
      </w:pPr>
      <w:r w:rsidRPr="009F5E27">
        <w:rPr>
          <w:rFonts w:ascii="Arial" w:hAnsi="Arial" w:cs="Arial"/>
          <w:b/>
          <w:szCs w:val="20"/>
        </w:rPr>
        <w:t>DANE KONTAKTOWE WYKONAWCY:</w:t>
      </w:r>
    </w:p>
    <w:tbl>
      <w:tblPr>
        <w:tblStyle w:val="TableGrid"/>
        <w:tblW w:w="9136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588"/>
        <w:gridCol w:w="6548"/>
      </w:tblGrid>
      <w:tr w:rsidR="00073780" w:rsidRPr="009F5E27" w14:paraId="3A433B77" w14:textId="77777777" w:rsidTr="00850825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B539F" w14:textId="77777777" w:rsidR="00073780" w:rsidRPr="009F5E27" w:rsidRDefault="00073780" w:rsidP="00850825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 xml:space="preserve">Osoba do kontaktów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3CA43" w14:textId="77777777" w:rsidR="00073780" w:rsidRPr="009F5E27" w:rsidRDefault="00073780" w:rsidP="00850825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073780" w:rsidRPr="009F5E27" w14:paraId="309ABD81" w14:textId="77777777" w:rsidTr="00850825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D16E0" w14:textId="77777777" w:rsidR="00073780" w:rsidRPr="009F5E27" w:rsidRDefault="00073780" w:rsidP="00850825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 xml:space="preserve">Nr telefonu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376A0" w14:textId="77777777" w:rsidR="00073780" w:rsidRPr="009F5E27" w:rsidRDefault="00073780" w:rsidP="00850825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073780" w:rsidRPr="009F5E27" w14:paraId="62B8ECA6" w14:textId="77777777" w:rsidTr="00850825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4CE7D" w14:textId="77777777" w:rsidR="00073780" w:rsidRPr="009F5E27" w:rsidRDefault="00073780" w:rsidP="00850825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 xml:space="preserve">Adres e-mail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255F9" w14:textId="77777777" w:rsidR="00073780" w:rsidRPr="009F5E27" w:rsidRDefault="00073780" w:rsidP="00850825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 xml:space="preserve"> </w:t>
            </w:r>
          </w:p>
        </w:tc>
      </w:tr>
    </w:tbl>
    <w:p w14:paraId="78BBDCB8" w14:textId="77777777" w:rsidR="001C4C5C" w:rsidRPr="009F5E27" w:rsidRDefault="001C4C5C" w:rsidP="001C4C5C">
      <w:pPr>
        <w:rPr>
          <w:rFonts w:ascii="Arial" w:hAnsi="Arial" w:cs="Arial"/>
          <w:szCs w:val="20"/>
        </w:rPr>
      </w:pPr>
    </w:p>
    <w:p w14:paraId="02BF317A" w14:textId="6E702335" w:rsidR="001C4C5C" w:rsidRPr="009F5E27" w:rsidRDefault="001C4C5C" w:rsidP="001C4C5C">
      <w:pPr>
        <w:numPr>
          <w:ilvl w:val="0"/>
          <w:numId w:val="30"/>
        </w:numPr>
        <w:rPr>
          <w:rFonts w:ascii="Arial" w:hAnsi="Arial" w:cs="Arial"/>
          <w:szCs w:val="20"/>
        </w:rPr>
      </w:pPr>
      <w:r w:rsidRPr="009F5E27">
        <w:rPr>
          <w:rFonts w:ascii="Arial" w:hAnsi="Arial" w:cs="Arial"/>
          <w:szCs w:val="20"/>
        </w:rPr>
        <w:t xml:space="preserve">W postępowaniu o udzielenie zamówienia prowadzonym przez Zamawiającego  oferujemy zgodnie z wymaganiami zawartymi w Zaproszeniu, zgodnie z przepisami obowiązującymi w Rzeczypospolitej Polskiej, wykonanie tego zamówienia </w:t>
      </w:r>
      <w:r w:rsidRPr="009F5E27">
        <w:rPr>
          <w:rFonts w:ascii="Arial" w:hAnsi="Arial" w:cs="Arial"/>
          <w:b/>
          <w:szCs w:val="20"/>
        </w:rPr>
        <w:t>za cenę</w:t>
      </w:r>
      <w:r w:rsidRPr="009F5E27">
        <w:rPr>
          <w:rFonts w:ascii="Arial" w:hAnsi="Arial" w:cs="Arial"/>
          <w:szCs w:val="20"/>
        </w:rPr>
        <w:t xml:space="preserve">: </w:t>
      </w:r>
    </w:p>
    <w:tbl>
      <w:tblPr>
        <w:tblW w:w="11326" w:type="dxa"/>
        <w:tblInd w:w="-11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1"/>
        <w:gridCol w:w="1804"/>
        <w:gridCol w:w="677"/>
        <w:gridCol w:w="1084"/>
        <w:gridCol w:w="2033"/>
        <w:gridCol w:w="1490"/>
        <w:gridCol w:w="2117"/>
      </w:tblGrid>
      <w:tr w:rsidR="00DD518C" w:rsidRPr="009F5E27" w14:paraId="1C501BA1" w14:textId="77777777" w:rsidTr="00DD518C">
        <w:trPr>
          <w:trHeight w:val="1994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noWrap/>
            <w:vAlign w:val="center"/>
            <w:hideMark/>
          </w:tcPr>
          <w:p w14:paraId="73E90A47" w14:textId="77777777" w:rsidR="00DD518C" w:rsidRPr="009F5E27" w:rsidRDefault="00DD518C" w:rsidP="009274FD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9F5E27">
              <w:rPr>
                <w:rFonts w:ascii="Arial" w:hAnsi="Arial" w:cs="Arial"/>
                <w:b/>
                <w:bCs/>
                <w:szCs w:val="20"/>
              </w:rPr>
              <w:t>Przedmiot zamówienia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</w:tcPr>
          <w:p w14:paraId="301DF238" w14:textId="77777777" w:rsidR="00DD518C" w:rsidRDefault="00DD518C" w:rsidP="009274FD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  <w:p w14:paraId="07832366" w14:textId="77777777" w:rsidR="00DD518C" w:rsidRDefault="00DD518C" w:rsidP="009274FD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  <w:p w14:paraId="774D2420" w14:textId="07E2166E" w:rsidR="00DD518C" w:rsidRDefault="00DD518C" w:rsidP="009274FD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O</w:t>
            </w:r>
            <w:r w:rsidRPr="00DD518C">
              <w:rPr>
                <w:rFonts w:ascii="Arial" w:hAnsi="Arial" w:cs="Arial"/>
                <w:b/>
                <w:bCs/>
                <w:szCs w:val="20"/>
              </w:rPr>
              <w:t xml:space="preserve">ferowane </w:t>
            </w:r>
          </w:p>
          <w:p w14:paraId="00BD268A" w14:textId="1C5F3BFE" w:rsidR="00DD518C" w:rsidRPr="009F5E27" w:rsidRDefault="00DD518C" w:rsidP="009274FD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oprogramowanie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4E3C2939" w14:textId="4F36B4A6" w:rsidR="00DD518C" w:rsidRPr="009F5E27" w:rsidRDefault="00DD518C" w:rsidP="009274FD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  <w:p w14:paraId="75064B0B" w14:textId="77777777" w:rsidR="00DD518C" w:rsidRPr="009F5E27" w:rsidRDefault="00DD518C" w:rsidP="009274FD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9F5E27">
              <w:rPr>
                <w:rFonts w:ascii="Arial" w:hAnsi="Arial" w:cs="Arial"/>
                <w:b/>
                <w:bCs/>
                <w:szCs w:val="20"/>
              </w:rPr>
              <w:t>Szt.</w:t>
            </w:r>
          </w:p>
          <w:p w14:paraId="0D79CEF3" w14:textId="77777777" w:rsidR="00DD518C" w:rsidRPr="009F5E27" w:rsidRDefault="00DD518C" w:rsidP="009274FD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1504EDC3" w14:textId="77777777" w:rsidR="00DD518C" w:rsidRPr="009F5E27" w:rsidRDefault="00DD518C" w:rsidP="009274FD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9F5E27">
              <w:rPr>
                <w:rFonts w:ascii="Arial" w:hAnsi="Arial" w:cs="Arial"/>
                <w:b/>
                <w:bCs/>
                <w:szCs w:val="20"/>
              </w:rPr>
              <w:t xml:space="preserve">Cena </w:t>
            </w:r>
            <w:proofErr w:type="spellStart"/>
            <w:r w:rsidRPr="009F5E27">
              <w:rPr>
                <w:rFonts w:ascii="Arial" w:hAnsi="Arial" w:cs="Arial"/>
                <w:b/>
                <w:bCs/>
                <w:szCs w:val="20"/>
              </w:rPr>
              <w:t>jed</w:t>
            </w:r>
            <w:proofErr w:type="spellEnd"/>
            <w:r w:rsidRPr="009F5E27">
              <w:rPr>
                <w:rFonts w:ascii="Arial" w:hAnsi="Arial" w:cs="Arial"/>
                <w:b/>
                <w:bCs/>
                <w:szCs w:val="20"/>
              </w:rPr>
              <w:t>. netto – zł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79220F21" w14:textId="77777777" w:rsidR="00DD518C" w:rsidRPr="009F5E27" w:rsidRDefault="00DD518C" w:rsidP="009274FD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9F5E27">
              <w:rPr>
                <w:rFonts w:ascii="Arial" w:hAnsi="Arial" w:cs="Arial"/>
                <w:b/>
                <w:szCs w:val="20"/>
              </w:rPr>
              <w:t>Wartość netto - zł</w:t>
            </w:r>
          </w:p>
          <w:p w14:paraId="2AAB5528" w14:textId="36B9A989" w:rsidR="00DD518C" w:rsidRPr="009F5E27" w:rsidRDefault="00DD518C" w:rsidP="009274FD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9F5E27">
              <w:rPr>
                <w:rFonts w:ascii="Arial" w:hAnsi="Arial" w:cs="Arial"/>
                <w:b/>
                <w:szCs w:val="20"/>
              </w:rPr>
              <w:t xml:space="preserve">[kol. </w:t>
            </w:r>
            <w:r>
              <w:rPr>
                <w:rFonts w:ascii="Arial" w:hAnsi="Arial" w:cs="Arial"/>
                <w:b/>
                <w:szCs w:val="20"/>
              </w:rPr>
              <w:t>3</w:t>
            </w:r>
            <w:r w:rsidRPr="009F5E27">
              <w:rPr>
                <w:rFonts w:ascii="Arial" w:hAnsi="Arial" w:cs="Arial"/>
                <w:b/>
                <w:szCs w:val="20"/>
              </w:rPr>
              <w:t xml:space="preserve"> x kol. </w:t>
            </w:r>
            <w:r>
              <w:rPr>
                <w:rFonts w:ascii="Arial" w:hAnsi="Arial" w:cs="Arial"/>
                <w:b/>
                <w:szCs w:val="20"/>
              </w:rPr>
              <w:t>4</w:t>
            </w:r>
            <w:r w:rsidRPr="009F5E27">
              <w:rPr>
                <w:rFonts w:ascii="Arial" w:hAnsi="Arial" w:cs="Arial"/>
                <w:b/>
                <w:szCs w:val="20"/>
              </w:rPr>
              <w:t>]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09EEB63A" w14:textId="77777777" w:rsidR="00DD518C" w:rsidRPr="009F5E27" w:rsidRDefault="00DD518C" w:rsidP="009274FD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25D1889E" w14:textId="1F93CF2A" w:rsidR="00DD518C" w:rsidRDefault="00517501" w:rsidP="009274FD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VAT</w:t>
            </w:r>
          </w:p>
          <w:p w14:paraId="21ABE80E" w14:textId="2C51B2D0" w:rsidR="00517501" w:rsidRPr="009F5E27" w:rsidRDefault="00517501" w:rsidP="009274FD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23%</w:t>
            </w:r>
          </w:p>
          <w:p w14:paraId="7272DC0E" w14:textId="77777777" w:rsidR="00DD518C" w:rsidRPr="009F5E27" w:rsidRDefault="00DD518C" w:rsidP="009274FD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noWrap/>
            <w:vAlign w:val="center"/>
          </w:tcPr>
          <w:p w14:paraId="3B70E9F1" w14:textId="77777777" w:rsidR="00DD518C" w:rsidRPr="009F5E27" w:rsidRDefault="00DD518C" w:rsidP="009274FD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9F5E27">
              <w:rPr>
                <w:rFonts w:ascii="Arial" w:hAnsi="Arial" w:cs="Arial"/>
                <w:b/>
                <w:szCs w:val="20"/>
              </w:rPr>
              <w:t>Wartość brutto - zł</w:t>
            </w:r>
          </w:p>
          <w:p w14:paraId="75CB88E8" w14:textId="57F16FBB" w:rsidR="00DD518C" w:rsidRPr="009F5E27" w:rsidRDefault="00DD518C" w:rsidP="009274FD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D518C" w:rsidRPr="009F5E27" w14:paraId="73335647" w14:textId="77777777" w:rsidTr="00DD518C">
        <w:trPr>
          <w:trHeight w:val="888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09FF7" w14:textId="77777777" w:rsidR="00DD518C" w:rsidRPr="009F5E27" w:rsidRDefault="00DD518C" w:rsidP="009274FD">
            <w:pPr>
              <w:jc w:val="center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>Kol.1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F89D" w14:textId="77777777" w:rsidR="00517501" w:rsidRDefault="00517501" w:rsidP="009274FD">
            <w:pPr>
              <w:jc w:val="center"/>
              <w:rPr>
                <w:rFonts w:ascii="Arial" w:hAnsi="Arial" w:cs="Arial"/>
                <w:szCs w:val="20"/>
              </w:rPr>
            </w:pPr>
          </w:p>
          <w:p w14:paraId="7EFBDCAD" w14:textId="4122255B" w:rsidR="00DD518C" w:rsidRPr="009F5E27" w:rsidRDefault="00DD518C" w:rsidP="009274FD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Kol. 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B493" w14:textId="40FCA909" w:rsidR="00DD518C" w:rsidRPr="009F5E27" w:rsidRDefault="00DD518C" w:rsidP="009274FD">
            <w:pPr>
              <w:jc w:val="center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>Kol.</w:t>
            </w:r>
            <w:r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502E" w14:textId="2E143CD3" w:rsidR="00DD518C" w:rsidRPr="009F5E27" w:rsidRDefault="00DD518C" w:rsidP="009274FD">
            <w:pPr>
              <w:jc w:val="center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>Kol.</w:t>
            </w:r>
            <w:r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DA64" w14:textId="72B73070" w:rsidR="00DD518C" w:rsidRPr="009F5E27" w:rsidRDefault="00DD518C" w:rsidP="009274FD">
            <w:pPr>
              <w:jc w:val="center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>Kol.</w:t>
            </w:r>
            <w:r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F48A" w14:textId="0960AC6E" w:rsidR="00DD518C" w:rsidRPr="009F5E27" w:rsidRDefault="00DD518C" w:rsidP="009274FD">
            <w:pPr>
              <w:jc w:val="center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>Kol.</w:t>
            </w:r>
            <w:r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10D2D" w14:textId="5B15E807" w:rsidR="00DD518C" w:rsidRPr="009F5E27" w:rsidRDefault="00DD518C" w:rsidP="009274FD">
            <w:pPr>
              <w:jc w:val="center"/>
              <w:rPr>
                <w:rFonts w:ascii="Arial" w:hAnsi="Arial" w:cs="Arial"/>
                <w:szCs w:val="20"/>
              </w:rPr>
            </w:pPr>
            <w:r w:rsidRPr="009F5E27">
              <w:rPr>
                <w:rFonts w:ascii="Arial" w:hAnsi="Arial" w:cs="Arial"/>
                <w:szCs w:val="20"/>
              </w:rPr>
              <w:t>Kol.</w:t>
            </w:r>
            <w:r>
              <w:rPr>
                <w:rFonts w:ascii="Arial" w:hAnsi="Arial" w:cs="Arial"/>
                <w:szCs w:val="20"/>
              </w:rPr>
              <w:t>7</w:t>
            </w:r>
          </w:p>
        </w:tc>
      </w:tr>
      <w:tr w:rsidR="00DD518C" w:rsidRPr="009F5E27" w14:paraId="72C2BB54" w14:textId="77777777" w:rsidTr="00DD518C">
        <w:trPr>
          <w:trHeight w:val="987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1381E751" w14:textId="0827344D" w:rsidR="00DD518C" w:rsidRPr="005662B6" w:rsidRDefault="00896FF6" w:rsidP="00352816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iCs/>
                <w:szCs w:val="20"/>
              </w:rPr>
              <w:t>O</w:t>
            </w:r>
            <w:r w:rsidRPr="00896FF6">
              <w:rPr>
                <w:rFonts w:ascii="Arial" w:hAnsi="Arial" w:cs="Arial"/>
                <w:b/>
                <w:iCs/>
                <w:szCs w:val="20"/>
              </w:rPr>
              <w:t>programowani</w:t>
            </w:r>
            <w:r>
              <w:rPr>
                <w:rFonts w:ascii="Arial" w:hAnsi="Arial" w:cs="Arial"/>
                <w:b/>
                <w:iCs/>
                <w:szCs w:val="20"/>
              </w:rPr>
              <w:t>e</w:t>
            </w:r>
            <w:r w:rsidRPr="00896FF6">
              <w:rPr>
                <w:rFonts w:ascii="Arial" w:hAnsi="Arial" w:cs="Arial"/>
                <w:b/>
                <w:iCs/>
                <w:szCs w:val="20"/>
              </w:rPr>
              <w:t xml:space="preserve"> do inżynierii wstecznej i analizy binarnej na okres 12 miesięcy.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2F82" w14:textId="12968FC9" w:rsidR="00DD518C" w:rsidRPr="00DD518C" w:rsidRDefault="00DD518C" w:rsidP="00DD518C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D518C">
              <w:rPr>
                <w:rFonts w:ascii="Arial" w:hAnsi="Arial" w:cs="Arial"/>
                <w:b/>
                <w:szCs w:val="20"/>
              </w:rPr>
              <w:t>Producent oprogramowania…......</w:t>
            </w:r>
            <w:r>
              <w:rPr>
                <w:rFonts w:ascii="Arial" w:hAnsi="Arial" w:cs="Arial"/>
                <w:b/>
                <w:szCs w:val="20"/>
              </w:rPr>
              <w:t>.............</w:t>
            </w:r>
          </w:p>
          <w:p w14:paraId="09169344" w14:textId="4B746AAD" w:rsidR="00DD518C" w:rsidRDefault="00DD518C" w:rsidP="00DD518C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D518C">
              <w:rPr>
                <w:rFonts w:ascii="Arial" w:hAnsi="Arial" w:cs="Arial"/>
                <w:b/>
                <w:szCs w:val="20"/>
              </w:rPr>
              <w:t>Wersja oprogramowania  …............</w:t>
            </w:r>
            <w:r>
              <w:rPr>
                <w:rFonts w:ascii="Arial" w:hAnsi="Arial" w:cs="Arial"/>
                <w:b/>
                <w:szCs w:val="20"/>
              </w:rPr>
              <w:t>............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DE10" w14:textId="77777777" w:rsidR="008213C9" w:rsidRDefault="008213C9" w:rsidP="008213C9">
            <w:pPr>
              <w:rPr>
                <w:rFonts w:ascii="Arial" w:hAnsi="Arial" w:cs="Arial"/>
                <w:b/>
                <w:szCs w:val="20"/>
              </w:rPr>
            </w:pPr>
          </w:p>
          <w:p w14:paraId="7993DC46" w14:textId="1CDF6493" w:rsidR="00DD518C" w:rsidRPr="009F5E27" w:rsidRDefault="00517501" w:rsidP="00DD518C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5F11" w14:textId="77777777" w:rsidR="00DD518C" w:rsidRPr="009F5E27" w:rsidRDefault="00DD518C" w:rsidP="00207EA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EFE9" w14:textId="77777777" w:rsidR="00DD518C" w:rsidRPr="009F5E27" w:rsidRDefault="00DD518C" w:rsidP="00207EA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843A" w14:textId="42955F3D" w:rsidR="00DD518C" w:rsidRPr="009F5E27" w:rsidRDefault="00517501" w:rsidP="00207EA9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E82F5" w14:textId="77777777" w:rsidR="00DD518C" w:rsidRPr="009F5E27" w:rsidRDefault="00DD518C" w:rsidP="00207EA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14:paraId="48149F27" w14:textId="77777777" w:rsidR="006103C0" w:rsidRPr="009F5E27" w:rsidRDefault="006103C0" w:rsidP="00425757">
      <w:pPr>
        <w:rPr>
          <w:rFonts w:ascii="Arial" w:hAnsi="Arial" w:cs="Arial"/>
          <w:szCs w:val="20"/>
        </w:rPr>
      </w:pPr>
    </w:p>
    <w:p w14:paraId="2435CDCF" w14:textId="77777777" w:rsidR="00517501" w:rsidRPr="00B4313F" w:rsidRDefault="00517501" w:rsidP="00517501">
      <w:pPr>
        <w:numPr>
          <w:ilvl w:val="0"/>
          <w:numId w:val="30"/>
        </w:numPr>
        <w:spacing w:after="0"/>
        <w:rPr>
          <w:rFonts w:ascii="Arial" w:hAnsi="Arial" w:cs="Arial"/>
          <w:color w:val="auto"/>
          <w:szCs w:val="20"/>
        </w:rPr>
      </w:pPr>
      <w:r w:rsidRPr="00B4313F">
        <w:rPr>
          <w:rFonts w:ascii="Arial" w:hAnsi="Arial" w:cs="Arial"/>
          <w:color w:val="auto"/>
          <w:szCs w:val="20"/>
        </w:rPr>
        <w:lastRenderedPageBreak/>
        <w:t>Oświadczamy, że w cenę wliczyliśmy wszelkie koszty niezbędne dla prawidłowego i pełnego wykonania zamówienia oraz wszelkie opłaty i podatki wynikające z obowiązujących przepisów.</w:t>
      </w:r>
    </w:p>
    <w:p w14:paraId="3F253BF1" w14:textId="77777777" w:rsidR="00517501" w:rsidRPr="00B4313F" w:rsidRDefault="00517501" w:rsidP="00517501">
      <w:pPr>
        <w:numPr>
          <w:ilvl w:val="0"/>
          <w:numId w:val="30"/>
        </w:numPr>
        <w:spacing w:after="0"/>
        <w:rPr>
          <w:rFonts w:ascii="Arial" w:hAnsi="Arial" w:cs="Arial"/>
          <w:color w:val="auto"/>
          <w:szCs w:val="20"/>
        </w:rPr>
      </w:pPr>
      <w:r w:rsidRPr="00B4313F">
        <w:rPr>
          <w:rFonts w:ascii="Arial" w:hAnsi="Arial" w:cs="Arial"/>
          <w:color w:val="auto"/>
          <w:szCs w:val="20"/>
        </w:rPr>
        <w:t>Oświadczamy, że wykonamy niniejsze zamówienie w terminie określonym w Zaproszeniu.</w:t>
      </w:r>
    </w:p>
    <w:p w14:paraId="127959CE" w14:textId="77777777" w:rsidR="00517501" w:rsidRDefault="00517501" w:rsidP="00517501">
      <w:pPr>
        <w:numPr>
          <w:ilvl w:val="0"/>
          <w:numId w:val="30"/>
        </w:numPr>
        <w:spacing w:after="0"/>
        <w:rPr>
          <w:rFonts w:ascii="Arial" w:hAnsi="Arial" w:cs="Arial"/>
          <w:color w:val="auto"/>
          <w:szCs w:val="20"/>
        </w:rPr>
      </w:pPr>
      <w:r w:rsidRPr="00B4313F">
        <w:rPr>
          <w:rFonts w:ascii="Arial" w:hAnsi="Arial" w:cs="Arial"/>
          <w:color w:val="auto"/>
          <w:szCs w:val="20"/>
        </w:rPr>
        <w:t xml:space="preserve">Oświadczamy, że jesteśmy związani ofert w terminie określonym w Zaproszeniu. </w:t>
      </w:r>
    </w:p>
    <w:p w14:paraId="5476F1BA" w14:textId="77777777" w:rsidR="00517501" w:rsidRPr="009D47A5" w:rsidRDefault="00517501" w:rsidP="00517501">
      <w:pPr>
        <w:numPr>
          <w:ilvl w:val="0"/>
          <w:numId w:val="30"/>
        </w:numPr>
        <w:spacing w:line="276" w:lineRule="auto"/>
        <w:rPr>
          <w:rFonts w:ascii="Arial" w:hAnsi="Arial" w:cs="Arial"/>
          <w:color w:val="212E3B"/>
        </w:rPr>
      </w:pPr>
      <w:r w:rsidRPr="009D47A5">
        <w:rPr>
          <w:rFonts w:ascii="Arial" w:hAnsi="Arial" w:cs="Arial"/>
          <w:color w:val="212E3B"/>
        </w:rPr>
        <w:t>Oświadczamy, że wykonanie następujących części zamówienia zamierzamy powierzyć podwykonawcom /wypełnić jeśli dotyczy/:</w:t>
      </w:r>
    </w:p>
    <w:tbl>
      <w:tblPr>
        <w:tblW w:w="948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2649"/>
        <w:gridCol w:w="1952"/>
        <w:gridCol w:w="4880"/>
      </w:tblGrid>
      <w:tr w:rsidR="00517501" w:rsidRPr="009D47A5" w14:paraId="39380DEF" w14:textId="77777777" w:rsidTr="00254763">
        <w:trPr>
          <w:trHeight w:val="966"/>
        </w:trPr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9DC" w:themeFill="text2" w:themeFillTint="40"/>
            <w:hideMark/>
          </w:tcPr>
          <w:p w14:paraId="722447C1" w14:textId="77777777" w:rsidR="00517501" w:rsidRPr="00070991" w:rsidRDefault="00517501" w:rsidP="00254763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</w:rPr>
            </w:pPr>
            <w:r w:rsidRPr="00070991">
              <w:rPr>
                <w:rFonts w:ascii="Arial" w:hAnsi="Arial" w:cs="Arial"/>
                <w:b/>
                <w:color w:val="auto"/>
              </w:rPr>
              <w:t>Nazwa podwykonawcy</w:t>
            </w:r>
          </w:p>
          <w:p w14:paraId="74E1B97C" w14:textId="77777777" w:rsidR="00517501" w:rsidRPr="00070991" w:rsidRDefault="00517501" w:rsidP="00254763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auto"/>
              </w:rPr>
            </w:pPr>
            <w:r w:rsidRPr="00070991">
              <w:rPr>
                <w:rFonts w:ascii="Arial" w:hAnsi="Arial" w:cs="Arial"/>
                <w:b/>
                <w:i/>
                <w:color w:val="auto"/>
              </w:rPr>
              <w:t>(o ile są znani)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9DC" w:themeFill="text2" w:themeFillTint="40"/>
            <w:hideMark/>
          </w:tcPr>
          <w:p w14:paraId="1295CC5A" w14:textId="77777777" w:rsidR="00517501" w:rsidRPr="00070991" w:rsidRDefault="00517501" w:rsidP="00254763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</w:rPr>
            </w:pPr>
            <w:r w:rsidRPr="00070991">
              <w:rPr>
                <w:rFonts w:ascii="Arial" w:hAnsi="Arial" w:cs="Arial"/>
                <w:b/>
                <w:color w:val="auto"/>
              </w:rPr>
              <w:t>Adres  podwykonawcy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9DC" w:themeFill="text2" w:themeFillTint="40"/>
            <w:hideMark/>
          </w:tcPr>
          <w:p w14:paraId="17CD4761" w14:textId="77777777" w:rsidR="00517501" w:rsidRPr="00070991" w:rsidRDefault="00517501" w:rsidP="00254763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</w:rPr>
            </w:pPr>
            <w:r w:rsidRPr="00070991">
              <w:rPr>
                <w:rFonts w:ascii="Arial" w:hAnsi="Arial" w:cs="Arial"/>
                <w:b/>
                <w:color w:val="auto"/>
              </w:rPr>
              <w:t>Części zamówienia, które Wykonawca zamierza powierzyć podwykonawcy</w:t>
            </w:r>
          </w:p>
        </w:tc>
      </w:tr>
      <w:tr w:rsidR="00517501" w:rsidRPr="009D47A5" w14:paraId="02B30FBB" w14:textId="77777777" w:rsidTr="00254763">
        <w:trPr>
          <w:trHeight w:val="636"/>
        </w:trPr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5E6B" w14:textId="77777777" w:rsidR="00517501" w:rsidRPr="009D47A5" w:rsidRDefault="00517501" w:rsidP="00254763">
            <w:pPr>
              <w:spacing w:line="276" w:lineRule="auto"/>
              <w:rPr>
                <w:rFonts w:ascii="Arial" w:hAnsi="Arial" w:cs="Arial"/>
                <w:color w:val="212E3B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0B7C" w14:textId="77777777" w:rsidR="00517501" w:rsidRPr="009D47A5" w:rsidRDefault="00517501" w:rsidP="00254763">
            <w:pPr>
              <w:spacing w:line="276" w:lineRule="auto"/>
              <w:rPr>
                <w:rFonts w:ascii="Arial" w:hAnsi="Arial" w:cs="Arial"/>
                <w:color w:val="212E3B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F5B01" w14:textId="77777777" w:rsidR="00517501" w:rsidRPr="009D47A5" w:rsidRDefault="00517501" w:rsidP="00254763">
            <w:pPr>
              <w:spacing w:line="276" w:lineRule="auto"/>
              <w:rPr>
                <w:rFonts w:ascii="Arial" w:hAnsi="Arial" w:cs="Arial"/>
                <w:color w:val="212E3B"/>
              </w:rPr>
            </w:pPr>
          </w:p>
        </w:tc>
      </w:tr>
    </w:tbl>
    <w:p w14:paraId="2A6F2EA9" w14:textId="77777777" w:rsidR="00517501" w:rsidRPr="00B4313F" w:rsidRDefault="00517501" w:rsidP="00517501">
      <w:pPr>
        <w:spacing w:after="0"/>
        <w:rPr>
          <w:rFonts w:ascii="Arial" w:hAnsi="Arial" w:cs="Arial"/>
          <w:color w:val="auto"/>
          <w:szCs w:val="20"/>
        </w:rPr>
      </w:pPr>
    </w:p>
    <w:p w14:paraId="065DC5F1" w14:textId="77777777" w:rsidR="00517501" w:rsidRPr="00B4313F" w:rsidRDefault="00517501" w:rsidP="00517501">
      <w:pPr>
        <w:numPr>
          <w:ilvl w:val="0"/>
          <w:numId w:val="30"/>
        </w:numPr>
        <w:spacing w:after="0"/>
        <w:rPr>
          <w:rFonts w:ascii="Arial" w:hAnsi="Arial" w:cs="Arial"/>
          <w:color w:val="auto"/>
          <w:szCs w:val="20"/>
        </w:rPr>
      </w:pPr>
      <w:bookmarkStart w:id="0" w:name="_Hlk511112631"/>
      <w:bookmarkStart w:id="1" w:name="_Hlk517814327"/>
      <w:r w:rsidRPr="00B4313F">
        <w:rPr>
          <w:rFonts w:ascii="Arial" w:hAnsi="Arial" w:cs="Arial"/>
          <w:color w:val="auto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⃰</w:t>
      </w:r>
    </w:p>
    <w:p w14:paraId="567F7009" w14:textId="77777777" w:rsidR="00517501" w:rsidRPr="00B4313F" w:rsidRDefault="00517501" w:rsidP="00517501">
      <w:pPr>
        <w:spacing w:after="0"/>
        <w:rPr>
          <w:rFonts w:ascii="Arial" w:hAnsi="Arial" w:cs="Arial"/>
          <w:i/>
          <w:iCs/>
          <w:color w:val="auto"/>
          <w:szCs w:val="20"/>
        </w:rPr>
      </w:pPr>
      <w:r w:rsidRPr="00B4313F">
        <w:rPr>
          <w:rFonts w:ascii="Arial" w:hAnsi="Arial" w:cs="Arial"/>
          <w:i/>
          <w:iCs/>
          <w:color w:val="auto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71FA0007" w14:textId="77777777" w:rsidR="00517501" w:rsidRPr="00B4313F" w:rsidRDefault="00517501" w:rsidP="00517501">
      <w:pPr>
        <w:numPr>
          <w:ilvl w:val="0"/>
          <w:numId w:val="30"/>
        </w:numPr>
        <w:spacing w:after="0"/>
        <w:rPr>
          <w:rFonts w:ascii="Arial" w:hAnsi="Arial" w:cs="Arial"/>
          <w:color w:val="auto"/>
          <w:szCs w:val="20"/>
        </w:rPr>
      </w:pPr>
      <w:r w:rsidRPr="00B4313F">
        <w:rPr>
          <w:rFonts w:ascii="Arial" w:hAnsi="Arial" w:cs="Arial"/>
          <w:color w:val="auto"/>
          <w:szCs w:val="20"/>
        </w:rPr>
        <w:t>Oświadczamy, że nie podlegamy wykluczeniu na podstawie art. 7 ust 1 ustawy z dnia 13 kwietnia 2022 r. o szczególnych rozwiązaniach w zakresie przeciwdziałania wspieraniu agresji na Ukrainę oraz służących ochronie bezpieczeństwa narodowego (Dz. U. poz. 835)</w:t>
      </w:r>
      <w:r w:rsidRPr="00B4313F">
        <w:rPr>
          <w:rFonts w:ascii="Arial" w:hAnsi="Arial" w:cs="Arial"/>
          <w:color w:val="auto"/>
          <w:szCs w:val="20"/>
          <w:vertAlign w:val="superscript"/>
        </w:rPr>
        <w:footnoteReference w:id="1"/>
      </w:r>
      <w:r w:rsidRPr="00B4313F">
        <w:rPr>
          <w:rFonts w:ascii="Arial" w:hAnsi="Arial" w:cs="Arial"/>
          <w:color w:val="auto"/>
          <w:szCs w:val="20"/>
        </w:rPr>
        <w:t xml:space="preserve">. </w:t>
      </w:r>
    </w:p>
    <w:p w14:paraId="1EE008ED" w14:textId="77777777" w:rsidR="00517501" w:rsidRPr="00B4313F" w:rsidRDefault="00517501" w:rsidP="00517501">
      <w:pPr>
        <w:spacing w:after="0"/>
        <w:rPr>
          <w:rFonts w:ascii="Arial" w:hAnsi="Arial" w:cs="Arial"/>
          <w:color w:val="auto"/>
          <w:szCs w:val="20"/>
        </w:rPr>
      </w:pPr>
      <w:r w:rsidRPr="00B4313F">
        <w:rPr>
          <w:rFonts w:ascii="Arial" w:hAnsi="Arial" w:cs="Arial"/>
          <w:color w:val="auto"/>
          <w:szCs w:val="20"/>
        </w:rPr>
        <w:t>Oświadczamy, że powyżej podane informacje są aktualne i zgodne z prawdą oraz zostały przedstawione z pełną świadomością konsekwencji wprowadzenia Zamawiającego w błąd przy przedstawianiu informacji.</w:t>
      </w:r>
    </w:p>
    <w:p w14:paraId="13C333A8" w14:textId="77777777" w:rsidR="00517501" w:rsidRPr="00B4313F" w:rsidRDefault="00517501" w:rsidP="00517501">
      <w:pPr>
        <w:spacing w:after="0"/>
        <w:rPr>
          <w:rFonts w:ascii="Arial" w:hAnsi="Arial" w:cs="Arial"/>
          <w:color w:val="auto"/>
          <w:szCs w:val="20"/>
        </w:rPr>
      </w:pPr>
      <w:r w:rsidRPr="00B4313F">
        <w:rPr>
          <w:rFonts w:ascii="Arial" w:hAnsi="Arial" w:cs="Arial"/>
          <w:color w:val="auto"/>
          <w:szCs w:val="20"/>
        </w:rPr>
        <w:t>Jednocześnie zobowiązujemy się do poinformowania Zamawiającego</w:t>
      </w:r>
      <w:bookmarkEnd w:id="0"/>
      <w:bookmarkEnd w:id="1"/>
      <w:r w:rsidRPr="00B4313F">
        <w:rPr>
          <w:rFonts w:ascii="Arial" w:hAnsi="Arial" w:cs="Arial"/>
          <w:color w:val="auto"/>
          <w:szCs w:val="20"/>
        </w:rPr>
        <w:t xml:space="preserve"> na każdy etapie realizacji o aktualizacji ww. oświadczenia w przypadku wszelkich zmian w tym zakresie – w sytuacji gdy zostanie mi udzielone niniejsze zamówienie.  </w:t>
      </w:r>
    </w:p>
    <w:p w14:paraId="42A1796A" w14:textId="77777777" w:rsidR="00517501" w:rsidRPr="00066779" w:rsidRDefault="00517501" w:rsidP="00517501">
      <w:pPr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47E231ED" w14:textId="47BBB8FD" w:rsidR="00E959FC" w:rsidRPr="009F5E27" w:rsidRDefault="00517501" w:rsidP="00517501">
      <w:pPr>
        <w:rPr>
          <w:rFonts w:ascii="Arial" w:hAnsi="Arial" w:cs="Arial"/>
          <w:szCs w:val="20"/>
        </w:rPr>
      </w:pPr>
      <w:r w:rsidRPr="00066779">
        <w:rPr>
          <w:rFonts w:ascii="Arial" w:hAnsi="Arial" w:cs="Arial"/>
          <w:b/>
          <w:bCs/>
          <w:color w:val="FF0000"/>
          <w:sz w:val="16"/>
          <w:szCs w:val="16"/>
        </w:rPr>
        <w:t xml:space="preserve">Uwaga! </w:t>
      </w:r>
      <w:r w:rsidRPr="00066779">
        <w:rPr>
          <w:rFonts w:ascii="Arial" w:hAnsi="Arial" w:cs="Arial"/>
          <w:b/>
          <w:i/>
          <w:iCs/>
          <w:color w:val="FF0000"/>
          <w:sz w:val="16"/>
          <w:szCs w:val="16"/>
        </w:rPr>
        <w:t>Ofertę wykonawca sporządza przy użyciu środków komunikacji elektronicznej tj. w postaci elektronicznej i opatrzonej kwalifikowanym podpisem elektronicznym, podpisem zaufanym lub podpisem osobistym</w:t>
      </w:r>
      <w:r w:rsidR="002E507A" w:rsidRPr="009F5E27">
        <w:rPr>
          <w:rFonts w:ascii="Arial" w:hAnsi="Arial" w:cs="Arial"/>
          <w:szCs w:val="20"/>
        </w:rPr>
        <w:br w:type="page"/>
      </w:r>
    </w:p>
    <w:p w14:paraId="7D73F753" w14:textId="77777777" w:rsidR="00EA4CA1" w:rsidRPr="009F5E27" w:rsidRDefault="00EA4CA1" w:rsidP="002E507A">
      <w:pPr>
        <w:jc w:val="right"/>
        <w:rPr>
          <w:rFonts w:ascii="Arial" w:hAnsi="Arial" w:cs="Arial"/>
          <w:b/>
          <w:szCs w:val="20"/>
        </w:rPr>
      </w:pPr>
    </w:p>
    <w:p w14:paraId="1B709FB2" w14:textId="77777777" w:rsidR="001C4C5C" w:rsidRPr="009F5E27" w:rsidRDefault="001C4C5C" w:rsidP="00353007">
      <w:pPr>
        <w:jc w:val="right"/>
        <w:rPr>
          <w:rFonts w:ascii="Arial" w:hAnsi="Arial" w:cs="Arial"/>
          <w:b/>
          <w:szCs w:val="20"/>
        </w:rPr>
      </w:pPr>
      <w:r w:rsidRPr="009F5E27">
        <w:rPr>
          <w:rFonts w:ascii="Arial" w:hAnsi="Arial" w:cs="Arial"/>
          <w:b/>
          <w:szCs w:val="20"/>
        </w:rPr>
        <w:t>Załącznik nr 3 do Zaproszenia</w:t>
      </w:r>
    </w:p>
    <w:p w14:paraId="4AAB3FC3" w14:textId="77777777" w:rsidR="001C4C5C" w:rsidRPr="009F5E27" w:rsidRDefault="001C4C5C" w:rsidP="00E45E77">
      <w:pPr>
        <w:jc w:val="left"/>
        <w:rPr>
          <w:rFonts w:ascii="Arial" w:hAnsi="Arial" w:cs="Arial"/>
          <w:b/>
          <w:szCs w:val="20"/>
        </w:rPr>
      </w:pPr>
    </w:p>
    <w:p w14:paraId="26B9FC59" w14:textId="77777777" w:rsidR="001C4C5C" w:rsidRPr="009F5E27" w:rsidRDefault="001C4C5C" w:rsidP="00517501">
      <w:pPr>
        <w:ind w:right="1128"/>
        <w:jc w:val="left"/>
        <w:rPr>
          <w:rFonts w:ascii="Arial" w:hAnsi="Arial" w:cs="Arial"/>
          <w:b/>
          <w:bCs/>
          <w:szCs w:val="20"/>
        </w:rPr>
      </w:pPr>
      <w:r w:rsidRPr="009F5E27">
        <w:rPr>
          <w:rFonts w:ascii="Arial" w:hAnsi="Arial" w:cs="Arial"/>
          <w:b/>
          <w:bCs/>
          <w:szCs w:val="20"/>
        </w:rPr>
        <w:t>ZAMAWIAJĄCY:</w:t>
      </w:r>
    </w:p>
    <w:p w14:paraId="4812BA5F" w14:textId="77777777" w:rsidR="001C4C5C" w:rsidRPr="009F5E27" w:rsidRDefault="001C4C5C" w:rsidP="00517501">
      <w:pPr>
        <w:ind w:right="1128"/>
        <w:jc w:val="left"/>
        <w:rPr>
          <w:rFonts w:ascii="Arial" w:hAnsi="Arial" w:cs="Arial"/>
          <w:b/>
          <w:bCs/>
          <w:szCs w:val="20"/>
        </w:rPr>
      </w:pPr>
      <w:r w:rsidRPr="009F5E27">
        <w:rPr>
          <w:rFonts w:ascii="Arial" w:hAnsi="Arial" w:cs="Arial"/>
          <w:b/>
          <w:bCs/>
          <w:szCs w:val="20"/>
        </w:rPr>
        <w:t>NASK-PIB</w:t>
      </w:r>
    </w:p>
    <w:p w14:paraId="1184B8C3" w14:textId="77777777" w:rsidR="001C4C5C" w:rsidRPr="009F5E27" w:rsidRDefault="001C4C5C" w:rsidP="00517501">
      <w:pPr>
        <w:ind w:right="1128"/>
        <w:jc w:val="left"/>
        <w:rPr>
          <w:rFonts w:ascii="Arial" w:hAnsi="Arial" w:cs="Arial"/>
          <w:b/>
          <w:bCs/>
          <w:szCs w:val="20"/>
        </w:rPr>
      </w:pPr>
      <w:r w:rsidRPr="009F5E27">
        <w:rPr>
          <w:rFonts w:ascii="Arial" w:hAnsi="Arial" w:cs="Arial"/>
          <w:b/>
          <w:bCs/>
          <w:szCs w:val="20"/>
        </w:rPr>
        <w:t>ul. Kolska 12,</w:t>
      </w:r>
    </w:p>
    <w:p w14:paraId="2BB0DA0C" w14:textId="77777777" w:rsidR="001C4C5C" w:rsidRPr="009F5E27" w:rsidRDefault="001C4C5C" w:rsidP="00517501">
      <w:pPr>
        <w:ind w:right="1128"/>
        <w:jc w:val="left"/>
        <w:rPr>
          <w:rFonts w:ascii="Arial" w:hAnsi="Arial" w:cs="Arial"/>
          <w:b/>
          <w:bCs/>
          <w:szCs w:val="20"/>
        </w:rPr>
      </w:pPr>
      <w:r w:rsidRPr="009F5E27">
        <w:rPr>
          <w:rFonts w:ascii="Arial" w:hAnsi="Arial" w:cs="Arial"/>
          <w:b/>
          <w:bCs/>
          <w:szCs w:val="20"/>
        </w:rPr>
        <w:t>01-045 Warszawa</w:t>
      </w:r>
    </w:p>
    <w:p w14:paraId="3AA9C398" w14:textId="77777777" w:rsidR="001C4C5C" w:rsidRPr="009F5E27" w:rsidRDefault="001C4C5C" w:rsidP="001C4C5C">
      <w:pPr>
        <w:jc w:val="right"/>
        <w:rPr>
          <w:rFonts w:ascii="Arial" w:hAnsi="Arial" w:cs="Arial"/>
          <w:b/>
          <w:szCs w:val="20"/>
        </w:rPr>
      </w:pPr>
    </w:p>
    <w:p w14:paraId="24DA0892" w14:textId="77777777" w:rsidR="003504D4" w:rsidRPr="003504D4" w:rsidRDefault="003504D4" w:rsidP="003504D4">
      <w:pPr>
        <w:jc w:val="left"/>
        <w:rPr>
          <w:rFonts w:ascii="Arial" w:hAnsi="Arial" w:cs="Arial"/>
          <w:bCs/>
          <w:iCs/>
          <w:szCs w:val="20"/>
        </w:rPr>
      </w:pPr>
      <w:r w:rsidRPr="009F5E27">
        <w:rPr>
          <w:rFonts w:ascii="Arial" w:hAnsi="Arial" w:cs="Arial"/>
          <w:szCs w:val="20"/>
        </w:rPr>
        <w:t xml:space="preserve">dot. </w:t>
      </w:r>
      <w:r w:rsidRPr="003504D4">
        <w:rPr>
          <w:rFonts w:ascii="Arial" w:hAnsi="Arial" w:cs="Arial"/>
          <w:b/>
          <w:iCs/>
          <w:szCs w:val="20"/>
        </w:rPr>
        <w:t>Zakup oprogramowania do inżynierii wstecznej</w:t>
      </w:r>
    </w:p>
    <w:p w14:paraId="1BF1931D" w14:textId="5B87A14E" w:rsidR="001067E2" w:rsidRPr="00517501" w:rsidRDefault="003504D4" w:rsidP="003504D4">
      <w:pPr>
        <w:jc w:val="left"/>
        <w:rPr>
          <w:rFonts w:ascii="Arial" w:hAnsi="Arial" w:cs="Arial"/>
          <w:bCs/>
          <w:iCs/>
          <w:szCs w:val="20"/>
        </w:rPr>
      </w:pPr>
      <w:r w:rsidRPr="00EA07F8">
        <w:rPr>
          <w:rFonts w:ascii="Arial" w:hAnsi="Arial" w:cs="Arial"/>
          <w:bCs/>
          <w:iCs/>
          <w:szCs w:val="20"/>
        </w:rPr>
        <w:t>znak postępowania</w:t>
      </w:r>
      <w:r>
        <w:rPr>
          <w:rFonts w:ascii="Arial" w:hAnsi="Arial" w:cs="Arial"/>
          <w:bCs/>
          <w:iCs/>
          <w:szCs w:val="20"/>
        </w:rPr>
        <w:t xml:space="preserve">: </w:t>
      </w:r>
      <w:r w:rsidRPr="003504D4">
        <w:rPr>
          <w:rFonts w:ascii="Arial" w:hAnsi="Arial" w:cs="Arial"/>
          <w:b/>
          <w:iCs/>
          <w:szCs w:val="20"/>
        </w:rPr>
        <w:t>ZWiDIT.2621.84.2025.691.KZM[CYBERBEAM</w:t>
      </w:r>
      <w:r w:rsidR="00517501" w:rsidRPr="00517501">
        <w:rPr>
          <w:rFonts w:ascii="Arial" w:hAnsi="Arial" w:cs="Arial"/>
          <w:b/>
          <w:iCs/>
          <w:szCs w:val="20"/>
        </w:rPr>
        <w:t xml:space="preserve">]  </w:t>
      </w:r>
    </w:p>
    <w:p w14:paraId="45FE15C0" w14:textId="77777777" w:rsidR="00517501" w:rsidRPr="009F5E27" w:rsidRDefault="00517501" w:rsidP="00517501">
      <w:pPr>
        <w:jc w:val="center"/>
        <w:rPr>
          <w:rFonts w:ascii="Arial" w:hAnsi="Arial" w:cs="Arial"/>
          <w:b/>
          <w:szCs w:val="20"/>
        </w:rPr>
      </w:pPr>
      <w:r w:rsidRPr="009F5E27">
        <w:rPr>
          <w:rFonts w:ascii="Arial" w:hAnsi="Arial" w:cs="Arial"/>
          <w:b/>
          <w:szCs w:val="20"/>
        </w:rPr>
        <w:t>OŚWIADCZENIA WYKONAWCY</w:t>
      </w:r>
    </w:p>
    <w:p w14:paraId="3F954C34" w14:textId="77777777" w:rsidR="00517501" w:rsidRPr="009F5E27" w:rsidRDefault="00517501" w:rsidP="00517501">
      <w:pPr>
        <w:jc w:val="center"/>
        <w:rPr>
          <w:rFonts w:ascii="Arial" w:hAnsi="Arial" w:cs="Arial"/>
          <w:b/>
          <w:szCs w:val="20"/>
        </w:rPr>
      </w:pPr>
      <w:r w:rsidRPr="009F5E27">
        <w:rPr>
          <w:rFonts w:ascii="Arial" w:hAnsi="Arial" w:cs="Arial"/>
          <w:b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5D993E7B" w14:textId="77777777" w:rsidR="00517501" w:rsidRPr="009F5E27" w:rsidRDefault="00517501" w:rsidP="00517501">
      <w:pPr>
        <w:rPr>
          <w:rFonts w:ascii="Arial" w:hAnsi="Arial" w:cs="Arial"/>
          <w:b/>
          <w:szCs w:val="20"/>
        </w:rPr>
      </w:pPr>
      <w:r w:rsidRPr="009F5E27">
        <w:rPr>
          <w:rFonts w:ascii="Arial" w:hAnsi="Arial" w:cs="Arial"/>
          <w:b/>
          <w:szCs w:val="20"/>
        </w:rPr>
        <w:t>WYKONAWCA:</w:t>
      </w:r>
    </w:p>
    <w:tbl>
      <w:tblPr>
        <w:tblW w:w="9062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350"/>
        <w:gridCol w:w="2282"/>
        <w:gridCol w:w="2430"/>
      </w:tblGrid>
      <w:tr w:rsidR="00517501" w:rsidRPr="009F5E27" w14:paraId="69842772" w14:textId="77777777" w:rsidTr="00254763">
        <w:trPr>
          <w:trHeight w:val="223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hideMark/>
          </w:tcPr>
          <w:p w14:paraId="5AFEDB7C" w14:textId="77777777" w:rsidR="00517501" w:rsidRPr="005A4E2F" w:rsidRDefault="00517501" w:rsidP="00254763">
            <w:pPr>
              <w:rPr>
                <w:rFonts w:ascii="Arial" w:hAnsi="Arial" w:cs="Arial"/>
                <w:b/>
                <w:szCs w:val="20"/>
              </w:rPr>
            </w:pPr>
            <w:r w:rsidRPr="005A4E2F">
              <w:rPr>
                <w:rFonts w:ascii="Arial" w:hAnsi="Arial" w:cs="Arial"/>
                <w:b/>
                <w:szCs w:val="20"/>
              </w:rPr>
              <w:t xml:space="preserve">Nazwa(y) Wykonawcy(ów)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hideMark/>
          </w:tcPr>
          <w:p w14:paraId="7E3705FA" w14:textId="77777777" w:rsidR="00517501" w:rsidRPr="005A4E2F" w:rsidRDefault="00517501" w:rsidP="00254763">
            <w:pPr>
              <w:rPr>
                <w:rFonts w:ascii="Arial" w:hAnsi="Arial" w:cs="Arial"/>
                <w:b/>
                <w:szCs w:val="20"/>
              </w:rPr>
            </w:pPr>
            <w:r w:rsidRPr="005A4E2F">
              <w:rPr>
                <w:rFonts w:ascii="Arial" w:hAnsi="Arial" w:cs="Arial"/>
                <w:b/>
                <w:szCs w:val="20"/>
              </w:rPr>
              <w:t xml:space="preserve">Adres(y) Wykonawcy(ów)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</w:tcPr>
          <w:p w14:paraId="1FED312C" w14:textId="77777777" w:rsidR="00517501" w:rsidRPr="005A4E2F" w:rsidRDefault="00517501" w:rsidP="00254763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5A4E2F">
              <w:rPr>
                <w:rFonts w:ascii="Arial" w:hAnsi="Arial" w:cs="Arial"/>
                <w:b/>
                <w:szCs w:val="20"/>
              </w:rPr>
              <w:t>Numer NIP Wykonawcy(ów)</w:t>
            </w:r>
          </w:p>
        </w:tc>
      </w:tr>
      <w:tr w:rsidR="00517501" w:rsidRPr="009F5E27" w14:paraId="34B58789" w14:textId="77777777" w:rsidTr="00254763">
        <w:trPr>
          <w:trHeight w:val="242"/>
        </w:trPr>
        <w:tc>
          <w:tcPr>
            <w:tcW w:w="4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A1EAD" w14:textId="77777777" w:rsidR="00517501" w:rsidRPr="009F5E27" w:rsidRDefault="00517501" w:rsidP="00254763">
            <w:pPr>
              <w:rPr>
                <w:rFonts w:ascii="Arial" w:hAnsi="Arial" w:cs="Arial"/>
                <w:bCs/>
                <w:szCs w:val="20"/>
              </w:rPr>
            </w:pPr>
            <w:r w:rsidRPr="009F5E27">
              <w:rPr>
                <w:rFonts w:ascii="Arial" w:hAnsi="Arial" w:cs="Arial"/>
                <w:bCs/>
                <w:szCs w:val="20"/>
              </w:rPr>
              <w:t xml:space="preserve">  </w:t>
            </w:r>
          </w:p>
          <w:p w14:paraId="69A799A7" w14:textId="77777777" w:rsidR="00517501" w:rsidRPr="009F5E27" w:rsidRDefault="00517501" w:rsidP="00254763">
            <w:pPr>
              <w:rPr>
                <w:rFonts w:ascii="Arial" w:hAnsi="Arial" w:cs="Arial"/>
                <w:bCs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E8E75" w14:textId="77777777" w:rsidR="00517501" w:rsidRPr="009F5E27" w:rsidRDefault="00517501" w:rsidP="00254763">
            <w:pPr>
              <w:rPr>
                <w:rFonts w:ascii="Arial" w:hAnsi="Arial" w:cs="Arial"/>
                <w:bCs/>
                <w:szCs w:val="20"/>
              </w:rPr>
            </w:pPr>
            <w:r w:rsidRPr="009F5E27">
              <w:rPr>
                <w:rFonts w:ascii="Arial" w:hAnsi="Arial" w:cs="Arial"/>
                <w:bCs/>
                <w:szCs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02D5" w14:textId="77777777" w:rsidR="00517501" w:rsidRPr="009F5E27" w:rsidRDefault="00517501" w:rsidP="00254763">
            <w:pPr>
              <w:rPr>
                <w:rFonts w:ascii="Arial" w:hAnsi="Arial" w:cs="Arial"/>
                <w:bCs/>
                <w:szCs w:val="20"/>
              </w:rPr>
            </w:pPr>
          </w:p>
        </w:tc>
      </w:tr>
    </w:tbl>
    <w:p w14:paraId="331D6AD0" w14:textId="77777777" w:rsidR="00517501" w:rsidRPr="009F5E27" w:rsidRDefault="00517501" w:rsidP="00517501">
      <w:pPr>
        <w:rPr>
          <w:rFonts w:ascii="Arial" w:hAnsi="Arial" w:cs="Arial"/>
          <w:b/>
          <w:bCs/>
          <w:szCs w:val="20"/>
        </w:rPr>
      </w:pPr>
      <w:r w:rsidRPr="009F5E27">
        <w:rPr>
          <w:rFonts w:ascii="Arial" w:hAnsi="Arial" w:cs="Arial"/>
          <w:szCs w:val="20"/>
        </w:rPr>
        <w:t>Na potrzeby przedmiotowego postępowania prowadzonego przez Naukową i Akademicką Sieć Komputerową – Państwowy Instytut Badawczy (NASK PIB)</w:t>
      </w:r>
      <w:r w:rsidRPr="009F5E27">
        <w:rPr>
          <w:rFonts w:ascii="Arial" w:hAnsi="Arial" w:cs="Arial"/>
          <w:i/>
          <w:szCs w:val="20"/>
        </w:rPr>
        <w:t xml:space="preserve">, </w:t>
      </w:r>
      <w:r w:rsidRPr="009F5E27">
        <w:rPr>
          <w:rFonts w:ascii="Arial" w:hAnsi="Arial" w:cs="Arial"/>
          <w:szCs w:val="20"/>
        </w:rPr>
        <w:t>oświadczam, co następuje:</w:t>
      </w:r>
    </w:p>
    <w:p w14:paraId="6EE811FB" w14:textId="4B905A54" w:rsidR="00517501" w:rsidRPr="00517501" w:rsidRDefault="00517501" w:rsidP="00517501">
      <w:pPr>
        <w:rPr>
          <w:rFonts w:ascii="Arial" w:hAnsi="Arial" w:cs="Arial"/>
          <w:b/>
          <w:szCs w:val="20"/>
        </w:rPr>
      </w:pPr>
      <w:r w:rsidRPr="009F5E27">
        <w:rPr>
          <w:rFonts w:ascii="Arial" w:hAnsi="Arial" w:cs="Arial"/>
          <w:b/>
          <w:szCs w:val="20"/>
        </w:rPr>
        <w:t>OŚWIADCZENIA DOTYCZĄCE PODSTAW WYKLUCZENIA:</w:t>
      </w:r>
      <w:r>
        <w:rPr>
          <w:rFonts w:ascii="Arial" w:hAnsi="Arial" w:cs="Arial"/>
          <w:b/>
          <w:szCs w:val="20"/>
        </w:rPr>
        <w:t xml:space="preserve"> </w:t>
      </w:r>
      <w:r w:rsidRPr="009F5E27">
        <w:rPr>
          <w:rFonts w:ascii="Arial" w:hAnsi="Arial" w:cs="Arial"/>
          <w:szCs w:val="20"/>
        </w:rPr>
        <w:t>Oświadczam, że nie zachodzą w stosunku do mnie przesłanki wykluczenia z postępowania na podstawie art. 7 ust. 1 ustawy z dnia 13 kwietnia 2022 r. o szczególnych rozwiązaniach w zakresie przeciwdziałania wspieraniu agresji na Ukrainę oraz służących ochronie bezpieczeństwa narodowego (Dz. U. poz. 835)</w:t>
      </w:r>
      <w:r w:rsidRPr="009F5E27">
        <w:rPr>
          <w:rFonts w:ascii="Arial" w:hAnsi="Arial" w:cs="Arial"/>
          <w:szCs w:val="20"/>
          <w:vertAlign w:val="superscript"/>
        </w:rPr>
        <w:footnoteReference w:id="2"/>
      </w:r>
      <w:r w:rsidRPr="009F5E27">
        <w:rPr>
          <w:rFonts w:ascii="Arial" w:hAnsi="Arial" w:cs="Arial"/>
          <w:szCs w:val="20"/>
        </w:rPr>
        <w:t xml:space="preserve">. </w:t>
      </w:r>
    </w:p>
    <w:p w14:paraId="14788D34" w14:textId="7BE61F47" w:rsidR="00517501" w:rsidRPr="00517501" w:rsidRDefault="00517501" w:rsidP="00517501">
      <w:pPr>
        <w:rPr>
          <w:rFonts w:ascii="Arial" w:hAnsi="Arial" w:cs="Arial"/>
          <w:b/>
          <w:szCs w:val="20"/>
        </w:rPr>
      </w:pPr>
      <w:bookmarkStart w:id="2" w:name="_Hlk99009560"/>
      <w:r w:rsidRPr="009F5E27">
        <w:rPr>
          <w:rFonts w:ascii="Arial" w:hAnsi="Arial" w:cs="Arial"/>
          <w:b/>
          <w:szCs w:val="20"/>
        </w:rPr>
        <w:t>OŚWIADCZENIE DOTYCZĄCE PODANYCH INFORMACJI:</w:t>
      </w:r>
      <w:bookmarkEnd w:id="2"/>
      <w:r>
        <w:rPr>
          <w:rFonts w:ascii="Arial" w:hAnsi="Arial" w:cs="Arial"/>
          <w:b/>
          <w:szCs w:val="20"/>
        </w:rPr>
        <w:t xml:space="preserve"> </w:t>
      </w:r>
      <w:r w:rsidRPr="009F5E27">
        <w:rPr>
          <w:rFonts w:ascii="Arial" w:hAnsi="Arial" w:cs="Arial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FCDCBAB" w14:textId="77777777" w:rsidR="00517501" w:rsidRPr="00485712" w:rsidRDefault="00517501" w:rsidP="00517501">
      <w:pPr>
        <w:rPr>
          <w:rFonts w:ascii="Arial" w:hAnsi="Arial" w:cs="Arial"/>
          <w:b/>
          <w:bCs/>
          <w:color w:val="FF0000"/>
          <w:sz w:val="16"/>
          <w:szCs w:val="16"/>
        </w:rPr>
      </w:pPr>
      <w:r w:rsidRPr="00E45E77">
        <w:rPr>
          <w:rFonts w:ascii="Arial" w:hAnsi="Arial" w:cs="Arial"/>
          <w:b/>
          <w:bCs/>
          <w:color w:val="FF0000"/>
          <w:sz w:val="16"/>
          <w:szCs w:val="16"/>
        </w:rPr>
        <w:t>Uwaga!</w:t>
      </w:r>
      <w:r>
        <w:rPr>
          <w:rFonts w:ascii="Arial" w:hAnsi="Arial" w:cs="Arial"/>
          <w:b/>
          <w:bCs/>
          <w:color w:val="FF0000"/>
          <w:sz w:val="16"/>
          <w:szCs w:val="16"/>
        </w:rPr>
        <w:t xml:space="preserve"> </w:t>
      </w:r>
      <w:r w:rsidRPr="00E45E77">
        <w:rPr>
          <w:rFonts w:ascii="Arial" w:hAnsi="Arial" w:cs="Arial"/>
          <w:b/>
          <w:bCs/>
          <w:color w:val="FF0000"/>
          <w:sz w:val="16"/>
          <w:szCs w:val="16"/>
        </w:rPr>
        <w:t>O</w:t>
      </w:r>
      <w:r>
        <w:rPr>
          <w:rFonts w:ascii="Arial" w:hAnsi="Arial" w:cs="Arial"/>
          <w:b/>
          <w:bCs/>
          <w:color w:val="FF0000"/>
          <w:sz w:val="16"/>
          <w:szCs w:val="16"/>
        </w:rPr>
        <w:t>świadczenie</w:t>
      </w:r>
      <w:r w:rsidRPr="00E45E77">
        <w:rPr>
          <w:rFonts w:ascii="Arial" w:hAnsi="Arial" w:cs="Arial"/>
          <w:b/>
          <w:bCs/>
          <w:color w:val="FF0000"/>
          <w:sz w:val="16"/>
          <w:szCs w:val="16"/>
        </w:rPr>
        <w:t xml:space="preserve"> wykonawca sporządza przy użyciu środków komunikacji elektronicznej tj. w postaci elektronicznej i opatrzonej kwalifikowanym podpisem elektronicznym, podpisem zaufanym lub podpisem osobistym</w:t>
      </w:r>
    </w:p>
    <w:p w14:paraId="47C22CD0" w14:textId="77777777" w:rsidR="008449BF" w:rsidRPr="009F5E27" w:rsidRDefault="008449BF" w:rsidP="008C66F7">
      <w:pPr>
        <w:spacing w:line="259" w:lineRule="auto"/>
        <w:jc w:val="left"/>
        <w:rPr>
          <w:rFonts w:ascii="Arial" w:hAnsi="Arial" w:cs="Arial"/>
          <w:szCs w:val="20"/>
        </w:rPr>
      </w:pPr>
    </w:p>
    <w:sectPr w:rsidR="008449BF" w:rsidRPr="009F5E27" w:rsidSect="00B13B9D">
      <w:headerReference w:type="default" r:id="rId8"/>
      <w:footerReference w:type="default" r:id="rId9"/>
      <w:pgSz w:w="11900" w:h="16840"/>
      <w:pgMar w:top="1417" w:right="1417" w:bottom="1417" w:left="1417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3FABD" w14:textId="77777777" w:rsidR="005F3F98" w:rsidRDefault="005F3F98" w:rsidP="00C7677C">
      <w:pPr>
        <w:spacing w:after="0"/>
      </w:pPr>
      <w:r>
        <w:separator/>
      </w:r>
    </w:p>
  </w:endnote>
  <w:endnote w:type="continuationSeparator" w:id="0">
    <w:p w14:paraId="570B55E5" w14:textId="77777777" w:rsidR="005F3F98" w:rsidRDefault="005F3F98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639"/>
      <w:gridCol w:w="1728"/>
      <w:gridCol w:w="1554"/>
      <w:gridCol w:w="3367"/>
      <w:gridCol w:w="778"/>
    </w:tblGrid>
    <w:tr w:rsidR="0006707A" w:rsidRPr="00622341" w14:paraId="3F17ABB7" w14:textId="77777777" w:rsidTr="00FE5B06">
      <w:trPr>
        <w:trHeight w:val="495"/>
      </w:trPr>
      <w:tc>
        <w:tcPr>
          <w:tcW w:w="904" w:type="pct"/>
          <w:vAlign w:val="center"/>
          <w:hideMark/>
        </w:tcPr>
        <w:p w14:paraId="16FD0C4C" w14:textId="77777777" w:rsidR="0006707A" w:rsidRPr="00622341" w:rsidRDefault="0006707A" w:rsidP="0006707A">
          <w:pPr>
            <w:pStyle w:val="Stopka"/>
            <w:rPr>
              <w:rFonts w:ascii="Arial" w:hAnsi="Arial" w:cs="Arial"/>
              <w:b/>
              <w:bCs/>
              <w:sz w:val="16"/>
              <w:szCs w:val="16"/>
            </w:rPr>
          </w:pPr>
          <w:r w:rsidRPr="00622341">
            <w:rPr>
              <w:rFonts w:ascii="Arial" w:hAnsi="Arial" w:cs="Arial"/>
              <w:b/>
              <w:bCs/>
              <w:sz w:val="16"/>
              <w:szCs w:val="16"/>
            </w:rPr>
            <w:t>NASK-PIB</w:t>
          </w:r>
        </w:p>
        <w:p w14:paraId="04CD7530" w14:textId="77777777" w:rsidR="0006707A" w:rsidRPr="00622341" w:rsidRDefault="0006707A" w:rsidP="0006707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622341">
            <w:rPr>
              <w:rFonts w:ascii="Arial" w:hAnsi="Arial" w:cs="Arial"/>
              <w:sz w:val="16"/>
              <w:szCs w:val="16"/>
            </w:rPr>
            <w:t>ul. Kolska 12</w:t>
          </w:r>
        </w:p>
        <w:p w14:paraId="5915610B" w14:textId="77777777" w:rsidR="0006707A" w:rsidRPr="00622341" w:rsidRDefault="0006707A" w:rsidP="0006707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622341">
            <w:rPr>
              <w:rFonts w:ascii="Arial" w:hAnsi="Arial" w:cs="Arial"/>
              <w:sz w:val="16"/>
              <w:szCs w:val="16"/>
            </w:rPr>
            <w:t>01–045 Warszawa</w:t>
          </w:r>
        </w:p>
      </w:tc>
      <w:tc>
        <w:tcPr>
          <w:tcW w:w="953" w:type="pct"/>
          <w:vAlign w:val="center"/>
          <w:hideMark/>
        </w:tcPr>
        <w:p w14:paraId="2438BC16" w14:textId="77777777" w:rsidR="0006707A" w:rsidRPr="00622341" w:rsidRDefault="0006707A" w:rsidP="0006707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622341">
            <w:rPr>
              <w:rFonts w:ascii="Arial" w:hAnsi="Arial" w:cs="Arial"/>
              <w:b/>
              <w:bCs/>
              <w:sz w:val="16"/>
              <w:szCs w:val="16"/>
            </w:rPr>
            <w:t>NIP:</w:t>
          </w:r>
          <w:r w:rsidRPr="00622341">
            <w:rPr>
              <w:rFonts w:ascii="Arial" w:hAnsi="Arial" w:cs="Arial"/>
              <w:sz w:val="16"/>
              <w:szCs w:val="16"/>
            </w:rPr>
            <w:t xml:space="preserve"> 521 04 17 157</w:t>
          </w:r>
        </w:p>
        <w:p w14:paraId="2F9470B5" w14:textId="77777777" w:rsidR="0006707A" w:rsidRPr="00622341" w:rsidRDefault="0006707A" w:rsidP="0006707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622341">
            <w:rPr>
              <w:rFonts w:ascii="Arial" w:hAnsi="Arial" w:cs="Arial"/>
              <w:b/>
              <w:bCs/>
              <w:sz w:val="16"/>
              <w:szCs w:val="16"/>
            </w:rPr>
            <w:t>Regon:</w:t>
          </w:r>
          <w:r w:rsidRPr="00622341">
            <w:rPr>
              <w:rFonts w:ascii="Arial" w:hAnsi="Arial" w:cs="Arial"/>
              <w:sz w:val="16"/>
              <w:szCs w:val="16"/>
            </w:rPr>
            <w:t xml:space="preserve"> 010464542</w:t>
          </w:r>
        </w:p>
        <w:p w14:paraId="6CB4ABFD" w14:textId="77777777" w:rsidR="0006707A" w:rsidRPr="00622341" w:rsidRDefault="0006707A" w:rsidP="0006707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622341">
            <w:rPr>
              <w:rFonts w:ascii="Arial" w:hAnsi="Arial" w:cs="Arial"/>
              <w:b/>
              <w:bCs/>
              <w:sz w:val="16"/>
              <w:szCs w:val="16"/>
            </w:rPr>
            <w:t>KRS:</w:t>
          </w:r>
          <w:r w:rsidRPr="00622341">
            <w:rPr>
              <w:rFonts w:ascii="Arial" w:hAnsi="Arial" w:cs="Arial"/>
              <w:sz w:val="16"/>
              <w:szCs w:val="16"/>
            </w:rPr>
            <w:t xml:space="preserve"> 0000012938</w:t>
          </w:r>
        </w:p>
      </w:tc>
      <w:tc>
        <w:tcPr>
          <w:tcW w:w="857" w:type="pct"/>
          <w:vAlign w:val="center"/>
          <w:hideMark/>
        </w:tcPr>
        <w:p w14:paraId="6A36F9C0" w14:textId="77777777" w:rsidR="0006707A" w:rsidRPr="00622341" w:rsidRDefault="0006707A" w:rsidP="0006707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622341">
            <w:rPr>
              <w:rFonts w:ascii="Arial" w:hAnsi="Arial" w:cs="Arial"/>
              <w:sz w:val="16"/>
              <w:szCs w:val="16"/>
            </w:rPr>
            <w:t>nask@nask.pl</w:t>
          </w:r>
        </w:p>
        <w:p w14:paraId="5A1829DE" w14:textId="77777777" w:rsidR="0006707A" w:rsidRPr="00622341" w:rsidRDefault="0006707A" w:rsidP="0006707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622341">
            <w:rPr>
              <w:rFonts w:ascii="Arial" w:hAnsi="Arial" w:cs="Arial"/>
              <w:sz w:val="16"/>
              <w:szCs w:val="16"/>
            </w:rPr>
            <w:t>+48 22 380 82 00</w:t>
          </w:r>
        </w:p>
        <w:p w14:paraId="6C0B11CC" w14:textId="77777777" w:rsidR="0006707A" w:rsidRPr="00622341" w:rsidRDefault="0006707A" w:rsidP="0006707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622341">
            <w:rPr>
              <w:rFonts w:ascii="Arial" w:hAnsi="Arial" w:cs="Arial"/>
              <w:sz w:val="16"/>
              <w:szCs w:val="16"/>
            </w:rPr>
            <w:t>+48 22 380 82 01</w:t>
          </w:r>
        </w:p>
      </w:tc>
      <w:tc>
        <w:tcPr>
          <w:tcW w:w="1857" w:type="pct"/>
          <w:vAlign w:val="center"/>
        </w:tcPr>
        <w:p w14:paraId="7FB6AB61" w14:textId="77777777" w:rsidR="0006707A" w:rsidRPr="00622341" w:rsidRDefault="0006707A" w:rsidP="0006707A">
          <w:pPr>
            <w:pStyle w:val="Stopka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29" w:type="pct"/>
          <w:vAlign w:val="bottom"/>
          <w:hideMark/>
        </w:tcPr>
        <w:p w14:paraId="1DD99436" w14:textId="77777777" w:rsidR="0006707A" w:rsidRPr="00622341" w:rsidRDefault="0006707A" w:rsidP="0006707A">
          <w:pPr>
            <w:pStyle w:val="Stopka"/>
            <w:rPr>
              <w:rFonts w:ascii="Arial" w:hAnsi="Arial" w:cs="Arial"/>
              <w:b/>
              <w:bCs/>
              <w:sz w:val="16"/>
              <w:szCs w:val="16"/>
            </w:rPr>
          </w:pPr>
          <w:r w:rsidRPr="00622341">
            <w:rPr>
              <w:rFonts w:ascii="Arial" w:hAnsi="Arial" w:cs="Arial"/>
              <w:b/>
              <w:bCs/>
              <w:sz w:val="16"/>
              <w:szCs w:val="16"/>
            </w:rPr>
            <w:t>nask.pl</w:t>
          </w:r>
        </w:p>
      </w:tc>
    </w:tr>
  </w:tbl>
  <w:p w14:paraId="0B59F667" w14:textId="77777777" w:rsidR="0006707A" w:rsidRDefault="000670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B1D63" w14:textId="77777777" w:rsidR="005F3F98" w:rsidRDefault="005F3F98" w:rsidP="00C7677C">
      <w:pPr>
        <w:spacing w:after="0"/>
      </w:pPr>
      <w:r>
        <w:separator/>
      </w:r>
    </w:p>
  </w:footnote>
  <w:footnote w:type="continuationSeparator" w:id="0">
    <w:p w14:paraId="711E7DB3" w14:textId="77777777" w:rsidR="005F3F98" w:rsidRDefault="005F3F98" w:rsidP="00C7677C">
      <w:pPr>
        <w:spacing w:after="0"/>
      </w:pPr>
      <w:r>
        <w:continuationSeparator/>
      </w:r>
    </w:p>
  </w:footnote>
  <w:footnote w:id="1">
    <w:p w14:paraId="07B4A7D1" w14:textId="77777777" w:rsidR="00517501" w:rsidRPr="007A1D21" w:rsidRDefault="00517501" w:rsidP="00517501">
      <w:pPr>
        <w:spacing w:after="0"/>
        <w:rPr>
          <w:rFonts w:cs="Arial"/>
          <w:color w:val="222222"/>
          <w:sz w:val="16"/>
          <w:szCs w:val="16"/>
        </w:rPr>
      </w:pPr>
      <w:r w:rsidRPr="00C510C6">
        <w:rPr>
          <w:rStyle w:val="Odwoanieprzypisudolnego"/>
          <w:rFonts w:cs="Arial"/>
          <w:sz w:val="14"/>
          <w:szCs w:val="14"/>
        </w:rPr>
        <w:footnoteRef/>
      </w:r>
      <w:r w:rsidRPr="00C510C6">
        <w:rPr>
          <w:rFonts w:cs="Arial"/>
          <w:sz w:val="14"/>
          <w:szCs w:val="14"/>
        </w:rPr>
        <w:t xml:space="preserve"> </w:t>
      </w:r>
      <w:r w:rsidRPr="007A1D21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A1D21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A1D21">
        <w:rPr>
          <w:rFonts w:cs="Arial"/>
          <w:color w:val="222222"/>
          <w:sz w:val="16"/>
          <w:szCs w:val="16"/>
        </w:rPr>
        <w:t xml:space="preserve">z </w:t>
      </w:r>
      <w:r w:rsidRPr="007A1D21">
        <w:rPr>
          <w:rFonts w:eastAsia="Times New Roman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3896B19A" w14:textId="77777777" w:rsidR="00517501" w:rsidRPr="007A1D21" w:rsidRDefault="00517501" w:rsidP="00517501">
      <w:pPr>
        <w:spacing w:after="0"/>
        <w:rPr>
          <w:rFonts w:eastAsia="Times New Roman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282F06" w14:textId="77777777" w:rsidR="00517501" w:rsidRPr="007A1D21" w:rsidRDefault="00517501" w:rsidP="00517501">
      <w:pPr>
        <w:spacing w:after="0"/>
        <w:rPr>
          <w:rFonts w:cs="Arial"/>
          <w:color w:val="222222"/>
          <w:sz w:val="16"/>
          <w:szCs w:val="16"/>
        </w:rPr>
      </w:pPr>
      <w:r w:rsidRPr="007A1D21">
        <w:rPr>
          <w:rFonts w:cs="Arial"/>
          <w:color w:val="222222"/>
          <w:sz w:val="16"/>
          <w:szCs w:val="16"/>
        </w:rPr>
        <w:t xml:space="preserve">2) </w:t>
      </w:r>
      <w:r w:rsidRPr="007A1D21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A0B700" w14:textId="77777777" w:rsidR="00517501" w:rsidRPr="007A1D21" w:rsidRDefault="00517501" w:rsidP="00517501">
      <w:pPr>
        <w:spacing w:after="0"/>
        <w:rPr>
          <w:rFonts w:ascii="Arial" w:eastAsia="Times New Roman" w:hAnsi="Arial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50B5FC6" w14:textId="77777777" w:rsidR="00517501" w:rsidRPr="007A1D21" w:rsidRDefault="00517501" w:rsidP="00517501">
      <w:pPr>
        <w:spacing w:after="0"/>
        <w:rPr>
          <w:rFonts w:cs="Arial"/>
          <w:color w:val="222222"/>
          <w:sz w:val="16"/>
          <w:szCs w:val="16"/>
        </w:rPr>
      </w:pPr>
      <w:r w:rsidRPr="00C510C6">
        <w:rPr>
          <w:rStyle w:val="Odwoanieprzypisudolnego"/>
          <w:rFonts w:cs="Arial"/>
          <w:sz w:val="14"/>
          <w:szCs w:val="14"/>
        </w:rPr>
        <w:footnoteRef/>
      </w:r>
      <w:r w:rsidRPr="00C510C6">
        <w:rPr>
          <w:rFonts w:cs="Arial"/>
          <w:sz w:val="14"/>
          <w:szCs w:val="14"/>
        </w:rPr>
        <w:t xml:space="preserve"> </w:t>
      </w:r>
      <w:r w:rsidRPr="007A1D21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A1D21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A1D21">
        <w:rPr>
          <w:rFonts w:cs="Arial"/>
          <w:color w:val="222222"/>
          <w:sz w:val="16"/>
          <w:szCs w:val="16"/>
        </w:rPr>
        <w:t xml:space="preserve">z </w:t>
      </w:r>
      <w:r w:rsidRPr="007A1D21">
        <w:rPr>
          <w:rFonts w:eastAsia="Times New Roman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066041F" w14:textId="77777777" w:rsidR="00517501" w:rsidRPr="007A1D21" w:rsidRDefault="00517501" w:rsidP="00517501">
      <w:pPr>
        <w:spacing w:after="0"/>
        <w:rPr>
          <w:rFonts w:eastAsia="Times New Roman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B90742" w14:textId="77777777" w:rsidR="00517501" w:rsidRPr="007A1D21" w:rsidRDefault="00517501" w:rsidP="00517501">
      <w:pPr>
        <w:spacing w:after="0"/>
        <w:rPr>
          <w:rFonts w:cs="Arial"/>
          <w:color w:val="222222"/>
          <w:sz w:val="16"/>
          <w:szCs w:val="16"/>
        </w:rPr>
      </w:pPr>
      <w:r w:rsidRPr="007A1D21">
        <w:rPr>
          <w:rFonts w:cs="Arial"/>
          <w:color w:val="222222"/>
          <w:sz w:val="16"/>
          <w:szCs w:val="16"/>
        </w:rPr>
        <w:t xml:space="preserve">2) </w:t>
      </w:r>
      <w:r w:rsidRPr="007A1D21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583B55" w14:textId="77777777" w:rsidR="00517501" w:rsidRPr="00761CEB" w:rsidRDefault="00517501" w:rsidP="00517501">
      <w:pPr>
        <w:spacing w:after="0"/>
        <w:rPr>
          <w:rFonts w:ascii="Arial" w:eastAsia="Times New Roman" w:hAnsi="Arial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E9C1F" w14:textId="49B92CF6" w:rsidR="00353007" w:rsidRPr="00353007" w:rsidRDefault="00353007" w:rsidP="00353007">
    <w:pPr>
      <w:pStyle w:val="Nagwek"/>
      <w:rPr>
        <w:rFonts w:ascii="Times New Roman" w:eastAsia="Times New Roman" w:hAnsi="Times New Roman" w:cs="Times New Roman"/>
        <w:noProof/>
        <w:szCs w:val="20"/>
        <w:lang w:eastAsia="pl-PL"/>
      </w:rPr>
    </w:pPr>
    <w:bookmarkStart w:id="3" w:name="_Hlk194573635"/>
    <w:bookmarkStart w:id="4" w:name="_Hlk194573636"/>
    <w:r w:rsidRPr="00353007">
      <w:rPr>
        <w:rFonts w:ascii="Times New Roman" w:eastAsia="Times New Roman" w:hAnsi="Times New Roman" w:cs="Times New Roman"/>
        <w:noProof/>
        <w:szCs w:val="20"/>
        <w:lang w:eastAsia="pl-PL"/>
      </w:rPr>
      <w:drawing>
        <wp:inline distT="0" distB="0" distL="0" distR="0" wp14:anchorId="376444C2" wp14:editId="1D43B666">
          <wp:extent cx="5756910" cy="502285"/>
          <wp:effectExtent l="0" t="0" r="15240" b="12065"/>
          <wp:docPr id="4722443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bookmarkEnd w:id="4"/>
  <w:p w14:paraId="7ADDE9FC" w14:textId="52424B89" w:rsidR="008D372F" w:rsidRPr="00353007" w:rsidRDefault="008D372F" w:rsidP="00353007">
    <w:pPr>
      <w:pStyle w:val="Nagwek"/>
      <w:rPr>
        <w:rFonts w:ascii="Times New Roman" w:eastAsia="Times New Roman" w:hAnsi="Times New Roman" w:cs="Times New Roman"/>
        <w:b/>
        <w:bCs/>
        <w:noProof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0A06"/>
    <w:multiLevelType w:val="hybridMultilevel"/>
    <w:tmpl w:val="FE02342A"/>
    <w:lvl w:ilvl="0" w:tplc="9A9CC93A">
      <w:start w:val="1"/>
      <w:numFmt w:val="decimal"/>
      <w:lvlText w:val="%1."/>
      <w:lvlJc w:val="left"/>
      <w:pPr>
        <w:ind w:left="429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24830C">
      <w:start w:val="1"/>
      <w:numFmt w:val="decimal"/>
      <w:lvlText w:val="%2)"/>
      <w:lvlJc w:val="left"/>
      <w:pPr>
        <w:ind w:left="852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5C674C">
      <w:start w:val="1"/>
      <w:numFmt w:val="lowerLetter"/>
      <w:lvlText w:val="%3.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8452F8">
      <w:start w:val="1"/>
      <w:numFmt w:val="decimal"/>
      <w:lvlText w:val="%4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CDABA">
      <w:start w:val="1"/>
      <w:numFmt w:val="lowerLetter"/>
      <w:lvlText w:val="%5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160D00">
      <w:start w:val="1"/>
      <w:numFmt w:val="lowerRoman"/>
      <w:lvlText w:val="%6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C485CA">
      <w:start w:val="1"/>
      <w:numFmt w:val="decimal"/>
      <w:lvlText w:val="%7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A57E2">
      <w:start w:val="1"/>
      <w:numFmt w:val="lowerLetter"/>
      <w:lvlText w:val="%8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14AC86">
      <w:start w:val="1"/>
      <w:numFmt w:val="lowerRoman"/>
      <w:lvlText w:val="%9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246898"/>
    <w:multiLevelType w:val="multilevel"/>
    <w:tmpl w:val="3C04B1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14A2645"/>
    <w:multiLevelType w:val="multilevel"/>
    <w:tmpl w:val="8FB23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02AD5F94"/>
    <w:multiLevelType w:val="hybridMultilevel"/>
    <w:tmpl w:val="6944A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72F8F"/>
    <w:multiLevelType w:val="multilevel"/>
    <w:tmpl w:val="D9542B7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075F06E8"/>
    <w:multiLevelType w:val="hybridMultilevel"/>
    <w:tmpl w:val="7F9863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5327F7"/>
    <w:multiLevelType w:val="hybridMultilevel"/>
    <w:tmpl w:val="DFB248D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0C0F4E10"/>
    <w:multiLevelType w:val="hybridMultilevel"/>
    <w:tmpl w:val="5CD6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E6E04"/>
    <w:multiLevelType w:val="multilevel"/>
    <w:tmpl w:val="344CD8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3822626"/>
    <w:multiLevelType w:val="multilevel"/>
    <w:tmpl w:val="D278EDA8"/>
    <w:lvl w:ilvl="0">
      <w:start w:val="1"/>
      <w:numFmt w:val="decimal"/>
      <w:pStyle w:val="UM1-paragraf"/>
      <w:suff w:val="space"/>
      <w:lvlText w:val="§ %1"/>
      <w:lvlJc w:val="center"/>
      <w:pPr>
        <w:ind w:left="0" w:firstLine="0"/>
      </w:pPr>
      <w:rPr>
        <w:rFonts w:cs="Times New Roman"/>
      </w:rPr>
    </w:lvl>
    <w:lvl w:ilvl="1">
      <w:start w:val="1"/>
      <w:numFmt w:val="decimal"/>
      <w:pStyle w:val="UM2-ustp"/>
      <w:lvlText w:val="%2."/>
      <w:lvlJc w:val="right"/>
      <w:pPr>
        <w:tabs>
          <w:tab w:val="num" w:pos="312"/>
        </w:tabs>
        <w:ind w:left="312" w:hanging="170"/>
      </w:pPr>
      <w:rPr>
        <w:rFonts w:cs="Times New Roman"/>
        <w:i w:val="0"/>
        <w:sz w:val="22"/>
        <w:szCs w:val="22"/>
      </w:rPr>
    </w:lvl>
    <w:lvl w:ilvl="2">
      <w:start w:val="1"/>
      <w:numFmt w:val="decimal"/>
      <w:pStyle w:val="UM3-punkt"/>
      <w:lvlText w:val="%3)"/>
      <w:lvlJc w:val="right"/>
      <w:pPr>
        <w:tabs>
          <w:tab w:val="num" w:pos="851"/>
        </w:tabs>
        <w:ind w:left="851" w:hanging="284"/>
      </w:pPr>
      <w:rPr>
        <w:rFonts w:cs="Times New Roman"/>
      </w:rPr>
    </w:lvl>
    <w:lvl w:ilvl="3">
      <w:start w:val="1"/>
      <w:numFmt w:val="lowerLetter"/>
      <w:pStyle w:val="UM4-litera"/>
      <w:lvlText w:val="%4)"/>
      <w:lvlJc w:val="righ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lowerRoman"/>
      <w:pStyle w:val="UM5-maerzymskie"/>
      <w:lvlText w:val="(%5)"/>
      <w:lvlJc w:val="right"/>
      <w:pPr>
        <w:tabs>
          <w:tab w:val="num" w:pos="1418"/>
        </w:tabs>
        <w:ind w:left="1418" w:hanging="284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Calibri Light" w:eastAsia="Times New Roman" w:hAnsi="Calibri Light" w:cs="Calibri Ligh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6B26883"/>
    <w:multiLevelType w:val="hybridMultilevel"/>
    <w:tmpl w:val="498AB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BF6462"/>
    <w:multiLevelType w:val="hybridMultilevel"/>
    <w:tmpl w:val="E6FCF5BA"/>
    <w:lvl w:ilvl="0" w:tplc="7BC8390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A45082D"/>
    <w:multiLevelType w:val="hybridMultilevel"/>
    <w:tmpl w:val="A746DB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6D5D7E"/>
    <w:multiLevelType w:val="hybridMultilevel"/>
    <w:tmpl w:val="E0360506"/>
    <w:lvl w:ilvl="0" w:tplc="0C22EE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2A4391"/>
    <w:multiLevelType w:val="hybridMultilevel"/>
    <w:tmpl w:val="ADA88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F5301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16D6F"/>
    <w:multiLevelType w:val="hybridMultilevel"/>
    <w:tmpl w:val="65BA0D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547A1"/>
    <w:multiLevelType w:val="hybridMultilevel"/>
    <w:tmpl w:val="BE788EC2"/>
    <w:lvl w:ilvl="0" w:tplc="1A128D18">
      <w:start w:val="1"/>
      <w:numFmt w:val="decimal"/>
      <w:lvlText w:val="%1."/>
      <w:lvlJc w:val="left"/>
      <w:pPr>
        <w:ind w:left="429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CC245C">
      <w:start w:val="1"/>
      <w:numFmt w:val="decimal"/>
      <w:lvlText w:val="%2)"/>
      <w:lvlJc w:val="left"/>
      <w:pPr>
        <w:ind w:left="427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6E18F2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473E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2491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E6C1B2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5442C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3EBAE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CCA8E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923F09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BC1417E"/>
    <w:multiLevelType w:val="hybridMultilevel"/>
    <w:tmpl w:val="85B6298C"/>
    <w:lvl w:ilvl="0" w:tplc="C07E3E3A">
      <w:start w:val="1"/>
      <w:numFmt w:val="decimal"/>
      <w:lvlText w:val="%1."/>
      <w:lvlJc w:val="left"/>
      <w:pPr>
        <w:ind w:left="1005" w:hanging="36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0" w15:restartNumberingAfterBreak="0">
    <w:nsid w:val="2C904EB8"/>
    <w:multiLevelType w:val="hybridMultilevel"/>
    <w:tmpl w:val="99DE7CFA"/>
    <w:lvl w:ilvl="0" w:tplc="618CA792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B530F3"/>
    <w:multiLevelType w:val="multilevel"/>
    <w:tmpl w:val="8FB23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2" w15:restartNumberingAfterBreak="0">
    <w:nsid w:val="2EAE78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2FC67163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290F92"/>
    <w:multiLevelType w:val="hybridMultilevel"/>
    <w:tmpl w:val="D2B02464"/>
    <w:lvl w:ilvl="0" w:tplc="8A78BB32">
      <w:start w:val="1"/>
      <w:numFmt w:val="decimal"/>
      <w:lvlText w:val="%1."/>
      <w:lvlJc w:val="left"/>
      <w:pPr>
        <w:ind w:left="429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3AEC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E0FA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8E0D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229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8F7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9207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04FB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22D3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4560808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5B061CA"/>
    <w:multiLevelType w:val="hybridMultilevel"/>
    <w:tmpl w:val="5C581C46"/>
    <w:lvl w:ilvl="0" w:tplc="1A6C0058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953C5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FF13F58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623EA1"/>
    <w:multiLevelType w:val="hybridMultilevel"/>
    <w:tmpl w:val="28942038"/>
    <w:lvl w:ilvl="0" w:tplc="9CB073C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8B5846"/>
    <w:multiLevelType w:val="hybridMultilevel"/>
    <w:tmpl w:val="6944AD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F2045E"/>
    <w:multiLevelType w:val="hybridMultilevel"/>
    <w:tmpl w:val="37F2B3E4"/>
    <w:lvl w:ilvl="0" w:tplc="EB50F498">
      <w:start w:val="1"/>
      <w:numFmt w:val="decimal"/>
      <w:lvlText w:val="§ %1"/>
      <w:lvlJc w:val="center"/>
      <w:pPr>
        <w:ind w:left="6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3E755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57021A3"/>
    <w:multiLevelType w:val="hybridMultilevel"/>
    <w:tmpl w:val="17661F94"/>
    <w:lvl w:ilvl="0" w:tplc="862EF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8518AA"/>
    <w:multiLevelType w:val="hybridMultilevel"/>
    <w:tmpl w:val="85BACD22"/>
    <w:lvl w:ilvl="0" w:tplc="31E0BDEA">
      <w:start w:val="1"/>
      <w:numFmt w:val="decimal"/>
      <w:lvlText w:val="%1."/>
      <w:lvlJc w:val="left"/>
      <w:pPr>
        <w:ind w:left="720" w:hanging="360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07131E"/>
    <w:multiLevelType w:val="hybridMultilevel"/>
    <w:tmpl w:val="50D09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CB60BD"/>
    <w:multiLevelType w:val="hybridMultilevel"/>
    <w:tmpl w:val="007007A4"/>
    <w:lvl w:ilvl="0" w:tplc="CC2A1D2A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4916214A"/>
    <w:multiLevelType w:val="hybridMultilevel"/>
    <w:tmpl w:val="15781CC4"/>
    <w:lvl w:ilvl="0" w:tplc="5B9E2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5A769A">
      <w:start w:val="1"/>
      <w:numFmt w:val="decimal"/>
      <w:lvlText w:val="%2)"/>
      <w:lvlJc w:val="left"/>
      <w:pPr>
        <w:ind w:left="113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395D0B"/>
    <w:multiLevelType w:val="hybridMultilevel"/>
    <w:tmpl w:val="42E83C8C"/>
    <w:lvl w:ilvl="0" w:tplc="E85A72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535388"/>
    <w:multiLevelType w:val="hybridMultilevel"/>
    <w:tmpl w:val="BEAA2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CF92445"/>
    <w:multiLevelType w:val="hybridMultilevel"/>
    <w:tmpl w:val="542A47D0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1" w15:restartNumberingAfterBreak="0">
    <w:nsid w:val="516E3DCF"/>
    <w:multiLevelType w:val="hybridMultilevel"/>
    <w:tmpl w:val="115AFB92"/>
    <w:lvl w:ilvl="0" w:tplc="B7E2037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1057D5"/>
    <w:multiLevelType w:val="hybridMultilevel"/>
    <w:tmpl w:val="79C4E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233564"/>
    <w:multiLevelType w:val="multilevel"/>
    <w:tmpl w:val="49C2E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535539B6"/>
    <w:multiLevelType w:val="multilevel"/>
    <w:tmpl w:val="69182FD0"/>
    <w:lvl w:ilvl="0">
      <w:start w:val="1"/>
      <w:numFmt w:val="decimal"/>
      <w:lvlText w:val="§ %1."/>
      <w:lvlJc w:val="left"/>
      <w:pPr>
        <w:ind w:left="567" w:hanging="567"/>
      </w:pPr>
    </w:lvl>
    <w:lvl w:ilvl="1">
      <w:start w:val="1"/>
      <w:numFmt w:val="decimal"/>
      <w:lvlText w:val="%2. "/>
      <w:lvlJc w:val="left"/>
      <w:pPr>
        <w:ind w:left="567" w:hanging="567"/>
      </w:pPr>
    </w:lvl>
    <w:lvl w:ilvl="2">
      <w:start w:val="1"/>
      <w:numFmt w:val="lowerLetter"/>
      <w:lvlText w:val="%3)"/>
      <w:lvlJc w:val="left"/>
      <w:pPr>
        <w:ind w:left="1134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ascii="Calibri" w:eastAsia="Times New Roman" w:hAnsi="Calibri" w:cs="Calibri" w:hint="default"/>
      </w:rPr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5" w15:restartNumberingAfterBreak="0">
    <w:nsid w:val="536D33C7"/>
    <w:multiLevelType w:val="multilevel"/>
    <w:tmpl w:val="8FB23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6" w15:restartNumberingAfterBreak="0">
    <w:nsid w:val="54C01A07"/>
    <w:multiLevelType w:val="hybridMultilevel"/>
    <w:tmpl w:val="A3B6F6D6"/>
    <w:lvl w:ilvl="0" w:tplc="E0222DA6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47" w15:restartNumberingAfterBreak="0">
    <w:nsid w:val="55056A3F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132C89"/>
    <w:multiLevelType w:val="hybridMultilevel"/>
    <w:tmpl w:val="EF2862D8"/>
    <w:lvl w:ilvl="0" w:tplc="CCDA79B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3944D1"/>
    <w:multiLevelType w:val="hybridMultilevel"/>
    <w:tmpl w:val="60C2691A"/>
    <w:lvl w:ilvl="0" w:tplc="76949A3E">
      <w:start w:val="1"/>
      <w:numFmt w:val="decimal"/>
      <w:lvlText w:val="%1."/>
      <w:lvlJc w:val="left"/>
      <w:pPr>
        <w:ind w:left="429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3AEC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E0FA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8E0D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229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8F7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9207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04FB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22D3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BBD3A8E"/>
    <w:multiLevelType w:val="hybridMultilevel"/>
    <w:tmpl w:val="59160590"/>
    <w:lvl w:ilvl="0" w:tplc="16EA6E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D10819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5E594247"/>
    <w:multiLevelType w:val="multilevel"/>
    <w:tmpl w:val="D88C055E"/>
    <w:lvl w:ilvl="0">
      <w:start w:val="1"/>
      <w:numFmt w:val="bullet"/>
      <w:pStyle w:val="Wypunktowanie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212E3B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212E3B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212E3B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212E3B" w:themeColor="accent1"/>
      </w:rPr>
    </w:lvl>
  </w:abstractNum>
  <w:abstractNum w:abstractNumId="53" w15:restartNumberingAfterBreak="0">
    <w:nsid w:val="5EFD580A"/>
    <w:multiLevelType w:val="hybridMultilevel"/>
    <w:tmpl w:val="94CE21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FCD7A1B"/>
    <w:multiLevelType w:val="hybridMultilevel"/>
    <w:tmpl w:val="6AA6F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156BA0"/>
    <w:multiLevelType w:val="hybridMultilevel"/>
    <w:tmpl w:val="5B54381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68136C4D"/>
    <w:multiLevelType w:val="hybridMultilevel"/>
    <w:tmpl w:val="5F2EF866"/>
    <w:lvl w:ilvl="0" w:tplc="A06CF1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E32171"/>
    <w:multiLevelType w:val="hybridMultilevel"/>
    <w:tmpl w:val="FD58E70A"/>
    <w:lvl w:ilvl="0" w:tplc="285CAC44">
      <w:start w:val="1"/>
      <w:numFmt w:val="bullet"/>
      <w:lvlText w:val="-"/>
      <w:lvlJc w:val="left"/>
      <w:pPr>
        <w:ind w:left="78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" w15:restartNumberingAfterBreak="0">
    <w:nsid w:val="6ED066CE"/>
    <w:multiLevelType w:val="hybridMultilevel"/>
    <w:tmpl w:val="6A0CEC8E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9" w15:restartNumberingAfterBreak="0">
    <w:nsid w:val="6F4169AB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70DA26B1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73F726C3"/>
    <w:multiLevelType w:val="hybridMultilevel"/>
    <w:tmpl w:val="65BA0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2077F9"/>
    <w:multiLevelType w:val="multilevel"/>
    <w:tmpl w:val="00BA5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771C355D"/>
    <w:multiLevelType w:val="hybridMultilevel"/>
    <w:tmpl w:val="05028702"/>
    <w:lvl w:ilvl="0" w:tplc="970881C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8210F9"/>
    <w:multiLevelType w:val="hybridMultilevel"/>
    <w:tmpl w:val="B09E32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D8645F1"/>
    <w:multiLevelType w:val="hybridMultilevel"/>
    <w:tmpl w:val="F3D27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EB64602">
      <w:start w:val="1"/>
      <w:numFmt w:val="decimal"/>
      <w:lvlText w:val="%4."/>
      <w:lvlJc w:val="left"/>
      <w:pPr>
        <w:ind w:left="2880" w:hanging="360"/>
      </w:pPr>
      <w:rPr>
        <w:rFonts w:asciiTheme="majorHAnsi" w:eastAsia="Arial" w:hAnsiTheme="majorHAnsi" w:cstheme="maj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153579">
    <w:abstractNumId w:val="41"/>
  </w:num>
  <w:num w:numId="2" w16cid:durableId="748817008">
    <w:abstractNumId w:val="52"/>
  </w:num>
  <w:num w:numId="3" w16cid:durableId="630208519">
    <w:abstractNumId w:val="50"/>
  </w:num>
  <w:num w:numId="4" w16cid:durableId="2118674211">
    <w:abstractNumId w:val="20"/>
  </w:num>
  <w:num w:numId="5" w16cid:durableId="1204515006">
    <w:abstractNumId w:val="15"/>
  </w:num>
  <w:num w:numId="6" w16cid:durableId="1434940074">
    <w:abstractNumId w:val="51"/>
  </w:num>
  <w:num w:numId="7" w16cid:durableId="79252984">
    <w:abstractNumId w:val="3"/>
  </w:num>
  <w:num w:numId="8" w16cid:durableId="12344385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48673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5521556">
    <w:abstractNumId w:val="27"/>
  </w:num>
  <w:num w:numId="11" w16cid:durableId="382294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97067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70879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068340">
    <w:abstractNumId w:val="28"/>
  </w:num>
  <w:num w:numId="15" w16cid:durableId="2016876662">
    <w:abstractNumId w:val="14"/>
  </w:num>
  <w:num w:numId="16" w16cid:durableId="700012560">
    <w:abstractNumId w:val="1"/>
  </w:num>
  <w:num w:numId="17" w16cid:durableId="248000762">
    <w:abstractNumId w:val="47"/>
  </w:num>
  <w:num w:numId="18" w16cid:durableId="71125210">
    <w:abstractNumId w:val="60"/>
  </w:num>
  <w:num w:numId="19" w16cid:durableId="875583837">
    <w:abstractNumId w:val="4"/>
  </w:num>
  <w:num w:numId="20" w16cid:durableId="739212382">
    <w:abstractNumId w:val="43"/>
  </w:num>
  <w:num w:numId="21" w16cid:durableId="9377369">
    <w:abstractNumId w:val="45"/>
  </w:num>
  <w:num w:numId="22" w16cid:durableId="536553426">
    <w:abstractNumId w:val="32"/>
  </w:num>
  <w:num w:numId="23" w16cid:durableId="344290112">
    <w:abstractNumId w:val="18"/>
  </w:num>
  <w:num w:numId="24" w16cid:durableId="1851261893">
    <w:abstractNumId w:val="25"/>
  </w:num>
  <w:num w:numId="25" w16cid:durableId="2049839990">
    <w:abstractNumId w:val="21"/>
  </w:num>
  <w:num w:numId="26" w16cid:durableId="379789812">
    <w:abstractNumId w:val="2"/>
  </w:num>
  <w:num w:numId="27" w16cid:durableId="57018982">
    <w:abstractNumId w:val="38"/>
  </w:num>
  <w:num w:numId="28" w16cid:durableId="1968730357">
    <w:abstractNumId w:val="23"/>
  </w:num>
  <w:num w:numId="29" w16cid:durableId="1944023895">
    <w:abstractNumId w:val="59"/>
  </w:num>
  <w:num w:numId="30" w16cid:durableId="1755979016">
    <w:abstractNumId w:val="8"/>
  </w:num>
  <w:num w:numId="31" w16cid:durableId="168300657">
    <w:abstractNumId w:val="57"/>
  </w:num>
  <w:num w:numId="32" w16cid:durableId="1724786987">
    <w:abstractNumId w:val="24"/>
  </w:num>
  <w:num w:numId="33" w16cid:durableId="235290722">
    <w:abstractNumId w:val="17"/>
  </w:num>
  <w:num w:numId="34" w16cid:durableId="930239865">
    <w:abstractNumId w:val="48"/>
  </w:num>
  <w:num w:numId="35" w16cid:durableId="462699125">
    <w:abstractNumId w:val="49"/>
  </w:num>
  <w:num w:numId="36" w16cid:durableId="1068959216">
    <w:abstractNumId w:val="11"/>
  </w:num>
  <w:num w:numId="37" w16cid:durableId="516509341">
    <w:abstractNumId w:val="65"/>
  </w:num>
  <w:num w:numId="38" w16cid:durableId="1073284258">
    <w:abstractNumId w:val="33"/>
  </w:num>
  <w:num w:numId="39" w16cid:durableId="1324121873">
    <w:abstractNumId w:val="63"/>
  </w:num>
  <w:num w:numId="40" w16cid:durableId="1221669809">
    <w:abstractNumId w:val="22"/>
  </w:num>
  <w:num w:numId="41" w16cid:durableId="595870535">
    <w:abstractNumId w:val="26"/>
  </w:num>
  <w:num w:numId="42" w16cid:durableId="2079589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49643446">
    <w:abstractNumId w:val="29"/>
  </w:num>
  <w:num w:numId="44" w16cid:durableId="32508208">
    <w:abstractNumId w:val="44"/>
  </w:num>
  <w:num w:numId="45" w16cid:durableId="426580632">
    <w:abstractNumId w:val="54"/>
  </w:num>
  <w:num w:numId="46" w16cid:durableId="1986815633">
    <w:abstractNumId w:val="40"/>
  </w:num>
  <w:num w:numId="47" w16cid:durableId="1996759515">
    <w:abstractNumId w:val="37"/>
  </w:num>
  <w:num w:numId="48" w16cid:durableId="265429524">
    <w:abstractNumId w:val="56"/>
  </w:num>
  <w:num w:numId="49" w16cid:durableId="1298485405">
    <w:abstractNumId w:val="0"/>
  </w:num>
  <w:num w:numId="50" w16cid:durableId="1163007199">
    <w:abstractNumId w:val="34"/>
  </w:num>
  <w:num w:numId="51" w16cid:durableId="1966229832">
    <w:abstractNumId w:val="36"/>
  </w:num>
  <w:num w:numId="52" w16cid:durableId="1461994898">
    <w:abstractNumId w:val="10"/>
  </w:num>
  <w:num w:numId="53" w16cid:durableId="2025159391">
    <w:abstractNumId w:val="55"/>
  </w:num>
  <w:num w:numId="54" w16cid:durableId="1155419412">
    <w:abstractNumId w:val="19"/>
  </w:num>
  <w:num w:numId="55" w16cid:durableId="1928155365">
    <w:abstractNumId w:val="31"/>
    <w:lvlOverride w:ilvl="0">
      <w:startOverride w:val="17"/>
    </w:lvlOverride>
  </w:num>
  <w:num w:numId="56" w16cid:durableId="1248424451">
    <w:abstractNumId w:val="13"/>
  </w:num>
  <w:num w:numId="57" w16cid:durableId="1081103080">
    <w:abstractNumId w:val="31"/>
  </w:num>
  <w:num w:numId="58" w16cid:durableId="756170120">
    <w:abstractNumId w:val="62"/>
  </w:num>
  <w:num w:numId="59" w16cid:durableId="574781603">
    <w:abstractNumId w:val="53"/>
  </w:num>
  <w:num w:numId="60" w16cid:durableId="1492133943">
    <w:abstractNumId w:val="39"/>
  </w:num>
  <w:num w:numId="61" w16cid:durableId="1262762122">
    <w:abstractNumId w:val="12"/>
  </w:num>
  <w:num w:numId="62" w16cid:durableId="2079743808">
    <w:abstractNumId w:val="42"/>
  </w:num>
  <w:num w:numId="63" w16cid:durableId="1721897734">
    <w:abstractNumId w:val="61"/>
  </w:num>
  <w:num w:numId="64" w16cid:durableId="308753681">
    <w:abstractNumId w:val="64"/>
  </w:num>
  <w:num w:numId="65" w16cid:durableId="1932273166">
    <w:abstractNumId w:val="16"/>
  </w:num>
  <w:num w:numId="66" w16cid:durableId="1106729261">
    <w:abstractNumId w:val="58"/>
  </w:num>
  <w:num w:numId="67" w16cid:durableId="1202788487">
    <w:abstractNumId w:val="3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07A"/>
    <w:rsid w:val="000000E4"/>
    <w:rsid w:val="00000F68"/>
    <w:rsid w:val="00004937"/>
    <w:rsid w:val="000115D2"/>
    <w:rsid w:val="000120C4"/>
    <w:rsid w:val="00017EA1"/>
    <w:rsid w:val="00023816"/>
    <w:rsid w:val="00031875"/>
    <w:rsid w:val="0004055E"/>
    <w:rsid w:val="00055F1B"/>
    <w:rsid w:val="00063998"/>
    <w:rsid w:val="0006707A"/>
    <w:rsid w:val="00073780"/>
    <w:rsid w:val="00085FBB"/>
    <w:rsid w:val="00091731"/>
    <w:rsid w:val="00095D72"/>
    <w:rsid w:val="000A2D8F"/>
    <w:rsid w:val="000B527B"/>
    <w:rsid w:val="000B6074"/>
    <w:rsid w:val="000D4A88"/>
    <w:rsid w:val="000D5C83"/>
    <w:rsid w:val="000E7BF8"/>
    <w:rsid w:val="000F5792"/>
    <w:rsid w:val="000F7DC5"/>
    <w:rsid w:val="001067E2"/>
    <w:rsid w:val="0011302D"/>
    <w:rsid w:val="00116995"/>
    <w:rsid w:val="001269B7"/>
    <w:rsid w:val="00140C32"/>
    <w:rsid w:val="00150218"/>
    <w:rsid w:val="0015360B"/>
    <w:rsid w:val="0016029A"/>
    <w:rsid w:val="00164C62"/>
    <w:rsid w:val="00173195"/>
    <w:rsid w:val="001765CE"/>
    <w:rsid w:val="001A0D15"/>
    <w:rsid w:val="001B1951"/>
    <w:rsid w:val="001C13DC"/>
    <w:rsid w:val="001C4C5C"/>
    <w:rsid w:val="001D23CE"/>
    <w:rsid w:val="001D244A"/>
    <w:rsid w:val="001E08D8"/>
    <w:rsid w:val="001F1598"/>
    <w:rsid w:val="001F4D0D"/>
    <w:rsid w:val="00204748"/>
    <w:rsid w:val="00207EA9"/>
    <w:rsid w:val="00214EF1"/>
    <w:rsid w:val="00222F21"/>
    <w:rsid w:val="00235D5D"/>
    <w:rsid w:val="002424D4"/>
    <w:rsid w:val="00244732"/>
    <w:rsid w:val="00246F5C"/>
    <w:rsid w:val="00260F0F"/>
    <w:rsid w:val="00275B1F"/>
    <w:rsid w:val="00296426"/>
    <w:rsid w:val="00296570"/>
    <w:rsid w:val="002A6ACB"/>
    <w:rsid w:val="002B1130"/>
    <w:rsid w:val="002B2680"/>
    <w:rsid w:val="002B3D75"/>
    <w:rsid w:val="002C6093"/>
    <w:rsid w:val="002E3FDE"/>
    <w:rsid w:val="002E507A"/>
    <w:rsid w:val="002E6EF4"/>
    <w:rsid w:val="002F0D94"/>
    <w:rsid w:val="002F45A6"/>
    <w:rsid w:val="002F690B"/>
    <w:rsid w:val="002F6C92"/>
    <w:rsid w:val="00312598"/>
    <w:rsid w:val="00313FF3"/>
    <w:rsid w:val="00330ECA"/>
    <w:rsid w:val="003328AD"/>
    <w:rsid w:val="003365CC"/>
    <w:rsid w:val="00341CB6"/>
    <w:rsid w:val="00344B96"/>
    <w:rsid w:val="003504D4"/>
    <w:rsid w:val="00350A6D"/>
    <w:rsid w:val="00352816"/>
    <w:rsid w:val="00353007"/>
    <w:rsid w:val="00371339"/>
    <w:rsid w:val="00374368"/>
    <w:rsid w:val="00395291"/>
    <w:rsid w:val="00395505"/>
    <w:rsid w:val="00397C8A"/>
    <w:rsid w:val="003A233A"/>
    <w:rsid w:val="003A455D"/>
    <w:rsid w:val="003A6836"/>
    <w:rsid w:val="003B40CC"/>
    <w:rsid w:val="003C7125"/>
    <w:rsid w:val="003D34F1"/>
    <w:rsid w:val="003D491B"/>
    <w:rsid w:val="003D5C8A"/>
    <w:rsid w:val="003E0AF6"/>
    <w:rsid w:val="003F53EE"/>
    <w:rsid w:val="00410A7A"/>
    <w:rsid w:val="00414C3D"/>
    <w:rsid w:val="00416E96"/>
    <w:rsid w:val="00425757"/>
    <w:rsid w:val="00443CD3"/>
    <w:rsid w:val="00447511"/>
    <w:rsid w:val="00451AD9"/>
    <w:rsid w:val="00464B82"/>
    <w:rsid w:val="00465F29"/>
    <w:rsid w:val="00466B17"/>
    <w:rsid w:val="004839E6"/>
    <w:rsid w:val="00484C7D"/>
    <w:rsid w:val="00485774"/>
    <w:rsid w:val="00487476"/>
    <w:rsid w:val="00494CB6"/>
    <w:rsid w:val="004A54F0"/>
    <w:rsid w:val="004B08A3"/>
    <w:rsid w:val="004B290F"/>
    <w:rsid w:val="004B5840"/>
    <w:rsid w:val="004B5C61"/>
    <w:rsid w:val="004D22CF"/>
    <w:rsid w:val="004D4928"/>
    <w:rsid w:val="004D6592"/>
    <w:rsid w:val="004E1709"/>
    <w:rsid w:val="004E4ECC"/>
    <w:rsid w:val="004E6A50"/>
    <w:rsid w:val="004F428F"/>
    <w:rsid w:val="004F7362"/>
    <w:rsid w:val="004F7BC5"/>
    <w:rsid w:val="00505E0A"/>
    <w:rsid w:val="00513389"/>
    <w:rsid w:val="00515413"/>
    <w:rsid w:val="00517501"/>
    <w:rsid w:val="005425FE"/>
    <w:rsid w:val="00545B3F"/>
    <w:rsid w:val="00552643"/>
    <w:rsid w:val="00556D26"/>
    <w:rsid w:val="00560185"/>
    <w:rsid w:val="00560370"/>
    <w:rsid w:val="00560F0E"/>
    <w:rsid w:val="005662B6"/>
    <w:rsid w:val="00567AFC"/>
    <w:rsid w:val="00594D29"/>
    <w:rsid w:val="005967B9"/>
    <w:rsid w:val="005A1E67"/>
    <w:rsid w:val="005B465D"/>
    <w:rsid w:val="005C45E4"/>
    <w:rsid w:val="005C73CC"/>
    <w:rsid w:val="005E2226"/>
    <w:rsid w:val="005E7213"/>
    <w:rsid w:val="005F3871"/>
    <w:rsid w:val="005F3F98"/>
    <w:rsid w:val="006014C7"/>
    <w:rsid w:val="00602946"/>
    <w:rsid w:val="00607165"/>
    <w:rsid w:val="006103C0"/>
    <w:rsid w:val="00625B67"/>
    <w:rsid w:val="00627F6F"/>
    <w:rsid w:val="00630437"/>
    <w:rsid w:val="00631967"/>
    <w:rsid w:val="0064248B"/>
    <w:rsid w:val="00647666"/>
    <w:rsid w:val="006565C6"/>
    <w:rsid w:val="00667940"/>
    <w:rsid w:val="0067102F"/>
    <w:rsid w:val="006761B2"/>
    <w:rsid w:val="0069115B"/>
    <w:rsid w:val="006925E1"/>
    <w:rsid w:val="006976F6"/>
    <w:rsid w:val="00697D06"/>
    <w:rsid w:val="006B655F"/>
    <w:rsid w:val="006C2482"/>
    <w:rsid w:val="006E4400"/>
    <w:rsid w:val="006F0FF4"/>
    <w:rsid w:val="006F359C"/>
    <w:rsid w:val="006F60DD"/>
    <w:rsid w:val="0070208C"/>
    <w:rsid w:val="00704259"/>
    <w:rsid w:val="00721705"/>
    <w:rsid w:val="00731A80"/>
    <w:rsid w:val="00732C26"/>
    <w:rsid w:val="00735601"/>
    <w:rsid w:val="0073783C"/>
    <w:rsid w:val="007416C9"/>
    <w:rsid w:val="00752AB0"/>
    <w:rsid w:val="00762004"/>
    <w:rsid w:val="0077184F"/>
    <w:rsid w:val="0077452C"/>
    <w:rsid w:val="00780125"/>
    <w:rsid w:val="00790329"/>
    <w:rsid w:val="007B1A65"/>
    <w:rsid w:val="007B60B6"/>
    <w:rsid w:val="007B6268"/>
    <w:rsid w:val="007C38E4"/>
    <w:rsid w:val="007C7A84"/>
    <w:rsid w:val="007E4383"/>
    <w:rsid w:val="007E62A6"/>
    <w:rsid w:val="007F0E8D"/>
    <w:rsid w:val="00804212"/>
    <w:rsid w:val="0081049C"/>
    <w:rsid w:val="00810850"/>
    <w:rsid w:val="008213C9"/>
    <w:rsid w:val="00822C22"/>
    <w:rsid w:val="008233E1"/>
    <w:rsid w:val="00837FFB"/>
    <w:rsid w:val="008449BF"/>
    <w:rsid w:val="00854EDC"/>
    <w:rsid w:val="0087152D"/>
    <w:rsid w:val="0088280E"/>
    <w:rsid w:val="008838E3"/>
    <w:rsid w:val="00896FF6"/>
    <w:rsid w:val="008974E0"/>
    <w:rsid w:val="008A259B"/>
    <w:rsid w:val="008A7D30"/>
    <w:rsid w:val="008B19E0"/>
    <w:rsid w:val="008B37B8"/>
    <w:rsid w:val="008B6633"/>
    <w:rsid w:val="008B78DB"/>
    <w:rsid w:val="008C1BB6"/>
    <w:rsid w:val="008C66F7"/>
    <w:rsid w:val="008D372F"/>
    <w:rsid w:val="008E7DA5"/>
    <w:rsid w:val="009222DD"/>
    <w:rsid w:val="00925658"/>
    <w:rsid w:val="00933996"/>
    <w:rsid w:val="00947DE6"/>
    <w:rsid w:val="00954781"/>
    <w:rsid w:val="009549FE"/>
    <w:rsid w:val="00956DC2"/>
    <w:rsid w:val="00966935"/>
    <w:rsid w:val="00982C76"/>
    <w:rsid w:val="009875E2"/>
    <w:rsid w:val="009A21C1"/>
    <w:rsid w:val="009A6A73"/>
    <w:rsid w:val="009B16E1"/>
    <w:rsid w:val="009E0727"/>
    <w:rsid w:val="009E232E"/>
    <w:rsid w:val="009F440A"/>
    <w:rsid w:val="009F4652"/>
    <w:rsid w:val="009F59D2"/>
    <w:rsid w:val="009F5E27"/>
    <w:rsid w:val="00A02B62"/>
    <w:rsid w:val="00A037FC"/>
    <w:rsid w:val="00A05166"/>
    <w:rsid w:val="00A14C48"/>
    <w:rsid w:val="00A23972"/>
    <w:rsid w:val="00A31DBF"/>
    <w:rsid w:val="00A41F00"/>
    <w:rsid w:val="00A43DE4"/>
    <w:rsid w:val="00A47E27"/>
    <w:rsid w:val="00A652EC"/>
    <w:rsid w:val="00A85DAF"/>
    <w:rsid w:val="00A862B7"/>
    <w:rsid w:val="00A97FF6"/>
    <w:rsid w:val="00AB0E7E"/>
    <w:rsid w:val="00AC1E2F"/>
    <w:rsid w:val="00AD16E7"/>
    <w:rsid w:val="00AE7C3C"/>
    <w:rsid w:val="00B13B9D"/>
    <w:rsid w:val="00B36CC2"/>
    <w:rsid w:val="00B42C59"/>
    <w:rsid w:val="00B805C1"/>
    <w:rsid w:val="00B818DD"/>
    <w:rsid w:val="00B83895"/>
    <w:rsid w:val="00B90C25"/>
    <w:rsid w:val="00B95B81"/>
    <w:rsid w:val="00BA4C61"/>
    <w:rsid w:val="00BC47FB"/>
    <w:rsid w:val="00BC70E0"/>
    <w:rsid w:val="00BD3BC9"/>
    <w:rsid w:val="00BE2E73"/>
    <w:rsid w:val="00BF0731"/>
    <w:rsid w:val="00BF15D0"/>
    <w:rsid w:val="00BF452E"/>
    <w:rsid w:val="00C02D81"/>
    <w:rsid w:val="00C048C6"/>
    <w:rsid w:val="00C10327"/>
    <w:rsid w:val="00C1034E"/>
    <w:rsid w:val="00C10A08"/>
    <w:rsid w:val="00C15634"/>
    <w:rsid w:val="00C1758B"/>
    <w:rsid w:val="00C17EF8"/>
    <w:rsid w:val="00C23563"/>
    <w:rsid w:val="00C319A3"/>
    <w:rsid w:val="00C33086"/>
    <w:rsid w:val="00C37C33"/>
    <w:rsid w:val="00C41A7C"/>
    <w:rsid w:val="00C673CE"/>
    <w:rsid w:val="00C7677C"/>
    <w:rsid w:val="00CA5E0B"/>
    <w:rsid w:val="00CB2E34"/>
    <w:rsid w:val="00CC2B3A"/>
    <w:rsid w:val="00CC401E"/>
    <w:rsid w:val="00CD50F5"/>
    <w:rsid w:val="00CE0432"/>
    <w:rsid w:val="00CE24CA"/>
    <w:rsid w:val="00CE2B7C"/>
    <w:rsid w:val="00CF5E48"/>
    <w:rsid w:val="00D204E2"/>
    <w:rsid w:val="00D21D46"/>
    <w:rsid w:val="00D236AD"/>
    <w:rsid w:val="00D334F1"/>
    <w:rsid w:val="00D63F01"/>
    <w:rsid w:val="00D673BA"/>
    <w:rsid w:val="00D75A91"/>
    <w:rsid w:val="00D81E3E"/>
    <w:rsid w:val="00D95377"/>
    <w:rsid w:val="00DB028C"/>
    <w:rsid w:val="00DB1B97"/>
    <w:rsid w:val="00DB5BF5"/>
    <w:rsid w:val="00DC385B"/>
    <w:rsid w:val="00DC5265"/>
    <w:rsid w:val="00DD518C"/>
    <w:rsid w:val="00E0329B"/>
    <w:rsid w:val="00E03F95"/>
    <w:rsid w:val="00E27C25"/>
    <w:rsid w:val="00E31705"/>
    <w:rsid w:val="00E35C3B"/>
    <w:rsid w:val="00E42659"/>
    <w:rsid w:val="00E45E77"/>
    <w:rsid w:val="00E51494"/>
    <w:rsid w:val="00E6129C"/>
    <w:rsid w:val="00E6450D"/>
    <w:rsid w:val="00E750A6"/>
    <w:rsid w:val="00E7654F"/>
    <w:rsid w:val="00E829F9"/>
    <w:rsid w:val="00E948A3"/>
    <w:rsid w:val="00E959FC"/>
    <w:rsid w:val="00EA07F8"/>
    <w:rsid w:val="00EA4CA1"/>
    <w:rsid w:val="00EA549F"/>
    <w:rsid w:val="00EA6764"/>
    <w:rsid w:val="00EA7D25"/>
    <w:rsid w:val="00EB5BA2"/>
    <w:rsid w:val="00ED0AE6"/>
    <w:rsid w:val="00ED7FAA"/>
    <w:rsid w:val="00EE23F3"/>
    <w:rsid w:val="00EE6F38"/>
    <w:rsid w:val="00EE7DD8"/>
    <w:rsid w:val="00EF18E5"/>
    <w:rsid w:val="00EF4738"/>
    <w:rsid w:val="00EF7C40"/>
    <w:rsid w:val="00F07F30"/>
    <w:rsid w:val="00F10045"/>
    <w:rsid w:val="00F10B01"/>
    <w:rsid w:val="00F12E5E"/>
    <w:rsid w:val="00F14B99"/>
    <w:rsid w:val="00F17799"/>
    <w:rsid w:val="00F22C93"/>
    <w:rsid w:val="00F23387"/>
    <w:rsid w:val="00F31415"/>
    <w:rsid w:val="00F41498"/>
    <w:rsid w:val="00F54FFA"/>
    <w:rsid w:val="00F63514"/>
    <w:rsid w:val="00F80B4A"/>
    <w:rsid w:val="00F8424A"/>
    <w:rsid w:val="00FA7A9A"/>
    <w:rsid w:val="00FB44B0"/>
    <w:rsid w:val="00FC1402"/>
    <w:rsid w:val="00FC2135"/>
    <w:rsid w:val="00FC221B"/>
    <w:rsid w:val="00FD6050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F87D0"/>
  <w15:chartTrackingRefBased/>
  <w15:docId w15:val="{36D1AB8E-A8F3-4C35-A4C9-92972A24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6E7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4F1"/>
    <w:pPr>
      <w:keepNext/>
      <w:keepLines/>
      <w:numPr>
        <w:numId w:val="1"/>
      </w:numPr>
      <w:spacing w:before="240" w:after="200"/>
      <w:ind w:left="567" w:hanging="567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0432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AD16E7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qFormat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7677C"/>
  </w:style>
  <w:style w:type="character" w:customStyle="1" w:styleId="Nagwek1Znak">
    <w:name w:val="Nagłówek 1 Znak"/>
    <w:basedOn w:val="Domylnaczcionkaakapitu"/>
    <w:link w:val="Nagwek1"/>
    <w:uiPriority w:val="9"/>
    <w:qFormat/>
    <w:rsid w:val="00D334F1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E0432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750A6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AD16E7"/>
    <w:rPr>
      <w:rFonts w:asciiTheme="majorHAnsi" w:eastAsiaTheme="majorEastAsia" w:hAnsiTheme="majorHAnsi" w:cstheme="majorBidi"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aliases w:val="maz_wyliczenie,opis dzialania,K-P_odwolanie,A_wyliczenie,Akapit z listą 1,L1,Numerowanie,normalny tekst,Akapit z listą5,Nagłowek 3,Akapit z listą BS,Kolorowa lista — akcent 11,Dot pt,F5 List Paragraph,Recommendation,lp1,List Paragraph11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qFormat/>
    <w:rsid w:val="000F7DC5"/>
    <w:pPr>
      <w:numPr>
        <w:numId w:val="2"/>
      </w:numPr>
      <w:contextualSpacing w:val="0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8222C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22F21"/>
    <w:pPr>
      <w:spacing w:after="100" w:line="259" w:lineRule="auto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838E3"/>
    <w:rPr>
      <w:rFonts w:ascii="Century Gothic" w:hAnsi="Century Gothic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character" w:styleId="Odwoanieprzypisudolnego">
    <w:name w:val="footnote reference"/>
    <w:aliases w:val="Footnote Reference Number,Odwołanie przypisu"/>
    <w:basedOn w:val="Domylnaczcionkaakapitu"/>
    <w:unhideWhenUsed/>
    <w:rsid w:val="002E507A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42C59"/>
  </w:style>
  <w:style w:type="paragraph" w:customStyle="1" w:styleId="footnotedescription">
    <w:name w:val="footnote description"/>
    <w:next w:val="Normalny"/>
    <w:link w:val="footnotedescriptionChar"/>
    <w:hidden/>
    <w:rsid w:val="00B42C59"/>
    <w:pPr>
      <w:spacing w:after="187" w:line="240" w:lineRule="auto"/>
      <w:ind w:firstLine="281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B42C59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mark">
    <w:name w:val="footnote mark"/>
    <w:hidden/>
    <w:rsid w:val="00B42C59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B42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42C59"/>
    <w:pPr>
      <w:spacing w:after="110"/>
      <w:ind w:left="435" w:hanging="435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2C59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C59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C59"/>
    <w:pPr>
      <w:spacing w:after="0"/>
      <w:ind w:left="435" w:hanging="435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C59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42C59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rsid w:val="00B42C59"/>
    <w:pPr>
      <w:autoSpaceDE w:val="0"/>
      <w:autoSpaceDN w:val="0"/>
      <w:spacing w:after="12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42C5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normalny tekst Znak,Akapit z listą5 Znak,Nagłowek 3 Znak,Akapit z listą BS Znak,Dot pt Znak,lp1 Znak"/>
    <w:link w:val="Akapitzlist"/>
    <w:uiPriority w:val="34"/>
    <w:qFormat/>
    <w:locked/>
    <w:rsid w:val="00B42C59"/>
    <w:rPr>
      <w:rFonts w:ascii="Century Gothic" w:hAnsi="Century Gothic"/>
      <w:color w:val="212E3B" w:themeColor="accent1"/>
      <w:sz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42C59"/>
    <w:pPr>
      <w:spacing w:after="120" w:line="480" w:lineRule="auto"/>
      <w:ind w:left="435" w:hanging="435"/>
    </w:pPr>
    <w:rPr>
      <w:rFonts w:ascii="Arial" w:eastAsia="Arial" w:hAnsi="Arial" w:cs="Arial"/>
      <w:color w:val="000000"/>
      <w:sz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42C59"/>
    <w:rPr>
      <w:rFonts w:ascii="Arial" w:eastAsia="Arial" w:hAnsi="Arial" w:cs="Arial"/>
      <w:color w:val="00000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42C5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B42C59"/>
    <w:pPr>
      <w:spacing w:after="0"/>
      <w:ind w:left="435" w:hanging="435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42C59"/>
    <w:rPr>
      <w:rFonts w:ascii="Arial" w:eastAsia="Arial" w:hAnsi="Arial" w:cs="Arial"/>
      <w:color w:val="000000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B42C59"/>
    <w:pPr>
      <w:tabs>
        <w:tab w:val="left" w:pos="4608"/>
      </w:tabs>
      <w:suppressAutoHyphens/>
      <w:spacing w:after="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Default">
    <w:name w:val="Default"/>
    <w:rsid w:val="00B42C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42C59"/>
    <w:pPr>
      <w:spacing w:after="120" w:line="249" w:lineRule="auto"/>
      <w:ind w:left="435" w:hanging="435"/>
    </w:pPr>
    <w:rPr>
      <w:rFonts w:ascii="Arial" w:eastAsia="Arial" w:hAnsi="Arial" w:cs="Arial"/>
      <w:color w:val="000000"/>
      <w:sz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C59"/>
    <w:rPr>
      <w:rFonts w:ascii="Arial" w:eastAsia="Arial" w:hAnsi="Arial" w:cs="Arial"/>
      <w:color w:val="000000"/>
      <w:lang w:eastAsia="pl-PL"/>
    </w:rPr>
  </w:style>
  <w:style w:type="paragraph" w:customStyle="1" w:styleId="Style6">
    <w:name w:val="Style6"/>
    <w:basedOn w:val="Normalny"/>
    <w:rsid w:val="00B42C59"/>
    <w:pPr>
      <w:widowControl w:val="0"/>
      <w:autoSpaceDE w:val="0"/>
      <w:autoSpaceDN w:val="0"/>
      <w:adjustRightInd w:val="0"/>
      <w:spacing w:after="0" w:line="269" w:lineRule="exact"/>
      <w:ind w:hanging="355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B42C59"/>
    <w:pPr>
      <w:shd w:val="clear" w:color="auto" w:fill="FFFFFF"/>
      <w:spacing w:after="300" w:line="240" w:lineRule="atLeast"/>
      <w:ind w:hanging="380"/>
      <w:jc w:val="left"/>
    </w:pPr>
    <w:rPr>
      <w:rFonts w:ascii="Times New Roman" w:eastAsia="Times New Roman" w:hAnsi="Times New Roman" w:cs="Times New Roman"/>
      <w:color w:val="auto"/>
      <w:sz w:val="23"/>
      <w:szCs w:val="23"/>
      <w:lang w:eastAsia="ar-SA"/>
    </w:rPr>
  </w:style>
  <w:style w:type="paragraph" w:customStyle="1" w:styleId="UM1-paragraf">
    <w:name w:val="UM1 - paragraf"/>
    <w:basedOn w:val="Normalny"/>
    <w:uiPriority w:val="99"/>
    <w:rsid w:val="00B42C59"/>
    <w:pPr>
      <w:keepNext/>
      <w:numPr>
        <w:numId w:val="42"/>
      </w:numPr>
      <w:tabs>
        <w:tab w:val="num" w:pos="0"/>
      </w:tabs>
      <w:spacing w:before="360" w:after="240" w:line="276" w:lineRule="auto"/>
      <w:ind w:left="283" w:hanging="283"/>
      <w:jc w:val="center"/>
    </w:pPr>
    <w:rPr>
      <w:rFonts w:ascii="Arial" w:hAnsi="Arial" w:cs="Arial"/>
      <w:b/>
      <w:bCs/>
      <w:color w:val="auto"/>
      <w:sz w:val="22"/>
      <w:lang w:eastAsia="pl-PL"/>
    </w:rPr>
  </w:style>
  <w:style w:type="paragraph" w:customStyle="1" w:styleId="UM2-ustp">
    <w:name w:val="UM2 - ustęp"/>
    <w:basedOn w:val="Normalny"/>
    <w:uiPriority w:val="99"/>
    <w:rsid w:val="00B42C59"/>
    <w:pPr>
      <w:numPr>
        <w:ilvl w:val="1"/>
        <w:numId w:val="42"/>
      </w:numPr>
      <w:tabs>
        <w:tab w:val="clear" w:pos="312"/>
      </w:tabs>
      <w:spacing w:after="120" w:line="276" w:lineRule="auto"/>
      <w:ind w:left="720" w:hanging="720"/>
    </w:pPr>
    <w:rPr>
      <w:rFonts w:ascii="Arial" w:hAnsi="Arial" w:cs="Arial"/>
      <w:color w:val="auto"/>
      <w:sz w:val="22"/>
      <w:lang w:eastAsia="pl-PL"/>
    </w:rPr>
  </w:style>
  <w:style w:type="paragraph" w:customStyle="1" w:styleId="UM3-punkt">
    <w:name w:val="UM3 - punkt"/>
    <w:basedOn w:val="Normalny"/>
    <w:uiPriority w:val="99"/>
    <w:rsid w:val="00B42C59"/>
    <w:pPr>
      <w:numPr>
        <w:ilvl w:val="2"/>
        <w:numId w:val="42"/>
      </w:numPr>
      <w:tabs>
        <w:tab w:val="clear" w:pos="851"/>
      </w:tabs>
      <w:spacing w:after="120" w:line="276" w:lineRule="auto"/>
      <w:ind w:left="1146" w:hanging="720"/>
    </w:pPr>
    <w:rPr>
      <w:rFonts w:ascii="Arial" w:hAnsi="Arial" w:cs="Arial"/>
      <w:color w:val="auto"/>
      <w:sz w:val="22"/>
      <w:lang w:eastAsia="pl-PL"/>
    </w:rPr>
  </w:style>
  <w:style w:type="paragraph" w:customStyle="1" w:styleId="UM4-litera">
    <w:name w:val="UM4 - litera"/>
    <w:basedOn w:val="Normalny"/>
    <w:uiPriority w:val="99"/>
    <w:rsid w:val="00B42C59"/>
    <w:pPr>
      <w:numPr>
        <w:ilvl w:val="3"/>
        <w:numId w:val="42"/>
      </w:numPr>
      <w:tabs>
        <w:tab w:val="clear" w:pos="1134"/>
      </w:tabs>
      <w:overflowPunct w:val="0"/>
      <w:autoSpaceDE w:val="0"/>
      <w:autoSpaceDN w:val="0"/>
      <w:spacing w:after="120" w:line="276" w:lineRule="auto"/>
      <w:ind w:left="1080" w:hanging="1080"/>
      <w:contextualSpacing/>
    </w:pPr>
    <w:rPr>
      <w:rFonts w:ascii="Arial" w:hAnsi="Arial" w:cs="Arial"/>
      <w:color w:val="auto"/>
      <w:sz w:val="22"/>
      <w:lang w:eastAsia="pl-PL"/>
    </w:rPr>
  </w:style>
  <w:style w:type="paragraph" w:customStyle="1" w:styleId="UM5-maerzymskie">
    <w:name w:val="UM5 - małe rzymskie"/>
    <w:basedOn w:val="Normalny"/>
    <w:uiPriority w:val="99"/>
    <w:rsid w:val="00B42C59"/>
    <w:pPr>
      <w:numPr>
        <w:ilvl w:val="4"/>
        <w:numId w:val="42"/>
      </w:numPr>
      <w:tabs>
        <w:tab w:val="clear" w:pos="1418"/>
      </w:tabs>
      <w:overflowPunct w:val="0"/>
      <w:autoSpaceDE w:val="0"/>
      <w:autoSpaceDN w:val="0"/>
      <w:spacing w:after="120" w:line="276" w:lineRule="auto"/>
      <w:ind w:left="1440" w:hanging="1440"/>
      <w:contextualSpacing/>
    </w:pPr>
    <w:rPr>
      <w:rFonts w:ascii="Arial" w:hAnsi="Arial" w:cs="Arial"/>
      <w:color w:val="auto"/>
      <w:sz w:val="22"/>
      <w:lang w:eastAsia="pl-PL"/>
    </w:rPr>
  </w:style>
  <w:style w:type="paragraph" w:customStyle="1" w:styleId="Zwykytekst1">
    <w:name w:val="Zwykły tekst1"/>
    <w:basedOn w:val="Normalny"/>
    <w:next w:val="Zwykytekst"/>
    <w:link w:val="ZwykytekstZnak"/>
    <w:uiPriority w:val="99"/>
    <w:semiHidden/>
    <w:unhideWhenUsed/>
    <w:rsid w:val="00B42C59"/>
    <w:pPr>
      <w:spacing w:after="0"/>
      <w:jc w:val="left"/>
    </w:pPr>
    <w:rPr>
      <w:rFonts w:ascii="Calibri" w:eastAsia="Calibri" w:hAnsi="Calibri"/>
      <w:color w:val="auto"/>
      <w:sz w:val="22"/>
      <w:szCs w:val="21"/>
    </w:rPr>
  </w:style>
  <w:style w:type="character" w:customStyle="1" w:styleId="ZwykytekstZnak">
    <w:name w:val="Zwykły tekst Znak"/>
    <w:basedOn w:val="Domylnaczcionkaakapitu"/>
    <w:link w:val="Zwykytekst1"/>
    <w:uiPriority w:val="99"/>
    <w:semiHidden/>
    <w:rsid w:val="00B42C59"/>
    <w:rPr>
      <w:rFonts w:ascii="Calibri" w:eastAsia="Calibri" w:hAnsi="Calibri"/>
      <w:szCs w:val="21"/>
      <w:lang w:eastAsia="en-US"/>
    </w:rPr>
  </w:style>
  <w:style w:type="paragraph" w:customStyle="1" w:styleId="ZnakZnak">
    <w:name w:val="Znak Znak"/>
    <w:basedOn w:val="Normalny"/>
    <w:rsid w:val="00B42C59"/>
    <w:pPr>
      <w:spacing w:after="0" w:line="360" w:lineRule="auto"/>
    </w:pPr>
    <w:rPr>
      <w:rFonts w:ascii="Verdana" w:eastAsia="Times New Roman" w:hAnsi="Verdana" w:cs="Times New Roman"/>
      <w:color w:val="auto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B42C59"/>
    <w:pPr>
      <w:spacing w:after="110" w:line="249" w:lineRule="auto"/>
      <w:ind w:left="435" w:hanging="435"/>
    </w:pPr>
    <w:rPr>
      <w:rFonts w:ascii="Times New Roman" w:eastAsia="Arial" w:hAnsi="Times New Roman" w:cs="Times New Roman"/>
      <w:color w:val="000000"/>
      <w:sz w:val="24"/>
      <w:szCs w:val="24"/>
      <w:lang w:eastAsia="pl-PL"/>
    </w:rPr>
  </w:style>
  <w:style w:type="character" w:customStyle="1" w:styleId="alb">
    <w:name w:val="a_lb"/>
    <w:basedOn w:val="Domylnaczcionkaakapitu"/>
    <w:rsid w:val="00B42C59"/>
  </w:style>
  <w:style w:type="paragraph" w:customStyle="1" w:styleId="ZnakZnak1">
    <w:name w:val="Znak Znak1"/>
    <w:basedOn w:val="Normalny"/>
    <w:rsid w:val="00B42C59"/>
    <w:pPr>
      <w:spacing w:after="0" w:line="360" w:lineRule="auto"/>
    </w:pPr>
    <w:rPr>
      <w:rFonts w:ascii="Verdana" w:eastAsia="Times New Roman" w:hAnsi="Verdana" w:cs="Times New Roman"/>
      <w:color w:val="auto"/>
      <w:szCs w:val="20"/>
      <w:lang w:eastAsia="pl-PL"/>
    </w:rPr>
  </w:style>
  <w:style w:type="paragraph" w:customStyle="1" w:styleId="Podpunkt">
    <w:name w:val="Podpunkt"/>
    <w:basedOn w:val="Normalny"/>
    <w:rsid w:val="00B42C59"/>
    <w:pPr>
      <w:contextualSpacing/>
    </w:pPr>
    <w:rPr>
      <w:rFonts w:ascii="Tahoma" w:eastAsia="Times New Roman" w:hAnsi="Tahoma" w:cs="Times New Roman"/>
      <w:color w:val="auto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C59"/>
    <w:pPr>
      <w:spacing w:after="0"/>
      <w:ind w:left="435" w:hanging="435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C59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C59"/>
    <w:rPr>
      <w:vertAlign w:val="superscript"/>
    </w:rPr>
  </w:style>
  <w:style w:type="character" w:customStyle="1" w:styleId="normaltextrun">
    <w:name w:val="normaltextrun"/>
    <w:basedOn w:val="Domylnaczcionkaakapitu"/>
    <w:rsid w:val="00B42C59"/>
  </w:style>
  <w:style w:type="paragraph" w:customStyle="1" w:styleId="paragraph">
    <w:name w:val="paragraph"/>
    <w:basedOn w:val="Normalny"/>
    <w:rsid w:val="00B42C5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eop">
    <w:name w:val="eop"/>
    <w:basedOn w:val="Domylnaczcionkaakapitu"/>
    <w:rsid w:val="00B42C59"/>
  </w:style>
  <w:style w:type="character" w:customStyle="1" w:styleId="Teksttreci6">
    <w:name w:val="Tekst treści (6)_"/>
    <w:link w:val="Teksttreci60"/>
    <w:rsid w:val="00B42C59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B42C59"/>
    <w:pPr>
      <w:shd w:val="clear" w:color="auto" w:fill="FFFFFF"/>
      <w:spacing w:before="480" w:after="480" w:line="0" w:lineRule="atLeast"/>
      <w:ind w:hanging="360"/>
    </w:pPr>
    <w:rPr>
      <w:rFonts w:ascii="Trebuchet MS" w:eastAsia="Trebuchet MS" w:hAnsi="Trebuchet MS" w:cs="Trebuchet MS"/>
      <w:color w:val="auto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2C59"/>
    <w:rPr>
      <w:color w:val="605E5C"/>
      <w:shd w:val="clear" w:color="auto" w:fill="E1DFDD"/>
    </w:rPr>
  </w:style>
  <w:style w:type="character" w:customStyle="1" w:styleId="acopre">
    <w:name w:val="acopre"/>
    <w:basedOn w:val="Domylnaczcionkaakapitu"/>
    <w:rsid w:val="00B42C59"/>
  </w:style>
  <w:style w:type="paragraph" w:styleId="Zwykytekst">
    <w:name w:val="Plain Text"/>
    <w:basedOn w:val="Normalny"/>
    <w:link w:val="ZwykytekstZnak1"/>
    <w:uiPriority w:val="99"/>
    <w:semiHidden/>
    <w:unhideWhenUsed/>
    <w:rsid w:val="00B42C59"/>
    <w:pPr>
      <w:spacing w:after="0"/>
    </w:pPr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B42C59"/>
    <w:rPr>
      <w:rFonts w:ascii="Consolas" w:hAnsi="Consolas"/>
      <w:color w:val="212E3B" w:themeColor="accent1"/>
      <w:sz w:val="21"/>
      <w:szCs w:val="21"/>
    </w:rPr>
  </w:style>
  <w:style w:type="character" w:customStyle="1" w:styleId="big">
    <w:name w:val="big"/>
    <w:basedOn w:val="Domylnaczcionkaakapitu"/>
    <w:rsid w:val="00BF452E"/>
  </w:style>
  <w:style w:type="table" w:customStyle="1" w:styleId="TableGrid">
    <w:name w:val="TableGrid"/>
    <w:rsid w:val="0007378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14.png@01DB305D.1F43CB3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zm\Desktop\KZ\NASK_WEW_PapierFirmowy_Ogolny.dotx" TargetMode="External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6FBAA-0C90-4607-B49E-069A3AC6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NASK_WEW_PapierFirmowy_Ogolny.dotx</Template>
  <TotalTime>0</TotalTime>
  <Pages>3</Pages>
  <Words>584</Words>
  <Characters>4060</Characters>
  <Application>Microsoft Office Word</Application>
  <DocSecurity>0</DocSecurity>
  <Lines>82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Zmitrowicz</dc:creator>
  <cp:keywords/>
  <dc:description/>
  <cp:lastModifiedBy>Krzysztof Zmitrowicz</cp:lastModifiedBy>
  <cp:revision>2</cp:revision>
  <cp:lastPrinted>2023-09-07T06:44:00Z</cp:lastPrinted>
  <dcterms:created xsi:type="dcterms:W3CDTF">2025-12-08T11:40:00Z</dcterms:created>
  <dcterms:modified xsi:type="dcterms:W3CDTF">2025-12-08T11:40:00Z</dcterms:modified>
</cp:coreProperties>
</file>