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80E4" w14:textId="0B5C4FFB" w:rsidR="00EA3617" w:rsidRDefault="00223E45" w:rsidP="00EA3617">
      <w:pPr>
        <w:rPr>
          <w:rFonts w:cs="Arial"/>
          <w:b/>
          <w:szCs w:val="22"/>
        </w:rPr>
      </w:pPr>
      <w:r w:rsidRPr="006066AD">
        <w:rPr>
          <w:rFonts w:cs="Arial"/>
          <w:b/>
          <w:szCs w:val="22"/>
        </w:rPr>
        <w:t xml:space="preserve">Załącznik nr </w:t>
      </w:r>
      <w:r w:rsidR="0005673F">
        <w:rPr>
          <w:rFonts w:cs="Arial"/>
          <w:b/>
          <w:szCs w:val="22"/>
        </w:rPr>
        <w:t>1</w:t>
      </w:r>
      <w:r w:rsidR="006066AD" w:rsidRPr="006066AD">
        <w:rPr>
          <w:rFonts w:cs="Arial"/>
          <w:b/>
          <w:szCs w:val="22"/>
        </w:rPr>
        <w:t xml:space="preserve"> – Zakres prac</w:t>
      </w:r>
    </w:p>
    <w:p w14:paraId="2E638B69" w14:textId="77777777" w:rsidR="006C40C2" w:rsidRPr="006066AD" w:rsidRDefault="006C40C2" w:rsidP="00EA3617">
      <w:pPr>
        <w:rPr>
          <w:rFonts w:cs="Arial"/>
          <w:b/>
          <w:szCs w:val="22"/>
        </w:rPr>
      </w:pPr>
    </w:p>
    <w:p w14:paraId="3BE81A27" w14:textId="77777777" w:rsidR="00321611" w:rsidRPr="000B7469" w:rsidRDefault="00321611" w:rsidP="00B56FBB">
      <w:pPr>
        <w:pStyle w:val="Tekstpodstawowy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0B7469">
        <w:rPr>
          <w:rFonts w:ascii="Arial" w:hAnsi="Arial" w:cs="Arial"/>
          <w:sz w:val="22"/>
          <w:szCs w:val="22"/>
        </w:rPr>
        <w:t>Dostawy narzędzi do przeglądu przez Zamawiającego zostaną zrealizowane w maksymalnie w 3 partiach.</w:t>
      </w:r>
    </w:p>
    <w:p w14:paraId="5240304B" w14:textId="77777777" w:rsidR="00321611" w:rsidRPr="000B7469" w:rsidRDefault="00321611" w:rsidP="00B56FBB">
      <w:pPr>
        <w:pStyle w:val="Tekstpodstawowy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0B7469">
        <w:rPr>
          <w:rFonts w:ascii="Arial" w:hAnsi="Arial" w:cs="Arial"/>
          <w:sz w:val="22"/>
          <w:szCs w:val="22"/>
        </w:rPr>
        <w:t>Potwierdzeniem wykonania usługi będzie przekazanie Zamawiającemu przez Wykonawcę świadectw przeglądu narzędzi, będących przedmiotem niniejszego zlecenia.</w:t>
      </w:r>
    </w:p>
    <w:p w14:paraId="03899D31" w14:textId="77777777" w:rsidR="00B56FBB" w:rsidRPr="00B56FBB" w:rsidRDefault="00B56FBB" w:rsidP="00B56FBB">
      <w:pPr>
        <w:pStyle w:val="Akapitzlist"/>
        <w:numPr>
          <w:ilvl w:val="0"/>
          <w:numId w:val="20"/>
        </w:numPr>
        <w:spacing w:line="240" w:lineRule="auto"/>
        <w:rPr>
          <w:rFonts w:cs="Arial"/>
          <w:szCs w:val="22"/>
        </w:rPr>
      </w:pPr>
      <w:r w:rsidRPr="00B56FBB">
        <w:rPr>
          <w:rFonts w:cs="Arial"/>
          <w:szCs w:val="22"/>
        </w:rPr>
        <w:t>Za organizację i pokrycie kosztów transportu narzędzi do Wykonawcy i odpowiedzialny będzie Zamawiający.</w:t>
      </w:r>
    </w:p>
    <w:p w14:paraId="51602283" w14:textId="77777777" w:rsidR="00B56FBB" w:rsidRPr="00B56FBB" w:rsidRDefault="00B56FBB" w:rsidP="00B56FBB">
      <w:pPr>
        <w:pStyle w:val="Akapitzlist"/>
        <w:numPr>
          <w:ilvl w:val="0"/>
          <w:numId w:val="20"/>
        </w:numPr>
        <w:spacing w:line="240" w:lineRule="auto"/>
        <w:rPr>
          <w:rFonts w:cs="Arial"/>
          <w:szCs w:val="22"/>
        </w:rPr>
      </w:pPr>
      <w:r w:rsidRPr="00B56FBB">
        <w:rPr>
          <w:rFonts w:cs="Arial"/>
          <w:szCs w:val="22"/>
        </w:rPr>
        <w:t>Za organizację i pokrycie kosztów transportu narzędzi do Zamawiającego odpowiedzialny będzie Wykonawca.</w:t>
      </w:r>
    </w:p>
    <w:p w14:paraId="7018E0E4" w14:textId="77777777" w:rsidR="00321611" w:rsidRPr="00B56FBB" w:rsidRDefault="00321611" w:rsidP="00B56FBB">
      <w:pPr>
        <w:spacing w:line="240" w:lineRule="auto"/>
        <w:rPr>
          <w:rFonts w:cs="Arial"/>
          <w:b/>
          <w:szCs w:val="22"/>
        </w:rPr>
      </w:pPr>
      <w:r w:rsidRPr="00B56FBB">
        <w:rPr>
          <w:rFonts w:cs="Arial"/>
          <w:b/>
          <w:szCs w:val="22"/>
        </w:rPr>
        <w:t xml:space="preserve">Adres odbioru narzędzi: </w:t>
      </w:r>
    </w:p>
    <w:p w14:paraId="05787ADA" w14:textId="77777777" w:rsidR="00321611" w:rsidRPr="000B7469" w:rsidRDefault="00321611" w:rsidP="00B56FBB">
      <w:pPr>
        <w:spacing w:line="240" w:lineRule="auto"/>
        <w:rPr>
          <w:rFonts w:cs="Arial"/>
          <w:szCs w:val="22"/>
        </w:rPr>
      </w:pPr>
      <w:r w:rsidRPr="000B7469">
        <w:rPr>
          <w:rFonts w:cs="Arial"/>
          <w:szCs w:val="22"/>
        </w:rPr>
        <w:t>Elektrociepłownia Siekierki</w:t>
      </w:r>
    </w:p>
    <w:p w14:paraId="7A0D9F96" w14:textId="77777777" w:rsidR="003D210D" w:rsidRPr="000B7469" w:rsidRDefault="003D210D" w:rsidP="00B56FBB">
      <w:pPr>
        <w:spacing w:line="240" w:lineRule="auto"/>
        <w:rPr>
          <w:rFonts w:cs="Arial"/>
          <w:szCs w:val="22"/>
        </w:rPr>
      </w:pPr>
      <w:r w:rsidRPr="000B7469">
        <w:rPr>
          <w:rFonts w:cs="Arial"/>
          <w:szCs w:val="22"/>
        </w:rPr>
        <w:t>Ul. Augustówka 30</w:t>
      </w:r>
    </w:p>
    <w:p w14:paraId="77B025A4" w14:textId="77777777" w:rsidR="003D210D" w:rsidRPr="000B7469" w:rsidRDefault="003D210D" w:rsidP="00B56FBB">
      <w:pPr>
        <w:spacing w:line="240" w:lineRule="auto"/>
        <w:rPr>
          <w:rFonts w:cs="Arial"/>
          <w:szCs w:val="22"/>
        </w:rPr>
      </w:pPr>
      <w:r w:rsidRPr="000B7469">
        <w:rPr>
          <w:rFonts w:cs="Arial"/>
          <w:szCs w:val="22"/>
        </w:rPr>
        <w:t>02-981 Warszawa</w:t>
      </w:r>
    </w:p>
    <w:p w14:paraId="3BA0F100" w14:textId="77777777" w:rsidR="006A2F47" w:rsidRPr="000B7469" w:rsidRDefault="006A2F47" w:rsidP="006A2F47">
      <w:pPr>
        <w:pStyle w:val="Romek"/>
        <w:widowControl w:val="0"/>
        <w:numPr>
          <w:ilvl w:val="0"/>
          <w:numId w:val="16"/>
        </w:numPr>
        <w:spacing w:before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B7469">
        <w:rPr>
          <w:rFonts w:ascii="Arial" w:hAnsi="Arial" w:cs="Arial"/>
          <w:sz w:val="22"/>
          <w:szCs w:val="22"/>
        </w:rPr>
        <w:t xml:space="preserve">Oferujemy wykonanie zamówienia w zakresie opisanym w dokumentach przetargowych zgodnie z cennikiem: </w:t>
      </w:r>
    </w:p>
    <w:p w14:paraId="284A608C" w14:textId="77777777" w:rsidR="006A2F47" w:rsidRPr="000B7469" w:rsidRDefault="006A2F47" w:rsidP="006A2F47">
      <w:pPr>
        <w:pStyle w:val="Romek"/>
        <w:widowControl w:val="0"/>
        <w:numPr>
          <w:ilvl w:val="0"/>
          <w:numId w:val="17"/>
        </w:numPr>
        <w:tabs>
          <w:tab w:val="clear" w:pos="1418"/>
          <w:tab w:val="right" w:pos="709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0B7469">
        <w:rPr>
          <w:rFonts w:ascii="Arial" w:hAnsi="Arial" w:cs="Arial"/>
          <w:sz w:val="22"/>
          <w:szCs w:val="22"/>
        </w:rPr>
        <w:t>Zestawienie usług serwisowych:</w:t>
      </w:r>
    </w:p>
    <w:tbl>
      <w:tblPr>
        <w:tblW w:w="842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5535"/>
        <w:gridCol w:w="1134"/>
        <w:gridCol w:w="1273"/>
      </w:tblGrid>
      <w:tr w:rsidR="001C6D32" w:rsidRPr="000B7469" w14:paraId="6D89CD45" w14:textId="77777777" w:rsidTr="001C6D32">
        <w:trPr>
          <w:trHeight w:val="64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66A2A4" w14:textId="77777777" w:rsidR="00191484" w:rsidRPr="000B7469" w:rsidRDefault="00191484" w:rsidP="00790B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B7469">
              <w:rPr>
                <w:rFonts w:cs="Arial"/>
                <w:b/>
                <w:bCs/>
                <w:color w:val="000000"/>
                <w:szCs w:val="22"/>
              </w:rPr>
              <w:t>Lp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7A47DE" w14:textId="77777777" w:rsidR="00191484" w:rsidRPr="000B7469" w:rsidRDefault="00191484" w:rsidP="00790B86">
            <w:pPr>
              <w:jc w:val="center"/>
              <w:rPr>
                <w:rFonts w:cs="Arial"/>
                <w:b/>
                <w:bCs/>
                <w:color w:val="000000"/>
                <w:szCs w:val="22"/>
                <w:u w:val="single"/>
              </w:rPr>
            </w:pPr>
            <w:r w:rsidRPr="000B7469">
              <w:rPr>
                <w:rFonts w:cs="Arial"/>
                <w:b/>
                <w:bCs/>
                <w:color w:val="000000"/>
                <w:szCs w:val="22"/>
                <w:u w:val="single"/>
              </w:rPr>
              <w:t>Usługa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23E4C5" w14:textId="77777777" w:rsidR="00191484" w:rsidRDefault="00191484" w:rsidP="00790B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304CB5">
              <w:rPr>
                <w:rFonts w:cs="Arial"/>
                <w:b/>
                <w:bCs/>
                <w:color w:val="000000"/>
                <w:szCs w:val="22"/>
              </w:rPr>
              <w:t xml:space="preserve">Cena </w:t>
            </w:r>
          </w:p>
          <w:p w14:paraId="360C1A3B" w14:textId="77777777" w:rsidR="00191484" w:rsidRPr="000B7469" w:rsidRDefault="00191484" w:rsidP="00790B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netto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719EA" w14:textId="77777777" w:rsidR="00191484" w:rsidRPr="000B7469" w:rsidRDefault="00191484" w:rsidP="00790B86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B7469">
              <w:rPr>
                <w:rFonts w:cs="Arial"/>
                <w:b/>
                <w:bCs/>
                <w:color w:val="000000"/>
                <w:szCs w:val="22"/>
              </w:rPr>
              <w:t>Uwagi</w:t>
            </w:r>
          </w:p>
        </w:tc>
      </w:tr>
      <w:tr w:rsidR="001C6D32" w:rsidRPr="000B7469" w14:paraId="3A291341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B0CC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1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6F22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Przegląd elektronarzędzi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29D8" w14:textId="77777777" w:rsidR="00191484" w:rsidRPr="000B7469" w:rsidRDefault="00191484" w:rsidP="00790B86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09AD" w14:textId="77777777" w:rsidR="00191484" w:rsidRPr="000B7469" w:rsidRDefault="00191484" w:rsidP="00542787">
            <w:pPr>
              <w:rPr>
                <w:rFonts w:cs="Arial"/>
                <w:color w:val="000000"/>
                <w:szCs w:val="22"/>
              </w:rPr>
            </w:pPr>
          </w:p>
        </w:tc>
      </w:tr>
      <w:tr w:rsidR="001C6D32" w:rsidRPr="000B7469" w14:paraId="033A65EE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838C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2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7104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 xml:space="preserve">Wykonanie </w:t>
            </w:r>
            <w:r w:rsidR="001C6D32">
              <w:rPr>
                <w:rFonts w:cs="Arial"/>
                <w:szCs w:val="22"/>
              </w:rPr>
              <w:t xml:space="preserve">końcowego </w:t>
            </w:r>
            <w:r w:rsidRPr="000B7469">
              <w:rPr>
                <w:rFonts w:cs="Arial"/>
                <w:szCs w:val="22"/>
              </w:rPr>
              <w:t>protokołu kontroli elektronarzędzi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9A85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A1BB" w14:textId="77777777" w:rsidR="001C6D32" w:rsidRDefault="00191484" w:rsidP="00E25F67">
            <w:pPr>
              <w:rPr>
                <w:rFonts w:cs="Arial"/>
                <w:sz w:val="18"/>
                <w:szCs w:val="18"/>
              </w:rPr>
            </w:pPr>
            <w:r w:rsidRPr="001C6D32">
              <w:rPr>
                <w:rFonts w:cs="Arial"/>
                <w:sz w:val="18"/>
                <w:szCs w:val="18"/>
              </w:rPr>
              <w:t>Za wszystkie</w:t>
            </w:r>
          </w:p>
          <w:p w14:paraId="0BEC4C5E" w14:textId="77777777" w:rsidR="00191484" w:rsidRPr="000B7469" w:rsidRDefault="00191484" w:rsidP="00E25F67">
            <w:pPr>
              <w:rPr>
                <w:rFonts w:cs="Arial"/>
                <w:bCs/>
                <w:color w:val="000000"/>
                <w:szCs w:val="22"/>
              </w:rPr>
            </w:pPr>
            <w:r w:rsidRPr="001C6D32">
              <w:rPr>
                <w:rFonts w:cs="Arial"/>
                <w:sz w:val="18"/>
                <w:szCs w:val="18"/>
              </w:rPr>
              <w:t xml:space="preserve"> narzędzia</w:t>
            </w:r>
            <w:r w:rsidR="001C6D32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1C6D32" w:rsidRPr="000B7469" w14:paraId="4FD79230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FC47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3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1F11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Wycena naprawy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8F8A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7C18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1C6D32" w:rsidRPr="000B7469" w14:paraId="75A79CE0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23BD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4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DD82" w14:textId="77777777" w:rsidR="00191484" w:rsidRPr="000B7469" w:rsidRDefault="00191484" w:rsidP="001C6D32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Naprawa drobna</w:t>
            </w:r>
            <w:r w:rsidR="001C6D32">
              <w:rPr>
                <w:rFonts w:cs="Arial"/>
                <w:szCs w:val="22"/>
              </w:rPr>
              <w:t xml:space="preserve"> </w:t>
            </w:r>
            <w:r w:rsidRPr="001C6D32">
              <w:rPr>
                <w:rFonts w:cs="Arial"/>
                <w:sz w:val="18"/>
                <w:szCs w:val="18"/>
              </w:rPr>
              <w:t>(wymiana szczotek, wymiana przewodu zasilającego, wymiana wyłącznika)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8185" w14:textId="77777777" w:rsidR="00191484" w:rsidRPr="000B7469" w:rsidRDefault="00191484" w:rsidP="00911FFF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951F" w14:textId="77777777" w:rsidR="00191484" w:rsidRPr="000B7469" w:rsidRDefault="00191484" w:rsidP="00911FFF">
            <w:pPr>
              <w:rPr>
                <w:rFonts w:cs="Arial"/>
                <w:color w:val="000000"/>
                <w:szCs w:val="22"/>
              </w:rPr>
            </w:pPr>
          </w:p>
        </w:tc>
      </w:tr>
      <w:tr w:rsidR="001C6D32" w:rsidRPr="000B7469" w14:paraId="28E9584D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3CAE" w14:textId="77777777" w:rsidR="001C6D32" w:rsidRPr="000B7469" w:rsidRDefault="001C6D32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AA10" w14:textId="77777777" w:rsidR="001C6D32" w:rsidRPr="000B7469" w:rsidRDefault="001C6D32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Przegląd mechaniczny (narzędzi 5a – 5f)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1343" w14:textId="77777777" w:rsidR="001C6D32" w:rsidRPr="000B7469" w:rsidRDefault="001C6D32" w:rsidP="00911FFF">
            <w:pPr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xxxxxxxx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B6F2" w14:textId="77777777" w:rsidR="001C6D32" w:rsidRPr="000B7469" w:rsidRDefault="001C6D32" w:rsidP="00911FF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xxxxxxxxx</w:t>
            </w:r>
          </w:p>
        </w:tc>
      </w:tr>
      <w:tr w:rsidR="001C6D32" w:rsidRPr="000B7469" w14:paraId="63899608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5B84" w14:textId="77777777" w:rsidR="001C6D32" w:rsidRDefault="001C6D32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0B7469">
              <w:rPr>
                <w:rFonts w:cs="Arial"/>
                <w:szCs w:val="22"/>
              </w:rPr>
              <w:t>a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8CC1" w14:textId="77777777" w:rsidR="001C6D32" w:rsidRPr="000B7469" w:rsidRDefault="001C6D32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Wiertarka, wiertarko-wkr</w:t>
            </w:r>
            <w:r>
              <w:rPr>
                <w:rFonts w:cs="Arial"/>
                <w:szCs w:val="22"/>
              </w:rPr>
              <w:t>ę</w:t>
            </w:r>
            <w:r w:rsidRPr="000B7469">
              <w:rPr>
                <w:rFonts w:cs="Arial"/>
                <w:szCs w:val="22"/>
              </w:rPr>
              <w:t>tarka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8BA1" w14:textId="77777777" w:rsidR="001C6D32" w:rsidRPr="000B7469" w:rsidRDefault="001C6D32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45DA" w14:textId="77777777" w:rsidR="001C6D32" w:rsidRPr="000B7469" w:rsidRDefault="001C6D32" w:rsidP="00911FFF">
            <w:pPr>
              <w:rPr>
                <w:rFonts w:cs="Arial"/>
                <w:color w:val="000000"/>
                <w:szCs w:val="22"/>
              </w:rPr>
            </w:pPr>
          </w:p>
        </w:tc>
      </w:tr>
      <w:tr w:rsidR="001C6D32" w:rsidRPr="000B7469" w14:paraId="51087756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A8F1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0B7469">
              <w:rPr>
                <w:rFonts w:cs="Arial"/>
                <w:szCs w:val="22"/>
              </w:rPr>
              <w:t>b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6FEF1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 xml:space="preserve">Opalarka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31C6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6B0B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1C6D32" w:rsidRPr="000B7469" w14:paraId="4DD73F66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FF20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0B7469">
              <w:rPr>
                <w:rFonts w:cs="Arial"/>
                <w:szCs w:val="22"/>
              </w:rPr>
              <w:t>c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4324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Pistolet natryskowy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B815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EF24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1C6D32" w:rsidRPr="000B7469" w14:paraId="6F147282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07B1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0B7469">
              <w:rPr>
                <w:rFonts w:cs="Arial"/>
                <w:szCs w:val="22"/>
              </w:rPr>
              <w:t>d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F0C3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Szlifierka kątowa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2C0D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C5F1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1C6D32" w:rsidRPr="000B7469" w14:paraId="3FBA6333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DBC2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0B7469">
              <w:rPr>
                <w:rFonts w:cs="Arial"/>
                <w:szCs w:val="22"/>
              </w:rPr>
              <w:t>e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AF78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Klucz udarowy (akumulatorowy)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4A29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F03D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1C6D32" w:rsidRPr="000B7469" w14:paraId="2CC1D1D2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6BEC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Pr="000B7469">
              <w:rPr>
                <w:rFonts w:cs="Arial"/>
                <w:szCs w:val="22"/>
              </w:rPr>
              <w:t>f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391D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Wkrętarka (akumulatorowa)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FB75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7CF7" w14:textId="77777777" w:rsidR="00191484" w:rsidRPr="000B7469" w:rsidRDefault="00191484" w:rsidP="00911FFF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1C6D32" w:rsidRPr="000B7469" w14:paraId="61038FFA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20B6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9B2B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 xml:space="preserve">Oczyszczenie narzędzi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8B2C" w14:textId="77777777" w:rsidR="00191484" w:rsidRPr="000B7469" w:rsidRDefault="00191484" w:rsidP="00911FFF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0CEC" w14:textId="77777777" w:rsidR="00191484" w:rsidRPr="000B7469" w:rsidRDefault="00191484" w:rsidP="00911FFF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</w:tr>
      <w:tr w:rsidR="001C6D32" w:rsidRPr="000B7469" w14:paraId="5BC8FCA9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4648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178A" w14:textId="77777777" w:rsidR="00191484" w:rsidRPr="000B7469" w:rsidRDefault="00191484" w:rsidP="00911FFF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Złożenie narzędzia w przypadku rezygnacji z naprawy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EBBC" w14:textId="77777777" w:rsidR="00191484" w:rsidRPr="000B7469" w:rsidRDefault="00191484" w:rsidP="00911FFF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8D00" w14:textId="77777777" w:rsidR="00191484" w:rsidRPr="000B7469" w:rsidRDefault="00191484" w:rsidP="00911FFF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</w:tr>
      <w:tr w:rsidR="001C6D32" w:rsidRPr="000B7469" w14:paraId="2F3CEDBF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BA0F" w14:textId="77777777" w:rsidR="00191484" w:rsidRPr="000B7469" w:rsidRDefault="00191484" w:rsidP="0054278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8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0C" w14:textId="77777777" w:rsidR="00191484" w:rsidRPr="000B7469" w:rsidRDefault="00191484" w:rsidP="00542787">
            <w:pPr>
              <w:rPr>
                <w:rFonts w:cs="Arial"/>
                <w:szCs w:val="22"/>
              </w:rPr>
            </w:pPr>
            <w:r w:rsidRPr="000B7469">
              <w:rPr>
                <w:rFonts w:cs="Arial"/>
                <w:szCs w:val="22"/>
              </w:rPr>
              <w:t>Przesyłka jednej paczki narzędzi po przeglądzie do Zleceniodawcy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AD5C9" w14:textId="77777777" w:rsidR="00191484" w:rsidRPr="000B7469" w:rsidRDefault="00191484" w:rsidP="00542787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2C01" w14:textId="77777777" w:rsidR="00191484" w:rsidRPr="000B7469" w:rsidRDefault="00191484" w:rsidP="00542787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1C6D32" w:rsidRPr="000B7469" w14:paraId="5F298D7C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797886" w14:textId="77777777" w:rsidR="00191484" w:rsidRPr="000B7469" w:rsidRDefault="00191484" w:rsidP="00542787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B7469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11991B" w14:textId="77777777" w:rsidR="00191484" w:rsidRPr="000B7469" w:rsidRDefault="00191484" w:rsidP="00542787">
            <w:pPr>
              <w:jc w:val="center"/>
              <w:rPr>
                <w:rFonts w:cs="Arial"/>
                <w:b/>
                <w:bCs/>
                <w:color w:val="000000"/>
                <w:szCs w:val="22"/>
                <w:u w:val="single"/>
              </w:rPr>
            </w:pPr>
            <w:r w:rsidRPr="000B7469">
              <w:rPr>
                <w:rFonts w:cs="Arial"/>
                <w:b/>
                <w:bCs/>
                <w:color w:val="000000"/>
                <w:szCs w:val="22"/>
                <w:u w:val="single"/>
              </w:rPr>
              <w:t>INNE: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2B4DEA" w14:textId="77777777" w:rsidR="00191484" w:rsidRPr="000B7469" w:rsidRDefault="00191484" w:rsidP="00542787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B7469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58F130" w14:textId="77777777" w:rsidR="00191484" w:rsidRPr="000B7469" w:rsidRDefault="00191484" w:rsidP="00542787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B7469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  <w:tr w:rsidR="001C6D32" w:rsidRPr="000B7469" w14:paraId="506E7035" w14:textId="77777777" w:rsidTr="001C6D32">
        <w:trPr>
          <w:trHeight w:val="64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C016" w14:textId="77777777" w:rsidR="00191484" w:rsidRPr="000B7469" w:rsidRDefault="00191484" w:rsidP="0054278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9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F75D" w14:textId="77777777" w:rsidR="00191484" w:rsidRPr="000B7469" w:rsidRDefault="00191484" w:rsidP="00542787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Czynności nieujęte w cenniku/1h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8FCA" w14:textId="77777777" w:rsidR="00191484" w:rsidRPr="000B7469" w:rsidRDefault="00191484" w:rsidP="00542787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0C87" w14:textId="77777777" w:rsidR="00191484" w:rsidRPr="000B7469" w:rsidRDefault="00191484" w:rsidP="00542787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</w:tr>
    </w:tbl>
    <w:p w14:paraId="37D380F0" w14:textId="77777777" w:rsidR="001C6D32" w:rsidRDefault="001C6D32" w:rsidP="001C6D32">
      <w:pPr>
        <w:pStyle w:val="Romek"/>
        <w:widowControl w:val="0"/>
        <w:tabs>
          <w:tab w:val="clear" w:pos="1418"/>
          <w:tab w:val="right" w:pos="709"/>
        </w:tabs>
        <w:spacing w:before="120" w:line="360" w:lineRule="auto"/>
        <w:ind w:left="717" w:firstLine="0"/>
        <w:rPr>
          <w:rFonts w:ascii="Arial" w:hAnsi="Arial" w:cs="Arial"/>
          <w:sz w:val="22"/>
          <w:szCs w:val="22"/>
        </w:rPr>
      </w:pPr>
    </w:p>
    <w:p w14:paraId="48064F4E" w14:textId="77777777" w:rsidR="006A2F47" w:rsidRPr="000B7469" w:rsidRDefault="006A2F47" w:rsidP="006A2F47">
      <w:pPr>
        <w:pStyle w:val="Romek"/>
        <w:widowControl w:val="0"/>
        <w:numPr>
          <w:ilvl w:val="0"/>
          <w:numId w:val="17"/>
        </w:numPr>
        <w:tabs>
          <w:tab w:val="clear" w:pos="1418"/>
          <w:tab w:val="right" w:pos="709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0B7469">
        <w:rPr>
          <w:rFonts w:ascii="Arial" w:hAnsi="Arial" w:cs="Arial"/>
          <w:sz w:val="22"/>
          <w:szCs w:val="22"/>
        </w:rPr>
        <w:t>Zestawienie części zamiennych do usług serwisowych</w:t>
      </w:r>
    </w:p>
    <w:tbl>
      <w:tblPr>
        <w:tblW w:w="846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4785"/>
        <w:gridCol w:w="1701"/>
        <w:gridCol w:w="1589"/>
      </w:tblGrid>
      <w:tr w:rsidR="006A2F47" w:rsidRPr="000B7469" w14:paraId="074819A4" w14:textId="77777777" w:rsidTr="00614144">
        <w:trPr>
          <w:trHeight w:val="67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D2E31" w14:textId="77777777" w:rsidR="006A2F47" w:rsidRPr="000B7469" w:rsidRDefault="006A2F47" w:rsidP="00790B86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B81D2E3" w14:textId="77777777" w:rsidR="006A2F47" w:rsidRPr="000B7469" w:rsidRDefault="006A2F47" w:rsidP="00790B86">
            <w:pPr>
              <w:jc w:val="center"/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Materiał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841412" w14:textId="77777777" w:rsidR="006A2F47" w:rsidRPr="000B7469" w:rsidRDefault="006A2F47" w:rsidP="00790B86">
            <w:pPr>
              <w:jc w:val="center"/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Cena netto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C02ECED" w14:textId="77777777" w:rsidR="006A2F47" w:rsidRPr="000B7469" w:rsidRDefault="006A2F47" w:rsidP="00790B86">
            <w:pPr>
              <w:jc w:val="center"/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Uwagi</w:t>
            </w:r>
          </w:p>
        </w:tc>
      </w:tr>
      <w:tr w:rsidR="006A2F47" w:rsidRPr="000B7469" w14:paraId="6BF59674" w14:textId="77777777" w:rsidTr="00614144">
        <w:trPr>
          <w:trHeight w:val="6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5E60" w14:textId="77777777" w:rsidR="006A2F47" w:rsidRPr="000B7469" w:rsidRDefault="00304CB5" w:rsidP="00790B86">
            <w:pPr>
              <w:jc w:val="center"/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D72C0" w14:textId="77777777" w:rsidR="006A2F47" w:rsidRPr="000B7469" w:rsidRDefault="00304CB5" w:rsidP="00790B86">
            <w:pPr>
              <w:rPr>
                <w:rFonts w:cs="Arial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 xml:space="preserve">Szczotki </w:t>
            </w:r>
            <w:r w:rsidR="00E46A93" w:rsidRPr="00304CB5">
              <w:rPr>
                <w:rFonts w:cs="Arial"/>
                <w:color w:val="000000"/>
                <w:szCs w:val="22"/>
              </w:rPr>
              <w:t>węglowe</w:t>
            </w:r>
            <w:r w:rsidRPr="00304CB5">
              <w:rPr>
                <w:rFonts w:cs="Arial"/>
                <w:color w:val="000000"/>
                <w:szCs w:val="22"/>
              </w:rPr>
              <w:t xml:space="preserve"> Bosch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FC8D" w14:textId="77777777" w:rsidR="006A2F47" w:rsidRPr="000B7469" w:rsidRDefault="006A2F47" w:rsidP="00790B86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8E08" w14:textId="77777777" w:rsidR="006A2F47" w:rsidRPr="000B7469" w:rsidRDefault="006A2F47" w:rsidP="00790B86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</w:tr>
      <w:tr w:rsidR="00304CB5" w:rsidRPr="000B7469" w14:paraId="75356751" w14:textId="77777777" w:rsidTr="00614144">
        <w:trPr>
          <w:trHeight w:val="6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E045" w14:textId="77777777" w:rsidR="00304CB5" w:rsidRPr="000B7469" w:rsidRDefault="00304CB5" w:rsidP="00304CB5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D81EB" w14:textId="77777777" w:rsidR="00304CB5" w:rsidRPr="00304CB5" w:rsidRDefault="00304CB5" w:rsidP="00304CB5">
            <w:pPr>
              <w:rPr>
                <w:rFonts w:cs="Arial"/>
                <w:color w:val="000000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>Przewód zasilania 1,5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DFFD1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E10C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04CB5" w:rsidRPr="000B7469" w14:paraId="0590EF48" w14:textId="77777777" w:rsidTr="00614144">
        <w:trPr>
          <w:trHeight w:val="6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8617" w14:textId="77777777" w:rsidR="00304CB5" w:rsidRPr="000B7469" w:rsidRDefault="00304CB5" w:rsidP="00304CB5">
            <w:pPr>
              <w:jc w:val="center"/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D6FA" w14:textId="77777777" w:rsidR="00304CB5" w:rsidRPr="000B7469" w:rsidRDefault="00304CB5" w:rsidP="00304CB5">
            <w:pPr>
              <w:rPr>
                <w:rFonts w:cs="Arial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>Przewód zasilania 2,5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1E9F" w14:textId="77777777" w:rsidR="00304CB5" w:rsidRPr="000B7469" w:rsidRDefault="00304CB5" w:rsidP="00304CB5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7F84" w14:textId="77777777" w:rsidR="00304CB5" w:rsidRPr="000B7469" w:rsidRDefault="00304CB5" w:rsidP="00304CB5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</w:tr>
      <w:tr w:rsidR="00304CB5" w:rsidRPr="000B7469" w14:paraId="09A117A2" w14:textId="77777777" w:rsidTr="00614144">
        <w:trPr>
          <w:trHeight w:val="6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483E" w14:textId="77777777" w:rsidR="00304CB5" w:rsidRPr="000B7469" w:rsidRDefault="00304CB5" w:rsidP="00304CB5">
            <w:pPr>
              <w:jc w:val="center"/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3703" w14:textId="77777777" w:rsidR="00304CB5" w:rsidRPr="000B7469" w:rsidRDefault="00304CB5" w:rsidP="00304CB5">
            <w:pPr>
              <w:rPr>
                <w:rFonts w:cs="Arial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>Wyłącznik Bosch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2250" w14:textId="77777777" w:rsidR="00304CB5" w:rsidRPr="000B7469" w:rsidRDefault="00304CB5" w:rsidP="00304CB5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480E" w14:textId="77777777" w:rsidR="00304CB5" w:rsidRPr="000B7469" w:rsidRDefault="00304CB5" w:rsidP="00304CB5">
            <w:pPr>
              <w:rPr>
                <w:rFonts w:cs="Arial"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</w:tr>
      <w:tr w:rsidR="00304CB5" w:rsidRPr="000B7469" w14:paraId="1FCA6E89" w14:textId="77777777" w:rsidTr="00614144">
        <w:trPr>
          <w:trHeight w:val="67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4D77" w14:textId="77777777" w:rsidR="00304CB5" w:rsidRPr="00304CB5" w:rsidRDefault="00304CB5" w:rsidP="00304CB5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5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76C5" w14:textId="77777777" w:rsidR="00304CB5" w:rsidRPr="00304CB5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>Grzałka opalarki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214F" w14:textId="77777777" w:rsidR="00304CB5" w:rsidRPr="00304CB5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A0F3" w14:textId="77777777" w:rsidR="00304CB5" w:rsidRPr="00304CB5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  <w:r w:rsidRPr="000B7469">
              <w:rPr>
                <w:rFonts w:cs="Arial"/>
                <w:bCs/>
                <w:color w:val="000000"/>
                <w:szCs w:val="22"/>
              </w:rPr>
              <w:t> </w:t>
            </w:r>
          </w:p>
        </w:tc>
      </w:tr>
      <w:tr w:rsidR="00304CB5" w:rsidRPr="000B7469" w14:paraId="672B00C5" w14:textId="77777777" w:rsidTr="00614144">
        <w:trPr>
          <w:trHeight w:val="67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3298" w14:textId="77777777" w:rsidR="00304CB5" w:rsidRPr="000B7469" w:rsidRDefault="00304CB5" w:rsidP="00304CB5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6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CD3B" w14:textId="77777777" w:rsidR="00304CB5" w:rsidRPr="00304CB5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>Silnik opalarki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2C5F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0D7A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04CB5" w:rsidRPr="000B7469" w14:paraId="3701005D" w14:textId="77777777" w:rsidTr="00614144">
        <w:trPr>
          <w:trHeight w:val="67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84B7" w14:textId="77777777" w:rsidR="00304CB5" w:rsidRPr="000B7469" w:rsidRDefault="001C6D32" w:rsidP="00304CB5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7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6A0D" w14:textId="77777777" w:rsidR="00304CB5" w:rsidRPr="00304CB5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>Szczotki węglowe szlifierki 230mm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3B14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5D9B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04CB5" w:rsidRPr="000B7469" w14:paraId="53C44694" w14:textId="77777777" w:rsidTr="00614144">
        <w:trPr>
          <w:trHeight w:val="67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CFC5" w14:textId="77777777" w:rsidR="00304CB5" w:rsidRDefault="001C6D32" w:rsidP="00304CB5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8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8631" w14:textId="77777777" w:rsidR="00304CB5" w:rsidRPr="00304CB5" w:rsidRDefault="00304CB5" w:rsidP="00304CB5">
            <w:pPr>
              <w:rPr>
                <w:rFonts w:cs="Arial"/>
                <w:color w:val="000000"/>
                <w:szCs w:val="22"/>
              </w:rPr>
            </w:pPr>
            <w:r w:rsidRPr="00304CB5">
              <w:rPr>
                <w:rFonts w:cs="Arial"/>
                <w:color w:val="000000"/>
                <w:szCs w:val="22"/>
              </w:rPr>
              <w:t>Wirnik szlifierki 230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E689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DC5A" w14:textId="77777777" w:rsidR="00304CB5" w:rsidRPr="000B7469" w:rsidRDefault="00304CB5" w:rsidP="00304CB5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E46A93" w:rsidRPr="000B7469" w14:paraId="529A46C9" w14:textId="77777777" w:rsidTr="00614144">
        <w:trPr>
          <w:trHeight w:val="67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8C76" w14:textId="77777777" w:rsidR="00E46A93" w:rsidRDefault="001C6D32" w:rsidP="00E46A93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9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458A" w14:textId="77777777" w:rsidR="00E46A93" w:rsidRPr="00304CB5" w:rsidRDefault="00E46A93" w:rsidP="00E46A93">
            <w:pPr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Akumulator do </w:t>
            </w:r>
            <w:r w:rsidRPr="000B7469">
              <w:rPr>
                <w:rFonts w:cs="Arial"/>
                <w:bCs/>
                <w:szCs w:val="22"/>
              </w:rPr>
              <w:t>MILWAUKEE M18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7B3A" w14:textId="77777777" w:rsidR="00E46A93" w:rsidRPr="000B7469" w:rsidRDefault="00E46A93" w:rsidP="00E46A93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2D79" w14:textId="77777777" w:rsidR="00E46A93" w:rsidRPr="000B7469" w:rsidRDefault="00E46A93" w:rsidP="00E46A93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E46A93" w:rsidRPr="000B7469" w14:paraId="3877665C" w14:textId="77777777" w:rsidTr="00614144">
        <w:trPr>
          <w:trHeight w:val="67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5FF8" w14:textId="77777777" w:rsidR="00E46A93" w:rsidRPr="004064F4" w:rsidRDefault="00E46A93" w:rsidP="00E46A93">
            <w:pPr>
              <w:jc w:val="center"/>
              <w:rPr>
                <w:rFonts w:cs="Arial"/>
                <w:bCs/>
                <w:color w:val="000000"/>
                <w:szCs w:val="22"/>
              </w:rPr>
            </w:pPr>
            <w:r w:rsidRPr="004064F4">
              <w:rPr>
                <w:rFonts w:cs="Arial"/>
                <w:bCs/>
                <w:color w:val="000000"/>
                <w:szCs w:val="22"/>
              </w:rPr>
              <w:t>1</w:t>
            </w:r>
            <w:r w:rsidR="001C6D32" w:rsidRPr="004064F4">
              <w:rPr>
                <w:rFonts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637E" w14:textId="4710508B" w:rsidR="00E46A93" w:rsidRPr="004064F4" w:rsidRDefault="00E46A93" w:rsidP="00E46A93">
            <w:pPr>
              <w:jc w:val="left"/>
              <w:rPr>
                <w:rFonts w:cs="Arial"/>
                <w:color w:val="000000"/>
                <w:szCs w:val="22"/>
              </w:rPr>
            </w:pPr>
            <w:r w:rsidRPr="004064F4">
              <w:rPr>
                <w:rFonts w:cs="Arial"/>
                <w:color w:val="000000"/>
                <w:szCs w:val="22"/>
              </w:rPr>
              <w:t>Akumulator do wkrętarki Bosch GSR 14,4 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ADAC" w14:textId="77777777" w:rsidR="00E46A93" w:rsidRPr="000B7469" w:rsidRDefault="00E46A93" w:rsidP="00E46A93">
            <w:pPr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4B3D" w14:textId="77777777" w:rsidR="00E46A93" w:rsidRPr="000B7469" w:rsidRDefault="00E46A93" w:rsidP="00E46A93">
            <w:pPr>
              <w:rPr>
                <w:rFonts w:cs="Arial"/>
                <w:bCs/>
                <w:color w:val="000000"/>
                <w:szCs w:val="22"/>
              </w:rPr>
            </w:pPr>
          </w:p>
        </w:tc>
      </w:tr>
    </w:tbl>
    <w:p w14:paraId="579EB35C" w14:textId="77777777" w:rsidR="001C6D32" w:rsidRDefault="001C6D32" w:rsidP="001C6D32">
      <w:pPr>
        <w:pStyle w:val="Romek"/>
        <w:widowControl w:val="0"/>
        <w:tabs>
          <w:tab w:val="clear" w:pos="1418"/>
          <w:tab w:val="right" w:pos="709"/>
        </w:tabs>
        <w:spacing w:before="120" w:line="360" w:lineRule="auto"/>
        <w:ind w:left="717" w:firstLine="0"/>
        <w:rPr>
          <w:rFonts w:ascii="Arial" w:hAnsi="Arial" w:cs="Arial"/>
          <w:sz w:val="22"/>
          <w:szCs w:val="22"/>
        </w:rPr>
      </w:pPr>
    </w:p>
    <w:p w14:paraId="7E53A563" w14:textId="77777777" w:rsidR="003D210D" w:rsidRPr="000F4FDC" w:rsidRDefault="003D210D" w:rsidP="00E46A93">
      <w:pPr>
        <w:pStyle w:val="Romek"/>
        <w:widowControl w:val="0"/>
        <w:numPr>
          <w:ilvl w:val="0"/>
          <w:numId w:val="17"/>
        </w:numPr>
        <w:tabs>
          <w:tab w:val="clear" w:pos="1418"/>
          <w:tab w:val="right" w:pos="709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0F4FDC">
        <w:rPr>
          <w:rFonts w:ascii="Arial" w:hAnsi="Arial" w:cs="Arial"/>
          <w:sz w:val="22"/>
          <w:szCs w:val="22"/>
        </w:rPr>
        <w:t>Zestawienie elektronarzędzi:</w:t>
      </w:r>
    </w:p>
    <w:p w14:paraId="69FCC66A" w14:textId="77777777" w:rsidR="003D210D" w:rsidRPr="000F4FDC" w:rsidRDefault="003D210D" w:rsidP="003D210D">
      <w:pPr>
        <w:ind w:firstLine="426"/>
        <w:rPr>
          <w:rFonts w:cs="Arial"/>
          <w:bCs/>
          <w:szCs w:val="22"/>
        </w:rPr>
      </w:pPr>
      <w:r w:rsidRPr="000F4FDC">
        <w:rPr>
          <w:rFonts w:cs="Arial"/>
          <w:bCs/>
          <w:szCs w:val="22"/>
        </w:rPr>
        <w:t xml:space="preserve">1) </w:t>
      </w:r>
      <w:r w:rsidR="00F903CF" w:rsidRPr="000F4FDC">
        <w:rPr>
          <w:rFonts w:cs="Arial"/>
          <w:bCs/>
          <w:szCs w:val="22"/>
        </w:rPr>
        <w:t>WIERTARKO–WKRĘTARKA BOSCH GBM 10 SRE (pozycja 5a)</w:t>
      </w:r>
    </w:p>
    <w:p w14:paraId="2154CFAA" w14:textId="77777777" w:rsidR="003D210D" w:rsidRPr="000F4FDC" w:rsidRDefault="003D210D" w:rsidP="003D210D">
      <w:pPr>
        <w:ind w:firstLine="426"/>
        <w:rPr>
          <w:rFonts w:cs="Arial"/>
          <w:bCs/>
          <w:szCs w:val="22"/>
        </w:rPr>
      </w:pPr>
      <w:r w:rsidRPr="000F4FDC">
        <w:rPr>
          <w:rFonts w:cs="Arial"/>
          <w:bCs/>
          <w:szCs w:val="22"/>
        </w:rPr>
        <w:t xml:space="preserve">2) </w:t>
      </w:r>
      <w:r w:rsidR="00F903CF" w:rsidRPr="000F4FDC">
        <w:rPr>
          <w:rFonts w:cs="Arial"/>
          <w:bCs/>
          <w:szCs w:val="22"/>
        </w:rPr>
        <w:t>WIERTARKA UDAROWA BOSCH 90 – 2 E (pozycja 5a)</w:t>
      </w:r>
    </w:p>
    <w:p w14:paraId="4DAF6999" w14:textId="77777777" w:rsidR="003D210D" w:rsidRPr="000F4FDC" w:rsidRDefault="003D210D" w:rsidP="003D210D">
      <w:pPr>
        <w:ind w:firstLine="426"/>
        <w:rPr>
          <w:rFonts w:cs="Arial"/>
          <w:bCs/>
          <w:szCs w:val="22"/>
        </w:rPr>
      </w:pPr>
      <w:r w:rsidRPr="000F4FDC">
        <w:rPr>
          <w:rFonts w:cs="Arial"/>
          <w:bCs/>
          <w:szCs w:val="22"/>
        </w:rPr>
        <w:t xml:space="preserve">3) </w:t>
      </w:r>
      <w:r w:rsidR="00F903CF" w:rsidRPr="000F4FDC">
        <w:rPr>
          <w:rFonts w:cs="Arial"/>
          <w:bCs/>
          <w:szCs w:val="22"/>
        </w:rPr>
        <w:t>OPALARKA BOSCH GHG 660 LCD (pozycja 5b)</w:t>
      </w:r>
    </w:p>
    <w:p w14:paraId="5D72FF4D" w14:textId="77777777" w:rsidR="003D210D" w:rsidRPr="000F4FDC" w:rsidRDefault="003D210D" w:rsidP="003D210D">
      <w:pPr>
        <w:ind w:firstLine="426"/>
        <w:rPr>
          <w:rFonts w:cs="Arial"/>
          <w:bCs/>
          <w:szCs w:val="22"/>
        </w:rPr>
      </w:pPr>
      <w:r w:rsidRPr="000F4FDC">
        <w:rPr>
          <w:rFonts w:cs="Arial"/>
          <w:bCs/>
          <w:szCs w:val="22"/>
        </w:rPr>
        <w:t xml:space="preserve">4) </w:t>
      </w:r>
      <w:r w:rsidR="00F903CF" w:rsidRPr="000F4FDC">
        <w:rPr>
          <w:rFonts w:cs="Arial"/>
          <w:bCs/>
          <w:szCs w:val="22"/>
        </w:rPr>
        <w:t>PISTOLET NATRYSKOWY BOSCH PSP 260 (pozycja 5c)</w:t>
      </w:r>
    </w:p>
    <w:p w14:paraId="1FB91C52" w14:textId="77777777" w:rsidR="003D210D" w:rsidRPr="000F4FDC" w:rsidRDefault="003D210D" w:rsidP="003D210D">
      <w:pPr>
        <w:ind w:firstLine="426"/>
        <w:rPr>
          <w:rFonts w:cs="Arial"/>
          <w:bCs/>
          <w:szCs w:val="22"/>
        </w:rPr>
      </w:pPr>
      <w:r w:rsidRPr="000F4FDC">
        <w:rPr>
          <w:rFonts w:cs="Arial"/>
          <w:bCs/>
          <w:szCs w:val="22"/>
        </w:rPr>
        <w:t xml:space="preserve">5) </w:t>
      </w:r>
      <w:r w:rsidR="00F903CF" w:rsidRPr="000F4FDC">
        <w:rPr>
          <w:rFonts w:cs="Arial"/>
          <w:bCs/>
          <w:szCs w:val="22"/>
        </w:rPr>
        <w:t>SZLIFIERKA KĄTOWA BOSCH GWS 26 180 JE (pozycja 5d)</w:t>
      </w:r>
    </w:p>
    <w:p w14:paraId="1B80261F" w14:textId="77777777" w:rsidR="00F903CF" w:rsidRPr="000F4FDC" w:rsidRDefault="003D210D" w:rsidP="00F903CF">
      <w:pPr>
        <w:ind w:firstLine="426"/>
        <w:rPr>
          <w:rFonts w:cs="Arial"/>
          <w:bCs/>
          <w:szCs w:val="22"/>
        </w:rPr>
      </w:pPr>
      <w:r w:rsidRPr="000F4FDC">
        <w:rPr>
          <w:rFonts w:cs="Arial"/>
          <w:bCs/>
          <w:szCs w:val="22"/>
        </w:rPr>
        <w:t xml:space="preserve">6) </w:t>
      </w:r>
      <w:r w:rsidR="00F903CF" w:rsidRPr="000F4FDC">
        <w:rPr>
          <w:rFonts w:cs="Arial"/>
          <w:bCs/>
          <w:szCs w:val="22"/>
        </w:rPr>
        <w:t xml:space="preserve">KLUCZ </w:t>
      </w:r>
      <w:r w:rsidR="00DB0263" w:rsidRPr="000F4FDC">
        <w:rPr>
          <w:rFonts w:cs="Arial"/>
          <w:bCs/>
          <w:szCs w:val="22"/>
        </w:rPr>
        <w:t>AKUMULATOROWY</w:t>
      </w:r>
      <w:r w:rsidR="00F903CF" w:rsidRPr="000F4FDC">
        <w:rPr>
          <w:rFonts w:cs="Arial"/>
          <w:bCs/>
          <w:szCs w:val="22"/>
        </w:rPr>
        <w:t xml:space="preserve"> UDAROWY MILWAUKEE M18 (pozycja 5e)</w:t>
      </w:r>
    </w:p>
    <w:p w14:paraId="1E432CCF" w14:textId="77777777" w:rsidR="003D210D" w:rsidRDefault="00F903CF" w:rsidP="003D210D">
      <w:pPr>
        <w:ind w:firstLine="426"/>
        <w:rPr>
          <w:rFonts w:cs="Arial"/>
          <w:bCs/>
          <w:szCs w:val="22"/>
        </w:rPr>
      </w:pPr>
      <w:r w:rsidRPr="000F4FDC">
        <w:rPr>
          <w:rFonts w:cs="Arial"/>
          <w:bCs/>
          <w:szCs w:val="22"/>
        </w:rPr>
        <w:t>7) W</w:t>
      </w:r>
      <w:r w:rsidR="00DB0263" w:rsidRPr="000F4FDC">
        <w:rPr>
          <w:rFonts w:cs="Arial"/>
          <w:bCs/>
          <w:szCs w:val="22"/>
        </w:rPr>
        <w:t>KRĘTARKA</w:t>
      </w:r>
      <w:r w:rsidRPr="000F4FDC">
        <w:rPr>
          <w:rFonts w:cs="Arial"/>
          <w:bCs/>
          <w:szCs w:val="22"/>
        </w:rPr>
        <w:t xml:space="preserve"> </w:t>
      </w:r>
      <w:r w:rsidR="00DB0263" w:rsidRPr="000F4FDC">
        <w:rPr>
          <w:rFonts w:cs="Arial"/>
          <w:bCs/>
          <w:szCs w:val="22"/>
        </w:rPr>
        <w:t>AKUMULATOROWA</w:t>
      </w:r>
      <w:r w:rsidRPr="000F4FDC">
        <w:rPr>
          <w:rFonts w:cs="Arial"/>
          <w:bCs/>
          <w:szCs w:val="22"/>
        </w:rPr>
        <w:t xml:space="preserve"> GSR 14,4 VE-2 (pozycja 5f)</w:t>
      </w:r>
    </w:p>
    <w:p w14:paraId="7E0C9EE9" w14:textId="41A109A9" w:rsidR="00614144" w:rsidRPr="000B7469" w:rsidRDefault="00614144" w:rsidP="003D210D">
      <w:pPr>
        <w:ind w:firstLine="426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8) </w:t>
      </w:r>
      <w:bookmarkStart w:id="0" w:name="_Hlk215470770"/>
      <w:r w:rsidR="004064F4">
        <w:rPr>
          <w:rFonts w:cs="Arial"/>
          <w:bCs/>
          <w:sz w:val="20"/>
          <w:szCs w:val="20"/>
        </w:rPr>
        <w:t xml:space="preserve">WIERTARKO WKRĘTARKA AKUMULATOTOWA </w:t>
      </w:r>
      <w:r w:rsidR="004064F4" w:rsidRPr="004064F4">
        <w:rPr>
          <w:rFonts w:cs="Arial"/>
          <w:bCs/>
          <w:sz w:val="20"/>
          <w:szCs w:val="20"/>
        </w:rPr>
        <w:t xml:space="preserve">VERTO </w:t>
      </w:r>
      <w:r w:rsidRPr="004064F4">
        <w:rPr>
          <w:rFonts w:cs="Arial"/>
          <w:bCs/>
          <w:sz w:val="20"/>
          <w:szCs w:val="20"/>
        </w:rPr>
        <w:t xml:space="preserve">20V, Li-Ion/1,5Ah, 50G291 </w:t>
      </w:r>
      <w:bookmarkEnd w:id="0"/>
      <w:r w:rsidRPr="004064F4">
        <w:rPr>
          <w:rFonts w:cs="Arial"/>
          <w:bCs/>
          <w:sz w:val="20"/>
          <w:szCs w:val="20"/>
        </w:rPr>
        <w:t>(pozycja 5f)</w:t>
      </w:r>
    </w:p>
    <w:p w14:paraId="121AC7DC" w14:textId="77777777" w:rsidR="00F903CF" w:rsidRPr="000B7469" w:rsidRDefault="00F903CF">
      <w:pPr>
        <w:ind w:firstLine="426"/>
        <w:rPr>
          <w:rFonts w:cs="Arial"/>
          <w:bCs/>
          <w:szCs w:val="22"/>
        </w:rPr>
      </w:pPr>
    </w:p>
    <w:sectPr w:rsidR="00F903CF" w:rsidRPr="000B7469" w:rsidSect="00B7604C">
      <w:headerReference w:type="default" r:id="rId8"/>
      <w:footerReference w:type="default" r:id="rId9"/>
      <w:type w:val="continuous"/>
      <w:pgSz w:w="11906" w:h="16838"/>
      <w:pgMar w:top="720" w:right="720" w:bottom="720" w:left="720" w:header="708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00F76" w14:textId="77777777" w:rsidR="00E75490" w:rsidRDefault="00E75490">
      <w:r>
        <w:separator/>
      </w:r>
    </w:p>
  </w:endnote>
  <w:endnote w:type="continuationSeparator" w:id="0">
    <w:p w14:paraId="4958AD4D" w14:textId="77777777" w:rsidR="00E75490" w:rsidRDefault="00E7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842C6" w14:textId="77777777" w:rsidR="001A6483" w:rsidRDefault="001A6483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64A8B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48BA2" w14:textId="77777777" w:rsidR="00E75490" w:rsidRDefault="00E75490">
      <w:r>
        <w:separator/>
      </w:r>
    </w:p>
  </w:footnote>
  <w:footnote w:type="continuationSeparator" w:id="0">
    <w:p w14:paraId="1234E839" w14:textId="77777777" w:rsidR="00E75490" w:rsidRDefault="00E75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720E3" w14:textId="77777777" w:rsidR="001A6483" w:rsidRPr="00EA3617" w:rsidRDefault="001A6483" w:rsidP="00EA3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6D29"/>
    <w:multiLevelType w:val="hybridMultilevel"/>
    <w:tmpl w:val="B9AC9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3680"/>
    <w:multiLevelType w:val="hybridMultilevel"/>
    <w:tmpl w:val="D7765758"/>
    <w:lvl w:ilvl="0" w:tplc="91D64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538B9E0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b w:val="0"/>
      </w:rPr>
    </w:lvl>
    <w:lvl w:ilvl="2" w:tplc="CAC80508">
      <w:start w:val="1"/>
      <w:numFmt w:val="lowerRoman"/>
      <w:lvlText w:val="%3)"/>
      <w:lvlJc w:val="right"/>
      <w:pPr>
        <w:tabs>
          <w:tab w:val="num" w:pos="737"/>
        </w:tabs>
        <w:ind w:left="737" w:hanging="3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171A3"/>
    <w:multiLevelType w:val="hybridMultilevel"/>
    <w:tmpl w:val="C6B0F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B5B4B"/>
    <w:multiLevelType w:val="hybridMultilevel"/>
    <w:tmpl w:val="111EF4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D6B21"/>
    <w:multiLevelType w:val="singleLevel"/>
    <w:tmpl w:val="F83A5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v-SE"/>
      </w:rPr>
    </w:lvl>
  </w:abstractNum>
  <w:abstractNum w:abstractNumId="5" w15:restartNumberingAfterBreak="0">
    <w:nsid w:val="251713EF"/>
    <w:multiLevelType w:val="hybridMultilevel"/>
    <w:tmpl w:val="FD927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64200"/>
    <w:multiLevelType w:val="hybridMultilevel"/>
    <w:tmpl w:val="D490300C"/>
    <w:lvl w:ilvl="0" w:tplc="87402F2A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7369C"/>
    <w:multiLevelType w:val="hybridMultilevel"/>
    <w:tmpl w:val="210E92FC"/>
    <w:lvl w:ilvl="0" w:tplc="4C5E3BF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5E3BF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16AF0"/>
    <w:multiLevelType w:val="hybridMultilevel"/>
    <w:tmpl w:val="BA12B9A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87327A7"/>
    <w:multiLevelType w:val="hybridMultilevel"/>
    <w:tmpl w:val="E0C8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52526B"/>
    <w:multiLevelType w:val="hybridMultilevel"/>
    <w:tmpl w:val="F3DCE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57B4A"/>
    <w:multiLevelType w:val="hybridMultilevel"/>
    <w:tmpl w:val="36049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5132D"/>
    <w:multiLevelType w:val="hybridMultilevel"/>
    <w:tmpl w:val="1F3C9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523C0"/>
    <w:multiLevelType w:val="hybridMultilevel"/>
    <w:tmpl w:val="74986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28214F"/>
    <w:multiLevelType w:val="hybridMultilevel"/>
    <w:tmpl w:val="021A1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4DF164B"/>
    <w:multiLevelType w:val="hybridMultilevel"/>
    <w:tmpl w:val="6172EF32"/>
    <w:lvl w:ilvl="0" w:tplc="C61212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1F52454"/>
    <w:multiLevelType w:val="hybridMultilevel"/>
    <w:tmpl w:val="EA9C18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76AA2A78"/>
    <w:multiLevelType w:val="hybridMultilevel"/>
    <w:tmpl w:val="6172EF32"/>
    <w:lvl w:ilvl="0" w:tplc="C61212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BCB6918"/>
    <w:multiLevelType w:val="hybridMultilevel"/>
    <w:tmpl w:val="148C9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165303">
    <w:abstractNumId w:val="6"/>
  </w:num>
  <w:num w:numId="2" w16cid:durableId="796948531">
    <w:abstractNumId w:val="1"/>
  </w:num>
  <w:num w:numId="3" w16cid:durableId="1289815664">
    <w:abstractNumId w:val="7"/>
  </w:num>
  <w:num w:numId="4" w16cid:durableId="903107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5037408">
    <w:abstractNumId w:val="12"/>
  </w:num>
  <w:num w:numId="6" w16cid:durableId="30616324">
    <w:abstractNumId w:val="3"/>
  </w:num>
  <w:num w:numId="7" w16cid:durableId="1327324304">
    <w:abstractNumId w:val="13"/>
  </w:num>
  <w:num w:numId="8" w16cid:durableId="679888931">
    <w:abstractNumId w:val="18"/>
  </w:num>
  <w:num w:numId="9" w16cid:durableId="2069766583">
    <w:abstractNumId w:val="16"/>
  </w:num>
  <w:num w:numId="10" w16cid:durableId="1328821597">
    <w:abstractNumId w:val="11"/>
  </w:num>
  <w:num w:numId="11" w16cid:durableId="1347714758">
    <w:abstractNumId w:val="14"/>
  </w:num>
  <w:num w:numId="12" w16cid:durableId="1044401301">
    <w:abstractNumId w:val="2"/>
  </w:num>
  <w:num w:numId="13" w16cid:durableId="1461462677">
    <w:abstractNumId w:val="5"/>
  </w:num>
  <w:num w:numId="14" w16cid:durableId="2070414746">
    <w:abstractNumId w:val="8"/>
  </w:num>
  <w:num w:numId="15" w16cid:durableId="985939305">
    <w:abstractNumId w:val="0"/>
  </w:num>
  <w:num w:numId="16" w16cid:durableId="605574064">
    <w:abstractNumId w:val="4"/>
  </w:num>
  <w:num w:numId="17" w16cid:durableId="1647248309">
    <w:abstractNumId w:val="17"/>
  </w:num>
  <w:num w:numId="18" w16cid:durableId="12987554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9697530">
    <w:abstractNumId w:val="15"/>
  </w:num>
  <w:num w:numId="20" w16cid:durableId="8311384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FF"/>
    <w:rsid w:val="00004A1D"/>
    <w:rsid w:val="0001029E"/>
    <w:rsid w:val="00023F3A"/>
    <w:rsid w:val="0002446B"/>
    <w:rsid w:val="00051A42"/>
    <w:rsid w:val="0005673F"/>
    <w:rsid w:val="000568CD"/>
    <w:rsid w:val="0006315B"/>
    <w:rsid w:val="000977FE"/>
    <w:rsid w:val="000A7564"/>
    <w:rsid w:val="000B7469"/>
    <w:rsid w:val="000C0CF7"/>
    <w:rsid w:val="000C6B90"/>
    <w:rsid w:val="000D4B8F"/>
    <w:rsid w:val="000E17F3"/>
    <w:rsid w:val="000E7931"/>
    <w:rsid w:val="000F4FDC"/>
    <w:rsid w:val="000F7525"/>
    <w:rsid w:val="001013FA"/>
    <w:rsid w:val="00114520"/>
    <w:rsid w:val="0012749F"/>
    <w:rsid w:val="001321D2"/>
    <w:rsid w:val="00135726"/>
    <w:rsid w:val="00173538"/>
    <w:rsid w:val="00176ABA"/>
    <w:rsid w:val="00191484"/>
    <w:rsid w:val="001A5757"/>
    <w:rsid w:val="001A6483"/>
    <w:rsid w:val="001C3B6A"/>
    <w:rsid w:val="001C6D32"/>
    <w:rsid w:val="001C782A"/>
    <w:rsid w:val="001E6E28"/>
    <w:rsid w:val="001F0547"/>
    <w:rsid w:val="00212EB3"/>
    <w:rsid w:val="00213328"/>
    <w:rsid w:val="00223E45"/>
    <w:rsid w:val="00225A5C"/>
    <w:rsid w:val="0022733D"/>
    <w:rsid w:val="0024367D"/>
    <w:rsid w:val="002571E5"/>
    <w:rsid w:val="002648DA"/>
    <w:rsid w:val="002719B2"/>
    <w:rsid w:val="00281A14"/>
    <w:rsid w:val="0028253C"/>
    <w:rsid w:val="002A3B34"/>
    <w:rsid w:val="002B043B"/>
    <w:rsid w:val="002D3151"/>
    <w:rsid w:val="002E168A"/>
    <w:rsid w:val="002E2DC9"/>
    <w:rsid w:val="002E6E71"/>
    <w:rsid w:val="00304CB5"/>
    <w:rsid w:val="00321611"/>
    <w:rsid w:val="003315F6"/>
    <w:rsid w:val="00332F9E"/>
    <w:rsid w:val="00354397"/>
    <w:rsid w:val="00360E41"/>
    <w:rsid w:val="00365797"/>
    <w:rsid w:val="003804F1"/>
    <w:rsid w:val="00381C29"/>
    <w:rsid w:val="003D210D"/>
    <w:rsid w:val="003E5773"/>
    <w:rsid w:val="00400F2D"/>
    <w:rsid w:val="004064F4"/>
    <w:rsid w:val="00423DC2"/>
    <w:rsid w:val="00455AC1"/>
    <w:rsid w:val="00460E9D"/>
    <w:rsid w:val="00494E12"/>
    <w:rsid w:val="004968EF"/>
    <w:rsid w:val="004A5DDA"/>
    <w:rsid w:val="004F1353"/>
    <w:rsid w:val="004F43BF"/>
    <w:rsid w:val="00524539"/>
    <w:rsid w:val="005302AD"/>
    <w:rsid w:val="00542787"/>
    <w:rsid w:val="00543F26"/>
    <w:rsid w:val="005477B5"/>
    <w:rsid w:val="00561736"/>
    <w:rsid w:val="00586FDD"/>
    <w:rsid w:val="00595F06"/>
    <w:rsid w:val="005A3A71"/>
    <w:rsid w:val="005C1A4A"/>
    <w:rsid w:val="005E479C"/>
    <w:rsid w:val="005E507D"/>
    <w:rsid w:val="005F481D"/>
    <w:rsid w:val="006051B7"/>
    <w:rsid w:val="006066AD"/>
    <w:rsid w:val="00614144"/>
    <w:rsid w:val="00627463"/>
    <w:rsid w:val="00635C25"/>
    <w:rsid w:val="006515B2"/>
    <w:rsid w:val="006550DE"/>
    <w:rsid w:val="0066356F"/>
    <w:rsid w:val="006A2F47"/>
    <w:rsid w:val="006B09A9"/>
    <w:rsid w:val="006B313A"/>
    <w:rsid w:val="006B771C"/>
    <w:rsid w:val="006C40C2"/>
    <w:rsid w:val="006F17F8"/>
    <w:rsid w:val="00703B8C"/>
    <w:rsid w:val="007122D3"/>
    <w:rsid w:val="00724E35"/>
    <w:rsid w:val="00743C2B"/>
    <w:rsid w:val="00754F46"/>
    <w:rsid w:val="00765029"/>
    <w:rsid w:val="00783CF5"/>
    <w:rsid w:val="0078546A"/>
    <w:rsid w:val="00793B5B"/>
    <w:rsid w:val="007A3404"/>
    <w:rsid w:val="007C400A"/>
    <w:rsid w:val="007F7B3F"/>
    <w:rsid w:val="008148F1"/>
    <w:rsid w:val="008267EF"/>
    <w:rsid w:val="00832DDD"/>
    <w:rsid w:val="00850061"/>
    <w:rsid w:val="00864A8B"/>
    <w:rsid w:val="00891780"/>
    <w:rsid w:val="0089240D"/>
    <w:rsid w:val="008A1633"/>
    <w:rsid w:val="008B283B"/>
    <w:rsid w:val="008E57B5"/>
    <w:rsid w:val="008E72B5"/>
    <w:rsid w:val="008F02F9"/>
    <w:rsid w:val="009035B8"/>
    <w:rsid w:val="00911FFF"/>
    <w:rsid w:val="0092698A"/>
    <w:rsid w:val="00932A6C"/>
    <w:rsid w:val="0095051F"/>
    <w:rsid w:val="00961EE7"/>
    <w:rsid w:val="009757AF"/>
    <w:rsid w:val="0098662B"/>
    <w:rsid w:val="009954B8"/>
    <w:rsid w:val="009A27DC"/>
    <w:rsid w:val="009B6454"/>
    <w:rsid w:val="009B7108"/>
    <w:rsid w:val="009D3D66"/>
    <w:rsid w:val="00A03EEA"/>
    <w:rsid w:val="00A12D93"/>
    <w:rsid w:val="00A27753"/>
    <w:rsid w:val="00A30B67"/>
    <w:rsid w:val="00A73FE8"/>
    <w:rsid w:val="00A96756"/>
    <w:rsid w:val="00AB6168"/>
    <w:rsid w:val="00AC1A99"/>
    <w:rsid w:val="00AF42CA"/>
    <w:rsid w:val="00B04373"/>
    <w:rsid w:val="00B06A33"/>
    <w:rsid w:val="00B224B4"/>
    <w:rsid w:val="00B33F41"/>
    <w:rsid w:val="00B56FBB"/>
    <w:rsid w:val="00B74795"/>
    <w:rsid w:val="00B7604C"/>
    <w:rsid w:val="00B76DFB"/>
    <w:rsid w:val="00BA42AA"/>
    <w:rsid w:val="00BA5D5F"/>
    <w:rsid w:val="00BB3A13"/>
    <w:rsid w:val="00BC3B4B"/>
    <w:rsid w:val="00BC7DA2"/>
    <w:rsid w:val="00C05969"/>
    <w:rsid w:val="00C1218A"/>
    <w:rsid w:val="00C24A75"/>
    <w:rsid w:val="00C34D22"/>
    <w:rsid w:val="00C60002"/>
    <w:rsid w:val="00C83DF5"/>
    <w:rsid w:val="00C84D0B"/>
    <w:rsid w:val="00C94539"/>
    <w:rsid w:val="00CC04D0"/>
    <w:rsid w:val="00CD0F1C"/>
    <w:rsid w:val="00CE6511"/>
    <w:rsid w:val="00CF7E20"/>
    <w:rsid w:val="00D04DEE"/>
    <w:rsid w:val="00D253B3"/>
    <w:rsid w:val="00D30662"/>
    <w:rsid w:val="00D4673C"/>
    <w:rsid w:val="00D54484"/>
    <w:rsid w:val="00D623D1"/>
    <w:rsid w:val="00D87A42"/>
    <w:rsid w:val="00D87D71"/>
    <w:rsid w:val="00D909FF"/>
    <w:rsid w:val="00D94F7F"/>
    <w:rsid w:val="00DB0263"/>
    <w:rsid w:val="00DC1F12"/>
    <w:rsid w:val="00DD1716"/>
    <w:rsid w:val="00DD32EA"/>
    <w:rsid w:val="00DF2A31"/>
    <w:rsid w:val="00DF4841"/>
    <w:rsid w:val="00E04877"/>
    <w:rsid w:val="00E0556E"/>
    <w:rsid w:val="00E12DAE"/>
    <w:rsid w:val="00E25F67"/>
    <w:rsid w:val="00E27ECC"/>
    <w:rsid w:val="00E46A93"/>
    <w:rsid w:val="00E5176D"/>
    <w:rsid w:val="00E74650"/>
    <w:rsid w:val="00E75490"/>
    <w:rsid w:val="00E76D05"/>
    <w:rsid w:val="00E941D7"/>
    <w:rsid w:val="00E96649"/>
    <w:rsid w:val="00EA0008"/>
    <w:rsid w:val="00EA3617"/>
    <w:rsid w:val="00EB5C63"/>
    <w:rsid w:val="00ED4BA2"/>
    <w:rsid w:val="00EE6E03"/>
    <w:rsid w:val="00EF26B6"/>
    <w:rsid w:val="00EF3570"/>
    <w:rsid w:val="00F17033"/>
    <w:rsid w:val="00F568E9"/>
    <w:rsid w:val="00F6263F"/>
    <w:rsid w:val="00F74A2A"/>
    <w:rsid w:val="00F903CF"/>
    <w:rsid w:val="00FA29EB"/>
    <w:rsid w:val="00FC1DAA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9CBD4"/>
  <w15:docId w15:val="{FB140E8C-6A34-48C8-BC28-EE4ACDDE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F41"/>
    <w:pPr>
      <w:keepNext/>
      <w:spacing w:before="240" w:after="60" w:line="276" w:lineRule="auto"/>
      <w:jc w:val="left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7">
    <w:name w:val="heading 7"/>
    <w:basedOn w:val="Normalny"/>
    <w:link w:val="Nagwek7Znak"/>
    <w:qFormat/>
    <w:rsid w:val="00B33F41"/>
    <w:pPr>
      <w:widowControl w:val="0"/>
      <w:spacing w:before="120" w:line="240" w:lineRule="auto"/>
      <w:jc w:val="left"/>
      <w:outlineLvl w:val="6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partament">
    <w:name w:val="departament"/>
    <w:basedOn w:val="Normalny"/>
    <w:next w:val="Normalny"/>
    <w:rPr>
      <w:b/>
    </w:rPr>
  </w:style>
  <w:style w:type="paragraph" w:customStyle="1" w:styleId="nazwaadresata">
    <w:name w:val="nazwa adresata"/>
    <w:basedOn w:val="departament"/>
    <w:next w:val="imiinazwisko"/>
    <w:pPr>
      <w:spacing w:line="280" w:lineRule="exact"/>
      <w:jc w:val="right"/>
    </w:pPr>
    <w:rPr>
      <w:sz w:val="20"/>
    </w:rPr>
  </w:style>
  <w:style w:type="paragraph" w:customStyle="1" w:styleId="imiinazwisko">
    <w:name w:val="imię i nazwisko"/>
    <w:basedOn w:val="nazwaadresata"/>
    <w:next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jc w:val="center"/>
    </w:pPr>
    <w:rPr>
      <w:sz w:val="12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unhideWhenUsed/>
    <w:pPr>
      <w:spacing w:line="240" w:lineRule="auto"/>
    </w:pPr>
    <w:rPr>
      <w:rFonts w:ascii="Tahoma" w:hAnsi="Tahoma" w:cs="VetoCom-Regular"/>
      <w:sz w:val="16"/>
      <w:szCs w:val="16"/>
    </w:rPr>
  </w:style>
  <w:style w:type="character" w:customStyle="1" w:styleId="Znak">
    <w:name w:val="Znak"/>
    <w:semiHidden/>
    <w:rPr>
      <w:rFonts w:ascii="Tahoma" w:hAnsi="Tahoma" w:cs="VetoCom-Regular"/>
      <w:sz w:val="16"/>
      <w:szCs w:val="16"/>
    </w:rPr>
  </w:style>
  <w:style w:type="character" w:styleId="Hipercze">
    <w:name w:val="Hyperlink"/>
    <w:uiPriority w:val="99"/>
    <w:unhideWhenUsed/>
    <w:rsid w:val="0089240D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B33F41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gwek7Znak">
    <w:name w:val="Nagłówek 7 Znak"/>
    <w:link w:val="Nagwek7"/>
    <w:rsid w:val="00B33F41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B33F41"/>
    <w:pPr>
      <w:spacing w:line="240" w:lineRule="auto"/>
      <w:jc w:val="left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B33F41"/>
    <w:rPr>
      <w:sz w:val="24"/>
    </w:rPr>
  </w:style>
  <w:style w:type="paragraph" w:customStyle="1" w:styleId="Prm">
    <w:name w:val="Pärm"/>
    <w:basedOn w:val="Normalny"/>
    <w:rsid w:val="00B33F41"/>
    <w:pPr>
      <w:keepNext/>
      <w:keepLines/>
      <w:tabs>
        <w:tab w:val="right" w:pos="9637"/>
      </w:tabs>
      <w:spacing w:before="240" w:line="240" w:lineRule="auto"/>
      <w:jc w:val="left"/>
    </w:pPr>
    <w:rPr>
      <w:sz w:val="20"/>
      <w:szCs w:val="20"/>
      <w:lang w:val="en-GB"/>
    </w:rPr>
  </w:style>
  <w:style w:type="paragraph" w:customStyle="1" w:styleId="Default">
    <w:name w:val="Default"/>
    <w:rsid w:val="00B33F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54484"/>
    <w:pPr>
      <w:ind w:left="720"/>
      <w:contextualSpacing/>
    </w:pPr>
  </w:style>
  <w:style w:type="paragraph" w:customStyle="1" w:styleId="Romek">
    <w:name w:val="Romek"/>
    <w:basedOn w:val="Normalny"/>
    <w:rsid w:val="006A2F47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  <w:szCs w:val="2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.wozniak\Desktop\dok%20FZ\14DFZZ525%20-%20zakup%20opon\zlecenie_14DFZZ52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45F43-F4BB-4A35-BC54-88E250C8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zlecenie_14DFZZ525</Template>
  <TotalTime>1</TotalTime>
  <Pages>2</Pages>
  <Words>301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 druku na drukarce kolorowej</vt:lpstr>
    </vt:vector>
  </TitlesOfParts>
  <Company>PGNiG Serwis</Company>
  <LinksUpToDate>false</LinksUpToDate>
  <CharactersWithSpaces>2268</CharactersWithSpaces>
  <SharedDoc>false</SharedDoc>
  <HLinks>
    <vt:vector size="18" baseType="variant">
      <vt:variant>
        <vt:i4>786464</vt:i4>
      </vt:variant>
      <vt:variant>
        <vt:i4>9</vt:i4>
      </vt:variant>
      <vt:variant>
        <vt:i4>0</vt:i4>
      </vt:variant>
      <vt:variant>
        <vt:i4>5</vt:i4>
      </vt:variant>
      <vt:variant>
        <vt:lpwstr>mailto:stanislaw.bak@termika.pgnig.pl</vt:lpwstr>
      </vt:variant>
      <vt:variant>
        <vt:lpwstr/>
      </vt:variant>
      <vt:variant>
        <vt:i4>7733316</vt:i4>
      </vt:variant>
      <vt:variant>
        <vt:i4>6</vt:i4>
      </vt:variant>
      <vt:variant>
        <vt:i4>0</vt:i4>
      </vt:variant>
      <vt:variant>
        <vt:i4>5</vt:i4>
      </vt:variant>
      <vt:variant>
        <vt:lpwstr>mailto:karolina.wozniak@termika.pgnig.pl</vt:lpwstr>
      </vt:variant>
      <vt:variant>
        <vt:lpwstr/>
      </vt:variant>
      <vt:variant>
        <vt:i4>7733316</vt:i4>
      </vt:variant>
      <vt:variant>
        <vt:i4>0</vt:i4>
      </vt:variant>
      <vt:variant>
        <vt:i4>0</vt:i4>
      </vt:variant>
      <vt:variant>
        <vt:i4>5</vt:i4>
      </vt:variant>
      <vt:variant>
        <vt:lpwstr>mailto:karolina.wozniak@termika.pgnig.pl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 druku na drukarce kolorowej</dc:title>
  <dc:creator>Woźniak Karolina</dc:creator>
  <cp:lastModifiedBy>Stec Edyta</cp:lastModifiedBy>
  <cp:revision>3</cp:revision>
  <cp:lastPrinted>2017-10-25T09:01:00Z</cp:lastPrinted>
  <dcterms:created xsi:type="dcterms:W3CDTF">2025-12-01T08:03:00Z</dcterms:created>
  <dcterms:modified xsi:type="dcterms:W3CDTF">2025-12-01T09:24:00Z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2023-07-10T11:41:33Z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570d1dd2-4f2c-48ac-9745-3623ad86a072</vt:lpwstr>
  </property>
  <property fmtid="{D5CDD505-2E9C-101B-9397-08002B2CF9AE}" pid="8" name="MSIP_Label_392ba641-f5c0-4b0b-b233-2c0b52c4ebb0_ContentBits">
    <vt:lpwstr>0</vt:lpwstr>
  </property>
</Properties>
</file>