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DE3FA" w14:textId="56CF62C7" w:rsidR="005B54DA" w:rsidRDefault="005B54DA" w:rsidP="009F491B"/>
    <w:p w14:paraId="0FCE847B" w14:textId="77777777" w:rsidR="005B54DA" w:rsidRPr="005B54DA" w:rsidRDefault="005B54DA" w:rsidP="005B54DA"/>
    <w:p w14:paraId="6FC3232D" w14:textId="77777777" w:rsidR="005B54DA" w:rsidRPr="005B54DA" w:rsidRDefault="005B54DA" w:rsidP="005B54DA"/>
    <w:p w14:paraId="4E4A5707" w14:textId="77777777" w:rsidR="005B54DA" w:rsidRPr="005B54DA" w:rsidRDefault="005B54DA" w:rsidP="005B54DA"/>
    <w:p w14:paraId="42C5BFB2" w14:textId="77777777" w:rsidR="005B54DA" w:rsidRPr="005B54DA" w:rsidRDefault="005B54DA" w:rsidP="005B54DA"/>
    <w:p w14:paraId="6D0D5351" w14:textId="3757F006" w:rsidR="005B54DA" w:rsidRDefault="005B54DA" w:rsidP="005B54DA"/>
    <w:tbl>
      <w:tblPr>
        <w:tblW w:w="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073"/>
      </w:tblGrid>
      <w:tr w:rsidR="005B54DA" w:rsidRPr="005B54DA" w14:paraId="078715AB" w14:textId="77777777" w:rsidTr="005B54DA">
        <w:trPr>
          <w:trHeight w:val="1114"/>
        </w:trPr>
        <w:tc>
          <w:tcPr>
            <w:tcW w:w="9073" w:type="dxa"/>
          </w:tcPr>
          <w:tbl>
            <w:tblPr>
              <w:tblW w:w="8857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537"/>
              <w:gridCol w:w="543"/>
              <w:gridCol w:w="4140"/>
              <w:gridCol w:w="3637"/>
            </w:tblGrid>
            <w:tr w:rsidR="005B54DA" w:rsidRPr="005B54DA" w14:paraId="7F676813" w14:textId="77777777" w:rsidTr="000B0EFA">
              <w:trPr>
                <w:trHeight w:val="1114"/>
              </w:trPr>
              <w:tc>
                <w:tcPr>
                  <w:tcW w:w="5220" w:type="dxa"/>
                  <w:gridSpan w:val="3"/>
                  <w:hideMark/>
                </w:tcPr>
                <w:p w14:paraId="6745D816" w14:textId="77777777" w:rsidR="005B54DA" w:rsidRPr="005B54DA" w:rsidRDefault="005B54DA" w:rsidP="005B54DA">
                  <w:pPr>
                    <w:spacing w:line="280" w:lineRule="exact"/>
                    <w:ind w:left="-108"/>
                    <w:jc w:val="left"/>
                    <w:rPr>
                      <w:rFonts w:eastAsia="Times New Roman" w:cs="Times New Roman"/>
                      <w:b/>
                      <w:i/>
                      <w:sz w:val="20"/>
                      <w:szCs w:val="24"/>
                      <w:lang w:val="pl-PL" w:eastAsia="pl-PL"/>
                    </w:rPr>
                  </w:pPr>
                  <w:r w:rsidRPr="005B54DA">
                    <w:rPr>
                      <w:rFonts w:eastAsia="Times New Roman" w:cs="Times New Roman"/>
                      <w:b/>
                      <w:i/>
                      <w:sz w:val="20"/>
                      <w:szCs w:val="24"/>
                      <w:lang w:val="pl-PL" w:eastAsia="pl-PL"/>
                    </w:rPr>
                    <w:t>Departament Zarządzania Portfelem</w:t>
                  </w:r>
                </w:p>
                <w:p w14:paraId="7D7FAE03" w14:textId="77777777" w:rsidR="005B54DA" w:rsidRPr="005B54DA" w:rsidRDefault="005B54DA" w:rsidP="005B54DA">
                  <w:pPr>
                    <w:spacing w:line="320" w:lineRule="exact"/>
                    <w:ind w:left="-108"/>
                    <w:jc w:val="left"/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</w:pPr>
                  <w:r w:rsidRPr="005B54DA"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  <w:t xml:space="preserve">Wydział Zakupu Paliw </w:t>
                  </w:r>
                </w:p>
                <w:p w14:paraId="2643AA1E" w14:textId="77777777" w:rsidR="005B54DA" w:rsidRPr="005B54DA" w:rsidRDefault="005B54DA" w:rsidP="005B54DA">
                  <w:pPr>
                    <w:spacing w:line="320" w:lineRule="exact"/>
                    <w:ind w:left="-108"/>
                    <w:jc w:val="left"/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</w:pPr>
                  <w:r w:rsidRPr="005B54DA"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  <w:t xml:space="preserve">i Zagospodarowania UPS </w:t>
                  </w:r>
                </w:p>
                <w:p w14:paraId="0CE212A6" w14:textId="77777777" w:rsidR="005B54DA" w:rsidRPr="005B54DA" w:rsidRDefault="005B54DA" w:rsidP="005B54DA">
                  <w:pPr>
                    <w:spacing w:line="320" w:lineRule="exact"/>
                    <w:ind w:left="-108"/>
                    <w:jc w:val="left"/>
                    <w:rPr>
                      <w:rFonts w:eastAsia="Times New Roman" w:cs="Times New Roman"/>
                      <w:i/>
                      <w:sz w:val="20"/>
                      <w:szCs w:val="24"/>
                      <w:lang w:eastAsia="pl-PL"/>
                    </w:rPr>
                  </w:pPr>
                  <w:r w:rsidRPr="005B54DA">
                    <w:rPr>
                      <w:rFonts w:eastAsia="Times New Roman" w:cs="Times New Roman"/>
                      <w:i/>
                      <w:sz w:val="20"/>
                      <w:szCs w:val="24"/>
                      <w:lang w:eastAsia="pl-PL"/>
                    </w:rPr>
                    <w:t>tel. 22 587 8447</w:t>
                  </w:r>
                  <w:r w:rsidRPr="005B54DA">
                    <w:rPr>
                      <w:rFonts w:eastAsia="Times New Roman" w:cs="Times New Roman"/>
                      <w:i/>
                      <w:sz w:val="20"/>
                      <w:szCs w:val="24"/>
                      <w:lang w:eastAsia="pl-PL"/>
                    </w:rPr>
                    <w:br/>
                  </w:r>
                  <w:hyperlink r:id="rId11" w:history="1">
                    <w:r w:rsidRPr="005B54DA">
                      <w:rPr>
                        <w:rFonts w:eastAsia="Times New Roman" w:cs="Times New Roman"/>
                        <w:i/>
                        <w:color w:val="0000FF"/>
                        <w:sz w:val="20"/>
                        <w:szCs w:val="24"/>
                        <w:u w:val="single"/>
                        <w:lang w:eastAsia="pl-PL"/>
                      </w:rPr>
                      <w:t>elzbieta.mroczek@termika.pgnig.pl</w:t>
                    </w:r>
                  </w:hyperlink>
                  <w:r w:rsidRPr="005B54DA">
                    <w:rPr>
                      <w:rFonts w:eastAsia="Times New Roman" w:cs="Times New Roman"/>
                      <w:i/>
                      <w:sz w:val="20"/>
                      <w:szCs w:val="24"/>
                      <w:lang w:eastAsia="pl-PL"/>
                    </w:rPr>
                    <w:t xml:space="preserve">  </w:t>
                  </w:r>
                </w:p>
              </w:tc>
              <w:tc>
                <w:tcPr>
                  <w:tcW w:w="3637" w:type="dxa"/>
                  <w:hideMark/>
                </w:tcPr>
                <w:p w14:paraId="57F2244C" w14:textId="72C42E79" w:rsidR="005B54DA" w:rsidRPr="005B54DA" w:rsidRDefault="005B54DA" w:rsidP="005B54DA">
                  <w:pPr>
                    <w:spacing w:line="280" w:lineRule="exact"/>
                    <w:jc w:val="right"/>
                    <w:rPr>
                      <w:rFonts w:eastAsia="Times New Roman" w:cs="Times New Roman"/>
                      <w:b/>
                      <w:i/>
                      <w:sz w:val="20"/>
                      <w:szCs w:val="24"/>
                      <w:lang w:val="pl-PL" w:eastAsia="pl-PL"/>
                    </w:rPr>
                  </w:pPr>
                </w:p>
              </w:tc>
            </w:tr>
            <w:tr w:rsidR="005B54DA" w:rsidRPr="005B54DA" w14:paraId="3FF35226" w14:textId="77777777" w:rsidTr="000B0EFA">
              <w:trPr>
                <w:trHeight w:val="325"/>
              </w:trPr>
              <w:tc>
                <w:tcPr>
                  <w:tcW w:w="8857" w:type="dxa"/>
                  <w:gridSpan w:val="4"/>
                </w:tcPr>
                <w:p w14:paraId="3D109365" w14:textId="77777777" w:rsidR="005B54DA" w:rsidRPr="005B54DA" w:rsidRDefault="005B54DA" w:rsidP="005B54DA">
                  <w:pPr>
                    <w:spacing w:line="280" w:lineRule="exact"/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</w:pPr>
                </w:p>
              </w:tc>
            </w:tr>
            <w:tr w:rsidR="005B54DA" w:rsidRPr="005B54DA" w14:paraId="3653FAFE" w14:textId="77777777" w:rsidTr="000B0EFA">
              <w:tc>
                <w:tcPr>
                  <w:tcW w:w="1080" w:type="dxa"/>
                  <w:gridSpan w:val="2"/>
                  <w:hideMark/>
                </w:tcPr>
                <w:p w14:paraId="74A34814" w14:textId="77777777" w:rsidR="005B54DA" w:rsidRPr="005B54DA" w:rsidRDefault="005B54DA" w:rsidP="005B54DA">
                  <w:pPr>
                    <w:spacing w:line="280" w:lineRule="exact"/>
                    <w:ind w:left="-108" w:right="-108"/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</w:pPr>
                  <w:r w:rsidRPr="005B54DA"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  <w:t>Nasz znak:</w:t>
                  </w:r>
                </w:p>
              </w:tc>
              <w:tc>
                <w:tcPr>
                  <w:tcW w:w="4140" w:type="dxa"/>
                  <w:hideMark/>
                </w:tcPr>
                <w:p w14:paraId="37112406" w14:textId="70001269" w:rsidR="005B54DA" w:rsidRPr="005B54DA" w:rsidRDefault="005B54DA" w:rsidP="005B54DA">
                  <w:pPr>
                    <w:spacing w:line="280" w:lineRule="exact"/>
                    <w:ind w:right="1152"/>
                    <w:jc w:val="left"/>
                    <w:rPr>
                      <w:rFonts w:eastAsia="Times New Roman" w:cs="Times New Roman"/>
                      <w:b/>
                      <w:i/>
                      <w:sz w:val="20"/>
                      <w:lang w:val="pl-PL" w:eastAsia="pl-PL"/>
                    </w:rPr>
                  </w:pPr>
                  <w:r w:rsidRPr="005B54DA">
                    <w:rPr>
                      <w:rFonts w:eastAsia="Times New Roman"/>
                      <w:b/>
                      <w:i/>
                      <w:szCs w:val="22"/>
                      <w:lang w:val="pl-PL" w:eastAsia="pl-PL"/>
                    </w:rPr>
                    <w:t>2</w:t>
                  </w:r>
                  <w:r w:rsidR="000B0EFA">
                    <w:rPr>
                      <w:rFonts w:eastAsia="Times New Roman"/>
                      <w:b/>
                      <w:i/>
                      <w:szCs w:val="22"/>
                      <w:lang w:val="pl-PL" w:eastAsia="pl-PL"/>
                    </w:rPr>
                    <w:t>4</w:t>
                  </w:r>
                  <w:r w:rsidRPr="005B54DA">
                    <w:rPr>
                      <w:rFonts w:eastAsia="Times New Roman"/>
                      <w:b/>
                      <w:i/>
                      <w:szCs w:val="22"/>
                      <w:lang w:val="pl-PL" w:eastAsia="pl-PL"/>
                    </w:rPr>
                    <w:t>MPPA0</w:t>
                  </w:r>
                  <w:r w:rsidR="000B0EFA">
                    <w:rPr>
                      <w:rFonts w:eastAsia="Times New Roman"/>
                      <w:b/>
                      <w:i/>
                      <w:szCs w:val="22"/>
                      <w:lang w:val="pl-PL" w:eastAsia="pl-PL"/>
                    </w:rPr>
                    <w:t>11</w:t>
                  </w:r>
                </w:p>
              </w:tc>
              <w:tc>
                <w:tcPr>
                  <w:tcW w:w="3637" w:type="dxa"/>
                  <w:hideMark/>
                </w:tcPr>
                <w:p w14:paraId="279FBE4B" w14:textId="49A74E3B" w:rsidR="005B54DA" w:rsidRPr="005B54DA" w:rsidRDefault="005B54DA" w:rsidP="005B54DA">
                  <w:pPr>
                    <w:spacing w:line="280" w:lineRule="exact"/>
                    <w:ind w:left="-108" w:right="-108"/>
                    <w:jc w:val="center"/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</w:pPr>
                  <w:r w:rsidRPr="005B54DA"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  <w:t xml:space="preserve">Warszawa, </w:t>
                  </w:r>
                  <w:r w:rsidR="000B0EFA"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  <w:fldChar w:fldCharType="begin"/>
                  </w:r>
                  <w:r w:rsidR="000B0EFA"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  <w:instrText xml:space="preserve"> TIME \@ "dd.MM.yyyy" </w:instrText>
                  </w:r>
                  <w:r w:rsidR="000B0EFA"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  <w:fldChar w:fldCharType="separate"/>
                  </w:r>
                  <w:r w:rsidR="000B0EFA">
                    <w:rPr>
                      <w:rFonts w:eastAsia="Times New Roman" w:cs="Times New Roman"/>
                      <w:i/>
                      <w:noProof/>
                      <w:sz w:val="20"/>
                      <w:szCs w:val="24"/>
                      <w:lang w:val="pl-PL" w:eastAsia="pl-PL"/>
                    </w:rPr>
                    <w:t>30.10.2024</w:t>
                  </w:r>
                  <w:r w:rsidR="000B0EFA"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  <w:fldChar w:fldCharType="end"/>
                  </w:r>
                </w:p>
              </w:tc>
            </w:tr>
            <w:tr w:rsidR="005B54DA" w:rsidRPr="005B54DA" w14:paraId="399C6CE5" w14:textId="77777777" w:rsidTr="000B0EFA">
              <w:trPr>
                <w:trHeight w:val="342"/>
              </w:trPr>
              <w:tc>
                <w:tcPr>
                  <w:tcW w:w="8857" w:type="dxa"/>
                  <w:gridSpan w:val="4"/>
                </w:tcPr>
                <w:p w14:paraId="4ED0C182" w14:textId="77777777" w:rsidR="005B54DA" w:rsidRPr="005B54DA" w:rsidRDefault="005B54DA" w:rsidP="005B54DA">
                  <w:pPr>
                    <w:spacing w:line="280" w:lineRule="exact"/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</w:pPr>
                </w:p>
              </w:tc>
            </w:tr>
            <w:tr w:rsidR="005B54DA" w:rsidRPr="005B54DA" w14:paraId="48951EC4" w14:textId="77777777" w:rsidTr="000B0EFA">
              <w:trPr>
                <w:trHeight w:val="343"/>
              </w:trPr>
              <w:tc>
                <w:tcPr>
                  <w:tcW w:w="8857" w:type="dxa"/>
                  <w:gridSpan w:val="4"/>
                  <w:hideMark/>
                </w:tcPr>
                <w:p w14:paraId="410A70C5" w14:textId="77777777" w:rsidR="005B54DA" w:rsidRPr="005B54DA" w:rsidRDefault="005B54DA" w:rsidP="005B54DA">
                  <w:pPr>
                    <w:spacing w:line="280" w:lineRule="exact"/>
                    <w:jc w:val="center"/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</w:pPr>
                  <w:r w:rsidRPr="005B54DA">
                    <w:rPr>
                      <w:rFonts w:eastAsia="Times New Roman" w:cs="Times New Roman"/>
                      <w:b/>
                      <w:i/>
                      <w:sz w:val="20"/>
                      <w:szCs w:val="24"/>
                      <w:lang w:val="pl-PL" w:eastAsia="pl-PL"/>
                    </w:rPr>
                    <w:t>FORMULARZ OFERTA</w:t>
                  </w:r>
                </w:p>
              </w:tc>
            </w:tr>
            <w:tr w:rsidR="005B54DA" w:rsidRPr="005B54DA" w14:paraId="3438391E" w14:textId="77777777" w:rsidTr="000B0EFA">
              <w:trPr>
                <w:trHeight w:val="343"/>
              </w:trPr>
              <w:tc>
                <w:tcPr>
                  <w:tcW w:w="8857" w:type="dxa"/>
                  <w:gridSpan w:val="4"/>
                </w:tcPr>
                <w:p w14:paraId="1BCA1FF2" w14:textId="77777777" w:rsidR="005B54DA" w:rsidRPr="005B54DA" w:rsidRDefault="005B54DA" w:rsidP="005B54DA">
                  <w:pPr>
                    <w:spacing w:line="280" w:lineRule="exact"/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</w:pPr>
                </w:p>
              </w:tc>
            </w:tr>
            <w:tr w:rsidR="005B54DA" w:rsidRPr="005B54DA" w14:paraId="4E553963" w14:textId="77777777" w:rsidTr="000B0EFA">
              <w:trPr>
                <w:trHeight w:val="353"/>
              </w:trPr>
              <w:tc>
                <w:tcPr>
                  <w:tcW w:w="537" w:type="dxa"/>
                </w:tcPr>
                <w:p w14:paraId="6BF40232" w14:textId="77777777" w:rsidR="005B54DA" w:rsidRPr="005B54DA" w:rsidRDefault="005B54DA" w:rsidP="005B54DA">
                  <w:pPr>
                    <w:spacing w:line="280" w:lineRule="exact"/>
                    <w:ind w:left="-108"/>
                    <w:jc w:val="left"/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</w:pPr>
                  <w:r w:rsidRPr="005B54DA"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  <w:t xml:space="preserve">Dot.: </w:t>
                  </w:r>
                </w:p>
                <w:p w14:paraId="0B053140" w14:textId="77777777" w:rsidR="005B54DA" w:rsidRPr="005B54DA" w:rsidRDefault="005B54DA" w:rsidP="005B54DA">
                  <w:pPr>
                    <w:spacing w:line="280" w:lineRule="exact"/>
                    <w:ind w:left="-108"/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</w:pPr>
                </w:p>
                <w:p w14:paraId="613F2C1B" w14:textId="77777777" w:rsidR="005B54DA" w:rsidRPr="005B54DA" w:rsidRDefault="005B54DA" w:rsidP="005B54DA">
                  <w:pPr>
                    <w:spacing w:line="280" w:lineRule="exact"/>
                    <w:ind w:left="-108"/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</w:pPr>
                </w:p>
              </w:tc>
              <w:tc>
                <w:tcPr>
                  <w:tcW w:w="8320" w:type="dxa"/>
                  <w:gridSpan w:val="3"/>
                </w:tcPr>
                <w:p w14:paraId="4F8BE911" w14:textId="0A2B6E06" w:rsidR="005B54DA" w:rsidRPr="005B54DA" w:rsidRDefault="005B54DA" w:rsidP="005B54DA">
                  <w:pPr>
                    <w:spacing w:line="320" w:lineRule="exact"/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</w:pPr>
                  <w:r w:rsidRPr="005B54DA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>Odbiór i zagospodarowanie popiołu</w:t>
                  </w:r>
                  <w:r w:rsidR="0016706B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 xml:space="preserve"> </w:t>
                  </w:r>
                  <w:r w:rsidR="000B0EFA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>fluidalnego</w:t>
                  </w:r>
                  <w:r w:rsidR="00290A63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>,</w:t>
                  </w:r>
                  <w:r w:rsidR="004A3CD3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 xml:space="preserve"> z </w:t>
                  </w:r>
                  <w:proofErr w:type="spellStart"/>
                  <w:r w:rsidR="0016706B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>Ec</w:t>
                  </w:r>
                  <w:proofErr w:type="spellEnd"/>
                  <w:r w:rsidR="0016706B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 xml:space="preserve"> </w:t>
                  </w:r>
                  <w:r w:rsidR="000B0EFA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>Żerań (Magazyn Kawęczyn)</w:t>
                  </w:r>
                  <w:r w:rsidRPr="005B54DA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 xml:space="preserve"> w okresie </w:t>
                  </w:r>
                  <w:r w:rsidR="00B93E9E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>listopad</w:t>
                  </w:r>
                  <w:r w:rsidR="000B0EFA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 xml:space="preserve"> 2024</w:t>
                  </w:r>
                  <w:r w:rsidR="00B93E9E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 xml:space="preserve"> – </w:t>
                  </w:r>
                  <w:r w:rsidR="000B0EFA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>kwiecień</w:t>
                  </w:r>
                  <w:r w:rsidRPr="005B54DA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 xml:space="preserve"> 202</w:t>
                  </w:r>
                  <w:r w:rsidR="000B0EFA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>5</w:t>
                  </w:r>
                  <w:r w:rsidRPr="005B54DA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 xml:space="preserve"> PGNiG TERMIKA S</w:t>
                  </w:r>
                  <w:r w:rsidR="000B0EFA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>.</w:t>
                  </w:r>
                  <w:r w:rsidRPr="005B54DA">
                    <w:rPr>
                      <w:rFonts w:eastAsia="Times New Roman"/>
                      <w:b/>
                      <w:i/>
                      <w:szCs w:val="24"/>
                      <w:lang w:val="pl-PL" w:eastAsia="pl-PL"/>
                    </w:rPr>
                    <w:t>A.</w:t>
                  </w:r>
                  <w:r w:rsidRPr="005B54DA">
                    <w:rPr>
                      <w:rFonts w:eastAsia="Times New Roman" w:cs="Times New Roman"/>
                      <w:b/>
                      <w:i/>
                      <w:szCs w:val="24"/>
                      <w:lang w:val="pl-PL" w:eastAsia="pl-PL"/>
                    </w:rPr>
                    <w:t xml:space="preserve">                                                                                                                                                                                  </w:t>
                  </w:r>
                </w:p>
                <w:p w14:paraId="4579022C" w14:textId="77777777" w:rsidR="005B54DA" w:rsidRPr="005B54DA" w:rsidRDefault="005B54DA" w:rsidP="005B54DA">
                  <w:pPr>
                    <w:spacing w:line="280" w:lineRule="exact"/>
                    <w:rPr>
                      <w:rFonts w:eastAsia="Times New Roman" w:cs="Times New Roman"/>
                      <w:i/>
                      <w:sz w:val="20"/>
                      <w:szCs w:val="24"/>
                      <w:lang w:val="pl-PL" w:eastAsia="pl-PL"/>
                    </w:rPr>
                  </w:pPr>
                </w:p>
              </w:tc>
            </w:tr>
          </w:tbl>
          <w:p w14:paraId="368757EB" w14:textId="77777777" w:rsidR="005B54DA" w:rsidRPr="005B54DA" w:rsidRDefault="005B54DA" w:rsidP="005B54DA">
            <w:pPr>
              <w:spacing w:line="320" w:lineRule="exact"/>
              <w:rPr>
                <w:rFonts w:eastAsia="Times New Roman"/>
                <w:i/>
                <w:szCs w:val="24"/>
                <w:lang w:val="pl-PL" w:eastAsia="pl-PL"/>
              </w:rPr>
            </w:pPr>
          </w:p>
          <w:p w14:paraId="01449AC2" w14:textId="77777777" w:rsidR="005B54DA" w:rsidRPr="005B54DA" w:rsidRDefault="005B54DA" w:rsidP="005B54DA">
            <w:pPr>
              <w:spacing w:line="320" w:lineRule="exact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>W nawiązaniu do naszego „Potwierdzenia uczestnictwa w przetargu” z dnia ..................................  składamy naszą ofertę zgodnie z warunkami Zapytania Ofertowego.</w:t>
            </w:r>
          </w:p>
          <w:p w14:paraId="3FF1A36C" w14:textId="77777777" w:rsidR="005B54DA" w:rsidRPr="005B54DA" w:rsidRDefault="005B54DA" w:rsidP="005B54DA">
            <w:pPr>
              <w:spacing w:line="320" w:lineRule="exact"/>
              <w:rPr>
                <w:rFonts w:eastAsia="Times New Roman"/>
                <w:i/>
                <w:szCs w:val="24"/>
                <w:u w:val="single"/>
                <w:lang w:val="pl-PL" w:eastAsia="pl-PL"/>
              </w:rPr>
            </w:pPr>
          </w:p>
          <w:p w14:paraId="341740C0" w14:textId="676639F9" w:rsidR="005B54DA" w:rsidRPr="005B54DA" w:rsidRDefault="005B54DA" w:rsidP="005B54DA">
            <w:pPr>
              <w:widowControl w:val="0"/>
              <w:numPr>
                <w:ilvl w:val="0"/>
                <w:numId w:val="1"/>
              </w:numPr>
              <w:spacing w:before="100" w:line="320" w:lineRule="exact"/>
              <w:ind w:left="360" w:hanging="360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 xml:space="preserve">Oferujemy odbiór i zagospodarowanie popiołu </w:t>
            </w:r>
            <w:r w:rsidR="000B0EFA">
              <w:rPr>
                <w:rFonts w:eastAsia="Times New Roman"/>
                <w:i/>
                <w:szCs w:val="24"/>
                <w:lang w:val="pl-PL" w:eastAsia="pl-PL"/>
              </w:rPr>
              <w:t>fluidalnego</w:t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 xml:space="preserve"> z </w:t>
            </w:r>
            <w:proofErr w:type="spellStart"/>
            <w:r w:rsidR="00B93E9E">
              <w:rPr>
                <w:rFonts w:eastAsia="Times New Roman"/>
                <w:i/>
                <w:szCs w:val="24"/>
                <w:lang w:val="pl-PL" w:eastAsia="pl-PL"/>
              </w:rPr>
              <w:t>Ec</w:t>
            </w:r>
            <w:proofErr w:type="spellEnd"/>
            <w:r w:rsidR="00B93E9E">
              <w:rPr>
                <w:rFonts w:eastAsia="Times New Roman"/>
                <w:i/>
                <w:szCs w:val="24"/>
                <w:lang w:val="pl-PL" w:eastAsia="pl-PL"/>
              </w:rPr>
              <w:t xml:space="preserve"> </w:t>
            </w:r>
            <w:r w:rsidR="000B0EFA">
              <w:rPr>
                <w:rFonts w:eastAsia="Times New Roman"/>
                <w:i/>
                <w:szCs w:val="24"/>
                <w:lang w:val="pl-PL" w:eastAsia="pl-PL"/>
              </w:rPr>
              <w:t>Żerań (Mag. Kawęczyn)</w:t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 xml:space="preserve"> PGNiG TERMIKA S</w:t>
            </w:r>
            <w:r w:rsidR="000B0EFA">
              <w:rPr>
                <w:rFonts w:eastAsia="Times New Roman"/>
                <w:i/>
                <w:szCs w:val="24"/>
                <w:lang w:val="pl-PL" w:eastAsia="pl-PL"/>
              </w:rPr>
              <w:t>.</w:t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>A</w:t>
            </w:r>
            <w:r w:rsidR="000B0EFA">
              <w:rPr>
                <w:rFonts w:eastAsia="Times New Roman"/>
                <w:i/>
                <w:szCs w:val="24"/>
                <w:lang w:val="pl-PL" w:eastAsia="pl-PL"/>
              </w:rPr>
              <w:t xml:space="preserve">. </w:t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>w zakresie opisanym w dokumentach przetargowych oraz zapłatę wynagrodzenia wskazanego w formularzu „Wynagrodzenie”. Podatek VAT zostanie doliczony zgodnie z obowiązującymi przepisami.</w:t>
            </w:r>
          </w:p>
          <w:p w14:paraId="7B1BD4DF" w14:textId="4F6C1263" w:rsidR="005B54DA" w:rsidRPr="005B54DA" w:rsidRDefault="005B54DA" w:rsidP="005B54DA">
            <w:pPr>
              <w:widowControl w:val="0"/>
              <w:numPr>
                <w:ilvl w:val="0"/>
                <w:numId w:val="1"/>
              </w:numPr>
              <w:spacing w:before="100" w:line="320" w:lineRule="exact"/>
              <w:ind w:left="360" w:hanging="360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 xml:space="preserve">Przedmiot zamówienia będziemy wykonywać w terminie od </w:t>
            </w:r>
            <w:r w:rsidR="000B0EFA">
              <w:rPr>
                <w:rFonts w:eastAsia="Times New Roman"/>
                <w:b/>
                <w:i/>
                <w:szCs w:val="24"/>
                <w:lang w:val="pl-PL" w:eastAsia="pl-PL"/>
              </w:rPr>
              <w:t>15</w:t>
            </w:r>
            <w:r w:rsidRPr="005B54DA">
              <w:rPr>
                <w:rFonts w:eastAsia="Times New Roman"/>
                <w:b/>
                <w:i/>
                <w:szCs w:val="24"/>
                <w:lang w:val="pl-PL" w:eastAsia="pl-PL"/>
              </w:rPr>
              <w:t>.</w:t>
            </w:r>
            <w:r w:rsidR="00B93E9E">
              <w:rPr>
                <w:rFonts w:eastAsia="Times New Roman"/>
                <w:b/>
                <w:i/>
                <w:szCs w:val="24"/>
                <w:lang w:val="pl-PL" w:eastAsia="pl-PL"/>
              </w:rPr>
              <w:t>11</w:t>
            </w:r>
            <w:r w:rsidRPr="005B54DA">
              <w:rPr>
                <w:rFonts w:eastAsia="Times New Roman"/>
                <w:b/>
                <w:i/>
                <w:szCs w:val="24"/>
                <w:lang w:val="pl-PL" w:eastAsia="pl-PL"/>
              </w:rPr>
              <w:t>.202</w:t>
            </w:r>
            <w:r w:rsidR="000B0EFA">
              <w:rPr>
                <w:rFonts w:eastAsia="Times New Roman"/>
                <w:b/>
                <w:i/>
                <w:szCs w:val="24"/>
                <w:lang w:val="pl-PL" w:eastAsia="pl-PL"/>
              </w:rPr>
              <w:t>4</w:t>
            </w:r>
            <w:r w:rsidRPr="005B54DA">
              <w:rPr>
                <w:rFonts w:eastAsia="Times New Roman"/>
                <w:b/>
                <w:i/>
                <w:szCs w:val="24"/>
                <w:lang w:val="pl-PL" w:eastAsia="pl-PL"/>
              </w:rPr>
              <w:t xml:space="preserve"> roku do 3</w:t>
            </w:r>
            <w:r w:rsidR="000B0EFA">
              <w:rPr>
                <w:rFonts w:eastAsia="Times New Roman"/>
                <w:b/>
                <w:i/>
                <w:szCs w:val="24"/>
                <w:lang w:val="pl-PL" w:eastAsia="pl-PL"/>
              </w:rPr>
              <w:t>0</w:t>
            </w:r>
            <w:r w:rsidRPr="005B54DA">
              <w:rPr>
                <w:rFonts w:eastAsia="Times New Roman"/>
                <w:b/>
                <w:i/>
                <w:szCs w:val="24"/>
                <w:lang w:val="pl-PL" w:eastAsia="pl-PL"/>
              </w:rPr>
              <w:t>.</w:t>
            </w:r>
            <w:r w:rsidR="000B0EFA">
              <w:rPr>
                <w:rFonts w:eastAsia="Times New Roman"/>
                <w:b/>
                <w:i/>
                <w:szCs w:val="24"/>
                <w:lang w:val="pl-PL" w:eastAsia="pl-PL"/>
              </w:rPr>
              <w:t>04</w:t>
            </w:r>
            <w:r w:rsidRPr="005B54DA">
              <w:rPr>
                <w:rFonts w:eastAsia="Times New Roman"/>
                <w:b/>
                <w:i/>
                <w:szCs w:val="24"/>
                <w:lang w:val="pl-PL" w:eastAsia="pl-PL"/>
              </w:rPr>
              <w:t>.202</w:t>
            </w:r>
            <w:r w:rsidR="000B0EFA">
              <w:rPr>
                <w:rFonts w:eastAsia="Times New Roman"/>
                <w:b/>
                <w:i/>
                <w:szCs w:val="24"/>
                <w:lang w:val="pl-PL" w:eastAsia="pl-PL"/>
              </w:rPr>
              <w:t>5</w:t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 xml:space="preserve"> </w:t>
            </w:r>
            <w:r w:rsidRPr="005B54DA">
              <w:rPr>
                <w:rFonts w:eastAsia="Times New Roman"/>
                <w:b/>
                <w:i/>
                <w:szCs w:val="24"/>
                <w:lang w:val="pl-PL" w:eastAsia="pl-PL"/>
              </w:rPr>
              <w:t>roku.</w:t>
            </w:r>
          </w:p>
          <w:p w14:paraId="75C26805" w14:textId="77777777" w:rsidR="005B54DA" w:rsidRPr="005B54DA" w:rsidRDefault="005B54DA" w:rsidP="005B54DA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pacing w:before="100" w:line="320" w:lineRule="exact"/>
              <w:ind w:left="360" w:hanging="360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>Oświadczamy, że zapoznaliśmy się z dokumentami przetargowymi i nie wnosimy do nich zastrzeżeń. Oświadczamy także, że nie wnosimy zastrzeżeń do formy prowadzenia przetargu.</w:t>
            </w:r>
          </w:p>
          <w:p w14:paraId="3E1D6F25" w14:textId="77777777" w:rsidR="005B54DA" w:rsidRPr="005B54DA" w:rsidRDefault="005B54DA" w:rsidP="005B54DA">
            <w:pPr>
              <w:widowControl w:val="0"/>
              <w:numPr>
                <w:ilvl w:val="0"/>
                <w:numId w:val="1"/>
              </w:numPr>
              <w:spacing w:before="100" w:line="320" w:lineRule="exact"/>
              <w:ind w:left="360" w:hanging="360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 xml:space="preserve">Oświadczamy, że zdobyliśmy informacje konieczne do właściwego wykonania zamówienia, w tym dokonaliśmy wizji lokalnej lub odstąpiliśmy od wykonania wizji lokalnej na podstawie własnej decyzji, świadomi ewentualnych </w:t>
            </w:r>
            <w:proofErr w:type="spellStart"/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>ryzyk</w:t>
            </w:r>
            <w:proofErr w:type="spellEnd"/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 xml:space="preserve"> związanych </w:t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br/>
              <w:t>z takim odstąpieniem.</w:t>
            </w:r>
          </w:p>
          <w:p w14:paraId="0A3DA481" w14:textId="77777777" w:rsidR="005B54DA" w:rsidRPr="005B54DA" w:rsidRDefault="005B54DA" w:rsidP="005B54DA">
            <w:pPr>
              <w:widowControl w:val="0"/>
              <w:numPr>
                <w:ilvl w:val="0"/>
                <w:numId w:val="1"/>
              </w:numPr>
              <w:tabs>
                <w:tab w:val="left" w:pos="425"/>
              </w:tabs>
              <w:spacing w:before="100" w:line="320" w:lineRule="exact"/>
              <w:ind w:left="360" w:hanging="360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lastRenderedPageBreak/>
              <w:t xml:space="preserve">Oświadczamy, iż mamy niezbędną wiedzę, doświadczenie, potencjał ekonomiczny </w:t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br/>
              <w:t>i techniczny oraz zatrudniamy pracowników zdolnych do wykonania zamówienia.</w:t>
            </w:r>
          </w:p>
          <w:p w14:paraId="79DC95F8" w14:textId="77777777" w:rsidR="005B54DA" w:rsidRPr="005B54DA" w:rsidRDefault="005B54DA" w:rsidP="005B54DA">
            <w:pPr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1134"/>
              </w:tabs>
              <w:spacing w:before="100" w:line="320" w:lineRule="exact"/>
              <w:ind w:left="360" w:hanging="360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>Oświadczamy, iż nasza sytuacja finansowa zapewnia właściwe i terminowe wykonanie zamówienia.</w:t>
            </w:r>
          </w:p>
          <w:p w14:paraId="1E723246" w14:textId="77777777" w:rsidR="005B54DA" w:rsidRPr="005B54DA" w:rsidRDefault="005B54DA" w:rsidP="005B54DA">
            <w:pPr>
              <w:widowControl w:val="0"/>
              <w:numPr>
                <w:ilvl w:val="0"/>
                <w:numId w:val="1"/>
              </w:numPr>
              <w:spacing w:before="100" w:line="320" w:lineRule="exact"/>
              <w:ind w:left="360" w:hanging="360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 xml:space="preserve">Zobowiązujemy się w przypadku wybrania naszej oferty, do zawarcia umowy </w:t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br/>
              <w:t>w miejscu i terminie wyznaczonym przez Zamawiającego.</w:t>
            </w:r>
          </w:p>
          <w:p w14:paraId="1DFF5F8E" w14:textId="77777777" w:rsidR="005B54DA" w:rsidRPr="005B54DA" w:rsidRDefault="005B54DA" w:rsidP="005B54DA">
            <w:pPr>
              <w:widowControl w:val="0"/>
              <w:numPr>
                <w:ilvl w:val="0"/>
                <w:numId w:val="1"/>
              </w:numPr>
              <w:tabs>
                <w:tab w:val="left" w:pos="1418"/>
                <w:tab w:val="left" w:pos="2127"/>
                <w:tab w:val="left" w:pos="2410"/>
              </w:tabs>
              <w:spacing w:before="100" w:line="320" w:lineRule="exact"/>
              <w:ind w:left="360" w:hanging="360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 xml:space="preserve">Oświadczamy, że jesteśmy związani ofertą przez okres wskazany przez Zamawiającego tj. </w:t>
            </w:r>
            <w:r w:rsidRPr="005B54DA">
              <w:rPr>
                <w:rFonts w:eastAsia="Times New Roman"/>
                <w:b/>
                <w:i/>
                <w:szCs w:val="24"/>
                <w:lang w:val="pl-PL" w:eastAsia="pl-PL"/>
              </w:rPr>
              <w:t>30 dni</w:t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 xml:space="preserve"> od daty wskazanej, jako termin składania ofert.</w:t>
            </w:r>
          </w:p>
          <w:p w14:paraId="69017FEF" w14:textId="77777777" w:rsidR="005B54DA" w:rsidRPr="005B54DA" w:rsidRDefault="005B54DA" w:rsidP="005B54DA">
            <w:pPr>
              <w:widowControl w:val="0"/>
              <w:numPr>
                <w:ilvl w:val="0"/>
                <w:numId w:val="1"/>
              </w:numPr>
              <w:tabs>
                <w:tab w:val="left" w:pos="1418"/>
                <w:tab w:val="left" w:pos="2127"/>
                <w:tab w:val="left" w:pos="2410"/>
              </w:tabs>
              <w:spacing w:before="100" w:line="320" w:lineRule="exact"/>
              <w:ind w:left="360" w:hanging="360"/>
              <w:jc w:val="left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 xml:space="preserve">Oświadczamy, iż jesteśmy uprawnieni do występowania w obrocie prawnym zgodnie </w:t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br/>
              <w:t>z obowiązującymi przepisami..</w:t>
            </w:r>
          </w:p>
          <w:p w14:paraId="7995DA3F" w14:textId="77777777" w:rsidR="005B54DA" w:rsidRPr="005B54DA" w:rsidRDefault="005B54DA" w:rsidP="005B54DA">
            <w:pPr>
              <w:widowControl w:val="0"/>
              <w:numPr>
                <w:ilvl w:val="0"/>
                <w:numId w:val="1"/>
              </w:numPr>
              <w:tabs>
                <w:tab w:val="left" w:pos="1418"/>
                <w:tab w:val="left" w:pos="2127"/>
                <w:tab w:val="left" w:pos="2410"/>
              </w:tabs>
              <w:spacing w:before="120" w:line="240" w:lineRule="auto"/>
              <w:ind w:left="360" w:hanging="360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>Do składania oświadczeń woli w naszym imieniu uprawnione są niżej wymienione osoby:</w:t>
            </w:r>
          </w:p>
          <w:p w14:paraId="04E2AEB5" w14:textId="77777777" w:rsidR="005B54DA" w:rsidRPr="005B54DA" w:rsidRDefault="005B54DA" w:rsidP="005B54DA">
            <w:pPr>
              <w:widowControl w:val="0"/>
              <w:tabs>
                <w:tab w:val="left" w:pos="709"/>
                <w:tab w:val="left" w:pos="1134"/>
              </w:tabs>
              <w:spacing w:line="320" w:lineRule="exact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ab/>
            </w:r>
          </w:p>
          <w:p w14:paraId="07550723" w14:textId="77777777" w:rsidR="005B54DA" w:rsidRPr="005B54DA" w:rsidRDefault="005B54DA" w:rsidP="005B54DA">
            <w:pPr>
              <w:widowControl w:val="0"/>
              <w:tabs>
                <w:tab w:val="left" w:pos="709"/>
                <w:tab w:val="left" w:pos="1134"/>
              </w:tabs>
              <w:spacing w:line="320" w:lineRule="exact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ab/>
              <w:t>1) ...............................................................................................................................</w:t>
            </w:r>
          </w:p>
          <w:p w14:paraId="59BAC642" w14:textId="048A4E1C" w:rsidR="005B54DA" w:rsidRPr="00290A63" w:rsidRDefault="005B54DA" w:rsidP="005B54DA">
            <w:pPr>
              <w:widowControl w:val="0"/>
              <w:tabs>
                <w:tab w:val="left" w:pos="709"/>
                <w:tab w:val="left" w:pos="1134"/>
              </w:tabs>
              <w:spacing w:line="320" w:lineRule="exact"/>
              <w:rPr>
                <w:rFonts w:eastAsia="Times New Roman"/>
                <w:i/>
                <w:sz w:val="14"/>
                <w:szCs w:val="1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 w:val="14"/>
                <w:szCs w:val="14"/>
                <w:lang w:val="pl-PL" w:eastAsia="pl-PL"/>
              </w:rPr>
              <w:t>(Imię i nazwisko, telefon kontaktowy, e-mail)</w:t>
            </w:r>
          </w:p>
          <w:p w14:paraId="6D54BC13" w14:textId="77777777" w:rsidR="005B54DA" w:rsidRPr="005B54DA" w:rsidRDefault="005B54DA" w:rsidP="005B54DA">
            <w:pPr>
              <w:widowControl w:val="0"/>
              <w:tabs>
                <w:tab w:val="left" w:pos="709"/>
                <w:tab w:val="left" w:pos="1134"/>
              </w:tabs>
              <w:spacing w:line="320" w:lineRule="exact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ab/>
              <w:t>2) ...............................................................................................................................</w:t>
            </w:r>
          </w:p>
          <w:p w14:paraId="66C00688" w14:textId="77777777" w:rsidR="005B54DA" w:rsidRPr="005B54DA" w:rsidRDefault="005B54DA" w:rsidP="005B54DA">
            <w:pPr>
              <w:widowControl w:val="0"/>
              <w:tabs>
                <w:tab w:val="left" w:pos="709"/>
                <w:tab w:val="left" w:pos="1134"/>
              </w:tabs>
              <w:spacing w:line="320" w:lineRule="exact"/>
              <w:rPr>
                <w:rFonts w:eastAsia="Times New Roman"/>
                <w:i/>
                <w:sz w:val="14"/>
                <w:szCs w:val="14"/>
                <w:lang w:val="pl-PL" w:eastAsia="pl-PL"/>
              </w:rPr>
            </w:pPr>
            <w:r w:rsidRPr="005B54DA">
              <w:rPr>
                <w:rFonts w:eastAsia="Times New Roman"/>
                <w:i/>
                <w:sz w:val="16"/>
                <w:szCs w:val="16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 w:val="16"/>
                <w:szCs w:val="16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 w:val="16"/>
                <w:szCs w:val="16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 w:val="16"/>
                <w:szCs w:val="16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 w:val="14"/>
                <w:szCs w:val="14"/>
                <w:lang w:val="pl-PL" w:eastAsia="pl-PL"/>
              </w:rPr>
              <w:t>(Imię i nazwisko, telefon kontaktowy, e-mail)</w:t>
            </w:r>
          </w:p>
          <w:p w14:paraId="6FC78351" w14:textId="77777777" w:rsidR="005B54DA" w:rsidRPr="005B54DA" w:rsidRDefault="005B54DA" w:rsidP="005B54DA">
            <w:pPr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2127"/>
                <w:tab w:val="left" w:pos="2410"/>
              </w:tabs>
              <w:spacing w:before="240" w:line="320" w:lineRule="exact"/>
              <w:ind w:left="357" w:hanging="357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>Integralną część niniejszej oferty stanowią załączniki:</w:t>
            </w:r>
          </w:p>
          <w:p w14:paraId="6FDD19E5" w14:textId="48E339B3" w:rsidR="00290A63" w:rsidRDefault="005B54DA" w:rsidP="00290A63">
            <w:pPr>
              <w:widowControl w:val="0"/>
              <w:tabs>
                <w:tab w:val="left" w:pos="709"/>
                <w:tab w:val="left" w:pos="2127"/>
                <w:tab w:val="left" w:pos="2268"/>
                <w:tab w:val="right" w:pos="2552"/>
                <w:tab w:val="left" w:pos="2835"/>
              </w:tabs>
              <w:spacing w:before="360"/>
              <w:ind w:left="2835" w:hanging="2835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ab/>
              <w:t>...............................................................................................................................</w:t>
            </w:r>
          </w:p>
          <w:p w14:paraId="30319D93" w14:textId="1461328D" w:rsidR="005B54DA" w:rsidRPr="005B54DA" w:rsidRDefault="005B54DA" w:rsidP="00404ABB">
            <w:pPr>
              <w:widowControl w:val="0"/>
              <w:tabs>
                <w:tab w:val="left" w:pos="709"/>
                <w:tab w:val="left" w:pos="2127"/>
                <w:tab w:val="left" w:pos="2268"/>
                <w:tab w:val="right" w:pos="2552"/>
                <w:tab w:val="left" w:pos="2835"/>
              </w:tabs>
              <w:ind w:left="2835" w:hanging="2835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ab/>
              <w:t>...............................................................................................................................</w:t>
            </w:r>
          </w:p>
          <w:p w14:paraId="2B65A72A" w14:textId="77777777" w:rsidR="00290A63" w:rsidRDefault="00290A63" w:rsidP="005B54DA">
            <w:pPr>
              <w:widowControl w:val="0"/>
              <w:rPr>
                <w:rFonts w:eastAsia="Times New Roman"/>
                <w:i/>
                <w:szCs w:val="24"/>
                <w:u w:val="single"/>
                <w:lang w:val="pl-PL" w:eastAsia="pl-PL"/>
              </w:rPr>
            </w:pPr>
          </w:p>
          <w:p w14:paraId="64D809DA" w14:textId="74F663F5" w:rsidR="005B54DA" w:rsidRPr="005B54DA" w:rsidRDefault="005B54DA" w:rsidP="005B54DA">
            <w:pPr>
              <w:widowControl w:val="0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br/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>Nazwa Oferenta</w:t>
            </w:r>
          </w:p>
          <w:p w14:paraId="64CC168F" w14:textId="50296457" w:rsidR="00290A63" w:rsidRPr="00290A63" w:rsidRDefault="005B54DA" w:rsidP="005B54DA">
            <w:pPr>
              <w:widowControl w:val="0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br/>
              <w:t>Imię i nazwisko osoby upoważnionej (litery drukowane)</w:t>
            </w:r>
          </w:p>
          <w:p w14:paraId="2D84DA42" w14:textId="69330177" w:rsidR="005B54DA" w:rsidRPr="00404ABB" w:rsidRDefault="005B54DA" w:rsidP="005B54DA">
            <w:pPr>
              <w:widowControl w:val="0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br/>
              <w:t>Stanowisko</w:t>
            </w:r>
          </w:p>
          <w:p w14:paraId="471200E3" w14:textId="5EFB2F0D" w:rsidR="005B54DA" w:rsidRPr="00290A63" w:rsidRDefault="005B54DA" w:rsidP="00290A63">
            <w:pPr>
              <w:widowControl w:val="0"/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br/>
              <w:t>Podpis osoby upoważnionej</w:t>
            </w:r>
          </w:p>
          <w:p w14:paraId="07DEC062" w14:textId="6548F092" w:rsidR="005B54DA" w:rsidRPr="00290A63" w:rsidRDefault="005B54DA" w:rsidP="00290A63">
            <w:pPr>
              <w:rPr>
                <w:rFonts w:eastAsia="Times New Roman"/>
                <w:i/>
                <w:szCs w:val="24"/>
                <w:lang w:val="pl-PL" w:eastAsia="pl-PL"/>
              </w:rPr>
            </w:pP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tab/>
            </w:r>
            <w:r w:rsidRPr="005B54DA">
              <w:rPr>
                <w:rFonts w:eastAsia="Times New Roman"/>
                <w:i/>
                <w:szCs w:val="24"/>
                <w:u w:val="single"/>
                <w:lang w:val="pl-PL" w:eastAsia="pl-PL"/>
              </w:rPr>
              <w:br/>
            </w:r>
            <w:r w:rsidRPr="005B54DA">
              <w:rPr>
                <w:rFonts w:eastAsia="Times New Roman"/>
                <w:i/>
                <w:szCs w:val="24"/>
                <w:lang w:val="pl-PL" w:eastAsia="pl-PL"/>
              </w:rPr>
              <w:t>Miejsce i data</w:t>
            </w:r>
          </w:p>
        </w:tc>
      </w:tr>
    </w:tbl>
    <w:p w14:paraId="439FE049" w14:textId="77777777" w:rsidR="004633FF" w:rsidRPr="005B54DA" w:rsidRDefault="004633FF" w:rsidP="005B54DA"/>
    <w:sectPr w:rsidR="004633FF" w:rsidRPr="005B54DA" w:rsidSect="004633F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701" w:right="1701" w:bottom="2694" w:left="1701" w:header="709" w:footer="8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C996D" w14:textId="77777777" w:rsidR="00DF6EAD" w:rsidRDefault="00DF6EAD" w:rsidP="00EA6133">
      <w:r>
        <w:separator/>
      </w:r>
    </w:p>
  </w:endnote>
  <w:endnote w:type="continuationSeparator" w:id="0">
    <w:p w14:paraId="562C996E" w14:textId="77777777" w:rsidR="00DF6EAD" w:rsidRDefault="00DF6EAD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2268" w14:textId="77777777" w:rsidR="009F491B" w:rsidRDefault="009F49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996F" w14:textId="01B80287" w:rsidR="005853F9" w:rsidRPr="00EA6133" w:rsidRDefault="00D12EA6" w:rsidP="00EA6133">
    <w:pPr>
      <w:pStyle w:val="Numerstrony"/>
    </w:pPr>
    <w:r w:rsidRPr="00EA6133">
      <w:fldChar w:fldCharType="begin"/>
    </w:r>
    <w:r w:rsidR="005853F9" w:rsidRPr="00EA6133">
      <w:instrText>PAGE   \* MERGEFORMAT</w:instrText>
    </w:r>
    <w:r w:rsidRPr="00EA6133">
      <w:fldChar w:fldCharType="separate"/>
    </w:r>
    <w:r w:rsidR="00404ABB">
      <w:rPr>
        <w:noProof/>
      </w:rPr>
      <w:t>2</w:t>
    </w:r>
    <w:r w:rsidRPr="00EA613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BF0F4" w14:textId="77777777" w:rsidR="009F491B" w:rsidRDefault="009F4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C996B" w14:textId="77777777" w:rsidR="00DF6EAD" w:rsidRDefault="00DF6EAD" w:rsidP="00EA6133">
      <w:r>
        <w:separator/>
      </w:r>
    </w:p>
  </w:footnote>
  <w:footnote w:type="continuationSeparator" w:id="0">
    <w:p w14:paraId="562C996C" w14:textId="77777777" w:rsidR="00DF6EAD" w:rsidRDefault="00DF6EAD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E4438" w14:textId="77777777" w:rsidR="009F491B" w:rsidRDefault="009F49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38FDB" w14:textId="77777777" w:rsidR="009F491B" w:rsidRDefault="009F49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9970" w14:textId="77777777" w:rsidR="005853F9" w:rsidRDefault="009242F6" w:rsidP="00EA6133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562C9971" wp14:editId="562C9972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7556500" cy="10686974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ło 01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6869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D6B21"/>
    <w:multiLevelType w:val="singleLevel"/>
    <w:tmpl w:val="0AC8097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num w:numId="1" w16cid:durableId="37119804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6" w:nlCheck="1" w:checkStyle="1"/>
  <w:proofState w:spelling="clean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A4A"/>
    <w:rsid w:val="00012AD6"/>
    <w:rsid w:val="00013927"/>
    <w:rsid w:val="00022676"/>
    <w:rsid w:val="00031953"/>
    <w:rsid w:val="00032048"/>
    <w:rsid w:val="00035371"/>
    <w:rsid w:val="00050E68"/>
    <w:rsid w:val="00056107"/>
    <w:rsid w:val="00056873"/>
    <w:rsid w:val="00057D31"/>
    <w:rsid w:val="00080381"/>
    <w:rsid w:val="000820D8"/>
    <w:rsid w:val="00086F3A"/>
    <w:rsid w:val="00090A3D"/>
    <w:rsid w:val="000B0EFA"/>
    <w:rsid w:val="000C2D3E"/>
    <w:rsid w:val="000E09F3"/>
    <w:rsid w:val="000E50ED"/>
    <w:rsid w:val="0010533A"/>
    <w:rsid w:val="00114F3E"/>
    <w:rsid w:val="00117925"/>
    <w:rsid w:val="00123B25"/>
    <w:rsid w:val="00155162"/>
    <w:rsid w:val="0016706B"/>
    <w:rsid w:val="0017028B"/>
    <w:rsid w:val="00177F1A"/>
    <w:rsid w:val="001C0D44"/>
    <w:rsid w:val="001C6B17"/>
    <w:rsid w:val="001D180B"/>
    <w:rsid w:val="001D214E"/>
    <w:rsid w:val="001F2A91"/>
    <w:rsid w:val="00207060"/>
    <w:rsid w:val="0022617D"/>
    <w:rsid w:val="002279FA"/>
    <w:rsid w:val="00270E71"/>
    <w:rsid w:val="00290A63"/>
    <w:rsid w:val="002B5CDC"/>
    <w:rsid w:val="002C0EC4"/>
    <w:rsid w:val="002F54B6"/>
    <w:rsid w:val="003224C9"/>
    <w:rsid w:val="00323EAD"/>
    <w:rsid w:val="003363CE"/>
    <w:rsid w:val="00336B50"/>
    <w:rsid w:val="0036161E"/>
    <w:rsid w:val="00365C60"/>
    <w:rsid w:val="003663FF"/>
    <w:rsid w:val="0038670F"/>
    <w:rsid w:val="003948D4"/>
    <w:rsid w:val="003A3B08"/>
    <w:rsid w:val="003C5E99"/>
    <w:rsid w:val="00404ABB"/>
    <w:rsid w:val="00407D2D"/>
    <w:rsid w:val="00410039"/>
    <w:rsid w:val="00414157"/>
    <w:rsid w:val="00431BA0"/>
    <w:rsid w:val="0044187C"/>
    <w:rsid w:val="004633FF"/>
    <w:rsid w:val="0047732B"/>
    <w:rsid w:val="004851B9"/>
    <w:rsid w:val="00494B12"/>
    <w:rsid w:val="004976A7"/>
    <w:rsid w:val="004A0800"/>
    <w:rsid w:val="004A3CD3"/>
    <w:rsid w:val="004C01EB"/>
    <w:rsid w:val="004C6655"/>
    <w:rsid w:val="004C6C44"/>
    <w:rsid w:val="00526A15"/>
    <w:rsid w:val="00535D28"/>
    <w:rsid w:val="005541ED"/>
    <w:rsid w:val="00572082"/>
    <w:rsid w:val="00583261"/>
    <w:rsid w:val="00584844"/>
    <w:rsid w:val="005853F9"/>
    <w:rsid w:val="005867F3"/>
    <w:rsid w:val="005A1403"/>
    <w:rsid w:val="005B54DA"/>
    <w:rsid w:val="005C0266"/>
    <w:rsid w:val="005C72FD"/>
    <w:rsid w:val="005D714B"/>
    <w:rsid w:val="005E2C52"/>
    <w:rsid w:val="00624E11"/>
    <w:rsid w:val="00642FB5"/>
    <w:rsid w:val="006437A1"/>
    <w:rsid w:val="006471BE"/>
    <w:rsid w:val="006533A5"/>
    <w:rsid w:val="00654D09"/>
    <w:rsid w:val="006577A1"/>
    <w:rsid w:val="006642ED"/>
    <w:rsid w:val="00666DF5"/>
    <w:rsid w:val="0068345C"/>
    <w:rsid w:val="006A1C5C"/>
    <w:rsid w:val="006A7F9B"/>
    <w:rsid w:val="006B064F"/>
    <w:rsid w:val="006B2F74"/>
    <w:rsid w:val="006C14CE"/>
    <w:rsid w:val="006C4F39"/>
    <w:rsid w:val="006F1E29"/>
    <w:rsid w:val="006F589A"/>
    <w:rsid w:val="006F653E"/>
    <w:rsid w:val="0070736B"/>
    <w:rsid w:val="00725725"/>
    <w:rsid w:val="0073664E"/>
    <w:rsid w:val="00747201"/>
    <w:rsid w:val="00765B84"/>
    <w:rsid w:val="00775E59"/>
    <w:rsid w:val="00776C00"/>
    <w:rsid w:val="00793399"/>
    <w:rsid w:val="00794B58"/>
    <w:rsid w:val="007A6F75"/>
    <w:rsid w:val="007D1422"/>
    <w:rsid w:val="007E78F8"/>
    <w:rsid w:val="007F28DE"/>
    <w:rsid w:val="008008E3"/>
    <w:rsid w:val="00813CDD"/>
    <w:rsid w:val="0082198F"/>
    <w:rsid w:val="0083295D"/>
    <w:rsid w:val="008B1EC3"/>
    <w:rsid w:val="008D35A6"/>
    <w:rsid w:val="008D56B6"/>
    <w:rsid w:val="008E5165"/>
    <w:rsid w:val="008E583C"/>
    <w:rsid w:val="008F41EE"/>
    <w:rsid w:val="008F544C"/>
    <w:rsid w:val="00906DA6"/>
    <w:rsid w:val="00922BB6"/>
    <w:rsid w:val="009242F6"/>
    <w:rsid w:val="00936D34"/>
    <w:rsid w:val="00942311"/>
    <w:rsid w:val="00971B07"/>
    <w:rsid w:val="009730C4"/>
    <w:rsid w:val="009C178D"/>
    <w:rsid w:val="009C3D64"/>
    <w:rsid w:val="009C4D2B"/>
    <w:rsid w:val="009C6DC2"/>
    <w:rsid w:val="009D4902"/>
    <w:rsid w:val="009D71B5"/>
    <w:rsid w:val="009E0F18"/>
    <w:rsid w:val="009F491B"/>
    <w:rsid w:val="00A17EA5"/>
    <w:rsid w:val="00A20004"/>
    <w:rsid w:val="00A36CA0"/>
    <w:rsid w:val="00A42518"/>
    <w:rsid w:val="00A65304"/>
    <w:rsid w:val="00A65A30"/>
    <w:rsid w:val="00A8157D"/>
    <w:rsid w:val="00A91CB0"/>
    <w:rsid w:val="00AB5515"/>
    <w:rsid w:val="00AB71CD"/>
    <w:rsid w:val="00AC652E"/>
    <w:rsid w:val="00AE0843"/>
    <w:rsid w:val="00AF6616"/>
    <w:rsid w:val="00B007F9"/>
    <w:rsid w:val="00B041F9"/>
    <w:rsid w:val="00B04BB5"/>
    <w:rsid w:val="00B04CD7"/>
    <w:rsid w:val="00B31B6D"/>
    <w:rsid w:val="00B63D6F"/>
    <w:rsid w:val="00B90F17"/>
    <w:rsid w:val="00B93E9E"/>
    <w:rsid w:val="00BA251A"/>
    <w:rsid w:val="00BA3687"/>
    <w:rsid w:val="00BB395D"/>
    <w:rsid w:val="00BB5F4E"/>
    <w:rsid w:val="00BC4BE3"/>
    <w:rsid w:val="00BD0464"/>
    <w:rsid w:val="00C037E1"/>
    <w:rsid w:val="00C1354C"/>
    <w:rsid w:val="00C15CDA"/>
    <w:rsid w:val="00C24174"/>
    <w:rsid w:val="00C34777"/>
    <w:rsid w:val="00C36540"/>
    <w:rsid w:val="00C54F40"/>
    <w:rsid w:val="00C63824"/>
    <w:rsid w:val="00C72852"/>
    <w:rsid w:val="00C84DB8"/>
    <w:rsid w:val="00CA2EF8"/>
    <w:rsid w:val="00CA573B"/>
    <w:rsid w:val="00D02C00"/>
    <w:rsid w:val="00D03277"/>
    <w:rsid w:val="00D12EA6"/>
    <w:rsid w:val="00D15677"/>
    <w:rsid w:val="00D16264"/>
    <w:rsid w:val="00D26067"/>
    <w:rsid w:val="00D359A5"/>
    <w:rsid w:val="00D41468"/>
    <w:rsid w:val="00D45607"/>
    <w:rsid w:val="00D55BD2"/>
    <w:rsid w:val="00D615E3"/>
    <w:rsid w:val="00D71DC8"/>
    <w:rsid w:val="00D7649B"/>
    <w:rsid w:val="00D77C52"/>
    <w:rsid w:val="00D84E4A"/>
    <w:rsid w:val="00D853F4"/>
    <w:rsid w:val="00DA3E2C"/>
    <w:rsid w:val="00DA4EF3"/>
    <w:rsid w:val="00DA7EF2"/>
    <w:rsid w:val="00DC495D"/>
    <w:rsid w:val="00DD4CD3"/>
    <w:rsid w:val="00DE0507"/>
    <w:rsid w:val="00DF2231"/>
    <w:rsid w:val="00DF6EAD"/>
    <w:rsid w:val="00E1397C"/>
    <w:rsid w:val="00E16BBC"/>
    <w:rsid w:val="00E33F00"/>
    <w:rsid w:val="00E41153"/>
    <w:rsid w:val="00E426C2"/>
    <w:rsid w:val="00E44A4A"/>
    <w:rsid w:val="00E5024C"/>
    <w:rsid w:val="00E50551"/>
    <w:rsid w:val="00E61BCD"/>
    <w:rsid w:val="00E719C7"/>
    <w:rsid w:val="00E75BFC"/>
    <w:rsid w:val="00E86557"/>
    <w:rsid w:val="00E87BE7"/>
    <w:rsid w:val="00E915F8"/>
    <w:rsid w:val="00E91DC0"/>
    <w:rsid w:val="00E96275"/>
    <w:rsid w:val="00EA3429"/>
    <w:rsid w:val="00EA6133"/>
    <w:rsid w:val="00EA710A"/>
    <w:rsid w:val="00ED74C4"/>
    <w:rsid w:val="00EE14DC"/>
    <w:rsid w:val="00EF4866"/>
    <w:rsid w:val="00F019CA"/>
    <w:rsid w:val="00F255D1"/>
    <w:rsid w:val="00F50E6C"/>
    <w:rsid w:val="00F55049"/>
    <w:rsid w:val="00F76B47"/>
    <w:rsid w:val="00F924F8"/>
    <w:rsid w:val="00FA4036"/>
    <w:rsid w:val="00FB28EA"/>
    <w:rsid w:val="00FC1233"/>
    <w:rsid w:val="00FD5D84"/>
    <w:rsid w:val="00FE00E7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62C995E"/>
  <w15:docId w15:val="{5AC66D75-5244-4450-B94B-D894855A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6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6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0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lzbieta.mroczek@termika.pgnig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.czyz\AppData\Local\Microsoft\Windows\Temporary%20Internet%20Files\Content.Outlook\FQS0G2ZQ\korespondencja%20zewnetrzn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76ADD0FE94A40A0D3DC45B7B95260" ma:contentTypeVersion="1" ma:contentTypeDescription="Utwórz nowy dokument." ma:contentTypeScope="" ma:versionID="a01985fe8ad64721323114874a07fd7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eb4971fcb9050fa1cf25f67892763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EE2BB1C-5B1D-4474-8634-1D37A953ED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71C975-D6F2-4104-B375-F913173A74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3AEB7F-AE76-47A4-9C29-9DB74722DC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0AA58D-26F4-43D1-AE64-C2B4A9FD8E7C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korespondencja zewnetrzna</Template>
  <TotalTime>48</TotalTime>
  <Pages>2</Pages>
  <Words>447</Words>
  <Characters>2684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kolor</vt:lpstr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kolor</dc:title>
  <dc:creator>Czyż Anna</dc:creator>
  <cp:lastModifiedBy>Mroczek Elżbieta</cp:lastModifiedBy>
  <cp:revision>11</cp:revision>
  <cp:lastPrinted>2020-07-31T07:00:00Z</cp:lastPrinted>
  <dcterms:created xsi:type="dcterms:W3CDTF">2020-09-15T11:14:00Z</dcterms:created>
  <dcterms:modified xsi:type="dcterms:W3CDTF">2024-10-30T11:03:00Z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0x010100E2276ADD0FE94A40A0D3DC45B7B95260</vt:lpwstr>
  </property>
  <property fmtid="{D5CDD505-2E9C-101B-9397-08002B2CF9AE}" pid="3" name="MSIP_Label_392ba641-f5c0-4b0b-b233-2c0b52c4ebb0_Enabled">
    <vt:lpwstr>true</vt:lpwstr>
  </property>
  <property fmtid="{D5CDD505-2E9C-101B-9397-08002B2CF9AE}" pid="4" name="MSIP_Label_392ba641-f5c0-4b0b-b233-2c0b52c4ebb0_SetDate">
    <vt:lpwstr>2022-01-20T08:01:35Z</vt:lpwstr>
  </property>
  <property fmtid="{D5CDD505-2E9C-101B-9397-08002B2CF9AE}" pid="5" name="MSIP_Label_392ba641-f5c0-4b0b-b233-2c0b52c4ebb0_Method">
    <vt:lpwstr>Standard</vt:lpwstr>
  </property>
  <property fmtid="{D5CDD505-2E9C-101B-9397-08002B2CF9AE}" pid="6" name="MSIP_Label_392ba641-f5c0-4b0b-b233-2c0b52c4ebb0_Name">
    <vt:lpwstr>Publiczne</vt:lpwstr>
  </property>
  <property fmtid="{D5CDD505-2E9C-101B-9397-08002B2CF9AE}" pid="7" name="MSIP_Label_392ba641-f5c0-4b0b-b233-2c0b52c4ebb0_SiteId">
    <vt:lpwstr>3e4cfd5a-58d7-4158-af8b-3cc59d2bc964</vt:lpwstr>
  </property>
  <property fmtid="{D5CDD505-2E9C-101B-9397-08002B2CF9AE}" pid="8" name="MSIP_Label_392ba641-f5c0-4b0b-b233-2c0b52c4ebb0_ActionId">
    <vt:lpwstr>d78dd298-d243-46f1-ac4f-7ac9997da4ad</vt:lpwstr>
  </property>
  <property fmtid="{D5CDD505-2E9C-101B-9397-08002B2CF9AE}" pid="9" name="MSIP_Label_392ba641-f5c0-4b0b-b233-2c0b52c4ebb0_ContentBits">
    <vt:lpwstr>0</vt:lpwstr>
  </property>
</Properties>
</file>