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6F8E3A" w14:textId="51B6517A" w:rsidR="00AF38A2" w:rsidRPr="008C50B1" w:rsidRDefault="00AF38A2" w:rsidP="00AF38A2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8C50B1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5585B">
        <w:rPr>
          <w:rFonts w:asciiTheme="minorHAnsi" w:hAnsiTheme="minorHAnsi" w:cstheme="minorHAnsi"/>
          <w:b/>
          <w:sz w:val="22"/>
          <w:szCs w:val="22"/>
        </w:rPr>
        <w:t>1a</w:t>
      </w:r>
    </w:p>
    <w:p w14:paraId="6BB0301E" w14:textId="77777777" w:rsidR="00E969E2" w:rsidRPr="008C50B1" w:rsidRDefault="00E969E2" w:rsidP="00AF38A2">
      <w:pPr>
        <w:pStyle w:val="Akapitzlist"/>
        <w:tabs>
          <w:tab w:val="left" w:pos="4962"/>
        </w:tabs>
        <w:suppressAutoHyphens/>
        <w:ind w:left="0"/>
        <w:jc w:val="center"/>
        <w:textAlignment w:val="baseline"/>
        <w:rPr>
          <w:rFonts w:asciiTheme="minorHAnsi" w:hAnsiTheme="minorHAnsi" w:cstheme="minorHAnsi"/>
          <w:b/>
          <w:sz w:val="22"/>
          <w:szCs w:val="22"/>
        </w:rPr>
      </w:pPr>
    </w:p>
    <w:p w14:paraId="107234F8" w14:textId="77777777" w:rsidR="00AF38A2" w:rsidRPr="008C50B1" w:rsidRDefault="00AF38A2" w:rsidP="00AF38A2">
      <w:pPr>
        <w:pStyle w:val="Akapitzlist"/>
        <w:tabs>
          <w:tab w:val="left" w:pos="4962"/>
        </w:tabs>
        <w:suppressAutoHyphens/>
        <w:ind w:left="0"/>
        <w:jc w:val="center"/>
        <w:textAlignment w:val="baseline"/>
        <w:rPr>
          <w:rFonts w:asciiTheme="minorHAnsi" w:hAnsiTheme="minorHAnsi" w:cstheme="minorHAnsi"/>
          <w:b/>
          <w:sz w:val="22"/>
          <w:szCs w:val="22"/>
        </w:rPr>
      </w:pPr>
    </w:p>
    <w:p w14:paraId="515E519F" w14:textId="6EA30403" w:rsidR="00A12540" w:rsidRDefault="00A12540" w:rsidP="00656993">
      <w:pPr>
        <w:tabs>
          <w:tab w:val="left" w:pos="4962"/>
        </w:tabs>
        <w:suppressAutoHyphens/>
        <w:autoSpaceDE/>
        <w:autoSpaceDN/>
        <w:adjustRightInd/>
        <w:jc w:val="center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OŚWIADCZENIE WYKONAWCY</w:t>
      </w:r>
    </w:p>
    <w:p w14:paraId="7EDDEBC9" w14:textId="690C3D3F" w:rsidR="00A12540" w:rsidRDefault="00A12540" w:rsidP="00656993">
      <w:pPr>
        <w:tabs>
          <w:tab w:val="left" w:pos="4962"/>
        </w:tabs>
        <w:suppressAutoHyphens/>
        <w:autoSpaceDE/>
        <w:autoSpaceDN/>
        <w:adjustRightInd/>
        <w:jc w:val="center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DOTYCZĄCE POSIADANIA </w:t>
      </w:r>
      <w:r w:rsidR="00824E7D">
        <w:rPr>
          <w:rFonts w:asciiTheme="minorHAnsi" w:hAnsiTheme="minorHAnsi" w:cstheme="minorHAnsi"/>
          <w:b/>
          <w:sz w:val="22"/>
          <w:szCs w:val="22"/>
        </w:rPr>
        <w:t xml:space="preserve">DOŚWIADCZENIA W WYKONYWANIU HYDROIZOLACJI </w:t>
      </w:r>
      <w:r w:rsidR="00824E7D">
        <w:rPr>
          <w:rFonts w:asciiTheme="minorHAnsi" w:hAnsiTheme="minorHAnsi" w:cstheme="minorHAnsi"/>
          <w:b/>
          <w:sz w:val="22"/>
          <w:szCs w:val="22"/>
        </w:rPr>
        <w:br/>
        <w:t>(IZOLACJI PRZECIWWODNYCH</w:t>
      </w:r>
      <w:r w:rsidR="002917ED">
        <w:rPr>
          <w:rFonts w:asciiTheme="minorHAnsi" w:hAnsiTheme="minorHAnsi" w:cstheme="minorHAnsi"/>
          <w:b/>
          <w:sz w:val="22"/>
          <w:szCs w:val="22"/>
        </w:rPr>
        <w:t xml:space="preserve"> I/LUB</w:t>
      </w:r>
      <w:r w:rsidR="00824E7D">
        <w:rPr>
          <w:rFonts w:asciiTheme="minorHAnsi" w:hAnsiTheme="minorHAnsi" w:cstheme="minorHAnsi"/>
          <w:b/>
          <w:sz w:val="22"/>
          <w:szCs w:val="22"/>
        </w:rPr>
        <w:t xml:space="preserve"> PRZECIWWILGOCIOWYCH)</w:t>
      </w:r>
    </w:p>
    <w:p w14:paraId="512FC7AB" w14:textId="77777777" w:rsidR="00A12540" w:rsidRDefault="00A12540" w:rsidP="00656993">
      <w:pPr>
        <w:tabs>
          <w:tab w:val="left" w:pos="4962"/>
        </w:tabs>
        <w:suppressAutoHyphens/>
        <w:autoSpaceDE/>
        <w:autoSpaceDN/>
        <w:adjustRightInd/>
        <w:jc w:val="center"/>
        <w:textAlignment w:val="baseline"/>
        <w:rPr>
          <w:rFonts w:asciiTheme="minorHAnsi" w:hAnsiTheme="minorHAnsi" w:cstheme="minorHAnsi"/>
          <w:b/>
          <w:sz w:val="22"/>
          <w:szCs w:val="22"/>
        </w:rPr>
      </w:pPr>
    </w:p>
    <w:p w14:paraId="0866BE47" w14:textId="63ABD02E" w:rsidR="00AF38A2" w:rsidRPr="00656993" w:rsidRDefault="00AF38A2" w:rsidP="00A12540">
      <w:pPr>
        <w:tabs>
          <w:tab w:val="left" w:pos="4962"/>
        </w:tabs>
        <w:suppressAutoHyphens/>
        <w:autoSpaceDE/>
        <w:autoSpaceDN/>
        <w:adjustRightInd/>
        <w:textAlignment w:val="baseline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656993">
        <w:rPr>
          <w:rFonts w:asciiTheme="minorHAnsi" w:hAnsiTheme="minorHAnsi" w:cstheme="minorHAnsi"/>
          <w:b/>
          <w:sz w:val="22"/>
          <w:szCs w:val="22"/>
          <w:u w:val="single"/>
        </w:rPr>
        <w:t xml:space="preserve">Przedmiot zamówienia </w:t>
      </w:r>
    </w:p>
    <w:p w14:paraId="689E5566" w14:textId="259F69F6" w:rsidR="00AF38A2" w:rsidRPr="00824E7D" w:rsidRDefault="00824E7D" w:rsidP="00824E7D">
      <w:pPr>
        <w:pStyle w:val="Nagwek3"/>
        <w:numPr>
          <w:ilvl w:val="0"/>
          <w:numId w:val="0"/>
        </w:numPr>
        <w:spacing w:before="0" w:after="0"/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</w:pPr>
      <w:r w:rsidRPr="00824E7D">
        <w:rPr>
          <w:rFonts w:asciiTheme="minorHAnsi" w:hAnsiTheme="minorHAnsi" w:cstheme="minorHAnsi"/>
          <w:sz w:val="22"/>
          <w:szCs w:val="22"/>
        </w:rPr>
        <w:t>Montaż odwodnienia liniowego wraz z u</w:t>
      </w:r>
      <w:bookmarkStart w:id="0" w:name="_GoBack"/>
      <w:bookmarkEnd w:id="0"/>
      <w:r w:rsidRPr="00824E7D">
        <w:rPr>
          <w:rFonts w:asciiTheme="minorHAnsi" w:hAnsiTheme="minorHAnsi" w:cstheme="minorHAnsi"/>
          <w:sz w:val="22"/>
          <w:szCs w:val="22"/>
        </w:rPr>
        <w:t>łożeniem płytek oraz pracami towarzyszącymi na terenie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24E7D">
        <w:rPr>
          <w:rFonts w:asciiTheme="minorHAnsi" w:hAnsiTheme="minorHAnsi" w:cstheme="minorHAnsi"/>
          <w:sz w:val="22"/>
          <w:szCs w:val="22"/>
        </w:rPr>
        <w:t>Wodnego Parku Tychy</w:t>
      </w:r>
      <w:r w:rsidR="00927FB2" w:rsidRPr="00824E7D">
        <w:rPr>
          <w:rFonts w:asciiTheme="minorHAnsi" w:eastAsia="Calibri" w:hAnsiTheme="minorHAnsi" w:cstheme="minorHAnsi"/>
          <w:b w:val="0"/>
          <w:bCs w:val="0"/>
          <w:sz w:val="22"/>
          <w:szCs w:val="22"/>
          <w:lang w:eastAsia="en-US"/>
        </w:rPr>
        <w:t>.</w:t>
      </w:r>
    </w:p>
    <w:p w14:paraId="503C7074" w14:textId="7B8FEB54" w:rsidR="00A12540" w:rsidRPr="00656993" w:rsidRDefault="00A12540" w:rsidP="00A12540">
      <w:pPr>
        <w:pStyle w:val="Nagwek3"/>
        <w:numPr>
          <w:ilvl w:val="0"/>
          <w:numId w:val="0"/>
        </w:numPr>
        <w:spacing w:before="0" w:after="0"/>
        <w:ind w:left="720" w:hanging="72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656993">
        <w:rPr>
          <w:rFonts w:asciiTheme="minorHAnsi" w:hAnsiTheme="minorHAnsi" w:cstheme="minorHAnsi"/>
          <w:sz w:val="22"/>
          <w:szCs w:val="22"/>
          <w:u w:val="single"/>
        </w:rPr>
        <w:t>Miejsce wykonania prac</w:t>
      </w:r>
    </w:p>
    <w:p w14:paraId="39B2FF3D" w14:textId="2C7F01A3" w:rsidR="00A12540" w:rsidRPr="00656993" w:rsidRDefault="00824E7D" w:rsidP="00656993">
      <w:pPr>
        <w:tabs>
          <w:tab w:val="left" w:pos="4962"/>
        </w:tabs>
        <w:suppressAutoHyphens/>
        <w:jc w:val="both"/>
        <w:textAlignment w:val="baseline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Wodny Park Tychy, ul. Sikorskiego 20, 43-100 Tychy</w:t>
      </w:r>
      <w:r w:rsidR="00A12540" w:rsidRPr="00656993">
        <w:rPr>
          <w:rFonts w:asciiTheme="minorHAnsi" w:hAnsiTheme="minorHAnsi" w:cstheme="minorHAnsi"/>
          <w:bCs/>
          <w:sz w:val="22"/>
          <w:szCs w:val="22"/>
        </w:rPr>
        <w:t>.</w:t>
      </w:r>
    </w:p>
    <w:p w14:paraId="75D6B031" w14:textId="01F7D8FE" w:rsidR="00A12540" w:rsidRPr="00656993" w:rsidRDefault="00A12540" w:rsidP="00A12540">
      <w:pPr>
        <w:pStyle w:val="Nagwek3"/>
        <w:numPr>
          <w:ilvl w:val="0"/>
          <w:numId w:val="0"/>
        </w:numPr>
        <w:spacing w:before="0" w:after="0"/>
        <w:ind w:left="720" w:hanging="72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656993">
        <w:rPr>
          <w:rFonts w:asciiTheme="minorHAnsi" w:hAnsiTheme="minorHAnsi" w:cstheme="minorHAnsi"/>
          <w:sz w:val="22"/>
          <w:szCs w:val="22"/>
          <w:u w:val="single"/>
        </w:rPr>
        <w:t>Zakres prac</w:t>
      </w:r>
    </w:p>
    <w:p w14:paraId="483250C5" w14:textId="793A445B" w:rsidR="00A12540" w:rsidRPr="00656993" w:rsidRDefault="00A12540" w:rsidP="00656993">
      <w:pPr>
        <w:tabs>
          <w:tab w:val="left" w:pos="4962"/>
        </w:tabs>
        <w:suppressAutoHyphens/>
        <w:jc w:val="both"/>
        <w:textAlignment w:val="baseline"/>
        <w:rPr>
          <w:rFonts w:asciiTheme="minorHAnsi" w:hAnsiTheme="minorHAnsi" w:cstheme="minorHAnsi"/>
          <w:bCs/>
          <w:sz w:val="22"/>
          <w:szCs w:val="22"/>
        </w:rPr>
      </w:pPr>
      <w:r w:rsidRPr="00656993">
        <w:rPr>
          <w:rFonts w:asciiTheme="minorHAnsi" w:hAnsiTheme="minorHAnsi" w:cstheme="minorHAnsi"/>
          <w:bCs/>
          <w:sz w:val="22"/>
          <w:szCs w:val="22"/>
        </w:rPr>
        <w:t>Zgodnie z Opisem przedmiotu zamówienia OPZ</w:t>
      </w:r>
    </w:p>
    <w:p w14:paraId="3EFB8E72" w14:textId="1D5B852B" w:rsidR="002766BC" w:rsidRDefault="0054373F" w:rsidP="00656993">
      <w:pPr>
        <w:tabs>
          <w:tab w:val="left" w:pos="4962"/>
        </w:tabs>
        <w:suppressAutoHyphens/>
        <w:jc w:val="both"/>
        <w:textAlignment w:val="baseline"/>
        <w:rPr>
          <w:rFonts w:asciiTheme="minorHAnsi" w:hAnsiTheme="minorHAnsi" w:cstheme="minorHAnsi"/>
          <w:bCs/>
          <w:sz w:val="22"/>
          <w:szCs w:val="22"/>
        </w:rPr>
      </w:pPr>
      <w:r w:rsidRPr="00656993">
        <w:rPr>
          <w:rFonts w:asciiTheme="minorHAnsi" w:hAnsiTheme="minorHAnsi" w:cstheme="minorHAnsi"/>
          <w:b/>
          <w:sz w:val="22"/>
          <w:szCs w:val="22"/>
          <w:u w:val="single"/>
        </w:rPr>
        <w:t>Przewidywany termin wykonania prac</w:t>
      </w:r>
      <w:r w:rsidR="00656993" w:rsidRPr="00656993">
        <w:rPr>
          <w:rFonts w:asciiTheme="minorHAnsi" w:hAnsiTheme="minorHAnsi" w:cstheme="minorHAnsi"/>
          <w:b/>
          <w:sz w:val="22"/>
          <w:szCs w:val="22"/>
          <w:u w:val="single"/>
        </w:rPr>
        <w:t>:</w:t>
      </w:r>
      <w:r w:rsidRPr="0065699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07EE0" w:rsidRPr="00C07EE0">
        <w:rPr>
          <w:rFonts w:asciiTheme="minorHAnsi" w:hAnsiTheme="minorHAnsi" w:cstheme="minorHAnsi"/>
          <w:bCs/>
          <w:sz w:val="22"/>
          <w:szCs w:val="22"/>
        </w:rPr>
        <w:t>02-18</w:t>
      </w:r>
      <w:r w:rsidR="00824E7D" w:rsidRPr="00C07EE0">
        <w:rPr>
          <w:rFonts w:asciiTheme="minorHAnsi" w:hAnsiTheme="minorHAnsi" w:cstheme="minorHAnsi"/>
          <w:bCs/>
          <w:sz w:val="22"/>
          <w:szCs w:val="22"/>
        </w:rPr>
        <w:t>.12</w:t>
      </w:r>
      <w:r w:rsidR="00824E7D">
        <w:rPr>
          <w:rFonts w:asciiTheme="minorHAnsi" w:hAnsiTheme="minorHAnsi" w:cstheme="minorHAnsi"/>
          <w:bCs/>
          <w:sz w:val="22"/>
          <w:szCs w:val="22"/>
        </w:rPr>
        <w:t>.202</w:t>
      </w:r>
      <w:r w:rsidR="00C07EE0">
        <w:rPr>
          <w:rFonts w:asciiTheme="minorHAnsi" w:hAnsiTheme="minorHAnsi" w:cstheme="minorHAnsi"/>
          <w:bCs/>
          <w:sz w:val="22"/>
          <w:szCs w:val="22"/>
        </w:rPr>
        <w:t>4</w:t>
      </w:r>
      <w:r w:rsidR="00824E7D">
        <w:rPr>
          <w:rFonts w:asciiTheme="minorHAnsi" w:hAnsiTheme="minorHAnsi" w:cstheme="minorHAnsi"/>
          <w:bCs/>
          <w:sz w:val="22"/>
          <w:szCs w:val="22"/>
        </w:rPr>
        <w:t>r.</w:t>
      </w:r>
    </w:p>
    <w:p w14:paraId="43EEA129" w14:textId="77777777" w:rsidR="00656993" w:rsidRDefault="00656993" w:rsidP="00656993">
      <w:pPr>
        <w:tabs>
          <w:tab w:val="left" w:pos="4962"/>
        </w:tabs>
        <w:suppressAutoHyphens/>
        <w:jc w:val="both"/>
        <w:textAlignment w:val="baseline"/>
        <w:rPr>
          <w:rFonts w:asciiTheme="minorHAnsi" w:hAnsiTheme="minorHAnsi" w:cstheme="minorHAnsi"/>
          <w:bCs/>
          <w:sz w:val="22"/>
          <w:szCs w:val="22"/>
        </w:rPr>
      </w:pPr>
    </w:p>
    <w:p w14:paraId="1D3F1F52" w14:textId="58BA33F9" w:rsidR="00F81F8D" w:rsidRDefault="00A12540" w:rsidP="007419E0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 xml:space="preserve">Wykaz </w:t>
      </w:r>
      <w:r w:rsidR="0013545F">
        <w:rPr>
          <w:rFonts w:asciiTheme="minorHAnsi" w:hAnsiTheme="minorHAnsi" w:cstheme="minorHAnsi"/>
          <w:sz w:val="22"/>
          <w:szCs w:val="22"/>
          <w:lang w:eastAsia="en-US"/>
        </w:rPr>
        <w:t>obiektów na których były wykonywane prace izolacyjne</w:t>
      </w:r>
      <w:r w:rsidR="00CA7983">
        <w:rPr>
          <w:rFonts w:asciiTheme="minorHAnsi" w:hAnsiTheme="minorHAnsi" w:cstheme="minorHAnsi"/>
          <w:sz w:val="22"/>
          <w:szCs w:val="22"/>
          <w:lang w:eastAsia="en-US"/>
        </w:rPr>
        <w:t>:</w:t>
      </w:r>
    </w:p>
    <w:tbl>
      <w:tblPr>
        <w:tblStyle w:val="Tabela-Siatka"/>
        <w:tblW w:w="9350" w:type="dxa"/>
        <w:jc w:val="center"/>
        <w:tblLook w:val="04A0" w:firstRow="1" w:lastRow="0" w:firstColumn="1" w:lastColumn="0" w:noHBand="0" w:noVBand="1"/>
      </w:tblPr>
      <w:tblGrid>
        <w:gridCol w:w="562"/>
        <w:gridCol w:w="2694"/>
        <w:gridCol w:w="2693"/>
        <w:gridCol w:w="1701"/>
        <w:gridCol w:w="1700"/>
      </w:tblGrid>
      <w:tr w:rsidR="00824E7D" w:rsidRPr="00656993" w14:paraId="379BBD3B" w14:textId="0B1F643C" w:rsidTr="00CA7983">
        <w:trPr>
          <w:trHeight w:val="624"/>
          <w:jc w:val="center"/>
        </w:trPr>
        <w:tc>
          <w:tcPr>
            <w:tcW w:w="562" w:type="dxa"/>
            <w:vAlign w:val="center"/>
          </w:tcPr>
          <w:p w14:paraId="6922D8F7" w14:textId="798C9CCE" w:rsidR="00824E7D" w:rsidRPr="00656993" w:rsidRDefault="00824E7D" w:rsidP="0013545F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656993">
              <w:rPr>
                <w:rFonts w:asciiTheme="minorHAnsi" w:hAnsiTheme="minorHAnsi" w:cstheme="minorHAnsi"/>
                <w:lang w:eastAsia="en-US"/>
              </w:rPr>
              <w:t>L.p.</w:t>
            </w:r>
          </w:p>
        </w:tc>
        <w:tc>
          <w:tcPr>
            <w:tcW w:w="2694" w:type="dxa"/>
            <w:vAlign w:val="center"/>
          </w:tcPr>
          <w:p w14:paraId="78EA62D4" w14:textId="2F65E993" w:rsidR="00824E7D" w:rsidRPr="00656993" w:rsidRDefault="00824E7D" w:rsidP="0013545F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Rodzaj wykonywanych prac</w:t>
            </w:r>
            <w:r w:rsidR="0013545F">
              <w:rPr>
                <w:rFonts w:asciiTheme="minorHAnsi" w:hAnsiTheme="minorHAnsi" w:cstheme="minorHAnsi"/>
                <w:lang w:eastAsia="en-US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14:paraId="04F883FC" w14:textId="77777777" w:rsidR="00824E7D" w:rsidRDefault="00824E7D" w:rsidP="0013545F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Obiekt</w:t>
            </w:r>
          </w:p>
          <w:p w14:paraId="52DE5CD2" w14:textId="2550FF7B" w:rsidR="0013545F" w:rsidRPr="00656993" w:rsidRDefault="0013545F" w:rsidP="0013545F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(nazwa, miejscowość)</w:t>
            </w:r>
          </w:p>
        </w:tc>
        <w:tc>
          <w:tcPr>
            <w:tcW w:w="1701" w:type="dxa"/>
            <w:vAlign w:val="center"/>
          </w:tcPr>
          <w:p w14:paraId="76B1E449" w14:textId="7D4A9395" w:rsidR="00824E7D" w:rsidRDefault="000F0FA3" w:rsidP="0013545F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Data</w:t>
            </w:r>
            <w:r w:rsidR="00824E7D">
              <w:rPr>
                <w:rFonts w:asciiTheme="minorHAnsi" w:hAnsiTheme="minorHAnsi" w:cstheme="minorHAnsi"/>
                <w:lang w:eastAsia="en-US"/>
              </w:rPr>
              <w:t xml:space="preserve"> wykon</w:t>
            </w:r>
            <w:r w:rsidR="0013545F">
              <w:rPr>
                <w:rFonts w:asciiTheme="minorHAnsi" w:hAnsiTheme="minorHAnsi" w:cstheme="minorHAnsi"/>
                <w:lang w:eastAsia="en-US"/>
              </w:rPr>
              <w:t>ania</w:t>
            </w:r>
          </w:p>
        </w:tc>
        <w:tc>
          <w:tcPr>
            <w:tcW w:w="1700" w:type="dxa"/>
            <w:vAlign w:val="center"/>
          </w:tcPr>
          <w:p w14:paraId="728AFB06" w14:textId="77777777" w:rsidR="00824E7D" w:rsidRDefault="00824E7D" w:rsidP="0013545F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Szacunkowa powierzchnia</w:t>
            </w:r>
          </w:p>
          <w:p w14:paraId="4E551130" w14:textId="1F6DAD84" w:rsidR="0013545F" w:rsidRDefault="0013545F" w:rsidP="0013545F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m</w:t>
            </w:r>
            <w:r w:rsidRPr="0013545F">
              <w:rPr>
                <w:rFonts w:asciiTheme="minorHAnsi" w:hAnsiTheme="minorHAnsi" w:cstheme="minorHAnsi"/>
                <w:vertAlign w:val="superscript"/>
                <w:lang w:eastAsia="en-US"/>
              </w:rPr>
              <w:t>2</w:t>
            </w:r>
          </w:p>
        </w:tc>
      </w:tr>
      <w:tr w:rsidR="00824E7D" w14:paraId="4D129615" w14:textId="30812B8A" w:rsidTr="00CA7983">
        <w:trPr>
          <w:trHeight w:val="1191"/>
          <w:jc w:val="center"/>
        </w:trPr>
        <w:tc>
          <w:tcPr>
            <w:tcW w:w="562" w:type="dxa"/>
            <w:vAlign w:val="center"/>
          </w:tcPr>
          <w:p w14:paraId="6CB74B36" w14:textId="0F39305D" w:rsidR="00824E7D" w:rsidRDefault="00824E7D" w:rsidP="0013545F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94" w:type="dxa"/>
            <w:vAlign w:val="center"/>
          </w:tcPr>
          <w:p w14:paraId="4ECD3B18" w14:textId="77777777" w:rsidR="00824E7D" w:rsidRDefault="00824E7D" w:rsidP="0013545F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vAlign w:val="center"/>
          </w:tcPr>
          <w:p w14:paraId="3260F7E3" w14:textId="77777777" w:rsidR="00824E7D" w:rsidRDefault="00824E7D" w:rsidP="0013545F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22EB056C" w14:textId="77777777" w:rsidR="00824E7D" w:rsidRDefault="00824E7D" w:rsidP="0013545F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Align w:val="center"/>
          </w:tcPr>
          <w:p w14:paraId="66702373" w14:textId="77777777" w:rsidR="00824E7D" w:rsidRDefault="00824E7D" w:rsidP="0013545F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3FC86C90" w14:textId="06F9AAD4" w:rsidR="00A12540" w:rsidRDefault="00A12540" w:rsidP="007419E0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331B4AAD" w14:textId="390CA983" w:rsidR="00A12540" w:rsidRDefault="00A12540" w:rsidP="007419E0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0B1B423" w14:textId="1E9F8240" w:rsidR="00CA7983" w:rsidRDefault="00A12540" w:rsidP="00CA7983">
      <w:pPr>
        <w:tabs>
          <w:tab w:val="left" w:pos="4962"/>
        </w:tabs>
        <w:suppressAutoHyphens/>
        <w:autoSpaceDE/>
        <w:autoSpaceDN/>
        <w:adjustRightInd/>
        <w:jc w:val="center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656993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Oświadczam, że</w:t>
      </w:r>
      <w:r w:rsidR="0013545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jestem Wykonawcą </w:t>
      </w:r>
      <w:r w:rsidR="00CA7983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ww. prac i posiadam doświadczenie w wykonywaniu </w:t>
      </w:r>
      <w:r w:rsidR="00CA7983">
        <w:rPr>
          <w:rFonts w:asciiTheme="minorHAnsi" w:hAnsiTheme="minorHAnsi" w:cstheme="minorHAnsi"/>
          <w:b/>
          <w:sz w:val="22"/>
          <w:szCs w:val="22"/>
        </w:rPr>
        <w:t>hydroizolacji (izolacji przeciwwodnych</w:t>
      </w:r>
      <w:r w:rsidR="000F0FA3">
        <w:rPr>
          <w:rFonts w:asciiTheme="minorHAnsi" w:hAnsiTheme="minorHAnsi" w:cstheme="minorHAnsi"/>
          <w:b/>
          <w:sz w:val="22"/>
          <w:szCs w:val="22"/>
        </w:rPr>
        <w:t xml:space="preserve"> i/lub </w:t>
      </w:r>
      <w:r w:rsidR="00CA7983">
        <w:rPr>
          <w:rFonts w:asciiTheme="minorHAnsi" w:hAnsiTheme="minorHAnsi" w:cstheme="minorHAnsi"/>
          <w:b/>
          <w:sz w:val="22"/>
          <w:szCs w:val="22"/>
        </w:rPr>
        <w:t>przeciwwilgociowych).</w:t>
      </w:r>
    </w:p>
    <w:p w14:paraId="0AB1241C" w14:textId="432DAA1E" w:rsidR="00A12540" w:rsidRPr="00656993" w:rsidRDefault="00A12540" w:rsidP="007419E0">
      <w:pPr>
        <w:jc w:val="both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647728D2" w14:textId="4A65F8B3" w:rsidR="0054373F" w:rsidRDefault="0054373F" w:rsidP="007419E0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70CAB9D" w14:textId="77777777" w:rsidR="00656993" w:rsidRDefault="00656993" w:rsidP="00656993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F227341" w14:textId="77777777" w:rsidR="00656993" w:rsidRDefault="00656993" w:rsidP="00656993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B5FB1ED" w14:textId="77777777" w:rsidR="00656993" w:rsidRDefault="00656993" w:rsidP="00656993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923B01A" w14:textId="4D9A3776" w:rsidR="00656993" w:rsidRDefault="00656993" w:rsidP="00656993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……………………………………………..</w:t>
      </w:r>
      <w:r>
        <w:rPr>
          <w:rFonts w:asciiTheme="minorHAnsi" w:hAnsiTheme="minorHAnsi" w:cstheme="minorHAnsi"/>
          <w:sz w:val="22"/>
          <w:szCs w:val="22"/>
          <w:lang w:eastAsia="en-US"/>
        </w:rPr>
        <w:tab/>
      </w:r>
      <w:r>
        <w:rPr>
          <w:rFonts w:asciiTheme="minorHAnsi" w:hAnsiTheme="minorHAnsi" w:cstheme="minorHAnsi"/>
          <w:sz w:val="22"/>
          <w:szCs w:val="22"/>
          <w:lang w:eastAsia="en-US"/>
        </w:rPr>
        <w:tab/>
      </w:r>
      <w:r>
        <w:rPr>
          <w:rFonts w:asciiTheme="minorHAnsi" w:hAnsiTheme="minorHAnsi" w:cstheme="minorHAnsi"/>
          <w:sz w:val="22"/>
          <w:szCs w:val="22"/>
          <w:lang w:eastAsia="en-US"/>
        </w:rPr>
        <w:tab/>
      </w:r>
      <w:r>
        <w:rPr>
          <w:rFonts w:asciiTheme="minorHAnsi" w:hAnsiTheme="minorHAnsi" w:cstheme="minorHAnsi"/>
          <w:sz w:val="22"/>
          <w:szCs w:val="22"/>
          <w:lang w:eastAsia="en-US"/>
        </w:rPr>
        <w:tab/>
        <w:t>………………………………………………………………</w:t>
      </w:r>
    </w:p>
    <w:p w14:paraId="6E2C8530" w14:textId="36F92DC6" w:rsidR="00656993" w:rsidRDefault="0054373F" w:rsidP="00CA7983">
      <w:pPr>
        <w:ind w:firstLine="993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Data</w:t>
      </w:r>
      <w:r w:rsidR="00656993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656993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656993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656993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656993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656993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656993">
        <w:rPr>
          <w:rFonts w:asciiTheme="minorHAnsi" w:hAnsiTheme="minorHAnsi" w:cstheme="minorHAnsi"/>
          <w:sz w:val="22"/>
          <w:szCs w:val="22"/>
          <w:lang w:eastAsia="en-US"/>
        </w:rPr>
        <w:tab/>
        <w:t xml:space="preserve">Pieczęć i podpis Wykonawcy </w:t>
      </w:r>
    </w:p>
    <w:p w14:paraId="6E725494" w14:textId="2BD40A22" w:rsidR="007419E0" w:rsidRPr="00656993" w:rsidRDefault="00656993" w:rsidP="00656993">
      <w:pPr>
        <w:ind w:left="4248" w:firstLine="708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lub osoby upoważnionej przez Wykonawcę</w:t>
      </w:r>
    </w:p>
    <w:sectPr w:rsidR="007419E0" w:rsidRPr="00656993" w:rsidSect="00F81F8D">
      <w:pgSz w:w="11906" w:h="16838"/>
      <w:pgMar w:top="1021" w:right="1286" w:bottom="907" w:left="126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C2DDFD" w14:textId="77777777" w:rsidR="009341CD" w:rsidRDefault="009341CD" w:rsidP="00260DA0">
      <w:r>
        <w:separator/>
      </w:r>
    </w:p>
  </w:endnote>
  <w:endnote w:type="continuationSeparator" w:id="0">
    <w:p w14:paraId="30FA9E5C" w14:textId="77777777" w:rsidR="009341CD" w:rsidRDefault="009341CD" w:rsidP="00260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umanist777BTPl Light">
    <w:altName w:val="Courier New"/>
    <w:charset w:val="EE"/>
    <w:family w:val="auto"/>
    <w:pitch w:val="variable"/>
    <w:sig w:usb0="00000001" w:usb1="1000214A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93635A" w14:textId="77777777" w:rsidR="009341CD" w:rsidRDefault="009341CD" w:rsidP="00260DA0">
      <w:r>
        <w:separator/>
      </w:r>
    </w:p>
  </w:footnote>
  <w:footnote w:type="continuationSeparator" w:id="0">
    <w:p w14:paraId="5E8843F5" w14:textId="77777777" w:rsidR="009341CD" w:rsidRDefault="009341CD" w:rsidP="00260D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47109BA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i w:val="0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i w:val="0"/>
        <w:sz w:val="22"/>
        <w:szCs w:val="26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ascii="Humanist777BTPl Light" w:hAnsi="Humanist777BTPl Light" w:cs="Arial"/>
        <w:i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1188"/>
        </w:tabs>
        <w:ind w:left="118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45178B"/>
    <w:multiLevelType w:val="hybridMultilevel"/>
    <w:tmpl w:val="06123A76"/>
    <w:name w:val="WW8Num41"/>
    <w:lvl w:ilvl="0" w:tplc="FFFFFFFF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/>
        <w:bCs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FFFFFFFF">
      <w:start w:val="1"/>
      <w:numFmt w:val="lowerLetter"/>
      <w:lvlText w:val="%5)"/>
      <w:lvlJc w:val="left"/>
      <w:pPr>
        <w:ind w:left="3600" w:hanging="360"/>
      </w:pPr>
      <w:rPr>
        <w:rFonts w:hint="default"/>
        <w:b/>
        <w:sz w:val="22"/>
      </w:rPr>
    </w:lvl>
    <w:lvl w:ilvl="5" w:tplc="FFFFFFFF">
      <w:start w:val="112"/>
      <w:numFmt w:val="decimal"/>
      <w:lvlText w:val="%6"/>
      <w:lvlJc w:val="left"/>
      <w:pPr>
        <w:ind w:left="4500" w:hanging="360"/>
      </w:pPr>
      <w:rPr>
        <w:rFonts w:hint="default"/>
      </w:rPr>
    </w:lvl>
    <w:lvl w:ilvl="6" w:tplc="1982D1A0">
      <w:start w:val="14"/>
      <w:numFmt w:val="decimal"/>
      <w:lvlText w:val="%7."/>
      <w:lvlJc w:val="left"/>
      <w:pPr>
        <w:ind w:left="5040" w:hanging="360"/>
      </w:pPr>
      <w:rPr>
        <w:rFonts w:cs="Arial" w:hint="default"/>
        <w:color w:val="auto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4A4957"/>
    <w:multiLevelType w:val="hybridMultilevel"/>
    <w:tmpl w:val="B07C22F0"/>
    <w:name w:val="WW8Num43"/>
    <w:lvl w:ilvl="0" w:tplc="FFFFFFFF">
      <w:start w:val="1"/>
      <w:numFmt w:val="lowerLetter"/>
      <w:lvlText w:val="%1)"/>
      <w:lvlJc w:val="left"/>
      <w:pPr>
        <w:ind w:left="1440" w:hanging="360"/>
      </w:pPr>
      <w:rPr>
        <w:color w:val="000000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D17552"/>
    <w:multiLevelType w:val="multilevel"/>
    <w:tmpl w:val="FA449C0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auto"/>
      </w:rPr>
    </w:lvl>
  </w:abstractNum>
  <w:abstractNum w:abstractNumId="4" w15:restartNumberingAfterBreak="0">
    <w:nsid w:val="117430A0"/>
    <w:multiLevelType w:val="multilevel"/>
    <w:tmpl w:val="4F26EF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3D265C0"/>
    <w:multiLevelType w:val="hybridMultilevel"/>
    <w:tmpl w:val="C89CA0D8"/>
    <w:lvl w:ilvl="0" w:tplc="89AAAFB2">
      <w:start w:val="1"/>
      <w:numFmt w:val="decimal"/>
      <w:lvlText w:val="2.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A58232C"/>
    <w:multiLevelType w:val="multilevel"/>
    <w:tmpl w:val="510CA23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DFD44DF"/>
    <w:multiLevelType w:val="multilevel"/>
    <w:tmpl w:val="FA449C0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auto"/>
      </w:rPr>
    </w:lvl>
  </w:abstractNum>
  <w:abstractNum w:abstractNumId="8" w15:restartNumberingAfterBreak="0">
    <w:nsid w:val="402A5CD9"/>
    <w:multiLevelType w:val="hybridMultilevel"/>
    <w:tmpl w:val="5DD08F94"/>
    <w:name w:val="WW8Num392222"/>
    <w:lvl w:ilvl="0" w:tplc="76E6D2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9" w15:restartNumberingAfterBreak="0">
    <w:nsid w:val="409F4CF7"/>
    <w:multiLevelType w:val="multilevel"/>
    <w:tmpl w:val="FA449C0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auto"/>
      </w:rPr>
    </w:lvl>
  </w:abstractNum>
  <w:abstractNum w:abstractNumId="10" w15:restartNumberingAfterBreak="0">
    <w:nsid w:val="538A1DE4"/>
    <w:multiLevelType w:val="multilevel"/>
    <w:tmpl w:val="D76E104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auto"/>
      </w:rPr>
    </w:lvl>
  </w:abstractNum>
  <w:abstractNum w:abstractNumId="11" w15:restartNumberingAfterBreak="0">
    <w:nsid w:val="5D93268E"/>
    <w:multiLevelType w:val="multilevel"/>
    <w:tmpl w:val="B9B6002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645F519C"/>
    <w:multiLevelType w:val="hybridMultilevel"/>
    <w:tmpl w:val="87BCD3E0"/>
    <w:lvl w:ilvl="0" w:tplc="572C937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72D1074E"/>
    <w:multiLevelType w:val="hybridMultilevel"/>
    <w:tmpl w:val="C4F0D822"/>
    <w:lvl w:ilvl="0" w:tplc="D92CEDE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A1A30C4">
      <w:start w:val="1"/>
      <w:numFmt w:val="decimal"/>
      <w:lvlText w:val="%4"/>
      <w:lvlJc w:val="left"/>
      <w:pPr>
        <w:ind w:left="2925" w:hanging="405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55261E"/>
    <w:multiLevelType w:val="multilevel"/>
    <w:tmpl w:val="F0883A5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78FD572A"/>
    <w:multiLevelType w:val="multilevel"/>
    <w:tmpl w:val="40A0B45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3"/>
  </w:num>
  <w:num w:numId="3">
    <w:abstractNumId w:val="5"/>
  </w:num>
  <w:num w:numId="4">
    <w:abstractNumId w:val="9"/>
  </w:num>
  <w:num w:numId="5">
    <w:abstractNumId w:val="14"/>
  </w:num>
  <w:num w:numId="6">
    <w:abstractNumId w:val="12"/>
  </w:num>
  <w:num w:numId="7">
    <w:abstractNumId w:val="4"/>
  </w:num>
  <w:num w:numId="8">
    <w:abstractNumId w:val="11"/>
  </w:num>
  <w:num w:numId="9">
    <w:abstractNumId w:val="15"/>
  </w:num>
  <w:num w:numId="10">
    <w:abstractNumId w:val="3"/>
  </w:num>
  <w:num w:numId="11">
    <w:abstractNumId w:val="7"/>
  </w:num>
  <w:num w:numId="12">
    <w:abstractNumId w:val="10"/>
  </w:num>
  <w:num w:numId="13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DA0"/>
    <w:rsid w:val="000220AE"/>
    <w:rsid w:val="000252FF"/>
    <w:rsid w:val="000318A2"/>
    <w:rsid w:val="00045682"/>
    <w:rsid w:val="0004579E"/>
    <w:rsid w:val="00047D21"/>
    <w:rsid w:val="0005070D"/>
    <w:rsid w:val="00070D2A"/>
    <w:rsid w:val="00084BC3"/>
    <w:rsid w:val="0009088D"/>
    <w:rsid w:val="00091D8C"/>
    <w:rsid w:val="000930AF"/>
    <w:rsid w:val="000A198F"/>
    <w:rsid w:val="000B03E2"/>
    <w:rsid w:val="000B3AA0"/>
    <w:rsid w:val="000C1597"/>
    <w:rsid w:val="000D3DA4"/>
    <w:rsid w:val="000D40CC"/>
    <w:rsid w:val="000D6F12"/>
    <w:rsid w:val="000F0FA3"/>
    <w:rsid w:val="000F2D89"/>
    <w:rsid w:val="001061A2"/>
    <w:rsid w:val="0013545F"/>
    <w:rsid w:val="001600D0"/>
    <w:rsid w:val="0017021A"/>
    <w:rsid w:val="001800E2"/>
    <w:rsid w:val="001863AB"/>
    <w:rsid w:val="00196762"/>
    <w:rsid w:val="001A31FB"/>
    <w:rsid w:val="001A3D53"/>
    <w:rsid w:val="001A6FB5"/>
    <w:rsid w:val="001B78E3"/>
    <w:rsid w:val="001C4998"/>
    <w:rsid w:val="001D10CE"/>
    <w:rsid w:val="001E132B"/>
    <w:rsid w:val="001E13B9"/>
    <w:rsid w:val="002018D2"/>
    <w:rsid w:val="0020199D"/>
    <w:rsid w:val="002066B2"/>
    <w:rsid w:val="00207C78"/>
    <w:rsid w:val="002127CE"/>
    <w:rsid w:val="00214B5C"/>
    <w:rsid w:val="002172DC"/>
    <w:rsid w:val="00222364"/>
    <w:rsid w:val="00236077"/>
    <w:rsid w:val="0024181C"/>
    <w:rsid w:val="0024778F"/>
    <w:rsid w:val="00256290"/>
    <w:rsid w:val="00256A09"/>
    <w:rsid w:val="00260DA0"/>
    <w:rsid w:val="002745A4"/>
    <w:rsid w:val="002766BC"/>
    <w:rsid w:val="002917ED"/>
    <w:rsid w:val="002A1915"/>
    <w:rsid w:val="002B3994"/>
    <w:rsid w:val="002C0A68"/>
    <w:rsid w:val="002C6DF0"/>
    <w:rsid w:val="002D5C90"/>
    <w:rsid w:val="002E359C"/>
    <w:rsid w:val="002E50FF"/>
    <w:rsid w:val="002E5434"/>
    <w:rsid w:val="00324F40"/>
    <w:rsid w:val="00326B5B"/>
    <w:rsid w:val="00335498"/>
    <w:rsid w:val="00337BE5"/>
    <w:rsid w:val="0034404B"/>
    <w:rsid w:val="0035079F"/>
    <w:rsid w:val="0035585B"/>
    <w:rsid w:val="003606E9"/>
    <w:rsid w:val="00361565"/>
    <w:rsid w:val="00374506"/>
    <w:rsid w:val="00375866"/>
    <w:rsid w:val="00387C02"/>
    <w:rsid w:val="003923E0"/>
    <w:rsid w:val="003A15A3"/>
    <w:rsid w:val="003B4DCB"/>
    <w:rsid w:val="003D201E"/>
    <w:rsid w:val="003D54AD"/>
    <w:rsid w:val="003E1325"/>
    <w:rsid w:val="003E1377"/>
    <w:rsid w:val="0042079D"/>
    <w:rsid w:val="00427C97"/>
    <w:rsid w:val="00432489"/>
    <w:rsid w:val="004352F0"/>
    <w:rsid w:val="004467F6"/>
    <w:rsid w:val="00480D2D"/>
    <w:rsid w:val="00485A6D"/>
    <w:rsid w:val="00491606"/>
    <w:rsid w:val="00492035"/>
    <w:rsid w:val="004A3C41"/>
    <w:rsid w:val="004C7D33"/>
    <w:rsid w:val="004D3724"/>
    <w:rsid w:val="004F450D"/>
    <w:rsid w:val="004F5457"/>
    <w:rsid w:val="004F7190"/>
    <w:rsid w:val="005033CA"/>
    <w:rsid w:val="005069E5"/>
    <w:rsid w:val="00517088"/>
    <w:rsid w:val="00517E34"/>
    <w:rsid w:val="00521D12"/>
    <w:rsid w:val="0052322A"/>
    <w:rsid w:val="005254DE"/>
    <w:rsid w:val="00534319"/>
    <w:rsid w:val="0053769F"/>
    <w:rsid w:val="00542619"/>
    <w:rsid w:val="0054373F"/>
    <w:rsid w:val="00544496"/>
    <w:rsid w:val="00565E52"/>
    <w:rsid w:val="00566A4D"/>
    <w:rsid w:val="005759E2"/>
    <w:rsid w:val="00576444"/>
    <w:rsid w:val="00584A1E"/>
    <w:rsid w:val="005C705D"/>
    <w:rsid w:val="005D7630"/>
    <w:rsid w:val="005E4A80"/>
    <w:rsid w:val="005E4E9A"/>
    <w:rsid w:val="00605372"/>
    <w:rsid w:val="00614AC5"/>
    <w:rsid w:val="006401FC"/>
    <w:rsid w:val="00656993"/>
    <w:rsid w:val="0066612B"/>
    <w:rsid w:val="00675563"/>
    <w:rsid w:val="0069073E"/>
    <w:rsid w:val="006939D3"/>
    <w:rsid w:val="006A0A27"/>
    <w:rsid w:val="006C3984"/>
    <w:rsid w:val="006C7F99"/>
    <w:rsid w:val="007045D4"/>
    <w:rsid w:val="0071262A"/>
    <w:rsid w:val="00713D59"/>
    <w:rsid w:val="007173C9"/>
    <w:rsid w:val="00726956"/>
    <w:rsid w:val="007279BF"/>
    <w:rsid w:val="007419E0"/>
    <w:rsid w:val="00754D71"/>
    <w:rsid w:val="00760A9F"/>
    <w:rsid w:val="00770D52"/>
    <w:rsid w:val="0077395F"/>
    <w:rsid w:val="00783C49"/>
    <w:rsid w:val="00786854"/>
    <w:rsid w:val="00791E79"/>
    <w:rsid w:val="007A725D"/>
    <w:rsid w:val="007B2BB0"/>
    <w:rsid w:val="007B3ABB"/>
    <w:rsid w:val="007C079B"/>
    <w:rsid w:val="007F2FEC"/>
    <w:rsid w:val="00803935"/>
    <w:rsid w:val="00824E7D"/>
    <w:rsid w:val="0082644A"/>
    <w:rsid w:val="00833520"/>
    <w:rsid w:val="008627CC"/>
    <w:rsid w:val="00864810"/>
    <w:rsid w:val="008650FB"/>
    <w:rsid w:val="008823AE"/>
    <w:rsid w:val="00886196"/>
    <w:rsid w:val="00895AFB"/>
    <w:rsid w:val="008960D6"/>
    <w:rsid w:val="00897D83"/>
    <w:rsid w:val="008A0D67"/>
    <w:rsid w:val="008C1365"/>
    <w:rsid w:val="008C50B1"/>
    <w:rsid w:val="008C688E"/>
    <w:rsid w:val="008C6A56"/>
    <w:rsid w:val="008D2055"/>
    <w:rsid w:val="008D3442"/>
    <w:rsid w:val="008E5F6F"/>
    <w:rsid w:val="00927570"/>
    <w:rsid w:val="00927FB2"/>
    <w:rsid w:val="009341CD"/>
    <w:rsid w:val="00940347"/>
    <w:rsid w:val="009424CC"/>
    <w:rsid w:val="00955CF9"/>
    <w:rsid w:val="0097142C"/>
    <w:rsid w:val="009815A9"/>
    <w:rsid w:val="00990B53"/>
    <w:rsid w:val="009A4626"/>
    <w:rsid w:val="009B20C7"/>
    <w:rsid w:val="009B213C"/>
    <w:rsid w:val="009D2B32"/>
    <w:rsid w:val="009E2BFF"/>
    <w:rsid w:val="00A01444"/>
    <w:rsid w:val="00A01F35"/>
    <w:rsid w:val="00A03936"/>
    <w:rsid w:val="00A03B96"/>
    <w:rsid w:val="00A07CC8"/>
    <w:rsid w:val="00A12540"/>
    <w:rsid w:val="00A20218"/>
    <w:rsid w:val="00A21A3B"/>
    <w:rsid w:val="00A35A5C"/>
    <w:rsid w:val="00A41B15"/>
    <w:rsid w:val="00A50E5C"/>
    <w:rsid w:val="00A534D1"/>
    <w:rsid w:val="00A675D4"/>
    <w:rsid w:val="00A75089"/>
    <w:rsid w:val="00A753B2"/>
    <w:rsid w:val="00A804A1"/>
    <w:rsid w:val="00A81058"/>
    <w:rsid w:val="00A82C9D"/>
    <w:rsid w:val="00A86B59"/>
    <w:rsid w:val="00AA16DB"/>
    <w:rsid w:val="00AB1B09"/>
    <w:rsid w:val="00AB1CA3"/>
    <w:rsid w:val="00AD417D"/>
    <w:rsid w:val="00AE2953"/>
    <w:rsid w:val="00AE2DA5"/>
    <w:rsid w:val="00AF2009"/>
    <w:rsid w:val="00AF38A2"/>
    <w:rsid w:val="00B26E13"/>
    <w:rsid w:val="00B41E0D"/>
    <w:rsid w:val="00B65C72"/>
    <w:rsid w:val="00B875EF"/>
    <w:rsid w:val="00BA55D3"/>
    <w:rsid w:val="00BA5E0E"/>
    <w:rsid w:val="00BB32CD"/>
    <w:rsid w:val="00BB408E"/>
    <w:rsid w:val="00BC5F40"/>
    <w:rsid w:val="00BD2434"/>
    <w:rsid w:val="00BD606E"/>
    <w:rsid w:val="00BD7129"/>
    <w:rsid w:val="00BE701E"/>
    <w:rsid w:val="00BF3AF2"/>
    <w:rsid w:val="00C07EE0"/>
    <w:rsid w:val="00C30685"/>
    <w:rsid w:val="00C31274"/>
    <w:rsid w:val="00C317F2"/>
    <w:rsid w:val="00C44269"/>
    <w:rsid w:val="00C46B36"/>
    <w:rsid w:val="00C5678A"/>
    <w:rsid w:val="00C56CAC"/>
    <w:rsid w:val="00C64973"/>
    <w:rsid w:val="00C83E8C"/>
    <w:rsid w:val="00CA1961"/>
    <w:rsid w:val="00CA7983"/>
    <w:rsid w:val="00CD1F78"/>
    <w:rsid w:val="00CE0FA8"/>
    <w:rsid w:val="00CE327D"/>
    <w:rsid w:val="00CE4FB2"/>
    <w:rsid w:val="00CF12BB"/>
    <w:rsid w:val="00CF558B"/>
    <w:rsid w:val="00D0106B"/>
    <w:rsid w:val="00D01170"/>
    <w:rsid w:val="00D44C5D"/>
    <w:rsid w:val="00D45FF5"/>
    <w:rsid w:val="00D56FD3"/>
    <w:rsid w:val="00D64D7C"/>
    <w:rsid w:val="00D65786"/>
    <w:rsid w:val="00D807C0"/>
    <w:rsid w:val="00D8794E"/>
    <w:rsid w:val="00DA3762"/>
    <w:rsid w:val="00DB4555"/>
    <w:rsid w:val="00DB58D1"/>
    <w:rsid w:val="00DB5A07"/>
    <w:rsid w:val="00DD1751"/>
    <w:rsid w:val="00DF2D2A"/>
    <w:rsid w:val="00DF5463"/>
    <w:rsid w:val="00E07DD9"/>
    <w:rsid w:val="00E11909"/>
    <w:rsid w:val="00E36323"/>
    <w:rsid w:val="00E37DDC"/>
    <w:rsid w:val="00E37ED5"/>
    <w:rsid w:val="00E40C9C"/>
    <w:rsid w:val="00E54D78"/>
    <w:rsid w:val="00E870DC"/>
    <w:rsid w:val="00E969E2"/>
    <w:rsid w:val="00E97486"/>
    <w:rsid w:val="00EA3132"/>
    <w:rsid w:val="00EA67CF"/>
    <w:rsid w:val="00EB4C77"/>
    <w:rsid w:val="00EB653B"/>
    <w:rsid w:val="00EE45EE"/>
    <w:rsid w:val="00F0140E"/>
    <w:rsid w:val="00F01EB0"/>
    <w:rsid w:val="00F0680A"/>
    <w:rsid w:val="00F30166"/>
    <w:rsid w:val="00F36BF8"/>
    <w:rsid w:val="00F41541"/>
    <w:rsid w:val="00F4523E"/>
    <w:rsid w:val="00F7366A"/>
    <w:rsid w:val="00F81F8D"/>
    <w:rsid w:val="00FC7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4FDD1"/>
  <w15:docId w15:val="{231AB9A3-E761-4740-9A93-5198FA0B8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0D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F38A2"/>
    <w:pPr>
      <w:keepNext/>
      <w:numPr>
        <w:ilvl w:val="1"/>
        <w:numId w:val="1"/>
      </w:numPr>
      <w:tabs>
        <w:tab w:val="clear" w:pos="576"/>
        <w:tab w:val="num" w:pos="360"/>
      </w:tabs>
      <w:suppressAutoHyphens/>
      <w:autoSpaceDN/>
      <w:adjustRightInd/>
      <w:spacing w:before="240" w:after="60"/>
      <w:ind w:left="0" w:firstLine="0"/>
      <w:outlineLvl w:val="1"/>
    </w:pPr>
    <w:rPr>
      <w:rFonts w:cs="Times New Roman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AF38A2"/>
    <w:pPr>
      <w:keepNext/>
      <w:numPr>
        <w:ilvl w:val="2"/>
        <w:numId w:val="1"/>
      </w:numPr>
      <w:suppressAutoHyphens/>
      <w:autoSpaceDN/>
      <w:adjustRightInd/>
      <w:spacing w:before="240" w:after="60"/>
      <w:outlineLvl w:val="2"/>
    </w:pPr>
    <w:rPr>
      <w:rFonts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AF38A2"/>
    <w:pPr>
      <w:keepNext/>
      <w:numPr>
        <w:ilvl w:val="3"/>
        <w:numId w:val="1"/>
      </w:numPr>
      <w:suppressAutoHyphens/>
      <w:autoSpaceDN/>
      <w:adjustRightInd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2, Znak2"/>
    <w:basedOn w:val="Normalny"/>
    <w:link w:val="NagwekZnak"/>
    <w:uiPriority w:val="99"/>
    <w:rsid w:val="00260DA0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NagwekZnak">
    <w:name w:val="Nagłówek Znak"/>
    <w:aliases w:val="Znak2 Znak, Znak2 Znak"/>
    <w:basedOn w:val="Domylnaczcionkaakapitu"/>
    <w:link w:val="Nagwek"/>
    <w:uiPriority w:val="99"/>
    <w:rsid w:val="00260DA0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260DA0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260DA0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Odwoaniedokomentarza">
    <w:name w:val="annotation reference"/>
    <w:uiPriority w:val="99"/>
    <w:rsid w:val="00260DA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60DA0"/>
    <w:rPr>
      <w:rFonts w:cs="Times New Roman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0DA0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kstpodstawowy3">
    <w:name w:val="Body Text 3"/>
    <w:aliases w:val="Znak1, Znak1"/>
    <w:basedOn w:val="Normalny"/>
    <w:link w:val="Tekstpodstawowy3Znak"/>
    <w:uiPriority w:val="99"/>
    <w:rsid w:val="00260DA0"/>
    <w:pPr>
      <w:widowControl/>
      <w:overflowPunct w:val="0"/>
      <w:jc w:val="both"/>
      <w:textAlignment w:val="baseline"/>
    </w:pPr>
    <w:rPr>
      <w:rFonts w:ascii="Times New Roman" w:hAnsi="Times New Roman" w:cs="Times New Roman"/>
      <w:spacing w:val="-5"/>
      <w:sz w:val="24"/>
      <w:szCs w:val="24"/>
      <w:lang w:val="x-none" w:eastAsia="x-none"/>
    </w:rPr>
  </w:style>
  <w:style w:type="character" w:customStyle="1" w:styleId="Tekstpodstawowy3Znak">
    <w:name w:val="Tekst podstawowy 3 Znak"/>
    <w:aliases w:val="Znak1 Znak, Znak1 Znak"/>
    <w:basedOn w:val="Domylnaczcionkaakapitu"/>
    <w:link w:val="Tekstpodstawowy3"/>
    <w:uiPriority w:val="99"/>
    <w:rsid w:val="00260DA0"/>
    <w:rPr>
      <w:rFonts w:ascii="Times New Roman" w:eastAsia="Times New Roman" w:hAnsi="Times New Roman" w:cs="Times New Roman"/>
      <w:spacing w:val="-5"/>
      <w:sz w:val="24"/>
      <w:szCs w:val="24"/>
      <w:lang w:val="x-none" w:eastAsia="x-none"/>
    </w:rPr>
  </w:style>
  <w:style w:type="paragraph" w:styleId="Tekstpodstawowy">
    <w:name w:val="Body Text"/>
    <w:aliases w:val="Znak Znak, Znak Znak"/>
    <w:basedOn w:val="Normalny"/>
    <w:link w:val="TekstpodstawowyZnak1"/>
    <w:rsid w:val="00260DA0"/>
    <w:pPr>
      <w:widowControl/>
      <w:overflowPunct w:val="0"/>
      <w:spacing w:after="120"/>
      <w:jc w:val="both"/>
      <w:textAlignment w:val="baseline"/>
    </w:pPr>
    <w:rPr>
      <w:rFonts w:cs="Times New Roman"/>
      <w:spacing w:val="-5"/>
      <w:lang w:val="x-none" w:eastAsia="x-none"/>
    </w:rPr>
  </w:style>
  <w:style w:type="character" w:customStyle="1" w:styleId="TekstpodstawowyZnak">
    <w:name w:val="Tekst podstawowy Znak"/>
    <w:basedOn w:val="Domylnaczcionkaakapitu"/>
    <w:uiPriority w:val="99"/>
    <w:semiHidden/>
    <w:rsid w:val="00260DA0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Znak1">
    <w:name w:val="Tekst podstawowy Znak1"/>
    <w:aliases w:val="Znak Znak Znak, Znak Znak Znak"/>
    <w:link w:val="Tekstpodstawowy"/>
    <w:rsid w:val="00260DA0"/>
    <w:rPr>
      <w:rFonts w:ascii="Arial" w:eastAsia="Times New Roman" w:hAnsi="Arial" w:cs="Times New Roman"/>
      <w:spacing w:val="-5"/>
      <w:sz w:val="20"/>
      <w:szCs w:val="20"/>
      <w:lang w:val="x-none" w:eastAsia="x-none"/>
    </w:rPr>
  </w:style>
  <w:style w:type="character" w:styleId="Numerstrony">
    <w:name w:val="page number"/>
    <w:rsid w:val="00260DA0"/>
    <w:rPr>
      <w:rFonts w:cs="Times New Roman"/>
    </w:rPr>
  </w:style>
  <w:style w:type="paragraph" w:customStyle="1" w:styleId="redniasiatka21">
    <w:name w:val="Średnia siatka 21"/>
    <w:uiPriority w:val="1"/>
    <w:qFormat/>
    <w:rsid w:val="00260DA0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D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DA0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E359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E359C"/>
    <w:rPr>
      <w:rFonts w:ascii="Arial" w:eastAsia="Times New Roman" w:hAnsi="Arial" w:cs="Arial"/>
      <w:sz w:val="20"/>
      <w:szCs w:val="20"/>
      <w:lang w:eastAsia="pl-PL"/>
    </w:rPr>
  </w:style>
  <w:style w:type="character" w:styleId="Hipercze">
    <w:name w:val="Hyperlink"/>
    <w:rsid w:val="002E359C"/>
    <w:rPr>
      <w:rFonts w:cs="Times New Roman"/>
      <w:color w:val="0000FF"/>
      <w:u w:val="single"/>
    </w:rPr>
  </w:style>
  <w:style w:type="paragraph" w:customStyle="1" w:styleId="WW-Tekstpodstawowywcity2">
    <w:name w:val="WW-Tekst podstawowy wcięty 2"/>
    <w:basedOn w:val="Normalny"/>
    <w:rsid w:val="002E359C"/>
    <w:pPr>
      <w:widowControl/>
      <w:suppressAutoHyphens/>
      <w:autoSpaceDE/>
      <w:autoSpaceDN/>
      <w:adjustRightInd/>
      <w:spacing w:line="360" w:lineRule="auto"/>
      <w:ind w:left="360"/>
      <w:jc w:val="both"/>
    </w:pPr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rsid w:val="002E359C"/>
    <w:pPr>
      <w:widowControl/>
      <w:autoSpaceDE/>
      <w:autoSpaceDN/>
      <w:adjustRightInd/>
    </w:pPr>
    <w:rPr>
      <w:rFonts w:ascii="Courier New" w:hAnsi="Courier New" w:cs="Times New Roman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E359C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FontStyle14">
    <w:name w:val="Font Style14"/>
    <w:uiPriority w:val="99"/>
    <w:rsid w:val="002E359C"/>
    <w:rPr>
      <w:rFonts w:ascii="Calibri" w:hAnsi="Calibri" w:cs="Calibri"/>
      <w:sz w:val="16"/>
      <w:szCs w:val="16"/>
    </w:rPr>
  </w:style>
  <w:style w:type="paragraph" w:customStyle="1" w:styleId="redniasiatka22">
    <w:name w:val="Średnia siatka 22"/>
    <w:uiPriority w:val="1"/>
    <w:qFormat/>
    <w:rsid w:val="002E359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B408E"/>
    <w:pPr>
      <w:ind w:left="720"/>
      <w:contextualSpacing/>
    </w:pPr>
  </w:style>
  <w:style w:type="table" w:styleId="Tabela-Siatka">
    <w:name w:val="Table Grid"/>
    <w:basedOn w:val="Standardowy"/>
    <w:uiPriority w:val="59"/>
    <w:rsid w:val="00A81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2035"/>
    <w:rPr>
      <w:rFonts w:cs="Arial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2035"/>
    <w:rPr>
      <w:rFonts w:ascii="Arial" w:eastAsia="Times New Roman" w:hAnsi="Arial" w:cs="Arial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rsid w:val="00AF38A2"/>
    <w:rPr>
      <w:rFonts w:ascii="Arial" w:eastAsia="Times New Roman" w:hAnsi="Arial" w:cs="Times New Roman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AF38A2"/>
    <w:rPr>
      <w:rFonts w:ascii="Arial" w:eastAsia="Times New Roman" w:hAnsi="Arial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AF38A2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CharacterStyle2">
    <w:name w:val="Character Style 2"/>
    <w:uiPriority w:val="99"/>
    <w:rsid w:val="00AF38A2"/>
    <w:rPr>
      <w:sz w:val="24"/>
    </w:rPr>
  </w:style>
  <w:style w:type="paragraph" w:customStyle="1" w:styleId="gwpd6ba1b2amsonormal">
    <w:name w:val="gwpd6ba1b2a_msonormal"/>
    <w:basedOn w:val="Normalny"/>
    <w:rsid w:val="00427C97"/>
    <w:pPr>
      <w:widowControl/>
      <w:autoSpaceDE/>
      <w:autoSpaceDN/>
      <w:adjustRightInd/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gwpd6ba1b2amsolistparagraph">
    <w:name w:val="gwpd6ba1b2a_msolistparagraph"/>
    <w:basedOn w:val="Normalny"/>
    <w:rsid w:val="00427C97"/>
    <w:pPr>
      <w:widowControl/>
      <w:autoSpaceDE/>
      <w:autoSpaceDN/>
      <w:adjustRightInd/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930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955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0E688-C37B-4039-9CE6-9E195CC72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73A26A95</Template>
  <TotalTime>63</TotalTime>
  <Pages>1</Pages>
  <Words>132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Zemczak</dc:creator>
  <cp:lastModifiedBy>Dorota Dąbrowska</cp:lastModifiedBy>
  <cp:revision>11</cp:revision>
  <cp:lastPrinted>2020-05-08T09:27:00Z</cp:lastPrinted>
  <dcterms:created xsi:type="dcterms:W3CDTF">2021-05-20T09:51:00Z</dcterms:created>
  <dcterms:modified xsi:type="dcterms:W3CDTF">2024-11-05T10:20:00Z</dcterms:modified>
</cp:coreProperties>
</file>