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719FB" w14:textId="77777777" w:rsidR="002E5DF7" w:rsidRPr="00D0436C" w:rsidRDefault="002E5DF7" w:rsidP="00FC1757">
      <w:pPr>
        <w:tabs>
          <w:tab w:val="left" w:pos="2955"/>
        </w:tabs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5CD6520" w14:textId="77777777" w:rsidR="00FC1757" w:rsidRPr="00D0436C" w:rsidRDefault="00FC1757" w:rsidP="00FC1757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0436C">
        <w:rPr>
          <w:rFonts w:ascii="Arial" w:hAnsi="Arial" w:cs="Arial"/>
          <w:bCs/>
          <w:sz w:val="24"/>
          <w:szCs w:val="24"/>
        </w:rPr>
        <w:t>………………………………</w:t>
      </w:r>
    </w:p>
    <w:p w14:paraId="53AD533E" w14:textId="77777777" w:rsidR="00FC1757" w:rsidRPr="00D0436C" w:rsidRDefault="00FC1757" w:rsidP="004C1DDC">
      <w:pPr>
        <w:spacing w:after="240" w:line="240" w:lineRule="auto"/>
        <w:rPr>
          <w:rFonts w:ascii="Arial" w:hAnsi="Arial" w:cs="Arial"/>
          <w:bCs/>
          <w:sz w:val="24"/>
          <w:szCs w:val="24"/>
        </w:rPr>
      </w:pPr>
      <w:r w:rsidRPr="00D0436C">
        <w:rPr>
          <w:rFonts w:ascii="Arial" w:hAnsi="Arial" w:cs="Arial"/>
          <w:bCs/>
          <w:sz w:val="24"/>
          <w:szCs w:val="24"/>
        </w:rPr>
        <w:t xml:space="preserve">      pieczęć Wykonawcy</w:t>
      </w:r>
    </w:p>
    <w:p w14:paraId="3B5F4A77" w14:textId="77777777" w:rsidR="0052119F" w:rsidRPr="00D0436C" w:rsidRDefault="0052119F" w:rsidP="00FC175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1B88202" w14:textId="77777777" w:rsidR="00FC1757" w:rsidRPr="00D0436C" w:rsidRDefault="00FC1757" w:rsidP="004C1DDC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D0436C">
        <w:rPr>
          <w:rFonts w:ascii="Arial" w:hAnsi="Arial" w:cs="Arial"/>
          <w:b/>
          <w:bCs/>
          <w:sz w:val="24"/>
          <w:szCs w:val="24"/>
        </w:rPr>
        <w:t>OFERTA</w:t>
      </w:r>
    </w:p>
    <w:p w14:paraId="2E606B35" w14:textId="6720FD17" w:rsidR="00FC1757" w:rsidRDefault="00FC1757" w:rsidP="004C1DDC">
      <w:pPr>
        <w:autoSpaceDE w:val="0"/>
        <w:autoSpaceDN w:val="0"/>
        <w:adjustRightInd w:val="0"/>
        <w:spacing w:after="480"/>
        <w:outlineLvl w:val="0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434F48">
        <w:rPr>
          <w:rFonts w:ascii="Arial" w:hAnsi="Arial" w:cs="Arial"/>
          <w:bCs/>
          <w:sz w:val="24"/>
          <w:szCs w:val="24"/>
        </w:rPr>
        <w:t>Powiat Bydgoski,</w:t>
      </w:r>
      <w:r w:rsidRPr="00D0436C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436C">
        <w:rPr>
          <w:rFonts w:ascii="Arial" w:hAnsi="Arial" w:cs="Arial"/>
          <w:sz w:val="24"/>
          <w:szCs w:val="24"/>
        </w:rPr>
        <w:t xml:space="preserve"> </w:t>
      </w:r>
      <w:r w:rsidR="00B666E5">
        <w:rPr>
          <w:rFonts w:ascii="Arial" w:hAnsi="Arial" w:cs="Arial"/>
          <w:sz w:val="24"/>
          <w:szCs w:val="24"/>
        </w:rPr>
        <w:t xml:space="preserve">ul. Juliusza Słowackiego 3, </w:t>
      </w:r>
      <w:r w:rsidR="00B666E5" w:rsidRPr="00B666E5">
        <w:rPr>
          <w:rFonts w:ascii="Arial" w:hAnsi="Arial" w:cs="Arial"/>
          <w:sz w:val="24"/>
          <w:szCs w:val="24"/>
        </w:rPr>
        <w:t>85-008 Bydgoszcz</w:t>
      </w:r>
      <w:r w:rsidR="00434F48">
        <w:rPr>
          <w:rFonts w:ascii="Arial" w:hAnsi="Arial" w:cs="Arial"/>
          <w:sz w:val="24"/>
          <w:szCs w:val="24"/>
        </w:rPr>
        <w:t>.</w:t>
      </w:r>
    </w:p>
    <w:p w14:paraId="779A3E08" w14:textId="77777777" w:rsidR="00C57C56" w:rsidRPr="00D0436C" w:rsidRDefault="00C57C56" w:rsidP="00FC175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4"/>
          <w:szCs w:val="24"/>
        </w:rPr>
      </w:pPr>
    </w:p>
    <w:p w14:paraId="43FD99FC" w14:textId="77777777" w:rsidR="00FC1757" w:rsidRPr="00D0436C" w:rsidRDefault="00FC1757" w:rsidP="00FC1757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436C">
        <w:rPr>
          <w:rFonts w:ascii="Arial" w:eastAsia="Times New Roman" w:hAnsi="Arial" w:cs="Arial"/>
          <w:sz w:val="24"/>
          <w:szCs w:val="24"/>
          <w:lang w:eastAsia="pl-PL"/>
        </w:rPr>
        <w:t>Nazwa Wykonawcy:</w:t>
      </w:r>
    </w:p>
    <w:p w14:paraId="73092831" w14:textId="32E82FE3" w:rsidR="00FC1757" w:rsidRPr="00D0436C" w:rsidRDefault="00FC1757" w:rsidP="00FC175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……………………</w:t>
      </w:r>
      <w:r w:rsidR="009560F7" w:rsidRPr="00D0436C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C807EC">
        <w:rPr>
          <w:rFonts w:ascii="Arial" w:hAnsi="Arial" w:cs="Arial"/>
          <w:sz w:val="24"/>
          <w:szCs w:val="24"/>
        </w:rPr>
        <w:t>.</w:t>
      </w:r>
      <w:r w:rsidR="009560F7" w:rsidRPr="00D0436C">
        <w:rPr>
          <w:rFonts w:ascii="Arial" w:hAnsi="Arial" w:cs="Arial"/>
          <w:sz w:val="24"/>
          <w:szCs w:val="24"/>
        </w:rPr>
        <w:t>.</w:t>
      </w:r>
    </w:p>
    <w:p w14:paraId="4157E33A" w14:textId="77777777" w:rsidR="00FC1757" w:rsidRPr="00D0436C" w:rsidRDefault="00FC1757" w:rsidP="00FC175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……………</w:t>
      </w:r>
      <w:r w:rsidR="009560F7" w:rsidRPr="00D0436C">
        <w:rPr>
          <w:rFonts w:ascii="Arial" w:hAnsi="Arial" w:cs="Arial"/>
          <w:sz w:val="24"/>
          <w:szCs w:val="24"/>
        </w:rPr>
        <w:t>……………………………………………………………………………………..</w:t>
      </w:r>
    </w:p>
    <w:p w14:paraId="63B4F29F" w14:textId="260CBFEE" w:rsidR="00FC1757" w:rsidRPr="00D0436C" w:rsidRDefault="00FC1757" w:rsidP="00FC175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Adres Wykonawcy:</w:t>
      </w:r>
    </w:p>
    <w:p w14:paraId="2FCCB3B3" w14:textId="1081E6E4" w:rsidR="00FC1757" w:rsidRPr="00D0436C" w:rsidRDefault="00FC1757" w:rsidP="00FC175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C807EC">
        <w:rPr>
          <w:rFonts w:ascii="Arial" w:hAnsi="Arial" w:cs="Arial"/>
          <w:sz w:val="24"/>
          <w:szCs w:val="24"/>
        </w:rPr>
        <w:t>.</w:t>
      </w:r>
      <w:r w:rsidRPr="00D0436C">
        <w:rPr>
          <w:rFonts w:ascii="Arial" w:hAnsi="Arial" w:cs="Arial"/>
          <w:sz w:val="24"/>
          <w:szCs w:val="24"/>
        </w:rPr>
        <w:t>…</w:t>
      </w:r>
    </w:p>
    <w:p w14:paraId="5B16B01E" w14:textId="0515AC41" w:rsidR="00FC1757" w:rsidRPr="00D0436C" w:rsidRDefault="00FC1757" w:rsidP="00FC1757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Tel.</w:t>
      </w:r>
      <w:r w:rsidR="00F63C12">
        <w:rPr>
          <w:rFonts w:ascii="Arial" w:hAnsi="Arial" w:cs="Arial"/>
          <w:sz w:val="24"/>
          <w:szCs w:val="24"/>
        </w:rPr>
        <w:t>:</w:t>
      </w:r>
      <w:r w:rsidRPr="00D0436C">
        <w:rPr>
          <w:rFonts w:ascii="Arial" w:hAnsi="Arial" w:cs="Arial"/>
          <w:sz w:val="24"/>
          <w:szCs w:val="24"/>
        </w:rPr>
        <w:t xml:space="preserve"> ...............................</w:t>
      </w:r>
      <w:r w:rsidR="009560F7" w:rsidRPr="00D0436C">
        <w:rPr>
          <w:rFonts w:ascii="Arial" w:hAnsi="Arial" w:cs="Arial"/>
          <w:sz w:val="24"/>
          <w:szCs w:val="24"/>
        </w:rPr>
        <w:t>...........</w:t>
      </w:r>
      <w:r w:rsidR="00C807EC">
        <w:rPr>
          <w:rFonts w:ascii="Arial" w:hAnsi="Arial" w:cs="Arial"/>
          <w:sz w:val="24"/>
          <w:szCs w:val="24"/>
        </w:rPr>
        <w:t>..</w:t>
      </w:r>
      <w:r w:rsidR="009560F7" w:rsidRPr="00D0436C">
        <w:rPr>
          <w:rFonts w:ascii="Arial" w:hAnsi="Arial" w:cs="Arial"/>
          <w:sz w:val="24"/>
          <w:szCs w:val="24"/>
        </w:rPr>
        <w:t>........</w:t>
      </w:r>
      <w:r w:rsidR="00C807EC">
        <w:rPr>
          <w:rFonts w:ascii="Arial" w:hAnsi="Arial" w:cs="Arial"/>
          <w:sz w:val="24"/>
          <w:szCs w:val="24"/>
        </w:rPr>
        <w:t>....</w:t>
      </w:r>
      <w:r w:rsidR="009560F7" w:rsidRPr="00D0436C">
        <w:rPr>
          <w:rFonts w:ascii="Arial" w:hAnsi="Arial" w:cs="Arial"/>
          <w:sz w:val="24"/>
          <w:szCs w:val="24"/>
        </w:rPr>
        <w:t>.</w:t>
      </w:r>
      <w:r w:rsidR="00C807EC">
        <w:rPr>
          <w:rFonts w:ascii="Arial" w:hAnsi="Arial" w:cs="Arial"/>
          <w:sz w:val="24"/>
          <w:szCs w:val="24"/>
        </w:rPr>
        <w:t xml:space="preserve">     </w:t>
      </w:r>
      <w:r w:rsidR="009560F7" w:rsidRPr="00D0436C">
        <w:rPr>
          <w:rFonts w:ascii="Arial" w:hAnsi="Arial" w:cs="Arial"/>
          <w:sz w:val="24"/>
          <w:szCs w:val="24"/>
        </w:rPr>
        <w:t>E-mail</w:t>
      </w:r>
      <w:r w:rsidR="00F63C12">
        <w:rPr>
          <w:rFonts w:ascii="Arial" w:hAnsi="Arial" w:cs="Arial"/>
          <w:sz w:val="24"/>
          <w:szCs w:val="24"/>
        </w:rPr>
        <w:t>:</w:t>
      </w:r>
      <w:r w:rsidR="009560F7" w:rsidRPr="00D0436C">
        <w:rPr>
          <w:rFonts w:ascii="Arial" w:hAnsi="Arial" w:cs="Arial"/>
          <w:sz w:val="24"/>
          <w:szCs w:val="24"/>
        </w:rPr>
        <w:t xml:space="preserve"> </w:t>
      </w:r>
      <w:r w:rsidRPr="00D0436C">
        <w:rPr>
          <w:rFonts w:ascii="Arial" w:hAnsi="Arial" w:cs="Arial"/>
          <w:sz w:val="24"/>
          <w:szCs w:val="24"/>
        </w:rPr>
        <w:t>……………</w:t>
      </w:r>
      <w:r w:rsidR="00C807EC">
        <w:rPr>
          <w:rFonts w:ascii="Arial" w:hAnsi="Arial" w:cs="Arial"/>
          <w:sz w:val="24"/>
          <w:szCs w:val="24"/>
        </w:rPr>
        <w:t>….</w:t>
      </w:r>
      <w:r w:rsidRPr="00D0436C">
        <w:rPr>
          <w:rFonts w:ascii="Arial" w:hAnsi="Arial" w:cs="Arial"/>
          <w:sz w:val="24"/>
          <w:szCs w:val="24"/>
        </w:rPr>
        <w:t>…</w:t>
      </w:r>
      <w:r w:rsidR="00C807EC">
        <w:rPr>
          <w:rFonts w:ascii="Arial" w:hAnsi="Arial" w:cs="Arial"/>
          <w:sz w:val="24"/>
          <w:szCs w:val="24"/>
        </w:rPr>
        <w:t>.….</w:t>
      </w:r>
      <w:r w:rsidRPr="00D0436C">
        <w:rPr>
          <w:rFonts w:ascii="Arial" w:hAnsi="Arial" w:cs="Arial"/>
          <w:sz w:val="24"/>
          <w:szCs w:val="24"/>
        </w:rPr>
        <w:t>…..………</w:t>
      </w:r>
      <w:r w:rsidR="00C807EC">
        <w:rPr>
          <w:rFonts w:ascii="Arial" w:hAnsi="Arial" w:cs="Arial"/>
          <w:sz w:val="24"/>
          <w:szCs w:val="24"/>
        </w:rPr>
        <w:t>…..</w:t>
      </w:r>
    </w:p>
    <w:p w14:paraId="15F10A3C" w14:textId="2B7DF8B4" w:rsidR="00C57C56" w:rsidRPr="00D0436C" w:rsidRDefault="00FC1757" w:rsidP="00F63C12">
      <w:pPr>
        <w:autoSpaceDE w:val="0"/>
        <w:autoSpaceDN w:val="0"/>
        <w:adjustRightInd w:val="0"/>
        <w:spacing w:before="120" w:after="720"/>
        <w:jc w:val="both"/>
        <w:outlineLvl w:val="0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Regon</w:t>
      </w:r>
      <w:r w:rsidR="00F63C12">
        <w:rPr>
          <w:rFonts w:ascii="Arial" w:hAnsi="Arial" w:cs="Arial"/>
          <w:sz w:val="24"/>
          <w:szCs w:val="24"/>
        </w:rPr>
        <w:t>:</w:t>
      </w:r>
      <w:r w:rsidRPr="00D0436C">
        <w:rPr>
          <w:rFonts w:ascii="Arial" w:hAnsi="Arial" w:cs="Arial"/>
          <w:sz w:val="24"/>
          <w:szCs w:val="24"/>
        </w:rPr>
        <w:t xml:space="preserve"> ...................................</w:t>
      </w:r>
      <w:r w:rsidR="00257750">
        <w:rPr>
          <w:rFonts w:ascii="Arial" w:hAnsi="Arial" w:cs="Arial"/>
          <w:sz w:val="24"/>
          <w:szCs w:val="24"/>
        </w:rPr>
        <w:t>...</w:t>
      </w:r>
      <w:r w:rsidR="00C807EC">
        <w:rPr>
          <w:rFonts w:ascii="Arial" w:hAnsi="Arial" w:cs="Arial"/>
          <w:sz w:val="24"/>
          <w:szCs w:val="24"/>
        </w:rPr>
        <w:t>......</w:t>
      </w:r>
      <w:r w:rsidR="00257750">
        <w:rPr>
          <w:rFonts w:ascii="Arial" w:hAnsi="Arial" w:cs="Arial"/>
          <w:sz w:val="24"/>
          <w:szCs w:val="24"/>
        </w:rPr>
        <w:t>........</w:t>
      </w:r>
      <w:r w:rsidR="009560F7" w:rsidRPr="00D0436C">
        <w:rPr>
          <w:rFonts w:ascii="Arial" w:hAnsi="Arial" w:cs="Arial"/>
          <w:sz w:val="24"/>
          <w:szCs w:val="24"/>
        </w:rPr>
        <w:t xml:space="preserve">   </w:t>
      </w:r>
      <w:r w:rsidR="00257750">
        <w:rPr>
          <w:rFonts w:ascii="Arial" w:hAnsi="Arial" w:cs="Arial"/>
          <w:sz w:val="24"/>
          <w:szCs w:val="24"/>
        </w:rPr>
        <w:t xml:space="preserve">  </w:t>
      </w:r>
      <w:r w:rsidR="00C807EC">
        <w:rPr>
          <w:rFonts w:ascii="Arial" w:hAnsi="Arial" w:cs="Arial"/>
          <w:sz w:val="24"/>
          <w:szCs w:val="24"/>
        </w:rPr>
        <w:t xml:space="preserve"> </w:t>
      </w:r>
      <w:r w:rsidR="009560F7" w:rsidRPr="00D0436C">
        <w:rPr>
          <w:rFonts w:ascii="Arial" w:hAnsi="Arial" w:cs="Arial"/>
          <w:sz w:val="24"/>
          <w:szCs w:val="24"/>
        </w:rPr>
        <w:t>NIP</w:t>
      </w:r>
      <w:r w:rsidRPr="00D0436C">
        <w:rPr>
          <w:rFonts w:ascii="Arial" w:hAnsi="Arial" w:cs="Arial"/>
          <w:sz w:val="24"/>
          <w:szCs w:val="24"/>
        </w:rPr>
        <w:t>.........</w:t>
      </w:r>
      <w:r w:rsidR="00C807EC">
        <w:rPr>
          <w:rFonts w:ascii="Arial" w:hAnsi="Arial" w:cs="Arial"/>
          <w:sz w:val="24"/>
          <w:szCs w:val="24"/>
        </w:rPr>
        <w:t>.....</w:t>
      </w:r>
      <w:r w:rsidRPr="00D0436C">
        <w:rPr>
          <w:rFonts w:ascii="Arial" w:hAnsi="Arial" w:cs="Arial"/>
          <w:sz w:val="24"/>
          <w:szCs w:val="24"/>
        </w:rPr>
        <w:t>.....</w:t>
      </w:r>
      <w:r w:rsidR="00C807EC">
        <w:rPr>
          <w:rFonts w:ascii="Arial" w:hAnsi="Arial" w:cs="Arial"/>
          <w:sz w:val="24"/>
          <w:szCs w:val="24"/>
        </w:rPr>
        <w:t>..</w:t>
      </w:r>
      <w:r w:rsidRPr="00D0436C">
        <w:rPr>
          <w:rFonts w:ascii="Arial" w:hAnsi="Arial" w:cs="Arial"/>
          <w:sz w:val="24"/>
          <w:szCs w:val="24"/>
        </w:rPr>
        <w:t>.....................................</w:t>
      </w:r>
    </w:p>
    <w:p w14:paraId="1C53FDA6" w14:textId="77777777" w:rsidR="00FC1757" w:rsidRPr="00D0436C" w:rsidRDefault="00FC1757" w:rsidP="00F63C12">
      <w:pPr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Nawiązując do zapytania ofertowego na:</w:t>
      </w:r>
    </w:p>
    <w:p w14:paraId="23DD4EB3" w14:textId="42AB1841" w:rsidR="00C807EC" w:rsidRPr="00C807EC" w:rsidRDefault="00C807EC" w:rsidP="00C807EC">
      <w:pPr>
        <w:autoSpaceDE w:val="0"/>
        <w:autoSpaceDN w:val="0"/>
        <w:adjustRightInd w:val="0"/>
        <w:spacing w:after="120" w:line="360" w:lineRule="auto"/>
        <w:contextualSpacing/>
        <w:jc w:val="center"/>
        <w:rPr>
          <w:rFonts w:ascii="Arial" w:hAnsi="Arial" w:cs="Arial"/>
          <w:bCs/>
          <w:iCs/>
          <w:sz w:val="24"/>
          <w:szCs w:val="24"/>
        </w:rPr>
      </w:pPr>
      <w:r w:rsidRPr="00C807EC">
        <w:rPr>
          <w:rFonts w:ascii="Arial" w:hAnsi="Arial" w:cs="Arial"/>
          <w:bCs/>
          <w:iCs/>
          <w:sz w:val="24"/>
          <w:szCs w:val="24"/>
        </w:rPr>
        <w:t>na usługę wykonania kosztorysu inwestorskiego</w:t>
      </w:r>
    </w:p>
    <w:p w14:paraId="7C20F5FA" w14:textId="38CE5107" w:rsidR="00C807EC" w:rsidRPr="00C807EC" w:rsidRDefault="00C807EC" w:rsidP="00C807EC">
      <w:pPr>
        <w:autoSpaceDE w:val="0"/>
        <w:autoSpaceDN w:val="0"/>
        <w:adjustRightInd w:val="0"/>
        <w:spacing w:after="120" w:line="360" w:lineRule="auto"/>
        <w:contextualSpacing/>
        <w:jc w:val="center"/>
        <w:rPr>
          <w:rFonts w:ascii="Arial" w:hAnsi="Arial" w:cs="Arial"/>
          <w:bCs/>
          <w:iCs/>
          <w:sz w:val="24"/>
          <w:szCs w:val="24"/>
        </w:rPr>
      </w:pPr>
      <w:r w:rsidRPr="00C807EC">
        <w:rPr>
          <w:rFonts w:ascii="Arial" w:hAnsi="Arial" w:cs="Arial"/>
          <w:bCs/>
          <w:iCs/>
          <w:sz w:val="24"/>
          <w:szCs w:val="24"/>
        </w:rPr>
        <w:t>wraz z przedmiarem robót i opisem inwestycji dla zadania</w:t>
      </w:r>
    </w:p>
    <w:p w14:paraId="1AC996CE" w14:textId="5FB3EF9C" w:rsidR="00C807EC" w:rsidRPr="00F63C12" w:rsidRDefault="00C807EC" w:rsidP="00F63C12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807EC">
        <w:rPr>
          <w:rFonts w:ascii="Arial" w:hAnsi="Arial" w:cs="Arial"/>
          <w:b/>
          <w:bCs/>
          <w:iCs/>
          <w:sz w:val="24"/>
          <w:szCs w:val="24"/>
        </w:rPr>
        <w:t>pn. „</w:t>
      </w:r>
      <w:r w:rsidR="000841CA">
        <w:rPr>
          <w:rFonts w:ascii="Arial" w:hAnsi="Arial" w:cs="Arial"/>
          <w:b/>
          <w:bCs/>
          <w:iCs/>
          <w:sz w:val="24"/>
          <w:szCs w:val="24"/>
        </w:rPr>
        <w:t>Wymiana</w:t>
      </w:r>
      <w:r w:rsidRPr="00C807EC">
        <w:rPr>
          <w:rFonts w:ascii="Arial" w:hAnsi="Arial" w:cs="Arial"/>
          <w:b/>
          <w:bCs/>
          <w:iCs/>
          <w:sz w:val="24"/>
          <w:szCs w:val="24"/>
        </w:rPr>
        <w:t xml:space="preserve"> dźwigu osobowego w Domu Pomocy Społecznej w Koronowie”.</w:t>
      </w:r>
    </w:p>
    <w:p w14:paraId="1B776896" w14:textId="77777777" w:rsidR="00AE2865" w:rsidRPr="00D0436C" w:rsidRDefault="00FC1757" w:rsidP="00C807EC">
      <w:pPr>
        <w:autoSpaceDE w:val="0"/>
        <w:autoSpaceDN w:val="0"/>
        <w:adjustRightInd w:val="0"/>
        <w:spacing w:after="120"/>
        <w:ind w:right="-262"/>
        <w:contextualSpacing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Oferuję realizację przedmiotu zamówienia, zgodnie z wszystkimi informacjami zawartymi w zapytaniu ofertowym:</w:t>
      </w:r>
    </w:p>
    <w:p w14:paraId="4EF40A93" w14:textId="77777777" w:rsidR="00225479" w:rsidRPr="00D0436C" w:rsidRDefault="00225479" w:rsidP="00225479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436C">
        <w:rPr>
          <w:rFonts w:ascii="Arial" w:hAnsi="Arial" w:cs="Arial"/>
          <w:b/>
          <w:bCs/>
          <w:sz w:val="24"/>
          <w:szCs w:val="24"/>
        </w:rPr>
        <w:t xml:space="preserve">za cenę ryczałtową: </w:t>
      </w:r>
    </w:p>
    <w:p w14:paraId="03467934" w14:textId="3E803BC4" w:rsidR="00225479" w:rsidRPr="00D0436C" w:rsidRDefault="00225479" w:rsidP="0022547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 w:rsidRPr="00D0436C">
        <w:rPr>
          <w:rFonts w:ascii="Arial" w:hAnsi="Arial" w:cs="Arial"/>
          <w:sz w:val="24"/>
          <w:szCs w:val="24"/>
        </w:rPr>
        <w:t>brutto</w:t>
      </w:r>
      <w:r w:rsidR="00F63C12">
        <w:rPr>
          <w:rFonts w:ascii="Arial" w:hAnsi="Arial" w:cs="Arial"/>
          <w:sz w:val="24"/>
          <w:szCs w:val="24"/>
        </w:rPr>
        <w:t xml:space="preserve"> </w:t>
      </w:r>
      <w:r w:rsidR="0062559E">
        <w:rPr>
          <w:rFonts w:ascii="Arial" w:hAnsi="Arial" w:cs="Arial"/>
          <w:sz w:val="24"/>
          <w:szCs w:val="24"/>
        </w:rPr>
        <w:t>…………………….</w:t>
      </w:r>
      <w:r w:rsidR="00F63C12">
        <w:rPr>
          <w:rFonts w:ascii="Arial" w:hAnsi="Arial" w:cs="Arial"/>
          <w:sz w:val="24"/>
          <w:szCs w:val="24"/>
        </w:rPr>
        <w:t xml:space="preserve"> zł,</w:t>
      </w:r>
      <w:r w:rsidRPr="00D0436C">
        <w:rPr>
          <w:rFonts w:ascii="Arial" w:hAnsi="Arial" w:cs="Arial"/>
          <w:sz w:val="24"/>
          <w:szCs w:val="24"/>
        </w:rPr>
        <w:t xml:space="preserve"> </w:t>
      </w:r>
      <w:r w:rsidR="00F63C12">
        <w:rPr>
          <w:rFonts w:ascii="Arial" w:hAnsi="Arial" w:cs="Arial"/>
          <w:sz w:val="24"/>
          <w:szCs w:val="24"/>
        </w:rPr>
        <w:t xml:space="preserve"> </w:t>
      </w:r>
      <w:r w:rsidRPr="00D0436C">
        <w:rPr>
          <w:rFonts w:ascii="Arial" w:hAnsi="Arial" w:cs="Arial"/>
          <w:sz w:val="24"/>
          <w:szCs w:val="24"/>
        </w:rPr>
        <w:t>z ………</w:t>
      </w:r>
      <w:r w:rsidR="00B666E5">
        <w:rPr>
          <w:rFonts w:ascii="Arial" w:hAnsi="Arial" w:cs="Arial"/>
          <w:sz w:val="24"/>
          <w:szCs w:val="24"/>
        </w:rPr>
        <w:t>…</w:t>
      </w:r>
      <w:r w:rsidRPr="00D0436C">
        <w:rPr>
          <w:rFonts w:ascii="Arial" w:hAnsi="Arial" w:cs="Arial"/>
          <w:sz w:val="24"/>
          <w:szCs w:val="24"/>
        </w:rPr>
        <w:t xml:space="preserve"> % podatkiem VAT</w:t>
      </w:r>
      <w:r w:rsidR="00F63C12">
        <w:rPr>
          <w:rFonts w:ascii="Arial" w:hAnsi="Arial" w:cs="Arial"/>
          <w:sz w:val="24"/>
          <w:szCs w:val="24"/>
        </w:rPr>
        <w:t xml:space="preserve"> </w:t>
      </w:r>
      <w:r w:rsidRPr="00D0436C">
        <w:rPr>
          <w:rFonts w:ascii="Arial" w:hAnsi="Arial" w:cs="Arial"/>
          <w:sz w:val="24"/>
          <w:szCs w:val="24"/>
        </w:rPr>
        <w:t>...........</w:t>
      </w:r>
      <w:r w:rsidR="00F63C12">
        <w:rPr>
          <w:rFonts w:ascii="Arial" w:hAnsi="Arial" w:cs="Arial"/>
          <w:sz w:val="24"/>
          <w:szCs w:val="24"/>
        </w:rPr>
        <w:t>.</w:t>
      </w:r>
      <w:r w:rsidRPr="00D0436C">
        <w:rPr>
          <w:rFonts w:ascii="Arial" w:hAnsi="Arial" w:cs="Arial"/>
          <w:sz w:val="24"/>
          <w:szCs w:val="24"/>
        </w:rPr>
        <w:t xml:space="preserve">......................... zł  </w:t>
      </w:r>
    </w:p>
    <w:p w14:paraId="41A48486" w14:textId="60C3CA17" w:rsidR="00225479" w:rsidRPr="00D0436C" w:rsidRDefault="00F063B7" w:rsidP="00F063B7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słownie </w:t>
      </w:r>
      <w:r w:rsidR="00225479" w:rsidRPr="00D0436C">
        <w:rPr>
          <w:rFonts w:ascii="Arial" w:hAnsi="Arial" w:cs="Arial"/>
          <w:sz w:val="24"/>
          <w:szCs w:val="24"/>
        </w:rPr>
        <w:t>złotych</w:t>
      </w:r>
      <w:r w:rsidR="0062559E">
        <w:rPr>
          <w:rFonts w:ascii="Arial" w:hAnsi="Arial" w:cs="Arial"/>
          <w:sz w:val="24"/>
          <w:szCs w:val="24"/>
        </w:rPr>
        <w:t xml:space="preserve"> cena oferty brutto</w:t>
      </w:r>
      <w:r w:rsidR="00225479" w:rsidRPr="00D0436C">
        <w:rPr>
          <w:rFonts w:ascii="Arial" w:hAnsi="Arial" w:cs="Arial"/>
          <w:sz w:val="24"/>
          <w:szCs w:val="24"/>
        </w:rPr>
        <w:t>:</w:t>
      </w:r>
      <w:r w:rsidR="00F63C12">
        <w:rPr>
          <w:rFonts w:ascii="Arial" w:hAnsi="Arial" w:cs="Arial"/>
          <w:sz w:val="24"/>
          <w:szCs w:val="24"/>
        </w:rPr>
        <w:t xml:space="preserve"> </w:t>
      </w:r>
      <w:r w:rsidR="00225479" w:rsidRPr="00D0436C">
        <w:rPr>
          <w:rFonts w:ascii="Arial" w:hAnsi="Arial" w:cs="Arial"/>
          <w:sz w:val="24"/>
          <w:szCs w:val="24"/>
        </w:rPr>
        <w:t>………………………………….......…</w:t>
      </w:r>
      <w:r w:rsidR="004C1DDC">
        <w:rPr>
          <w:rFonts w:ascii="Arial" w:hAnsi="Arial" w:cs="Arial"/>
          <w:sz w:val="24"/>
          <w:szCs w:val="24"/>
        </w:rPr>
        <w:t>.</w:t>
      </w:r>
      <w:r w:rsidR="00225479" w:rsidRPr="00D0436C">
        <w:rPr>
          <w:rFonts w:ascii="Arial" w:hAnsi="Arial" w:cs="Arial"/>
          <w:sz w:val="24"/>
          <w:szCs w:val="24"/>
        </w:rPr>
        <w:t>…………</w:t>
      </w:r>
      <w:r w:rsidR="00F63C12">
        <w:rPr>
          <w:rFonts w:ascii="Arial" w:hAnsi="Arial" w:cs="Arial"/>
          <w:sz w:val="24"/>
          <w:szCs w:val="24"/>
        </w:rPr>
        <w:t>..</w:t>
      </w:r>
      <w:r w:rsidR="00225479" w:rsidRPr="00D0436C">
        <w:rPr>
          <w:rFonts w:ascii="Arial" w:hAnsi="Arial" w:cs="Arial"/>
          <w:sz w:val="24"/>
          <w:szCs w:val="24"/>
        </w:rPr>
        <w:t>….</w:t>
      </w:r>
    </w:p>
    <w:p w14:paraId="5F7CF135" w14:textId="77777777" w:rsidR="00CF49EE" w:rsidRDefault="00CF49EE" w:rsidP="00FC1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3E57A4" w14:textId="77777777" w:rsidR="00B436A3" w:rsidRDefault="00B436A3" w:rsidP="00FC1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B5232C" w14:textId="06515036" w:rsidR="00B436A3" w:rsidRDefault="00B436A3" w:rsidP="00FC1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7ED625" w14:textId="34EA41ED" w:rsidR="00C57C56" w:rsidRDefault="00C57C56" w:rsidP="00FC1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EF5860" w14:textId="29FB5F3C" w:rsidR="004C1DDC" w:rsidRDefault="004C1DDC" w:rsidP="00FC1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814D86" w14:textId="77777777" w:rsidR="00F63C12" w:rsidRDefault="00F63C12" w:rsidP="00FC17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E6D63B" w14:textId="77777777" w:rsidR="00DB5A3A" w:rsidRPr="00D0436C" w:rsidRDefault="00DB5A3A" w:rsidP="00434F4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1B9280" w14:textId="4D659540" w:rsidR="00434F48" w:rsidRPr="004C1DDC" w:rsidRDefault="00FC1757" w:rsidP="004C1DDC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0436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Oświadczam, że:</w:t>
      </w:r>
    </w:p>
    <w:p w14:paraId="37057572" w14:textId="34E418A5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spełniamy warunki udziału w postępowaniu</w:t>
      </w:r>
      <w:r w:rsidR="00C807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777623D" w14:textId="1653A947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przedmiotowe zamówienie wykonamy zgodnie z treścią zapytania ofertowego w terminie w nim określonym</w:t>
      </w:r>
      <w:r w:rsidR="00434F48">
        <w:rPr>
          <w:rFonts w:ascii="Arial" w:eastAsia="Times New Roman" w:hAnsi="Arial" w:cs="Arial"/>
          <w:sz w:val="24"/>
          <w:szCs w:val="24"/>
          <w:lang w:eastAsia="pl-PL"/>
        </w:rPr>
        <w:t xml:space="preserve"> oraz</w:t>
      </w:r>
      <w:r w:rsidR="00434F48"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warunkami określonymi </w:t>
      </w:r>
      <w:r w:rsidR="00CF239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apytaniu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>fertowym</w:t>
      </w:r>
      <w:r w:rsidR="00C807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A00B778" w14:textId="0DA90DB0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zapewnimy spełnienie wszystkich wymogów dot. realizacji przedmiotu zamówienia, określonych w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apytaniu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fertowym; </w:t>
      </w:r>
    </w:p>
    <w:p w14:paraId="388B535B" w14:textId="00F90E95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zapoznaliśmy się z treścią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apytania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fertow</w:t>
      </w:r>
      <w:r w:rsidR="005E79CE">
        <w:rPr>
          <w:rFonts w:ascii="Arial" w:eastAsia="Times New Roman" w:hAnsi="Arial" w:cs="Arial"/>
          <w:sz w:val="24"/>
          <w:szCs w:val="24"/>
          <w:lang w:eastAsia="pl-PL"/>
        </w:rPr>
        <w:t>ego oraz akceptujemy jego treść</w:t>
      </w:r>
      <w:r w:rsidR="00C807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4099EF4" w14:textId="7C996B7B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akceptujemy treść i warunki określone w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apytaniu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fertowym</w:t>
      </w:r>
      <w:r w:rsidR="00C807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023C8C4" w14:textId="4D09BD60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cena została obliczona w oparciu o dostarczone przez Zamawiającego materiały i zawiera wszystkie koszty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 xml:space="preserve"> wiążące się z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wykonan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>iem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 xml:space="preserve">przedmiotu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zamówienia</w:t>
      </w:r>
      <w:r w:rsidR="00C807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7D9BDAD" w14:textId="313A1719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uważamy się za związanych niniejszą ofertą przez 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30 dni</w:t>
      </w:r>
      <w:r w:rsidR="00C807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74E71B7" w14:textId="7E094170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w przypadku wyboru naszej oferty w przedmiotowym postępowaniu osobą odpowiedzialną za realizację umowy będzie Pani/Pan</w:t>
      </w:r>
      <w:r w:rsidR="00434F4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6D211E" w14:textId="77777777" w:rsidR="00DB5A3A" w:rsidRPr="00DB5A3A" w:rsidRDefault="00DB5A3A" w:rsidP="00434F4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………………………………………………………………………………………...</w:t>
      </w:r>
    </w:p>
    <w:p w14:paraId="609C591C" w14:textId="12FD0EF8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będzie realizowany przy udziale podwykonawcy: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B5A3A">
        <w:rPr>
          <w:rFonts w:ascii="Arial" w:eastAsia="Times New Roman" w:hAnsi="Arial" w:cs="Arial"/>
          <w:b/>
          <w:sz w:val="24"/>
          <w:szCs w:val="24"/>
          <w:lang w:eastAsia="pl-PL"/>
        </w:rPr>
        <w:t>tak/nie*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(w przypadku odpowiedzi </w:t>
      </w:r>
      <w:r w:rsidRPr="004C1DDC">
        <w:rPr>
          <w:rFonts w:ascii="Arial" w:eastAsia="Times New Roman" w:hAnsi="Arial" w:cs="Arial"/>
          <w:sz w:val="24"/>
          <w:szCs w:val="24"/>
          <w:lang w:eastAsia="pl-PL"/>
        </w:rPr>
        <w:t>„tak”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należy podać zakres zamówienia, nazwy podwykonawców </w:t>
      </w:r>
      <w:r w:rsidR="00434F48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o ile są znane na tym etapie)</w:t>
      </w:r>
    </w:p>
    <w:p w14:paraId="69135F83" w14:textId="77777777" w:rsidR="00DB5A3A" w:rsidRPr="00DB5A3A" w:rsidRDefault="00DB5A3A" w:rsidP="00434F48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2744045A" w14:textId="6740A8A4" w:rsidR="00DB5A3A" w:rsidRPr="00DB5A3A" w:rsidRDefault="00DB5A3A" w:rsidP="00434F48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wypełniliśmy obowiązki informacyjne przewidziane w art. 13 lub art. 14 RODO</w:t>
      </w:r>
      <w:r w:rsidRPr="00DB5A3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wobec osób fizycznych, od których dane osobowe bezpośrednio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lub pośrednio pozyskałem w celu ubiegania się o udzielenie zamówienia </w:t>
      </w:r>
      <w:r w:rsidR="004C1DD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w niniejszym postępowaniu***</w:t>
      </w:r>
    </w:p>
    <w:p w14:paraId="7767A96A" w14:textId="094D233B" w:rsidR="00DB5A3A" w:rsidRPr="00DB5A3A" w:rsidRDefault="00DB5A3A" w:rsidP="00434F48">
      <w:pPr>
        <w:spacing w:after="0"/>
        <w:ind w:left="709" w:hanging="142"/>
        <w:jc w:val="both"/>
        <w:rPr>
          <w:rFonts w:ascii="Arial" w:hAnsi="Arial" w:cs="Arial"/>
          <w:sz w:val="24"/>
          <w:szCs w:val="24"/>
        </w:rPr>
      </w:pPr>
      <w:r w:rsidRPr="00DB5A3A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B5A3A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</w:t>
      </w:r>
      <w:r w:rsidR="00434F48">
        <w:rPr>
          <w:rFonts w:ascii="Arial" w:hAnsi="Arial" w:cs="Arial"/>
          <w:sz w:val="24"/>
          <w:szCs w:val="24"/>
        </w:rPr>
        <w:br/>
      </w:r>
      <w:r w:rsidRPr="00DB5A3A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</w:t>
      </w:r>
      <w:r w:rsidRPr="00DB5A3A">
        <w:rPr>
          <w:rFonts w:ascii="Arial" w:hAnsi="Arial" w:cs="Arial"/>
          <w:sz w:val="24"/>
          <w:szCs w:val="24"/>
        </w:rPr>
        <w:br/>
        <w:t xml:space="preserve">o ochronie danych) </w:t>
      </w:r>
    </w:p>
    <w:p w14:paraId="3281BDF0" w14:textId="6CBF82F2" w:rsidR="00434F48" w:rsidRPr="00DB5A3A" w:rsidRDefault="00DB5A3A" w:rsidP="00F63C12">
      <w:pPr>
        <w:spacing w:after="12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*** w przypadku</w:t>
      </w:r>
      <w:r w:rsidR="00434F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br/>
        <w:t>np. przez jego wykreślenie)</w:t>
      </w:r>
      <w:r w:rsidR="004C1DD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F19A118" w14:textId="06B49A5C" w:rsidR="0062559E" w:rsidRDefault="00DB5A3A" w:rsidP="0062559E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jesteśmy w posiadaniu wyrażenia zgody na przetwarzanie danych osobowych innych osób</w:t>
      </w:r>
      <w:r w:rsidR="00C57C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z ramienia Wykonawcy zaangażowanych w niniejsze postępowanie (jeśli dotyczy) oraz zapoznaliśmy te osoby z klauzulą informacyjną zawartą w linku zamieszczonym w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apytaniu </w:t>
      </w:r>
      <w:r w:rsidR="00F63C1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fertowym</w:t>
      </w:r>
      <w:r w:rsidR="004C1DD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0C40A79" w14:textId="5C611EB4" w:rsidR="0062559E" w:rsidRPr="00521FB6" w:rsidRDefault="0062559E" w:rsidP="004E0431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E04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 podlegamy wykluczeniu</w:t>
      </w:r>
      <w:r w:rsidRPr="0062559E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o udzielenie ww. zamówienia publicznego na podstawie </w:t>
      </w:r>
      <w:r w:rsidRPr="004E0431">
        <w:rPr>
          <w:rFonts w:ascii="Arial" w:hAnsi="Arial" w:cs="Arial"/>
          <w:color w:val="000000"/>
          <w:sz w:val="24"/>
          <w:lang w:eastAsia="pl-PL"/>
        </w:rPr>
        <w:t>art. 108 ust. 1 ustawy z dnia 11 września 2019 r. Prawo Zamówień Publicznych (</w:t>
      </w:r>
      <w:r w:rsidR="004C1DDC" w:rsidRPr="004C1DDC">
        <w:rPr>
          <w:rFonts w:ascii="Arial" w:hAnsi="Arial" w:cs="Arial"/>
          <w:color w:val="000000"/>
          <w:sz w:val="24"/>
          <w:lang w:eastAsia="pl-PL"/>
        </w:rPr>
        <w:t>Dz. U. z 2024 r. poz. 1320</w:t>
      </w:r>
      <w:r w:rsidRPr="004E0431">
        <w:rPr>
          <w:rFonts w:ascii="Arial" w:hAnsi="Arial" w:cs="Arial"/>
          <w:color w:val="000000"/>
          <w:sz w:val="24"/>
          <w:lang w:eastAsia="pl-PL"/>
        </w:rPr>
        <w:t>)</w:t>
      </w:r>
      <w:r w:rsidR="004C1DDC">
        <w:rPr>
          <w:rFonts w:ascii="Arial" w:hAnsi="Arial" w:cs="Arial"/>
          <w:color w:val="000000"/>
          <w:sz w:val="24"/>
          <w:lang w:eastAsia="pl-PL"/>
        </w:rPr>
        <w:t>;</w:t>
      </w:r>
    </w:p>
    <w:p w14:paraId="7CC69762" w14:textId="7FD60446" w:rsidR="00521FB6" w:rsidRPr="004E0431" w:rsidRDefault="00521FB6" w:rsidP="004E0431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 podlegamy wykluczeniu </w:t>
      </w:r>
      <w:r w:rsidRPr="00521FB6">
        <w:rPr>
          <w:rFonts w:ascii="Arial" w:eastAsia="Times New Roman" w:hAnsi="Arial" w:cs="Arial"/>
          <w:sz w:val="24"/>
          <w:szCs w:val="24"/>
          <w:lang w:eastAsia="pl-PL"/>
        </w:rPr>
        <w:t>z postępowania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2005D">
        <w:rPr>
          <w:rFonts w:ascii="Arial" w:hAnsi="Arial" w:cs="Arial"/>
          <w:color w:val="000000"/>
          <w:sz w:val="24"/>
          <w:lang w:eastAsia="pl-PL"/>
        </w:rPr>
        <w:t>na podstawie art. 5k</w:t>
      </w:r>
      <w:r>
        <w:rPr>
          <w:rFonts w:ascii="Arial" w:hAnsi="Arial" w:cs="Arial"/>
          <w:color w:val="000000"/>
          <w:sz w:val="24"/>
          <w:lang w:eastAsia="pl-PL"/>
        </w:rPr>
        <w:t xml:space="preserve"> </w:t>
      </w:r>
      <w:r w:rsidRPr="0062005D">
        <w:rPr>
          <w:rFonts w:ascii="Arial" w:hAnsi="Arial" w:cs="Arial"/>
          <w:color w:val="000000"/>
          <w:sz w:val="24"/>
          <w:lang w:eastAsia="pl-PL"/>
        </w:rPr>
        <w:t xml:space="preserve">rozporządzenia Rady (UE) nr 833/2014 z dnia </w:t>
      </w:r>
      <w:r w:rsidR="004C1DDC">
        <w:rPr>
          <w:rFonts w:ascii="Arial" w:hAnsi="Arial" w:cs="Arial"/>
          <w:color w:val="000000"/>
          <w:sz w:val="24"/>
          <w:lang w:eastAsia="pl-PL"/>
        </w:rPr>
        <w:t>31.07.</w:t>
      </w:r>
      <w:r w:rsidRPr="0062005D">
        <w:rPr>
          <w:rFonts w:ascii="Arial" w:hAnsi="Arial" w:cs="Arial"/>
          <w:color w:val="000000"/>
          <w:sz w:val="24"/>
          <w:lang w:eastAsia="pl-PL"/>
        </w:rPr>
        <w:t>2014 r. dotyczącego środków ograniczających w związku z działaniami Rosji destabilizującymi sytuację na Ukrainie (</w:t>
      </w:r>
      <w:r w:rsidR="004C1DDC" w:rsidRPr="004C1DDC">
        <w:rPr>
          <w:rFonts w:ascii="Arial" w:hAnsi="Arial" w:cs="Arial"/>
          <w:color w:val="000000"/>
          <w:sz w:val="24"/>
          <w:lang w:eastAsia="pl-PL"/>
        </w:rPr>
        <w:t>Dz.U.UE.L.2014.229.1 z 13.09.2024 r.</w:t>
      </w:r>
      <w:r w:rsidRPr="0062005D">
        <w:rPr>
          <w:rFonts w:ascii="Arial" w:hAnsi="Arial" w:cs="Arial"/>
          <w:color w:val="000000"/>
          <w:sz w:val="24"/>
          <w:lang w:eastAsia="pl-PL"/>
        </w:rPr>
        <w:t>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4C1DDC">
        <w:rPr>
          <w:rFonts w:ascii="Arial" w:hAnsi="Arial" w:cs="Arial"/>
          <w:color w:val="000000"/>
          <w:sz w:val="24"/>
          <w:lang w:eastAsia="pl-PL"/>
        </w:rPr>
        <w:t>;</w:t>
      </w:r>
    </w:p>
    <w:p w14:paraId="6A97BEA7" w14:textId="29E9A21A" w:rsidR="00DB5A3A" w:rsidRPr="00DB5A3A" w:rsidRDefault="00DB5A3A" w:rsidP="00434F48">
      <w:pPr>
        <w:numPr>
          <w:ilvl w:val="0"/>
          <w:numId w:val="8"/>
        </w:numPr>
        <w:spacing w:after="0" w:line="360" w:lineRule="auto"/>
        <w:ind w:left="850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b/>
          <w:sz w:val="24"/>
          <w:szCs w:val="24"/>
          <w:lang w:eastAsia="pl-PL"/>
        </w:rPr>
        <w:t>nie podlegamy wykluczeniu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o udzielenie ww. zamówienia publicznego na podstawie art. 7 ust. 1 ustawy z dnia 13 kwietnia 2022 r. 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br/>
        <w:t>o szczególnych rozwiązaniach  w zakresie przeciwdziałania wspieraniu agresji na Ukrainę oraz służących ochronie bezpieczeństwa narodowego (</w:t>
      </w:r>
      <w:r w:rsidR="004C1DDC" w:rsidRPr="004C1DDC">
        <w:rPr>
          <w:rFonts w:ascii="Arial" w:eastAsia="Times New Roman" w:hAnsi="Arial" w:cs="Arial"/>
          <w:sz w:val="24"/>
          <w:szCs w:val="24"/>
          <w:lang w:eastAsia="pl-PL"/>
        </w:rPr>
        <w:t xml:space="preserve">Dz. U. </w:t>
      </w:r>
      <w:r w:rsidR="004C1DD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C1DDC" w:rsidRPr="004C1DDC">
        <w:rPr>
          <w:rFonts w:ascii="Arial" w:eastAsia="Times New Roman" w:hAnsi="Arial" w:cs="Arial"/>
          <w:sz w:val="24"/>
          <w:szCs w:val="24"/>
          <w:lang w:eastAsia="pl-PL"/>
        </w:rPr>
        <w:t>z 2024 r. poz. 507</w: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); w przypadku jakichkolwiek zmian wpływających na treść niniejszego oświadczenia zobowiązuję się do poinformowania Zamawiającego w ciągu 7 dni od dnia zaistnienia okoliczności mających wpływ na treść oświadczenia</w:t>
      </w:r>
      <w:r w:rsidR="004C1DD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A79EE73" w14:textId="77777777" w:rsidR="00DB5A3A" w:rsidRPr="00DB5A3A" w:rsidRDefault="00DB5A3A" w:rsidP="00434F4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99BC8C" wp14:editId="34E316CF">
                <wp:simplePos x="0" y="0"/>
                <wp:positionH relativeFrom="column">
                  <wp:posOffset>3786505</wp:posOffset>
                </wp:positionH>
                <wp:positionV relativeFrom="paragraph">
                  <wp:posOffset>72390</wp:posOffset>
                </wp:positionV>
                <wp:extent cx="2385695" cy="1762125"/>
                <wp:effectExtent l="0" t="0" r="14605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69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7EEB8" w14:textId="77777777" w:rsidR="00DB5A3A" w:rsidRPr="00BF4DBD" w:rsidRDefault="00DB5A3A" w:rsidP="001D359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 w:rsidRPr="007048C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r w:rsidRPr="0023506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podpis osoby uprawnionej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9BC8C" id="Rectangle 3" o:spid="_x0000_s1026" style="position:absolute;left:0;text-align:left;margin-left:298.15pt;margin-top:5.7pt;width:187.85pt;height:1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">
                <v:textbox>
                  <w:txbxContent>
                    <w:p w14:paraId="08E7EEB8" w14:textId="77777777" w:rsidR="00DB5A3A" w:rsidRPr="00BF4DBD" w:rsidRDefault="00DB5A3A" w:rsidP="001D3593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 w:rsidRPr="007048C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…………………………………………………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br/>
                      </w:r>
                      <w:r w:rsidRPr="0023506D">
                        <w:rPr>
                          <w:rFonts w:ascii="Arial" w:hAnsi="Arial" w:cs="Arial"/>
                          <w:sz w:val="20"/>
                          <w:szCs w:val="20"/>
                        </w:rPr>
                        <w:t>podpis osoby uprawnionej</w:t>
                      </w:r>
                    </w:p>
                  </w:txbxContent>
                </v:textbox>
              </v:rect>
            </w:pict>
          </mc:Fallback>
        </mc:AlternateContent>
      </w:r>
      <w:r w:rsidRPr="00DB5A3A">
        <w:rPr>
          <w:rFonts w:ascii="Arial" w:eastAsia="Times New Roman" w:hAnsi="Arial" w:cs="Arial"/>
          <w:sz w:val="24"/>
          <w:szCs w:val="24"/>
          <w:lang w:eastAsia="pl-PL"/>
        </w:rPr>
        <w:t>załącznikami do niniejszej oferty są:</w:t>
      </w:r>
    </w:p>
    <w:p w14:paraId="12BD8D31" w14:textId="77777777" w:rsidR="00DB5A3A" w:rsidRPr="00DB5A3A" w:rsidRDefault="00DB5A3A" w:rsidP="00DB5A3A">
      <w:pPr>
        <w:autoSpaceDE w:val="0"/>
        <w:autoSpaceDN w:val="0"/>
        <w:adjustRightInd w:val="0"/>
        <w:spacing w:after="0" w:line="360" w:lineRule="auto"/>
        <w:ind w:left="426" w:firstLine="282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14:paraId="0CDE5B5C" w14:textId="77777777" w:rsidR="00DB5A3A" w:rsidRPr="00DB5A3A" w:rsidRDefault="00DB5A3A" w:rsidP="00DB5A3A">
      <w:pPr>
        <w:autoSpaceDE w:val="0"/>
        <w:autoSpaceDN w:val="0"/>
        <w:adjustRightInd w:val="0"/>
        <w:spacing w:after="0" w:line="360" w:lineRule="auto"/>
        <w:ind w:left="426" w:firstLine="282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14:paraId="496381A2" w14:textId="77777777" w:rsidR="00DB5A3A" w:rsidRPr="00DB5A3A" w:rsidRDefault="00DB5A3A" w:rsidP="00DB5A3A">
      <w:pPr>
        <w:autoSpaceDE w:val="0"/>
        <w:autoSpaceDN w:val="0"/>
        <w:adjustRightInd w:val="0"/>
        <w:spacing w:after="0" w:line="360" w:lineRule="auto"/>
        <w:ind w:left="426" w:firstLine="282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14:paraId="0970F9F3" w14:textId="77777777" w:rsidR="00DB5A3A" w:rsidRPr="00DB5A3A" w:rsidRDefault="00DB5A3A" w:rsidP="00DB5A3A">
      <w:pPr>
        <w:autoSpaceDE w:val="0"/>
        <w:autoSpaceDN w:val="0"/>
        <w:adjustRightInd w:val="0"/>
        <w:spacing w:after="0" w:line="360" w:lineRule="auto"/>
        <w:ind w:left="426" w:firstLine="282"/>
        <w:rPr>
          <w:rFonts w:ascii="Arial" w:eastAsia="Times New Roman" w:hAnsi="Arial" w:cs="Arial"/>
          <w:sz w:val="24"/>
          <w:szCs w:val="24"/>
          <w:lang w:eastAsia="pl-PL"/>
        </w:rPr>
      </w:pPr>
      <w:r w:rsidRPr="00DB5A3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</w:t>
      </w:r>
    </w:p>
    <w:p w14:paraId="4E318770" w14:textId="77777777" w:rsidR="00DB5A3A" w:rsidRPr="00DB5A3A" w:rsidRDefault="00DB5A3A" w:rsidP="00F63C12">
      <w:pPr>
        <w:spacing w:after="360" w:line="360" w:lineRule="auto"/>
        <w:ind w:left="357" w:firstLine="60"/>
        <w:rPr>
          <w:rFonts w:ascii="Arial" w:hAnsi="Arial" w:cs="Arial"/>
          <w:i/>
          <w:iCs/>
          <w:sz w:val="24"/>
          <w:szCs w:val="24"/>
        </w:rPr>
      </w:pPr>
      <w:r w:rsidRPr="00DB5A3A">
        <w:rPr>
          <w:rFonts w:ascii="Arial" w:hAnsi="Arial" w:cs="Arial"/>
          <w:sz w:val="24"/>
          <w:szCs w:val="24"/>
        </w:rPr>
        <w:t>……………….……., dnia ………….…….202</w:t>
      </w:r>
      <w:r w:rsidR="005E79CE">
        <w:rPr>
          <w:rFonts w:ascii="Arial" w:hAnsi="Arial" w:cs="Arial"/>
          <w:sz w:val="24"/>
          <w:szCs w:val="24"/>
        </w:rPr>
        <w:t>4</w:t>
      </w:r>
      <w:r w:rsidRPr="00DB5A3A">
        <w:rPr>
          <w:rFonts w:ascii="Arial" w:hAnsi="Arial" w:cs="Arial"/>
          <w:sz w:val="24"/>
          <w:szCs w:val="24"/>
        </w:rPr>
        <w:t xml:space="preserve"> r.</w:t>
      </w:r>
      <w:r w:rsidRPr="00DB5A3A">
        <w:rPr>
          <w:rFonts w:ascii="Arial" w:hAnsi="Arial" w:cs="Arial"/>
          <w:sz w:val="24"/>
          <w:szCs w:val="24"/>
        </w:rPr>
        <w:br/>
      </w:r>
      <w:r w:rsidRPr="00DB5A3A">
        <w:rPr>
          <w:rFonts w:ascii="Arial" w:hAnsi="Arial" w:cs="Arial"/>
          <w:iCs/>
          <w:sz w:val="24"/>
          <w:szCs w:val="24"/>
        </w:rPr>
        <w:t>miejscowość</w:t>
      </w:r>
    </w:p>
    <w:p w14:paraId="5D25BB50" w14:textId="488D35B9" w:rsidR="00DB5A3A" w:rsidRPr="00DB5A3A" w:rsidRDefault="00DB5A3A" w:rsidP="00DB5A3A">
      <w:pPr>
        <w:spacing w:line="360" w:lineRule="auto"/>
        <w:ind w:left="417"/>
        <w:rPr>
          <w:rFonts w:ascii="Arial" w:hAnsi="Arial" w:cs="Arial"/>
          <w:iCs/>
          <w:sz w:val="24"/>
          <w:szCs w:val="24"/>
        </w:rPr>
      </w:pPr>
      <w:r w:rsidRPr="00DB5A3A">
        <w:rPr>
          <w:rFonts w:ascii="Arial" w:hAnsi="Arial" w:cs="Arial"/>
          <w:iCs/>
          <w:sz w:val="24"/>
          <w:szCs w:val="24"/>
        </w:rPr>
        <w:t>*</w:t>
      </w:r>
      <w:r w:rsidR="004C1DDC">
        <w:rPr>
          <w:rFonts w:ascii="Arial" w:hAnsi="Arial" w:cs="Arial"/>
          <w:iCs/>
          <w:sz w:val="24"/>
          <w:szCs w:val="24"/>
        </w:rPr>
        <w:t>n</w:t>
      </w:r>
      <w:r w:rsidRPr="00DB5A3A">
        <w:rPr>
          <w:rFonts w:ascii="Arial" w:hAnsi="Arial" w:cs="Arial"/>
          <w:iCs/>
          <w:sz w:val="24"/>
          <w:szCs w:val="24"/>
        </w:rPr>
        <w:t>iepotrzebne skreślić</w:t>
      </w:r>
    </w:p>
    <w:p w14:paraId="0B8FCDEC" w14:textId="77777777" w:rsidR="00DB5A3A" w:rsidRPr="00DB5A3A" w:rsidRDefault="00DB5A3A" w:rsidP="00DB5A3A">
      <w:pPr>
        <w:ind w:left="720" w:right="440"/>
        <w:jc w:val="both"/>
        <w:rPr>
          <w:rFonts w:ascii="Times New Roman" w:hAnsi="Times New Roman" w:cs="Times New Roman"/>
        </w:rPr>
      </w:pPr>
    </w:p>
    <w:p w14:paraId="26DB92C1" w14:textId="77777777" w:rsidR="004D3AE4" w:rsidRPr="00D0436C" w:rsidRDefault="004D3AE4" w:rsidP="00D31076">
      <w:pPr>
        <w:pStyle w:val="Akapitzlist"/>
        <w:ind w:right="440"/>
        <w:jc w:val="both"/>
        <w:rPr>
          <w:rFonts w:ascii="Arial" w:hAnsi="Arial" w:cs="Arial"/>
          <w:sz w:val="24"/>
          <w:szCs w:val="24"/>
        </w:rPr>
      </w:pPr>
    </w:p>
    <w:sectPr w:rsidR="004D3AE4" w:rsidRPr="00D0436C" w:rsidSect="008C79EF">
      <w:footerReference w:type="even" r:id="rId7"/>
      <w:headerReference w:type="first" r:id="rId8"/>
      <w:pgSz w:w="11906" w:h="16838"/>
      <w:pgMar w:top="567" w:right="1417" w:bottom="1417" w:left="1417" w:header="708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92158" w14:textId="77777777" w:rsidR="00AC6440" w:rsidRDefault="00AC6440" w:rsidP="009D2438">
      <w:pPr>
        <w:spacing w:after="0" w:line="240" w:lineRule="auto"/>
      </w:pPr>
      <w:r>
        <w:separator/>
      </w:r>
    </w:p>
  </w:endnote>
  <w:endnote w:type="continuationSeparator" w:id="0">
    <w:p w14:paraId="4DF21040" w14:textId="77777777" w:rsidR="00AC6440" w:rsidRDefault="00AC6440" w:rsidP="009D2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722ED" w14:textId="77777777" w:rsidR="00C739DB" w:rsidRPr="00C739DB" w:rsidRDefault="00C739DB" w:rsidP="00C739DB">
    <w:pPr>
      <w:pStyle w:val="Stopka"/>
    </w:pPr>
    <w:r w:rsidRPr="00C739DB">
      <w:t>Projekt</w:t>
    </w:r>
    <w:r w:rsidRPr="00C739DB">
      <w:rPr>
        <w:b/>
      </w:rPr>
      <w:t xml:space="preserve"> Termomodernizacja budynków Zespołu Szkół Zawodowych w Koronowie</w:t>
    </w:r>
    <w:r w:rsidRPr="00C739DB">
      <w:t xml:space="preserve"> </w:t>
    </w:r>
    <w:r w:rsidRPr="00C739DB">
      <w:br/>
      <w:t>jest dofinansowany ze środków Europejskiego Funduszu Rozwoju Regionalnego w ramach Regionalnego Programu Operacyjnego Województwa Kujawsko-Pomorskiego na lata 2014-2020</w:t>
    </w:r>
  </w:p>
  <w:p w14:paraId="440392C6" w14:textId="77777777" w:rsidR="00C739DB" w:rsidRDefault="00C739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2A777" w14:textId="77777777" w:rsidR="00AC6440" w:rsidRDefault="00AC6440" w:rsidP="009D2438">
      <w:pPr>
        <w:spacing w:after="0" w:line="240" w:lineRule="auto"/>
      </w:pPr>
      <w:r>
        <w:separator/>
      </w:r>
    </w:p>
  </w:footnote>
  <w:footnote w:type="continuationSeparator" w:id="0">
    <w:p w14:paraId="2966D2AA" w14:textId="77777777" w:rsidR="00AC6440" w:rsidRDefault="00AC6440" w:rsidP="009D2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4040A" w14:textId="77777777" w:rsidR="004C1DDC" w:rsidRPr="00616F8C" w:rsidRDefault="004C1DDC" w:rsidP="004C1DDC">
    <w:pPr>
      <w:tabs>
        <w:tab w:val="left" w:pos="2955"/>
      </w:tabs>
      <w:jc w:val="right"/>
      <w:rPr>
        <w:rFonts w:ascii="Arial" w:hAnsi="Arial" w:cs="Arial"/>
        <w:b/>
        <w:sz w:val="24"/>
        <w:szCs w:val="24"/>
      </w:rPr>
    </w:pPr>
    <w:r w:rsidRPr="00D0436C">
      <w:rPr>
        <w:rFonts w:ascii="Arial" w:hAnsi="Arial" w:cs="Arial"/>
        <w:b/>
        <w:sz w:val="24"/>
        <w:szCs w:val="24"/>
      </w:rPr>
      <w:t>Załącznik nr 1</w:t>
    </w:r>
    <w:r w:rsidRPr="00D0436C">
      <w:rPr>
        <w:rFonts w:ascii="Arial" w:hAnsi="Arial" w:cs="Arial"/>
        <w:sz w:val="24"/>
        <w:szCs w:val="24"/>
      </w:rPr>
      <w:t xml:space="preserve"> </w:t>
    </w:r>
    <w:r w:rsidRPr="00616F8C">
      <w:rPr>
        <w:rFonts w:ascii="Arial" w:hAnsi="Arial" w:cs="Arial"/>
        <w:b/>
        <w:sz w:val="24"/>
        <w:szCs w:val="24"/>
      </w:rPr>
      <w:t xml:space="preserve">do Zapytania Ofertowego </w:t>
    </w:r>
  </w:p>
  <w:p w14:paraId="6FB3D00F" w14:textId="77777777" w:rsidR="004C1DDC" w:rsidRDefault="004C1D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D06B4"/>
    <w:multiLevelType w:val="hybridMultilevel"/>
    <w:tmpl w:val="B83C5318"/>
    <w:lvl w:ilvl="0" w:tplc="467422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C0ECE"/>
    <w:multiLevelType w:val="hybridMultilevel"/>
    <w:tmpl w:val="0D7817DC"/>
    <w:lvl w:ilvl="0" w:tplc="9DDED03C">
      <w:start w:val="1"/>
      <w:numFmt w:val="decimal"/>
      <w:lvlText w:val="%1)"/>
      <w:lvlJc w:val="left"/>
      <w:pPr>
        <w:ind w:left="1080" w:hanging="360"/>
      </w:pPr>
      <w:rPr>
        <w:rFonts w:eastAsia="SimSun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56626E"/>
    <w:multiLevelType w:val="hybridMultilevel"/>
    <w:tmpl w:val="ED184F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71383"/>
    <w:multiLevelType w:val="hybridMultilevel"/>
    <w:tmpl w:val="1376E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1432D"/>
    <w:multiLevelType w:val="hybridMultilevel"/>
    <w:tmpl w:val="FBA6ABA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1080" w:hanging="360"/>
      </w:pPr>
    </w:lvl>
    <w:lvl w:ilvl="2" w:tplc="A2984E52">
      <w:start w:val="5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0F00D2"/>
    <w:multiLevelType w:val="hybridMultilevel"/>
    <w:tmpl w:val="31B44B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D2A37DC"/>
    <w:multiLevelType w:val="hybridMultilevel"/>
    <w:tmpl w:val="382C374C"/>
    <w:lvl w:ilvl="0" w:tplc="8A50C0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3264D9D"/>
    <w:multiLevelType w:val="hybridMultilevel"/>
    <w:tmpl w:val="CC1A9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571"/>
    <w:rsid w:val="0000492E"/>
    <w:rsid w:val="00005FB8"/>
    <w:rsid w:val="00013D67"/>
    <w:rsid w:val="000319EE"/>
    <w:rsid w:val="0003436E"/>
    <w:rsid w:val="00035F24"/>
    <w:rsid w:val="000516D1"/>
    <w:rsid w:val="000841CA"/>
    <w:rsid w:val="000B1EE1"/>
    <w:rsid w:val="000D48B5"/>
    <w:rsid w:val="000D4AAF"/>
    <w:rsid w:val="000E2B62"/>
    <w:rsid w:val="000E365E"/>
    <w:rsid w:val="000F1FC4"/>
    <w:rsid w:val="000F766C"/>
    <w:rsid w:val="000F7FF0"/>
    <w:rsid w:val="00106F8B"/>
    <w:rsid w:val="00107863"/>
    <w:rsid w:val="001147A3"/>
    <w:rsid w:val="00114C58"/>
    <w:rsid w:val="00123B6A"/>
    <w:rsid w:val="001507C1"/>
    <w:rsid w:val="001513F5"/>
    <w:rsid w:val="00154D65"/>
    <w:rsid w:val="001711A3"/>
    <w:rsid w:val="0018468F"/>
    <w:rsid w:val="00186882"/>
    <w:rsid w:val="001872C4"/>
    <w:rsid w:val="00194B99"/>
    <w:rsid w:val="001A78A0"/>
    <w:rsid w:val="001C11C2"/>
    <w:rsid w:val="001C57CE"/>
    <w:rsid w:val="001D2AD3"/>
    <w:rsid w:val="001D3593"/>
    <w:rsid w:val="001F2B91"/>
    <w:rsid w:val="00206226"/>
    <w:rsid w:val="0020758E"/>
    <w:rsid w:val="00221593"/>
    <w:rsid w:val="00225479"/>
    <w:rsid w:val="00250744"/>
    <w:rsid w:val="0025544F"/>
    <w:rsid w:val="00257750"/>
    <w:rsid w:val="0028640B"/>
    <w:rsid w:val="00290F4F"/>
    <w:rsid w:val="0029489A"/>
    <w:rsid w:val="00296B8C"/>
    <w:rsid w:val="002A65AA"/>
    <w:rsid w:val="002C7394"/>
    <w:rsid w:val="002D4175"/>
    <w:rsid w:val="002E5DF7"/>
    <w:rsid w:val="00302DA8"/>
    <w:rsid w:val="00313149"/>
    <w:rsid w:val="0031510C"/>
    <w:rsid w:val="003155F7"/>
    <w:rsid w:val="00321C93"/>
    <w:rsid w:val="003225D4"/>
    <w:rsid w:val="0035138C"/>
    <w:rsid w:val="00363295"/>
    <w:rsid w:val="00363956"/>
    <w:rsid w:val="00367755"/>
    <w:rsid w:val="00371B13"/>
    <w:rsid w:val="00374218"/>
    <w:rsid w:val="00380E05"/>
    <w:rsid w:val="003824FB"/>
    <w:rsid w:val="00395631"/>
    <w:rsid w:val="00395C3D"/>
    <w:rsid w:val="003A57BC"/>
    <w:rsid w:val="003A7E25"/>
    <w:rsid w:val="00434F48"/>
    <w:rsid w:val="00441056"/>
    <w:rsid w:val="00451CD0"/>
    <w:rsid w:val="00451FF4"/>
    <w:rsid w:val="004605E0"/>
    <w:rsid w:val="004733D7"/>
    <w:rsid w:val="0047518F"/>
    <w:rsid w:val="004C1DDC"/>
    <w:rsid w:val="004C20AA"/>
    <w:rsid w:val="004C33DD"/>
    <w:rsid w:val="004C6628"/>
    <w:rsid w:val="004D23BB"/>
    <w:rsid w:val="004D3AE4"/>
    <w:rsid w:val="004D5388"/>
    <w:rsid w:val="004D7555"/>
    <w:rsid w:val="004E0431"/>
    <w:rsid w:val="004E4F08"/>
    <w:rsid w:val="004F23DA"/>
    <w:rsid w:val="00501397"/>
    <w:rsid w:val="00506436"/>
    <w:rsid w:val="0052119F"/>
    <w:rsid w:val="00521FB6"/>
    <w:rsid w:val="0052271A"/>
    <w:rsid w:val="00524259"/>
    <w:rsid w:val="00524480"/>
    <w:rsid w:val="00532354"/>
    <w:rsid w:val="00553B7D"/>
    <w:rsid w:val="00567313"/>
    <w:rsid w:val="00585E2D"/>
    <w:rsid w:val="0059510A"/>
    <w:rsid w:val="005A3F54"/>
    <w:rsid w:val="005B2BE1"/>
    <w:rsid w:val="005B69CC"/>
    <w:rsid w:val="005D2AED"/>
    <w:rsid w:val="005D5092"/>
    <w:rsid w:val="005D6AA2"/>
    <w:rsid w:val="005E72DE"/>
    <w:rsid w:val="005E79CE"/>
    <w:rsid w:val="005F6626"/>
    <w:rsid w:val="0061196C"/>
    <w:rsid w:val="00616D37"/>
    <w:rsid w:val="00616F8C"/>
    <w:rsid w:val="0062559E"/>
    <w:rsid w:val="00643054"/>
    <w:rsid w:val="00654A03"/>
    <w:rsid w:val="00670E7A"/>
    <w:rsid w:val="00673432"/>
    <w:rsid w:val="006E0C91"/>
    <w:rsid w:val="006E14EA"/>
    <w:rsid w:val="006E3A49"/>
    <w:rsid w:val="006E4126"/>
    <w:rsid w:val="00712B89"/>
    <w:rsid w:val="0073448E"/>
    <w:rsid w:val="007349D2"/>
    <w:rsid w:val="007577AB"/>
    <w:rsid w:val="007857B1"/>
    <w:rsid w:val="00792941"/>
    <w:rsid w:val="00793CB7"/>
    <w:rsid w:val="0079784F"/>
    <w:rsid w:val="007A57A1"/>
    <w:rsid w:val="007A6F8F"/>
    <w:rsid w:val="007C01C8"/>
    <w:rsid w:val="007C55B9"/>
    <w:rsid w:val="007C641F"/>
    <w:rsid w:val="007D66CC"/>
    <w:rsid w:val="007E23FA"/>
    <w:rsid w:val="00806BDC"/>
    <w:rsid w:val="00822830"/>
    <w:rsid w:val="0082420F"/>
    <w:rsid w:val="0083041A"/>
    <w:rsid w:val="00842689"/>
    <w:rsid w:val="00856EEB"/>
    <w:rsid w:val="0085763C"/>
    <w:rsid w:val="008652FD"/>
    <w:rsid w:val="00870005"/>
    <w:rsid w:val="00873B72"/>
    <w:rsid w:val="008B3D8A"/>
    <w:rsid w:val="008C00AA"/>
    <w:rsid w:val="008C0314"/>
    <w:rsid w:val="008C79EF"/>
    <w:rsid w:val="008D790F"/>
    <w:rsid w:val="00907419"/>
    <w:rsid w:val="009077E3"/>
    <w:rsid w:val="00912C0F"/>
    <w:rsid w:val="009260C1"/>
    <w:rsid w:val="00935F05"/>
    <w:rsid w:val="00937002"/>
    <w:rsid w:val="009560AD"/>
    <w:rsid w:val="009560F7"/>
    <w:rsid w:val="00971A2B"/>
    <w:rsid w:val="009A1CD5"/>
    <w:rsid w:val="009B1D94"/>
    <w:rsid w:val="009C3F11"/>
    <w:rsid w:val="009D0EF9"/>
    <w:rsid w:val="009D2438"/>
    <w:rsid w:val="009D4A55"/>
    <w:rsid w:val="009D6B58"/>
    <w:rsid w:val="009E19A4"/>
    <w:rsid w:val="009E3484"/>
    <w:rsid w:val="009E67B5"/>
    <w:rsid w:val="009F3620"/>
    <w:rsid w:val="009F479B"/>
    <w:rsid w:val="00A1522C"/>
    <w:rsid w:val="00A46C33"/>
    <w:rsid w:val="00A57FC7"/>
    <w:rsid w:val="00AA5386"/>
    <w:rsid w:val="00AC6440"/>
    <w:rsid w:val="00AD0372"/>
    <w:rsid w:val="00AD1BF7"/>
    <w:rsid w:val="00AD7658"/>
    <w:rsid w:val="00AE081B"/>
    <w:rsid w:val="00AE2865"/>
    <w:rsid w:val="00AF1948"/>
    <w:rsid w:val="00B012A2"/>
    <w:rsid w:val="00B01D5D"/>
    <w:rsid w:val="00B120D7"/>
    <w:rsid w:val="00B228C9"/>
    <w:rsid w:val="00B2720F"/>
    <w:rsid w:val="00B373ED"/>
    <w:rsid w:val="00B37D91"/>
    <w:rsid w:val="00B436A3"/>
    <w:rsid w:val="00B54FE4"/>
    <w:rsid w:val="00B666E5"/>
    <w:rsid w:val="00B72033"/>
    <w:rsid w:val="00B84E12"/>
    <w:rsid w:val="00B91B73"/>
    <w:rsid w:val="00B95C91"/>
    <w:rsid w:val="00BA57E2"/>
    <w:rsid w:val="00BC1571"/>
    <w:rsid w:val="00BC7C47"/>
    <w:rsid w:val="00BC7CD7"/>
    <w:rsid w:val="00BD08DA"/>
    <w:rsid w:val="00BD5B03"/>
    <w:rsid w:val="00BE04A8"/>
    <w:rsid w:val="00BF2411"/>
    <w:rsid w:val="00BF4F74"/>
    <w:rsid w:val="00BF50BF"/>
    <w:rsid w:val="00BF7FA2"/>
    <w:rsid w:val="00C07D3C"/>
    <w:rsid w:val="00C22378"/>
    <w:rsid w:val="00C35ABF"/>
    <w:rsid w:val="00C37238"/>
    <w:rsid w:val="00C57C56"/>
    <w:rsid w:val="00C739DB"/>
    <w:rsid w:val="00C74E0E"/>
    <w:rsid w:val="00C807EC"/>
    <w:rsid w:val="00C822FD"/>
    <w:rsid w:val="00CA43F1"/>
    <w:rsid w:val="00CB0C1C"/>
    <w:rsid w:val="00CC1E9B"/>
    <w:rsid w:val="00CD0563"/>
    <w:rsid w:val="00CD4BFA"/>
    <w:rsid w:val="00CE4784"/>
    <w:rsid w:val="00CF2396"/>
    <w:rsid w:val="00CF49EE"/>
    <w:rsid w:val="00D028DA"/>
    <w:rsid w:val="00D0436C"/>
    <w:rsid w:val="00D10428"/>
    <w:rsid w:val="00D10AA7"/>
    <w:rsid w:val="00D119F3"/>
    <w:rsid w:val="00D1342A"/>
    <w:rsid w:val="00D14003"/>
    <w:rsid w:val="00D14314"/>
    <w:rsid w:val="00D14473"/>
    <w:rsid w:val="00D31076"/>
    <w:rsid w:val="00D53CB3"/>
    <w:rsid w:val="00D63F6D"/>
    <w:rsid w:val="00D7346F"/>
    <w:rsid w:val="00D85EE8"/>
    <w:rsid w:val="00DB5A3A"/>
    <w:rsid w:val="00DD05BF"/>
    <w:rsid w:val="00DD208B"/>
    <w:rsid w:val="00DE04C4"/>
    <w:rsid w:val="00E00B02"/>
    <w:rsid w:val="00E06FCC"/>
    <w:rsid w:val="00E30207"/>
    <w:rsid w:val="00E4007D"/>
    <w:rsid w:val="00E5119D"/>
    <w:rsid w:val="00E577A4"/>
    <w:rsid w:val="00E6675D"/>
    <w:rsid w:val="00E674DA"/>
    <w:rsid w:val="00EA0F86"/>
    <w:rsid w:val="00EA375D"/>
    <w:rsid w:val="00EA662A"/>
    <w:rsid w:val="00EC04DD"/>
    <w:rsid w:val="00ED7C06"/>
    <w:rsid w:val="00EF3F72"/>
    <w:rsid w:val="00F055AA"/>
    <w:rsid w:val="00F063B7"/>
    <w:rsid w:val="00F254DA"/>
    <w:rsid w:val="00F63C12"/>
    <w:rsid w:val="00F82477"/>
    <w:rsid w:val="00F84974"/>
    <w:rsid w:val="00FB4983"/>
    <w:rsid w:val="00FB7B34"/>
    <w:rsid w:val="00FC1757"/>
    <w:rsid w:val="00FE5A35"/>
    <w:rsid w:val="00FE6EBA"/>
    <w:rsid w:val="00F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A24A3D"/>
  <w15:docId w15:val="{C1FF1D32-E0EF-4FA3-9C3C-4B721965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57E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D24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D24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D2438"/>
    <w:rPr>
      <w:vertAlign w:val="superscript"/>
    </w:rPr>
  </w:style>
  <w:style w:type="table" w:styleId="Tabela-Siatka">
    <w:name w:val="Table Grid"/>
    <w:basedOn w:val="Standardowy"/>
    <w:uiPriority w:val="99"/>
    <w:rsid w:val="009D243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9D2438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2A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65A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01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1397"/>
  </w:style>
  <w:style w:type="paragraph" w:styleId="Stopka">
    <w:name w:val="footer"/>
    <w:basedOn w:val="Normalny"/>
    <w:link w:val="StopkaZnak"/>
    <w:rsid w:val="00501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501397"/>
  </w:style>
  <w:style w:type="character" w:styleId="Hipercze">
    <w:name w:val="Hyperlink"/>
    <w:basedOn w:val="Domylnaczcionkaakapitu"/>
    <w:uiPriority w:val="99"/>
    <w:rsid w:val="0047518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1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1C8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1C8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99"/>
    <w:rsid w:val="0025544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25544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25544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62559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aszczykM\Documents\Niestandardowe%20szablony%20pakietu%20Office\szablon%20termo%20koronow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termo koronowo.dotx</Template>
  <TotalTime>90</TotalTime>
  <Pages>3</Pages>
  <Words>584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UDZIELONEGO ZAMÓWIENIA</vt:lpstr>
    </vt:vector>
  </TitlesOfParts>
  <Company>Starostwo Powiatowe w Bydgoszczy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UDZIELONEGO ZAMÓWIENIA</dc:title>
  <dc:creator>Michał Piaszczyk</dc:creator>
  <cp:lastModifiedBy>Natalia Rulewicz</cp:lastModifiedBy>
  <cp:revision>13</cp:revision>
  <cp:lastPrinted>2024-10-01T10:41:00Z</cp:lastPrinted>
  <dcterms:created xsi:type="dcterms:W3CDTF">2024-01-22T11:33:00Z</dcterms:created>
  <dcterms:modified xsi:type="dcterms:W3CDTF">2024-10-01T11:19:00Z</dcterms:modified>
</cp:coreProperties>
</file>