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634132" w14:textId="6BA4D5F4" w:rsidR="006F746F" w:rsidRDefault="006F746F" w:rsidP="006F746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Zaproszenie do złożenia oferty na wykonanie zamówienia nr PZP.242</w:t>
      </w:r>
      <w:r w:rsidR="00D36258">
        <w:rPr>
          <w:rFonts w:ascii="Times New Roman" w:hAnsi="Times New Roman" w:cs="Times New Roman"/>
          <w:sz w:val="24"/>
          <w:szCs w:val="24"/>
        </w:rPr>
        <w:t>.80</w:t>
      </w:r>
      <w:r w:rsidR="000E3B38">
        <w:rPr>
          <w:rFonts w:ascii="Times New Roman" w:hAnsi="Times New Roman" w:cs="Times New Roman"/>
          <w:sz w:val="24"/>
          <w:szCs w:val="24"/>
        </w:rPr>
        <w:t>-</w:t>
      </w:r>
      <w:r w:rsidR="000C4264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.NB.2024 prowadzone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Pr="000309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bookmarkStart w:id="0" w:name="_Hlk71739032"/>
      <w:r w:rsidR="000C4264">
        <w:rPr>
          <w:rFonts w:ascii="Times New Roman" w:hAnsi="Times New Roman" w:cs="Times New Roman"/>
          <w:b/>
          <w:bCs/>
          <w:sz w:val="24"/>
          <w:szCs w:val="24"/>
        </w:rPr>
        <w:t>Modernizacja i remont wraz z wymianą kotła lokalu mieszkalnego przy ul. Chopina 16/4 w Świnoujściu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388733F4" w14:textId="77777777" w:rsidR="006F746F" w:rsidRPr="003958F2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DD14A48" w14:textId="77777777" w:rsidR="006F746F" w:rsidRPr="00F953A9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11B719D" w14:textId="77777777" w:rsidR="006F746F" w:rsidRPr="00B13C48" w:rsidRDefault="006F746F" w:rsidP="006F74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24E27C7D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1FCE82D5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507DDA6D" w14:textId="77777777" w:rsidR="006F746F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07317885" w14:textId="77777777" w:rsidR="006F746F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E92F88" w14:textId="77777777" w:rsidR="006F746F" w:rsidRPr="00A47CD6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7FD12422" w14:textId="77777777" w:rsidR="006F746F" w:rsidRPr="0041141F" w:rsidRDefault="006F746F" w:rsidP="006F74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1564213E" w14:textId="77777777" w:rsidR="006F746F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D5C08C9" w14:textId="77777777" w:rsidR="006F746F" w:rsidRPr="00A47CD6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EC9E8E1" w14:textId="77777777" w:rsidR="006F746F" w:rsidRPr="00A47CD6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2F7BBC1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24EAC7E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5E040597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5B576ACA" w14:textId="77777777" w:rsidR="006F746F" w:rsidRPr="000B22C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43A8A7AA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38350E42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6670CA3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100ADB2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0B8636F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51DEA418" w14:textId="2962C7F1" w:rsidR="006F746F" w:rsidRP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654A1577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2673E2" w14:textId="05C9F821" w:rsidR="006F746F" w:rsidRPr="009E406F" w:rsidRDefault="006F746F" w:rsidP="006F746F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Wykonawca zobowiązuje się wykonać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Przedmiot Zamówienia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na następujących warunkach:</w:t>
      </w:r>
    </w:p>
    <w:p w14:paraId="6C389664" w14:textId="77777777" w:rsidR="006F746F" w:rsidRDefault="006F746F" w:rsidP="006F746F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1EE6CBE" w14:textId="77777777" w:rsidR="006F746F" w:rsidRPr="00C551CA" w:rsidRDefault="006F746F" w:rsidP="006F74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42CE9CF3" w14:textId="77777777" w:rsidR="006F746F" w:rsidRPr="00C551CA" w:rsidRDefault="006F746F" w:rsidP="006F74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B67EDA6" w14:textId="26BDBACE" w:rsidR="006F746F" w:rsidRDefault="006F746F" w:rsidP="006F74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0C4264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90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przekazania terenu budowy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. </w:t>
      </w:r>
    </w:p>
    <w:p w14:paraId="2D14A4D7" w14:textId="77777777" w:rsidR="006F746F" w:rsidRPr="009E406F" w:rsidRDefault="006F746F" w:rsidP="006F74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C04940A" w14:textId="77777777" w:rsidR="006F74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26B0057F" w14:textId="77777777" w:rsidR="006F746F" w:rsidRPr="009E406F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49CFA603" w14:textId="3D87C2D2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36258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18 października</w:t>
      </w:r>
      <w:bookmarkStart w:id="1" w:name="_GoBack"/>
      <w:bookmarkEnd w:id="1"/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4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B172883" w14:textId="77777777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bookmarkStart w:id="2" w:name="_Hlk72001685"/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Całość Przedmiotu Zamówienia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zobowiązuje się wykonać w łącznej ryczałtowej kwocie:</w:t>
      </w:r>
    </w:p>
    <w:p w14:paraId="3279FB56" w14:textId="77777777" w:rsidR="006F746F" w:rsidRPr="00C80D36" w:rsidRDefault="006F746F" w:rsidP="006F746F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80D36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0CABF29A" w14:textId="77777777" w:rsidR="006F746F" w:rsidRDefault="006F746F" w:rsidP="006F746F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3B86C80D" w14:textId="77777777" w:rsidR="006F746F" w:rsidRPr="000B22CF" w:rsidRDefault="006F746F" w:rsidP="006F746F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B566DA" w14:textId="77777777" w:rsidR="006F746F" w:rsidRDefault="006F746F" w:rsidP="006F746F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163781A7" w14:textId="77777777" w:rsidR="006F746F" w:rsidRPr="000B22CF" w:rsidRDefault="006F746F" w:rsidP="006F746F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69D37F3F" w14:textId="422A4DFC" w:rsidR="00894F49" w:rsidRPr="006F746F" w:rsidRDefault="006F746F" w:rsidP="006F746F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  <w:bookmarkStart w:id="3" w:name="mip51082701"/>
      <w:bookmarkEnd w:id="2"/>
      <w:bookmarkEnd w:id="3"/>
    </w:p>
    <w:p w14:paraId="71C58ACC" w14:textId="77777777" w:rsidR="00894F49" w:rsidRPr="003C018A" w:rsidRDefault="00894F49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00209C" w14:textId="77777777" w:rsidR="001E45A7" w:rsidRPr="001E45A7" w:rsidRDefault="001E45A7" w:rsidP="000E3B38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2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5A7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421DBFDA" w14:textId="77777777" w:rsidR="001E45A7" w:rsidRPr="001E45A7" w:rsidRDefault="001E45A7" w:rsidP="001E45A7">
      <w:pPr>
        <w:pStyle w:val="Akapitzlist"/>
        <w:widowControl w:val="0"/>
        <w:spacing w:after="0" w:line="10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FF1E4" w14:textId="3DAF90E1" w:rsidR="001E45A7" w:rsidRPr="001E45A7" w:rsidRDefault="001E45A7" w:rsidP="001E45A7">
      <w:pPr>
        <w:pStyle w:val="Akapitzlist"/>
        <w:widowControl w:val="0"/>
        <w:numPr>
          <w:ilvl w:val="1"/>
          <w:numId w:val="22"/>
        </w:numPr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45A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Pr="001E45A7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1E45A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451F7CE9" w14:textId="77777777" w:rsidR="001E45A7" w:rsidRPr="00DC1FB2" w:rsidRDefault="001E45A7" w:rsidP="001E45A7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*niepotrzebne skreślić</w:t>
      </w:r>
    </w:p>
    <w:p w14:paraId="6407E29D" w14:textId="77777777" w:rsidR="001E45A7" w:rsidRPr="00DC1FB2" w:rsidRDefault="001E45A7" w:rsidP="001E45A7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D8D976D" w14:textId="77777777" w:rsidR="001E45A7" w:rsidRPr="003C018A" w:rsidRDefault="001E45A7" w:rsidP="001E45A7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5BF6E3C6" w14:textId="77777777" w:rsidR="001E45A7" w:rsidRDefault="001E45A7" w:rsidP="001E45A7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mip51082700"/>
      <w:bookmarkEnd w:id="4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298CFF18" w14:textId="77777777" w:rsidR="001E45A7" w:rsidRDefault="001E45A7" w:rsidP="001E45A7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2122FF3B" w14:textId="77777777" w:rsidR="001E45A7" w:rsidRDefault="001E45A7" w:rsidP="001E45A7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643143F5" w14:textId="3E762A3A" w:rsidR="001E45A7" w:rsidRPr="006F746F" w:rsidRDefault="001E45A7" w:rsidP="006F746F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10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dnia 9 listopada 2000 r. o utworzeniu Polskiej Agencji Rozwoju Przedsiębiorczości.</w:t>
      </w:r>
    </w:p>
    <w:p w14:paraId="5109048B" w14:textId="77777777" w:rsidR="001E45A7" w:rsidRDefault="001E45A7" w:rsidP="001E45A7">
      <w:pPr>
        <w:pStyle w:val="Akapitzlist"/>
        <w:widowControl w:val="0"/>
        <w:spacing w:after="0" w:line="10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38D0F3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Dodatkowe oświadczenia Wykonawcy: </w:t>
      </w:r>
    </w:p>
    <w:p w14:paraId="6AB4D6BD" w14:textId="77777777" w:rsidR="006F746F" w:rsidRPr="007F132D" w:rsidRDefault="006F746F" w:rsidP="006F746F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69EF00B" w14:textId="77777777" w:rsidR="006F746F" w:rsidRPr="00F16239" w:rsidRDefault="006F746F" w:rsidP="006F74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0A6BB89B" w14:textId="77777777" w:rsidR="006F746F" w:rsidRPr="00F16239" w:rsidRDefault="006F746F" w:rsidP="006F746F">
      <w:pPr>
        <w:pStyle w:val="Akapitzlist"/>
        <w:spacing w:after="0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195C748" w14:textId="77777777" w:rsidR="006F746F" w:rsidRPr="004835E5" w:rsidRDefault="006F746F" w:rsidP="006F746F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producenta.</w:t>
      </w:r>
    </w:p>
    <w:p w14:paraId="4A0AFF1B" w14:textId="77777777" w:rsidR="006F746F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wpisać liczbę miesięcy. </w:t>
      </w:r>
    </w:p>
    <w:p w14:paraId="22E98281" w14:textId="77777777" w:rsidR="006F746F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73406494" w14:textId="77777777" w:rsidR="006F746F" w:rsidRPr="004835E5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085F7A2E" w14:textId="77777777" w:rsidR="006F746F" w:rsidRPr="00486D59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51DEE64A" w14:textId="37434751" w:rsidR="006F746F" w:rsidRPr="0085062C" w:rsidRDefault="006F746F" w:rsidP="006F746F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Załącznik nr </w:t>
      </w:r>
      <w:r w:rsidR="000C4264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5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6F358BD5" w14:textId="77777777" w:rsidR="006F746F" w:rsidRPr="0085062C" w:rsidRDefault="006F746F" w:rsidP="006F746F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74425A3E" w14:textId="77777777" w:rsidR="006F746F" w:rsidRPr="00E05E36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08D0412" w14:textId="77777777" w:rsidR="006F746F" w:rsidRPr="00E05E36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CE1F0A5" w14:textId="77777777" w:rsidR="006F746F" w:rsidRPr="00675441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pośrednio pozyskałem w celu ubiegania się o udzielenie zamówienia publicznego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w niniejszym postępowaniu.</w:t>
      </w:r>
    </w:p>
    <w:p w14:paraId="72D9B611" w14:textId="77777777" w:rsidR="006F746F" w:rsidRPr="00675441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52A98FF" w14:textId="77777777" w:rsidR="006F746F" w:rsidRPr="003672A4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6E3C3AFC" w14:textId="77777777" w:rsidR="006F746F" w:rsidRPr="003672A4" w:rsidRDefault="006F746F" w:rsidP="006F746F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17AFD946" w14:textId="77777777" w:rsidR="006F746F" w:rsidRDefault="006F746F" w:rsidP="006F746F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33FD2F73" w14:textId="77777777" w:rsid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  <w:r w:rsidRPr="000E3B38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  <w:t>*należy wypełnić, jeżeli Wykonawca przewiduje udział Podwykonawców</w:t>
      </w:r>
    </w:p>
    <w:p w14:paraId="023461B3" w14:textId="77777777" w:rsidR="000E3B38" w:rsidRP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</w:p>
    <w:p w14:paraId="13120E05" w14:textId="77777777" w:rsidR="000E3B38" w:rsidRPr="000E3B38" w:rsidRDefault="000E3B38" w:rsidP="000E3B38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CZĘŚCI*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0E3B38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36B094FB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podwykonawcy, (jeśli jest znana): ________________________________</w:t>
      </w:r>
    </w:p>
    <w:p w14:paraId="2F503FBF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części zamówienia powierzona podwykonawcy  ____________________</w:t>
      </w:r>
    </w:p>
    <w:p w14:paraId="34AA3EB4" w14:textId="77777777" w:rsidR="000E3B38" w:rsidRPr="000E3B38" w:rsidRDefault="000E3B38" w:rsidP="000E3B38">
      <w:pPr>
        <w:widowControl w:val="0"/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  <w:t xml:space="preserve">*Jeżeli Wykonawca nie wypełni powyższego oświadczenia Zamawiający uzna, że Wykonawca nie zamierza powierzyć żadnej części zamówienia podwykonawcom. </w:t>
      </w:r>
    </w:p>
    <w:p w14:paraId="7B665636" w14:textId="77777777" w:rsidR="006F746F" w:rsidRPr="00F15127" w:rsidRDefault="006F746F" w:rsidP="006F746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 dnia 14 grudnia 2012 r. o odpadach (Dz. U. 2023 poz. 1587 z późn. zm.) oraz wykonania na własny koszt i ryzyko zagospodarowania odpadów powstałych w wyniku robót budowlanych.</w:t>
      </w:r>
    </w:p>
    <w:p w14:paraId="20064437" w14:textId="77777777" w:rsidR="006F746F" w:rsidRPr="00F15127" w:rsidRDefault="006F746F" w:rsidP="006F746F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73A95B" w14:textId="77777777" w:rsidR="006F746F" w:rsidRDefault="006F746F" w:rsidP="006F74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0F34C474" w14:textId="77777777" w:rsidR="006F746F" w:rsidRPr="00C04D88" w:rsidRDefault="006F746F" w:rsidP="006F74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61590C" w14:textId="77777777" w:rsidR="006F746F" w:rsidRPr="00AA6590" w:rsidRDefault="006F746F" w:rsidP="006F746F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360BC4DF" w14:textId="6C4ABCDC" w:rsidR="00AA6590" w:rsidRDefault="006F746F" w:rsidP="006F746F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0A3C35D1" w14:textId="77777777" w:rsidR="006F746F" w:rsidRPr="006F746F" w:rsidRDefault="006F746F" w:rsidP="006F746F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2A148D0" w14:textId="77777777" w:rsidR="001E45A7" w:rsidRPr="00AA6590" w:rsidRDefault="001E45A7" w:rsidP="001E45A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16F0030A" w14:textId="7599629D" w:rsidR="003321E9" w:rsidRDefault="001E45A7" w:rsidP="001E45A7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485F7207" w14:textId="77777777" w:rsidR="006F746F" w:rsidRPr="001E45A7" w:rsidRDefault="006F746F" w:rsidP="001E45A7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B14539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Załączam/my następujące 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28B97300" w14:textId="77777777" w:rsidR="006F746F" w:rsidRPr="00635F7A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6D7D91ED" w14:textId="1DE8E8D9" w:rsidR="006F746F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 Rozdziale I</w:t>
      </w:r>
      <w:r w:rsidR="000E3B38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p w14:paraId="05542384" w14:textId="3232DC26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robót budowlanych,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0C4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Zaproszenia,</w:t>
      </w:r>
    </w:p>
    <w:p w14:paraId="3EA36DC4" w14:textId="4CDBBB3B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0C4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Zaproszenia</w:t>
      </w:r>
    </w:p>
    <w:p w14:paraId="07E34085" w14:textId="4418E487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0C4264">
        <w:rPr>
          <w:rFonts w:ascii="Times New Roman" w:eastAsia="Times New Roman" w:hAnsi="Times New Roman" w:cs="Times New Roman"/>
          <w:color w:val="000000"/>
          <w:sz w:val="24"/>
          <w:szCs w:val="24"/>
        </w:rPr>
        <w:t>110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2EDF52" w14:textId="77777777" w:rsidR="006F746F" w:rsidRPr="00486D59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53A1EB1" w14:textId="77777777" w:rsidR="006F746F" w:rsidRPr="00786C7E" w:rsidRDefault="006F746F" w:rsidP="006F746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B80DDF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Inne, istotne informacje Wykonawcy:</w:t>
      </w:r>
    </w:p>
    <w:p w14:paraId="2CF8E5E0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FCB3A7F" w:rsidR="00484C2F" w:rsidRPr="00A20F90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sectPr w:rsidR="00484C2F" w:rsidRPr="00A20F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E45A7" w:rsidRDefault="001E45A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E45A7" w:rsidRDefault="001E45A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E45A7" w:rsidRDefault="001E45A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E45A7" w:rsidRDefault="001E45A7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3A41AA84" w:rsidR="001E45A7" w:rsidRPr="00486D59" w:rsidRDefault="001E45A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0C4264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D36258">
      <w:rPr>
        <w:rFonts w:ascii="Times New Roman" w:hAnsi="Times New Roman"/>
        <w:sz w:val="24"/>
        <w:szCs w:val="24"/>
      </w:rPr>
      <w:t>.80</w:t>
    </w:r>
    <w:r w:rsidR="000E3B38">
      <w:rPr>
        <w:rFonts w:ascii="Times New Roman" w:hAnsi="Times New Roman"/>
        <w:sz w:val="24"/>
        <w:szCs w:val="24"/>
      </w:rPr>
      <w:t>-</w:t>
    </w:r>
    <w:r w:rsidR="000C4264">
      <w:rPr>
        <w:rFonts w:ascii="Times New Roman" w:hAnsi="Times New Roman"/>
        <w:sz w:val="24"/>
        <w:szCs w:val="24"/>
      </w:rPr>
      <w:t>G</w:t>
    </w:r>
    <w:r w:rsidR="000C5C23">
      <w:rPr>
        <w:rFonts w:ascii="Times New Roman" w:hAnsi="Times New Roman"/>
        <w:sz w:val="24"/>
        <w:szCs w:val="24"/>
      </w:rPr>
      <w:t>.</w:t>
    </w:r>
    <w:r w:rsidRPr="00EF0268">
      <w:rPr>
        <w:rFonts w:ascii="Times New Roman" w:hAnsi="Times New Roman"/>
        <w:sz w:val="24"/>
        <w:szCs w:val="24"/>
      </w:rPr>
      <w:t xml:space="preserve">NB.2024 z dnia </w:t>
    </w:r>
    <w:r w:rsidR="00D36258">
      <w:rPr>
        <w:rFonts w:ascii="Times New Roman" w:hAnsi="Times New Roman"/>
        <w:sz w:val="24"/>
        <w:szCs w:val="24"/>
      </w:rPr>
      <w:t>9 września</w:t>
    </w:r>
    <w:r w:rsidR="000C5C23">
      <w:rPr>
        <w:rFonts w:ascii="Times New Roman" w:hAnsi="Times New Roman"/>
        <w:sz w:val="24"/>
        <w:szCs w:val="24"/>
      </w:rPr>
      <w:t xml:space="preserve"> </w:t>
    </w:r>
    <w:r w:rsidRPr="00EF0268">
      <w:rPr>
        <w:rFonts w:ascii="Times New Roman" w:hAnsi="Times New Roman"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15E0BA7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69C66EC8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2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7"/>
  </w:num>
  <w:num w:numId="5">
    <w:abstractNumId w:val="10"/>
  </w:num>
  <w:num w:numId="6">
    <w:abstractNumId w:val="8"/>
  </w:num>
  <w:num w:numId="7">
    <w:abstractNumId w:val="13"/>
  </w:num>
  <w:num w:numId="8">
    <w:abstractNumId w:val="23"/>
  </w:num>
  <w:num w:numId="9">
    <w:abstractNumId w:val="6"/>
  </w:num>
  <w:num w:numId="10">
    <w:abstractNumId w:val="19"/>
  </w:num>
  <w:num w:numId="11">
    <w:abstractNumId w:val="31"/>
  </w:num>
  <w:num w:numId="12">
    <w:abstractNumId w:val="24"/>
  </w:num>
  <w:num w:numId="13">
    <w:abstractNumId w:val="11"/>
  </w:num>
  <w:num w:numId="14">
    <w:abstractNumId w:val="18"/>
  </w:num>
  <w:num w:numId="15">
    <w:abstractNumId w:val="20"/>
  </w:num>
  <w:num w:numId="16">
    <w:abstractNumId w:val="16"/>
  </w:num>
  <w:num w:numId="17">
    <w:abstractNumId w:val="15"/>
  </w:num>
  <w:num w:numId="18">
    <w:abstractNumId w:val="2"/>
  </w:num>
  <w:num w:numId="19">
    <w:abstractNumId w:val="7"/>
  </w:num>
  <w:num w:numId="20">
    <w:abstractNumId w:val="5"/>
  </w:num>
  <w:num w:numId="21">
    <w:abstractNumId w:val="28"/>
  </w:num>
  <w:num w:numId="22">
    <w:abstractNumId w:val="29"/>
  </w:num>
  <w:num w:numId="23">
    <w:abstractNumId w:val="25"/>
  </w:num>
  <w:num w:numId="24">
    <w:abstractNumId w:val="12"/>
  </w:num>
  <w:num w:numId="25">
    <w:abstractNumId w:val="22"/>
  </w:num>
  <w:num w:numId="26">
    <w:abstractNumId w:val="26"/>
  </w:num>
  <w:num w:numId="27">
    <w:abstractNumId w:val="17"/>
  </w:num>
  <w:num w:numId="28">
    <w:abstractNumId w:val="3"/>
  </w:num>
  <w:num w:numId="29">
    <w:abstractNumId w:val="4"/>
  </w:num>
  <w:num w:numId="30">
    <w:abstractNumId w:val="21"/>
  </w:num>
  <w:num w:numId="31">
    <w:abstractNumId w:val="3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73DD"/>
    <w:rsid w:val="000A77AD"/>
    <w:rsid w:val="000C1853"/>
    <w:rsid w:val="000C4264"/>
    <w:rsid w:val="000C5499"/>
    <w:rsid w:val="000C5C23"/>
    <w:rsid w:val="000E3B38"/>
    <w:rsid w:val="00123D57"/>
    <w:rsid w:val="00136CFD"/>
    <w:rsid w:val="00161971"/>
    <w:rsid w:val="00162048"/>
    <w:rsid w:val="001A1C50"/>
    <w:rsid w:val="001E45A7"/>
    <w:rsid w:val="00221783"/>
    <w:rsid w:val="0024551C"/>
    <w:rsid w:val="00247881"/>
    <w:rsid w:val="00262A10"/>
    <w:rsid w:val="00290B63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0188C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811F0"/>
    <w:rsid w:val="006A47CA"/>
    <w:rsid w:val="006B2A74"/>
    <w:rsid w:val="006E2AF4"/>
    <w:rsid w:val="006F746F"/>
    <w:rsid w:val="00707EB0"/>
    <w:rsid w:val="00713EF8"/>
    <w:rsid w:val="007223D4"/>
    <w:rsid w:val="00786C7E"/>
    <w:rsid w:val="00793A0A"/>
    <w:rsid w:val="007D0991"/>
    <w:rsid w:val="007D1086"/>
    <w:rsid w:val="007F132D"/>
    <w:rsid w:val="007F159F"/>
    <w:rsid w:val="008131C9"/>
    <w:rsid w:val="00821A03"/>
    <w:rsid w:val="00833634"/>
    <w:rsid w:val="008617C8"/>
    <w:rsid w:val="00883A05"/>
    <w:rsid w:val="00894F49"/>
    <w:rsid w:val="008E1E73"/>
    <w:rsid w:val="008E5183"/>
    <w:rsid w:val="008F177D"/>
    <w:rsid w:val="008F380C"/>
    <w:rsid w:val="00925B7B"/>
    <w:rsid w:val="00940B0A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E5E3B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36258"/>
    <w:rsid w:val="00D53DD6"/>
    <w:rsid w:val="00D8157B"/>
    <w:rsid w:val="00D92E68"/>
    <w:rsid w:val="00D96912"/>
    <w:rsid w:val="00DC1FB2"/>
    <w:rsid w:val="00DD21FE"/>
    <w:rsid w:val="00DF08BA"/>
    <w:rsid w:val="00DF204E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numbering" w:customStyle="1" w:styleId="WW8Num72">
    <w:name w:val="WW8Num72"/>
    <w:basedOn w:val="Bezlisty"/>
    <w:rsid w:val="000E3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gmzsge2dmltqmfyc4nbxgqytcobtg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D66E-C86D-4B0B-B3AF-8B334A2D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4EC1A495</Template>
  <TotalTime>1155</TotalTime>
  <Pages>4</Pages>
  <Words>996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49</cp:revision>
  <cp:lastPrinted>2024-09-06T06:26:00Z</cp:lastPrinted>
  <dcterms:created xsi:type="dcterms:W3CDTF">2021-06-16T23:31:00Z</dcterms:created>
  <dcterms:modified xsi:type="dcterms:W3CDTF">2024-09-06T06:26:00Z</dcterms:modified>
</cp:coreProperties>
</file>