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EF930" w14:textId="54E0CF00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DC1FB2">
        <w:rPr>
          <w:rFonts w:ascii="Times New Roman" w:hAnsi="Times New Roman" w:cs="Times New Roman"/>
          <w:sz w:val="24"/>
          <w:szCs w:val="24"/>
        </w:rPr>
        <w:t>Z</w:t>
      </w:r>
      <w:r w:rsidR="003A7E1C">
        <w:rPr>
          <w:rFonts w:ascii="Times New Roman" w:hAnsi="Times New Roman" w:cs="Times New Roman"/>
          <w:sz w:val="24"/>
          <w:szCs w:val="24"/>
        </w:rPr>
        <w:t>aproszenie do złożenia oferty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A9C5F" w14:textId="6C4FBAD8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FB2">
        <w:rPr>
          <w:rFonts w:ascii="Times New Roman" w:hAnsi="Times New Roman" w:cs="Times New Roman"/>
          <w:sz w:val="24"/>
          <w:szCs w:val="24"/>
        </w:rPr>
        <w:t>P</w:t>
      </w:r>
      <w:r w:rsidR="00B01BC9">
        <w:rPr>
          <w:rFonts w:ascii="Times New Roman" w:hAnsi="Times New Roman" w:cs="Times New Roman"/>
          <w:sz w:val="24"/>
          <w:szCs w:val="24"/>
        </w:rPr>
        <w:t>ZP</w:t>
      </w:r>
      <w:r w:rsidR="003A7E1C">
        <w:rPr>
          <w:rFonts w:ascii="Times New Roman" w:hAnsi="Times New Roman" w:cs="Times New Roman"/>
          <w:sz w:val="24"/>
          <w:szCs w:val="24"/>
        </w:rPr>
        <w:t>.2</w:t>
      </w:r>
      <w:r w:rsidR="00786C7E">
        <w:rPr>
          <w:rFonts w:ascii="Times New Roman" w:hAnsi="Times New Roman" w:cs="Times New Roman"/>
          <w:sz w:val="24"/>
          <w:szCs w:val="24"/>
        </w:rPr>
        <w:t>42</w:t>
      </w:r>
      <w:r w:rsidR="000C5499">
        <w:rPr>
          <w:rFonts w:ascii="Times New Roman" w:hAnsi="Times New Roman" w:cs="Times New Roman"/>
          <w:sz w:val="24"/>
          <w:szCs w:val="24"/>
        </w:rPr>
        <w:t>.106.</w:t>
      </w:r>
      <w:r w:rsidR="00CA75B0">
        <w:rPr>
          <w:rFonts w:ascii="Times New Roman" w:hAnsi="Times New Roman" w:cs="Times New Roman"/>
          <w:sz w:val="24"/>
          <w:szCs w:val="24"/>
        </w:rPr>
        <w:t>NB.202</w:t>
      </w:r>
      <w:r w:rsidR="00DC1FB2">
        <w:rPr>
          <w:rFonts w:ascii="Times New Roman" w:hAnsi="Times New Roman" w:cs="Times New Roman"/>
          <w:sz w:val="24"/>
          <w:szCs w:val="24"/>
        </w:rPr>
        <w:t>3</w:t>
      </w:r>
    </w:p>
    <w:p w14:paraId="7C9E648C" w14:textId="456AE6F9" w:rsidR="00F16239" w:rsidRPr="00D96912" w:rsidRDefault="00DC1FB2" w:rsidP="00D9691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7F159F">
        <w:rPr>
          <w:rFonts w:ascii="Times New Roman" w:hAnsi="Times New Roman" w:cs="Times New Roman"/>
          <w:sz w:val="24"/>
          <w:szCs w:val="24"/>
        </w:rPr>
        <w:t>:</w:t>
      </w:r>
      <w:r w:rsidR="007F159F" w:rsidRPr="007F15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1739032"/>
      <w:r w:rsidR="00E54F59" w:rsidRPr="00E54F59">
        <w:rPr>
          <w:rFonts w:ascii="Times New Roman" w:hAnsi="Times New Roman" w:cs="Times New Roman"/>
          <w:b/>
          <w:sz w:val="24"/>
          <w:szCs w:val="24"/>
        </w:rPr>
        <w:t>„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Wykonanie wewnętrznej instalacji centralnego ogrzewania, gazu, ciepłej i zimnej wody użytkowej oraz wentylacji dla lokalu mieszkalnego przy ul. Paderewskiego 15/11 w Świnoujściu</w:t>
      </w:r>
      <w:bookmarkEnd w:id="0"/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B3764C1" w14:textId="2EBBD256" w:rsidR="00A96AAF" w:rsidRDefault="007F159F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F159F">
        <w:rPr>
          <w:rFonts w:ascii="Times New Roman" w:hAnsi="Times New Roman" w:cs="Times New Roman"/>
          <w:spacing w:val="-1"/>
          <w:sz w:val="24"/>
          <w:szCs w:val="24"/>
        </w:rPr>
        <w:t>oferuję wykonanie przedmiotu zamówienia za następujących warunkach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76B6D66" w14:textId="77777777" w:rsidR="00DC1FB2" w:rsidRPr="00587633" w:rsidRDefault="00DC1FB2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0720FF35" w14:textId="77777777" w:rsidR="00A96AAF" w:rsidRPr="007F159F" w:rsidRDefault="00A96AAF" w:rsidP="00DC1FB2">
      <w:pPr>
        <w:pStyle w:val="Akapitzlist"/>
        <w:widowControl w:val="0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7F159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Wykonawcy:</w:t>
      </w:r>
    </w:p>
    <w:p w14:paraId="17EB45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37D566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</w:t>
      </w:r>
    </w:p>
    <w:p w14:paraId="10C984F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……………………………………..</w:t>
      </w:r>
    </w:p>
    <w:p w14:paraId="1DFF542C" w14:textId="77777777" w:rsidR="00A96AAF" w:rsidRPr="00DC1FB2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674CDE4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</w:t>
      </w:r>
    </w:p>
    <w:p w14:paraId="0AF8D9F0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………………………………@..............................................................</w:t>
      </w:r>
    </w:p>
    <w:p w14:paraId="07CD74E1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</w:t>
      </w:r>
    </w:p>
    <w:p w14:paraId="7009810D" w14:textId="03FCE990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………………………………………………..</w:t>
      </w:r>
    </w:p>
    <w:p w14:paraId="37A8BB19" w14:textId="6BF6738C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kontaktów w trakcie realizacji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………………………….</w:t>
      </w:r>
    </w:p>
    <w:p w14:paraId="3CB09FAF" w14:textId="77777777" w:rsidR="006A47CA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7EC6B3BB" w14:textId="77777777" w:rsidR="006A47CA" w:rsidRPr="0041141F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Zamawiającego</w:t>
      </w: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: </w:t>
      </w:r>
    </w:p>
    <w:p w14:paraId="27EA1AC6" w14:textId="77777777" w:rsidR="006A47CA" w:rsidRPr="0041141F" w:rsidRDefault="006A47CA" w:rsidP="006A47CA">
      <w:pPr>
        <w:keepNext/>
        <w:widowControl w:val="0"/>
        <w:spacing w:after="0" w:line="100" w:lineRule="atLea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B11F1EC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A7ADC53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 600 Świnoujście</w:t>
      </w:r>
    </w:p>
    <w:p w14:paraId="36634414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19378AA2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2CE3AC1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DC1FB2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F159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BB826CA" w14:textId="77777777" w:rsidR="006A47CA" w:rsidRDefault="005754F2" w:rsidP="006A47CA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Wartość ryczałtowa oferty</w:t>
      </w:r>
      <w:r w:rsidR="00AF18E4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wynosi</w:t>
      </w:r>
      <w:r w:rsidR="00DF08BA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:</w:t>
      </w:r>
    </w:p>
    <w:p w14:paraId="41C8A467" w14:textId="42B5069F" w:rsidR="008F177D" w:rsidRDefault="006A47CA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  <w:r w:rsidRPr="006A47CA"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  <w:t>*w przypadku wystąpienia różnych stawek podatku VAT, należy podać wartość osobno dla każdej stawki</w:t>
      </w:r>
    </w:p>
    <w:p w14:paraId="72F14F73" w14:textId="77777777" w:rsidR="00713EF8" w:rsidRPr="006A47CA" w:rsidRDefault="00713EF8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</w:p>
    <w:p w14:paraId="25467CD2" w14:textId="77777777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bookmarkStart w:id="1" w:name="_Hlk72001685"/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netto.;</w:t>
      </w:r>
    </w:p>
    <w:p w14:paraId="1C2F3F8F" w14:textId="77777777" w:rsidR="006B2A74" w:rsidRPr="00605F84" w:rsidRDefault="006B2A74" w:rsidP="006B2A7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BA61E6C" w14:textId="4BEB77B9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 w:rsidR="00486D59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</w:t>
      </w: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% podatku VAT tj. </w:t>
      </w:r>
    </w:p>
    <w:p w14:paraId="0EEA0E66" w14:textId="77777777" w:rsidR="006B2A74" w:rsidRPr="001C547B" w:rsidRDefault="006B2A74" w:rsidP="006B2A7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EAC2023" w14:textId="2643A528" w:rsidR="00DC1FB2" w:rsidRDefault="006B2A74" w:rsidP="00DC1FB2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C23C4F4" w14:textId="77777777" w:rsidR="00DC1FB2" w:rsidRPr="00DC1FB2" w:rsidRDefault="00DC1FB2" w:rsidP="00DC1F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bookmarkEnd w:id="1"/>
    <w:p w14:paraId="543A64A0" w14:textId="4C934957" w:rsidR="00833634" w:rsidRPr="00DC1FB2" w:rsidRDefault="00630A03" w:rsidP="00DC1FB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Pozostałe, indywidualne warunki, określone przez Wykonawcę:</w:t>
      </w:r>
    </w:p>
    <w:p w14:paraId="0C3468D4" w14:textId="1173E387" w:rsidR="00833634" w:rsidRDefault="00630A03" w:rsidP="00DC1FB2">
      <w:pPr>
        <w:pStyle w:val="Akapitzlist"/>
        <w:widowControl w:val="0"/>
        <w:numPr>
          <w:ilvl w:val="1"/>
          <w:numId w:val="3"/>
        </w:numPr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Oświadczam, że zabezpieczenie należytego wykonania umowy złożymy w formie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25EC7C60" w14:textId="0590CFB9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lastRenderedPageBreak/>
        <w:t>*niepotrzebne skreślić</w:t>
      </w:r>
    </w:p>
    <w:p w14:paraId="1F7D9040" w14:textId="77777777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ABE95C5" w14:textId="0B420168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pieniężnej;</w:t>
      </w:r>
    </w:p>
    <w:p w14:paraId="329243B4" w14:textId="0A0ABB73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51082700"/>
      <w:bookmarkEnd w:id="2"/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zobowiązanie kasy jest zawsze zobowiązaniem pieniężnym;</w:t>
      </w:r>
    </w:p>
    <w:p w14:paraId="652B688C" w14:textId="51D2642B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bankowej; </w:t>
      </w:r>
    </w:p>
    <w:p w14:paraId="0F59AB74" w14:textId="039CFC5D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ubezpieczeniowej; </w:t>
      </w:r>
    </w:p>
    <w:p w14:paraId="2841E939" w14:textId="6F4DF0BE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poręczeń 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udzielanych przez podmioty, o których mowa w </w:t>
      </w:r>
      <w:hyperlink r:id="rId10" w:history="1">
        <w:r w:rsidRPr="003C01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art. 6b ust. 5 pkt 2</w:t>
        </w:r>
      </w:hyperlink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9 listopada 2000 r. o utworzeniu Polskiej Agencji Rozwoju Przedsiębiorczości.</w:t>
      </w:r>
    </w:p>
    <w:p w14:paraId="303C256F" w14:textId="77777777" w:rsidR="003C018A" w:rsidRPr="003C018A" w:rsidRDefault="003C018A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 xml:space="preserve">Art. 450 [Formy zabezpieczenia] ust. 1 pkt 3 </w:t>
      </w:r>
    </w:p>
    <w:p w14:paraId="0E74F363" w14:textId="77777777" w:rsidR="003C018A" w:rsidRPr="003C018A" w:rsidRDefault="000C5499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hyperlink r:id="rId11" w:history="1">
        <w:r w:rsidR="003C018A" w:rsidRPr="003C018A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pl-PL"/>
          </w:rPr>
          <w:t>Wzory: 1</w:t>
        </w:r>
      </w:hyperlink>
    </w:p>
    <w:p w14:paraId="28B1DD89" w14:textId="4A8CA67D" w:rsidR="00833634" w:rsidRPr="003C018A" w:rsidRDefault="008336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mip51082701"/>
      <w:bookmarkEnd w:id="3"/>
    </w:p>
    <w:p w14:paraId="3023F864" w14:textId="496479D5" w:rsidR="00630A03" w:rsidRPr="0024551C" w:rsidRDefault="00630A03" w:rsidP="00DC1FB2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Dodatkowe o</w:t>
      </w:r>
      <w:r w:rsidR="00A96AAF" w:rsidRPr="007F1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świadczenia Wykonawcy: </w:t>
      </w:r>
    </w:p>
    <w:p w14:paraId="6825EDE4" w14:textId="77777777" w:rsidR="00B52330" w:rsidRPr="00B52330" w:rsidRDefault="00B52330" w:rsidP="00B52330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8278138" w14:textId="6D2E579A" w:rsidR="00C551CA" w:rsidRPr="00C551CA" w:rsidRDefault="00C551CA" w:rsidP="00C551CA">
      <w:pPr>
        <w:pStyle w:val="Akapitzlist"/>
        <w:numPr>
          <w:ilvl w:val="0"/>
          <w:numId w:val="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65FB341" w14:textId="77777777" w:rsidR="00C551CA" w:rsidRPr="00C551CA" w:rsidRDefault="00C551CA" w:rsidP="00C551CA">
      <w:pPr>
        <w:pStyle w:val="Akapitzlist"/>
        <w:widowControl w:val="0"/>
        <w:spacing w:after="0" w:line="100" w:lineRule="atLeast"/>
        <w:ind w:left="36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72A78DC" w14:textId="063BE8E0" w:rsidR="007F132D" w:rsidRPr="007F132D" w:rsidRDefault="007F132D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E54F5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45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 kalendarzowych od dnia zawarcia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F16239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6F44E799" w14:textId="77777777" w:rsidR="0024551C" w:rsidRPr="0024551C" w:rsidRDefault="0024551C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14:paraId="32DCDC0C" w14:textId="53F85ED9" w:rsidR="00E05E36" w:rsidRDefault="00E05E36" w:rsidP="00E05E36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20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DF285C2" w14:textId="77777777" w:rsidR="00E05E36" w:rsidRPr="0085062C" w:rsidRDefault="00E05E36" w:rsidP="00E05E36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04A2B6E9" w14:textId="55B0D7BD" w:rsidR="00486D59" w:rsidRDefault="00E05E36" w:rsidP="00486D59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 w:rsidR="00F1623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D9691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….</w:t>
      </w:r>
      <w:r w:rsidR="00883A05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 w:rsidR="00DC1FB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5C746AC5" w14:textId="77777777" w:rsidR="00486D59" w:rsidRPr="00486D59" w:rsidRDefault="00486D59" w:rsidP="00486D59">
      <w:pPr>
        <w:widowControl w:val="0"/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05B800B6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załącznik nr </w:t>
      </w:r>
      <w:r w:rsidR="009C78FF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, że wypełniam/y obowiązki informacyjne przewidziane w art. 13 lub art. 14 RODO wobec osób fizycznych, od których dane osobowe bezpośrednio lub 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lastRenderedPageBreak/>
        <w:t>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6A0D0D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6A0D0D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6A0D0D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6A0D0D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26B47D5A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</w:t>
      </w:r>
      <w:proofErr w:type="spellStart"/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t.j</w:t>
      </w:r>
      <w:proofErr w:type="spellEnd"/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bookmarkStart w:id="4" w:name="_GoBack"/>
      <w:bookmarkEnd w:id="4"/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23B8B" w14:textId="24319FD5" w:rsidR="00F15127" w:rsidRDefault="00F15127" w:rsidP="00F1512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360BC4DF" w14:textId="77777777" w:rsidR="00AA6590" w:rsidRDefault="00AA6590" w:rsidP="00AA659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11A3133D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7C3CA97E" w14:textId="77777777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C8C7CAB" w14:textId="190231C2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zabezpieczenie należytego wykonania umowy należy zwrócić na rachunek bankowy nr ………………………………………………….</w:t>
      </w: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</w:p>
    <w:p w14:paraId="3825B45F" w14:textId="21A18858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254C39CE" w14:textId="77777777" w:rsidR="007F159F" w:rsidRDefault="007F159F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411076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Załączam/my </w:t>
      </w:r>
      <w:r w:rsidR="007F159F"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następujące </w:t>
      </w: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dokumenty</w:t>
      </w:r>
      <w:r w:rsidRPr="00411076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0E8CD266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5"/>
    <w:p w14:paraId="04D5E90D" w14:textId="1F990AE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1D5A5B29" w14:textId="5F319513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C8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aproszenia, </w:t>
      </w:r>
    </w:p>
    <w:p w14:paraId="2E67F9A7" w14:textId="0FEF7E2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54F5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6F6A016F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ED4CBC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Inne</w:t>
      </w:r>
      <w:r w:rsid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, istotne</w:t>
      </w: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3E547B65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</w:t>
      </w:r>
    </w:p>
    <w:sectPr w:rsidR="00484C2F" w:rsidRPr="00A20F9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A800B2" w:rsidRDefault="00A800B2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A800B2" w:rsidRDefault="00A800B2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A800B2" w:rsidRDefault="00A800B2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A800B2" w:rsidRDefault="00A800B2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0C0F77F2" w:rsidR="00D92E68" w:rsidRPr="00486D59" w:rsidRDefault="00D92E68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E63901">
      <w:rPr>
        <w:rFonts w:ascii="Times New Roman" w:hAnsi="Times New Roman" w:cs="Times New Roman"/>
        <w:sz w:val="24"/>
        <w:szCs w:val="24"/>
      </w:rPr>
      <w:t>6</w:t>
    </w:r>
    <w:r w:rsidR="00DC1FB2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="00DC1FB2">
      <w:rPr>
        <w:rFonts w:ascii="Times New Roman" w:hAnsi="Times New Roman" w:cs="Times New Roman"/>
        <w:sz w:val="24"/>
        <w:szCs w:val="24"/>
      </w:rPr>
      <w:t>P</w:t>
    </w:r>
    <w:r w:rsidRPr="00486D59">
      <w:rPr>
        <w:rFonts w:ascii="Times New Roman" w:hAnsi="Times New Roman" w:cs="Times New Roman"/>
        <w:sz w:val="24"/>
        <w:szCs w:val="24"/>
      </w:rPr>
      <w:t>ZP.242</w:t>
    </w:r>
    <w:r w:rsidR="000C5499">
      <w:rPr>
        <w:rFonts w:ascii="Times New Roman" w:hAnsi="Times New Roman" w:cs="Times New Roman"/>
        <w:sz w:val="24"/>
        <w:szCs w:val="24"/>
      </w:rPr>
      <w:t>.106.</w:t>
    </w:r>
    <w:r w:rsidR="00F16239">
      <w:rPr>
        <w:rFonts w:ascii="Times New Roman" w:hAnsi="Times New Roman" w:cs="Times New Roman"/>
        <w:sz w:val="24"/>
        <w:szCs w:val="24"/>
      </w:rPr>
      <w:t>NB.202</w:t>
    </w:r>
    <w:r w:rsidR="00DC1FB2">
      <w:rPr>
        <w:rFonts w:ascii="Times New Roman" w:hAnsi="Times New Roman" w:cs="Times New Roman"/>
        <w:sz w:val="24"/>
        <w:szCs w:val="24"/>
      </w:rPr>
      <w:t>3 z dnia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="000C5499">
      <w:rPr>
        <w:rFonts w:ascii="Times New Roman" w:hAnsi="Times New Roman" w:cs="Times New Roman"/>
        <w:sz w:val="24"/>
        <w:szCs w:val="24"/>
      </w:rPr>
      <w:t>10 października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202</w:t>
    </w:r>
    <w:r w:rsidR="00DC1FB2">
      <w:rPr>
        <w:rFonts w:ascii="Times New Roman" w:hAnsi="Times New Roman" w:cs="Times New Roman"/>
        <w:sz w:val="24"/>
        <w:szCs w:val="24"/>
      </w:rPr>
      <w:t>3</w:t>
    </w:r>
    <w:r w:rsidRPr="00486D59">
      <w:rPr>
        <w:rFonts w:ascii="Times New Roman" w:hAnsi="Times New Roman" w:cs="Times New Roman"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57F2638E"/>
    <w:lvl w:ilvl="0">
      <w:start w:val="3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1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85596"/>
    <w:multiLevelType w:val="multilevel"/>
    <w:tmpl w:val="5FB0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6"/>
  </w:num>
  <w:num w:numId="5">
    <w:abstractNumId w:val="10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8"/>
  </w:num>
  <w:num w:numId="11">
    <w:abstractNumId w:val="30"/>
  </w:num>
  <w:num w:numId="12">
    <w:abstractNumId w:val="23"/>
  </w:num>
  <w:num w:numId="13">
    <w:abstractNumId w:val="11"/>
  </w:num>
  <w:num w:numId="14">
    <w:abstractNumId w:val="17"/>
  </w:num>
  <w:num w:numId="15">
    <w:abstractNumId w:val="19"/>
  </w:num>
  <w:num w:numId="16">
    <w:abstractNumId w:val="15"/>
  </w:num>
  <w:num w:numId="17">
    <w:abstractNumId w:val="14"/>
  </w:num>
  <w:num w:numId="18">
    <w:abstractNumId w:val="2"/>
  </w:num>
  <w:num w:numId="19">
    <w:abstractNumId w:val="7"/>
  </w:num>
  <w:num w:numId="20">
    <w:abstractNumId w:val="5"/>
  </w:num>
  <w:num w:numId="21">
    <w:abstractNumId w:val="27"/>
  </w:num>
  <w:num w:numId="22">
    <w:abstractNumId w:val="28"/>
  </w:num>
  <w:num w:numId="23">
    <w:abstractNumId w:val="24"/>
  </w:num>
  <w:num w:numId="24">
    <w:abstractNumId w:val="12"/>
  </w:num>
  <w:num w:numId="25">
    <w:abstractNumId w:val="21"/>
  </w:num>
  <w:num w:numId="26">
    <w:abstractNumId w:val="25"/>
  </w:num>
  <w:num w:numId="27">
    <w:abstractNumId w:val="16"/>
  </w:num>
  <w:num w:numId="28">
    <w:abstractNumId w:val="3"/>
  </w:num>
  <w:num w:numId="29">
    <w:abstractNumId w:val="4"/>
  </w:num>
  <w:num w:numId="30">
    <w:abstractNumId w:val="2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6FC2"/>
    <w:rsid w:val="00052D3A"/>
    <w:rsid w:val="00072680"/>
    <w:rsid w:val="000873DD"/>
    <w:rsid w:val="000A77AD"/>
    <w:rsid w:val="000C1853"/>
    <w:rsid w:val="000C5499"/>
    <w:rsid w:val="00123D57"/>
    <w:rsid w:val="00136CFD"/>
    <w:rsid w:val="00161971"/>
    <w:rsid w:val="00162048"/>
    <w:rsid w:val="001A1C50"/>
    <w:rsid w:val="00221783"/>
    <w:rsid w:val="0024551C"/>
    <w:rsid w:val="00247881"/>
    <w:rsid w:val="00262A10"/>
    <w:rsid w:val="00290B63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A47CA"/>
    <w:rsid w:val="006B2A74"/>
    <w:rsid w:val="006E2AF4"/>
    <w:rsid w:val="00707EB0"/>
    <w:rsid w:val="00713EF8"/>
    <w:rsid w:val="007223D4"/>
    <w:rsid w:val="00786C7E"/>
    <w:rsid w:val="00793A0A"/>
    <w:rsid w:val="007D0991"/>
    <w:rsid w:val="007F132D"/>
    <w:rsid w:val="007F159F"/>
    <w:rsid w:val="008131C9"/>
    <w:rsid w:val="00821A03"/>
    <w:rsid w:val="00833634"/>
    <w:rsid w:val="008617C8"/>
    <w:rsid w:val="00883A05"/>
    <w:rsid w:val="008E1E73"/>
    <w:rsid w:val="008F177D"/>
    <w:rsid w:val="008F380C"/>
    <w:rsid w:val="00925B7B"/>
    <w:rsid w:val="00946F96"/>
    <w:rsid w:val="009535DA"/>
    <w:rsid w:val="009A2188"/>
    <w:rsid w:val="009C78F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800C7"/>
    <w:rsid w:val="00BC0917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"/>
    <w:link w:val="Akapitzlist"/>
    <w:uiPriority w:val="34"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urlSearch.seam?legalActDocumentId=mfrxilrtg4ytimjzhe4tiltqmfyc4njrga4denzqgexhmzlsfyytqnrsha&amp;HitlistCaption=Wzory%20dla:%20Dz.U.%20z%202019%20r.%20poz.%202019%20Art.%20450%20ust.%201%20pkt%203&amp;wz4pap=51082701&amp;sortField=document-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gmzsge2dmltqmfyc4nbxgqytcobtg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BF89A-4C9D-4EFA-ACF0-4E00DA39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7E4BC14A</Template>
  <TotalTime>105</TotalTime>
  <Pages>4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30</cp:revision>
  <cp:lastPrinted>2023-07-07T08:44:00Z</cp:lastPrinted>
  <dcterms:created xsi:type="dcterms:W3CDTF">2021-06-16T23:31:00Z</dcterms:created>
  <dcterms:modified xsi:type="dcterms:W3CDTF">2023-10-09T12:43:00Z</dcterms:modified>
</cp:coreProperties>
</file>