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87D5D" w14:textId="77777777" w:rsidR="00C57CA2" w:rsidRPr="00A04833" w:rsidRDefault="00C57CA2" w:rsidP="00854EF0">
      <w:pPr>
        <w:pStyle w:val="Nagwek4"/>
        <w:spacing w:before="0" w:after="360"/>
        <w:jc w:val="right"/>
        <w:rPr>
          <w:rFonts w:ascii="Times New Roman" w:hAnsi="Times New Roman"/>
          <w:bCs w:val="0"/>
          <w:sz w:val="22"/>
          <w:szCs w:val="22"/>
        </w:rPr>
      </w:pPr>
      <w:r w:rsidRPr="00A04833">
        <w:rPr>
          <w:rFonts w:ascii="Times New Roman" w:hAnsi="Times New Roman"/>
          <w:bCs w:val="0"/>
          <w:sz w:val="22"/>
          <w:szCs w:val="22"/>
        </w:rPr>
        <w:t>Załącznik nr 1 do</w:t>
      </w:r>
      <w:r>
        <w:rPr>
          <w:rFonts w:ascii="Times New Roman" w:hAnsi="Times New Roman"/>
          <w:bCs w:val="0"/>
          <w:sz w:val="22"/>
          <w:szCs w:val="22"/>
        </w:rPr>
        <w:t xml:space="preserve"> zaproszenie do składania ofert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57CA2" w:rsidRPr="005844F6" w14:paraId="132CF9F0" w14:textId="77777777" w:rsidTr="00854EF0">
        <w:tc>
          <w:tcPr>
            <w:tcW w:w="9104" w:type="dxa"/>
            <w:shd w:val="clear" w:color="auto" w:fill="F2F2F2"/>
          </w:tcPr>
          <w:p w14:paraId="1A1E303B" w14:textId="77777777" w:rsidR="00C57CA2" w:rsidRPr="005844F6" w:rsidRDefault="00C57CA2" w:rsidP="00C57CA2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3F7D2FFF" w14:textId="77777777" w:rsidR="00C57CA2" w:rsidRDefault="00C57CA2" w:rsidP="00854EF0">
      <w:pPr>
        <w:pStyle w:val="Nagwek2"/>
        <w:widowControl/>
        <w:spacing w:line="360" w:lineRule="auto"/>
        <w:rPr>
          <w:sz w:val="28"/>
        </w:rPr>
      </w:pPr>
    </w:p>
    <w:p w14:paraId="40A7323D" w14:textId="77777777" w:rsidR="00C57CA2" w:rsidRDefault="00C57CA2" w:rsidP="00854EF0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 toczącego się postępowania o udzielenie zamówienia publicznego prowadzonego w trybie</w:t>
      </w:r>
      <w:r>
        <w:rPr>
          <w:sz w:val="22"/>
          <w:szCs w:val="22"/>
        </w:rPr>
        <w:t xml:space="preserve"> zapytania ofertowego</w:t>
      </w:r>
      <w:r w:rsidRPr="00525EFF">
        <w:rPr>
          <w:sz w:val="22"/>
          <w:szCs w:val="22"/>
        </w:rPr>
        <w:t xml:space="preserve"> </w:t>
      </w:r>
      <w:r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693F1783" w14:textId="4ED5FB2E" w:rsidR="00C57CA2" w:rsidRDefault="00C57CA2" w:rsidP="00854EF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BD704C">
        <w:rPr>
          <w:b/>
          <w:bCs/>
          <w:sz w:val="22"/>
          <w:szCs w:val="22"/>
        </w:rPr>
        <w:t xml:space="preserve">Dostawa tonerów dla </w:t>
      </w:r>
      <w:r w:rsidR="00DA3263">
        <w:rPr>
          <w:b/>
          <w:bCs/>
          <w:sz w:val="22"/>
          <w:szCs w:val="22"/>
        </w:rPr>
        <w:t>N</w:t>
      </w:r>
      <w:r w:rsidR="00BD704C">
        <w:rPr>
          <w:b/>
          <w:bCs/>
          <w:sz w:val="22"/>
          <w:szCs w:val="22"/>
        </w:rPr>
        <w:t>adleśnictwa Lipusz w roku 2023</w:t>
      </w:r>
      <w:r w:rsidRPr="00FF6B97">
        <w:rPr>
          <w:b/>
          <w:bCs/>
          <w:sz w:val="22"/>
          <w:szCs w:val="22"/>
        </w:rPr>
        <w:t>”</w:t>
      </w:r>
    </w:p>
    <w:p w14:paraId="3475F620" w14:textId="77777777" w:rsidR="00C57CA2" w:rsidRPr="00FF6B97" w:rsidRDefault="00C57CA2" w:rsidP="00854EF0">
      <w:pPr>
        <w:jc w:val="center"/>
        <w:rPr>
          <w:b/>
          <w:sz w:val="22"/>
          <w:szCs w:val="22"/>
        </w:rPr>
      </w:pPr>
    </w:p>
    <w:p w14:paraId="2C6FF4EE" w14:textId="77777777" w:rsidR="00C57CA2" w:rsidRPr="00525EFF" w:rsidRDefault="00C57CA2" w:rsidP="00854EF0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E1416FD" w14:textId="77777777" w:rsidR="00C57CA2" w:rsidRPr="00525EFF" w:rsidRDefault="00C57CA2" w:rsidP="00854EF0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43C2E185" w14:textId="77777777" w:rsidR="00C57CA2" w:rsidRPr="00525EFF" w:rsidRDefault="00C57CA2" w:rsidP="00854EF0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działając w imieniu i na rzecz:</w:t>
      </w:r>
    </w:p>
    <w:p w14:paraId="26527D97" w14:textId="77777777" w:rsidR="00C57CA2" w:rsidRPr="007677F8" w:rsidRDefault="00C57CA2" w:rsidP="00854EF0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5108"/>
      </w:tblGrid>
      <w:tr w:rsidR="00C57CA2" w:rsidRPr="007677F8" w14:paraId="60AD70E6" w14:textId="77777777" w:rsidTr="00854EF0">
        <w:trPr>
          <w:trHeight w:val="333"/>
        </w:trPr>
        <w:tc>
          <w:tcPr>
            <w:tcW w:w="3846" w:type="dxa"/>
            <w:shd w:val="clear" w:color="auto" w:fill="auto"/>
            <w:vAlign w:val="center"/>
          </w:tcPr>
          <w:p w14:paraId="45A8CE44" w14:textId="77777777" w:rsidR="00C57CA2" w:rsidRPr="007677F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5108" w:type="dxa"/>
            <w:shd w:val="clear" w:color="auto" w:fill="auto"/>
          </w:tcPr>
          <w:p w14:paraId="77FDDA52" w14:textId="77777777" w:rsidR="00C57CA2" w:rsidRPr="007677F8" w:rsidRDefault="00C57CA2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57CA2" w:rsidRPr="007677F8" w14:paraId="62F12397" w14:textId="77777777" w:rsidTr="00854EF0">
        <w:trPr>
          <w:trHeight w:val="339"/>
        </w:trPr>
        <w:tc>
          <w:tcPr>
            <w:tcW w:w="3846" w:type="dxa"/>
            <w:shd w:val="clear" w:color="auto" w:fill="auto"/>
            <w:vAlign w:val="center"/>
          </w:tcPr>
          <w:p w14:paraId="78D12428" w14:textId="77777777" w:rsidR="00C57CA2" w:rsidRPr="007677F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5108" w:type="dxa"/>
            <w:shd w:val="clear" w:color="auto" w:fill="auto"/>
          </w:tcPr>
          <w:p w14:paraId="0A65155C" w14:textId="77777777" w:rsidR="00C57CA2" w:rsidRPr="007677F8" w:rsidRDefault="00C57CA2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57CA2" w:rsidRPr="007677F8" w14:paraId="0B785082" w14:textId="77777777" w:rsidTr="00854EF0">
        <w:trPr>
          <w:trHeight w:val="373"/>
        </w:trPr>
        <w:tc>
          <w:tcPr>
            <w:tcW w:w="3846" w:type="dxa"/>
            <w:shd w:val="clear" w:color="auto" w:fill="auto"/>
            <w:vAlign w:val="center"/>
          </w:tcPr>
          <w:p w14:paraId="57EF4866" w14:textId="77777777" w:rsidR="00C57CA2" w:rsidRPr="007677F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  <w:shd w:val="clear" w:color="auto" w:fill="auto"/>
          </w:tcPr>
          <w:p w14:paraId="11B94427" w14:textId="77777777" w:rsidR="00C57CA2" w:rsidRPr="007677F8" w:rsidRDefault="00C57CA2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57CA2" w:rsidRPr="007677F8" w14:paraId="1850DF73" w14:textId="77777777" w:rsidTr="00854EF0">
        <w:trPr>
          <w:trHeight w:val="405"/>
        </w:trPr>
        <w:tc>
          <w:tcPr>
            <w:tcW w:w="3846" w:type="dxa"/>
            <w:shd w:val="clear" w:color="auto" w:fill="auto"/>
            <w:vAlign w:val="center"/>
          </w:tcPr>
          <w:p w14:paraId="21B53184" w14:textId="77777777" w:rsidR="00C57CA2" w:rsidRPr="007677F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  <w:shd w:val="clear" w:color="auto" w:fill="auto"/>
          </w:tcPr>
          <w:p w14:paraId="3F3967D3" w14:textId="77777777" w:rsidR="00C57CA2" w:rsidRPr="007677F8" w:rsidRDefault="00C57CA2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7198F16D" w14:textId="77777777" w:rsidR="00C57CA2" w:rsidRPr="00AF4AC3" w:rsidRDefault="00C57CA2" w:rsidP="00854EF0">
      <w:pPr>
        <w:spacing w:line="276" w:lineRule="auto"/>
        <w:jc w:val="both"/>
        <w:rPr>
          <w:sz w:val="16"/>
          <w:szCs w:val="16"/>
        </w:rPr>
      </w:pPr>
    </w:p>
    <w:p w14:paraId="1372DAB6" w14:textId="77777777" w:rsidR="00C57CA2" w:rsidRDefault="00C57CA2" w:rsidP="00854EF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Pr="007F3E87">
        <w:rPr>
          <w:sz w:val="22"/>
        </w:rPr>
        <w:t>przedmiotu zamówienia zgodnie, z</w:t>
      </w:r>
      <w:r>
        <w:rPr>
          <w:sz w:val="22"/>
        </w:rPr>
        <w:t xml:space="preserve"> Zaproszeniem do składania ofert</w:t>
      </w:r>
      <w:r w:rsidRPr="007F3E87">
        <w:rPr>
          <w:sz w:val="22"/>
        </w:rPr>
        <w:t>, stosując niżej wymienione stawki</w:t>
      </w:r>
      <w:r w:rsidRPr="0097776D">
        <w:rPr>
          <w:sz w:val="22"/>
        </w:rPr>
        <w:t>:</w:t>
      </w:r>
    </w:p>
    <w:p w14:paraId="3E6889A0" w14:textId="77777777" w:rsidR="00C57CA2" w:rsidRPr="0097776D" w:rsidRDefault="00C57CA2" w:rsidP="00854EF0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940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1912"/>
        <w:gridCol w:w="2268"/>
        <w:gridCol w:w="1134"/>
        <w:gridCol w:w="1559"/>
        <w:gridCol w:w="1632"/>
      </w:tblGrid>
      <w:tr w:rsidR="00BD704C" w:rsidRPr="00152893" w14:paraId="3A6AAA57" w14:textId="77777777" w:rsidTr="00F5617B">
        <w:trPr>
          <w:trHeight w:val="126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B2CD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5B7C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Typ drukarki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708D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Rodzaj tonera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9628" w14:textId="77777777" w:rsidR="00BD704C" w:rsidRPr="00F5617B" w:rsidRDefault="00BD704C" w:rsidP="007C1B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17B">
              <w:rPr>
                <w:b/>
                <w:bCs/>
                <w:color w:val="000000"/>
                <w:sz w:val="20"/>
                <w:szCs w:val="20"/>
              </w:rPr>
              <w:t>Ilość tonerów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5A92" w14:textId="77777777" w:rsidR="00BD704C" w:rsidRPr="00F5617B" w:rsidRDefault="00BD704C" w:rsidP="007C1B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17B">
              <w:rPr>
                <w:b/>
                <w:bCs/>
                <w:color w:val="000000"/>
                <w:sz w:val="20"/>
                <w:szCs w:val="20"/>
              </w:rPr>
              <w:t>Wartość jednostkowa netto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44F0" w14:textId="77777777" w:rsidR="00BD704C" w:rsidRPr="00F5617B" w:rsidRDefault="00BD704C" w:rsidP="007C1B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617B">
              <w:rPr>
                <w:b/>
                <w:bCs/>
                <w:color w:val="000000"/>
                <w:sz w:val="20"/>
                <w:szCs w:val="20"/>
              </w:rPr>
              <w:t xml:space="preserve">Wartość netto </w:t>
            </w:r>
          </w:p>
        </w:tc>
      </w:tr>
      <w:tr w:rsidR="00BD704C" w:rsidRPr="00152893" w14:paraId="2AB8A3B0" w14:textId="77777777" w:rsidTr="00F5617B">
        <w:trPr>
          <w:trHeight w:val="49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AED0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9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27EC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HP CLJ 500 570dn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851B8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CE400X, YC lub YH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B02C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67E5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82DA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D704C" w:rsidRPr="00152893" w14:paraId="4E321336" w14:textId="77777777" w:rsidTr="00F5617B">
        <w:trPr>
          <w:trHeight w:val="49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5D26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E35D9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4A4C5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CE401X, YC lub YH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D25D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077B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07BF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D704C" w:rsidRPr="00152893" w14:paraId="45385C27" w14:textId="77777777" w:rsidTr="00F5617B">
        <w:trPr>
          <w:trHeight w:val="49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DCE0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16A8C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495D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CE402X, YC lub YH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39B8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25E2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0102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D704C" w:rsidRPr="00152893" w14:paraId="3F7769D3" w14:textId="77777777" w:rsidTr="00F5617B">
        <w:trPr>
          <w:trHeight w:val="49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2760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7543B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4AC7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CE403X, YC lub YH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8AFD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C574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E029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D704C" w:rsidRPr="00152893" w14:paraId="4406EF72" w14:textId="77777777" w:rsidTr="00F5617B">
        <w:trPr>
          <w:trHeight w:val="49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90D4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9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7F24D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5349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CE254A Moduł zbiorczy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CCCC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6734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1F78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D704C" w:rsidRPr="00152893" w14:paraId="336F4513" w14:textId="77777777" w:rsidTr="00F5617B">
        <w:trPr>
          <w:trHeight w:val="49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D2BC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9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6CD5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5617B">
              <w:rPr>
                <w:b/>
                <w:bCs/>
                <w:sz w:val="20"/>
                <w:szCs w:val="20"/>
                <w:lang w:val="en-US"/>
              </w:rPr>
              <w:t>Brother DCP-L8410CDW</w:t>
            </w:r>
          </w:p>
          <w:p w14:paraId="00D50EDC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5617B">
              <w:rPr>
                <w:b/>
                <w:bCs/>
                <w:sz w:val="20"/>
                <w:szCs w:val="20"/>
                <w:lang w:val="en-US"/>
              </w:rPr>
              <w:t>Brother MFC-L8690CDW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BB7B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TN--423BK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21F2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1219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2EB9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D704C" w:rsidRPr="00152893" w14:paraId="515D1277" w14:textId="77777777" w:rsidTr="00F5617B">
        <w:trPr>
          <w:trHeight w:val="49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C9E3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82D717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6E16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TN-423C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2EF0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8B12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223C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D704C" w:rsidRPr="00152893" w14:paraId="428E6423" w14:textId="77777777" w:rsidTr="00F5617B">
        <w:trPr>
          <w:trHeight w:val="49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41AF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D6CA58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3781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TN-423M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5025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4DB9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611E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D704C" w:rsidRPr="00152893" w14:paraId="5F72550E" w14:textId="77777777" w:rsidTr="00F5617B">
        <w:trPr>
          <w:trHeight w:val="49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5AF2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41D3A7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6A23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TN-423Y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8A97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C6CE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A1BB" w14:textId="77777777" w:rsidR="00BD704C" w:rsidRPr="00F5617B" w:rsidRDefault="00BD704C" w:rsidP="007C1B04">
            <w:pPr>
              <w:jc w:val="center"/>
              <w:rPr>
                <w:color w:val="000000"/>
                <w:sz w:val="20"/>
                <w:szCs w:val="20"/>
              </w:rPr>
            </w:pPr>
            <w:r w:rsidRPr="00F561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D704C" w:rsidRPr="00152893" w14:paraId="5039EA88" w14:textId="77777777" w:rsidTr="00F5617B">
        <w:trPr>
          <w:trHeight w:val="49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5D6EC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F798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617694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WT-320CL pojemnik na zużyty toner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F0F69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F34E4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F182" w14:textId="77777777" w:rsidR="00BD704C" w:rsidRPr="00F5617B" w:rsidRDefault="00BD704C" w:rsidP="007C1B04">
            <w:pPr>
              <w:jc w:val="center"/>
              <w:rPr>
                <w:sz w:val="20"/>
                <w:szCs w:val="20"/>
              </w:rPr>
            </w:pPr>
          </w:p>
        </w:tc>
      </w:tr>
      <w:tr w:rsidR="00BD704C" w:rsidRPr="00152893" w14:paraId="2EDE4C1D" w14:textId="77777777" w:rsidTr="00F5617B">
        <w:trPr>
          <w:trHeight w:val="49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7493C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156DE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EPSON WF-47470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9E54D9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407Black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9C646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8432C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5BD5C" w14:textId="77777777" w:rsidR="00BD704C" w:rsidRPr="00F5617B" w:rsidRDefault="00BD704C" w:rsidP="007C1B04">
            <w:pPr>
              <w:jc w:val="center"/>
              <w:rPr>
                <w:sz w:val="20"/>
                <w:szCs w:val="20"/>
              </w:rPr>
            </w:pPr>
          </w:p>
        </w:tc>
      </w:tr>
      <w:tr w:rsidR="00BD704C" w:rsidRPr="00152893" w14:paraId="1215C20F" w14:textId="77777777" w:rsidTr="00F5617B">
        <w:trPr>
          <w:trHeight w:val="49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AB846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C10B3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B97080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 xml:space="preserve">407 </w:t>
            </w:r>
            <w:proofErr w:type="spellStart"/>
            <w:r w:rsidRPr="00F5617B">
              <w:rPr>
                <w:b/>
                <w:bCs/>
                <w:sz w:val="20"/>
                <w:szCs w:val="20"/>
              </w:rPr>
              <w:t>Cyan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DD7A9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3D38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6A7A" w14:textId="77777777" w:rsidR="00BD704C" w:rsidRPr="00F5617B" w:rsidRDefault="00BD704C" w:rsidP="007C1B04">
            <w:pPr>
              <w:jc w:val="center"/>
              <w:rPr>
                <w:sz w:val="20"/>
                <w:szCs w:val="20"/>
              </w:rPr>
            </w:pPr>
          </w:p>
        </w:tc>
      </w:tr>
      <w:tr w:rsidR="00BD704C" w:rsidRPr="00152893" w14:paraId="02DAA3DF" w14:textId="77777777" w:rsidTr="00F5617B">
        <w:trPr>
          <w:trHeight w:val="49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276F7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5AC071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5794D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407 Magenta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B7F66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352C8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B9D9E" w14:textId="77777777" w:rsidR="00BD704C" w:rsidRPr="00F5617B" w:rsidRDefault="00BD704C" w:rsidP="007C1B04">
            <w:pPr>
              <w:jc w:val="center"/>
              <w:rPr>
                <w:sz w:val="20"/>
                <w:szCs w:val="20"/>
              </w:rPr>
            </w:pPr>
          </w:p>
        </w:tc>
      </w:tr>
      <w:tr w:rsidR="00BD704C" w:rsidRPr="00152893" w14:paraId="30CE158C" w14:textId="77777777" w:rsidTr="00F5617B">
        <w:trPr>
          <w:trHeight w:val="49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D63F4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lastRenderedPageBreak/>
              <w:t>14.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803521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82E0EB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 xml:space="preserve">407 </w:t>
            </w:r>
            <w:proofErr w:type="spellStart"/>
            <w:r w:rsidRPr="00F5617B">
              <w:rPr>
                <w:b/>
                <w:bCs/>
                <w:sz w:val="20"/>
                <w:szCs w:val="20"/>
              </w:rPr>
              <w:t>Yellow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B7E7A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FBF66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E84EB" w14:textId="77777777" w:rsidR="00BD704C" w:rsidRPr="00F5617B" w:rsidRDefault="00BD704C" w:rsidP="007C1B04">
            <w:pPr>
              <w:jc w:val="center"/>
              <w:rPr>
                <w:sz w:val="20"/>
                <w:szCs w:val="20"/>
              </w:rPr>
            </w:pPr>
          </w:p>
        </w:tc>
      </w:tr>
      <w:tr w:rsidR="00BD704C" w:rsidRPr="00152893" w14:paraId="465440F8" w14:textId="77777777" w:rsidTr="00F5617B">
        <w:trPr>
          <w:trHeight w:val="499"/>
        </w:trPr>
        <w:tc>
          <w:tcPr>
            <w:tcW w:w="4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1D5E2B" w14:textId="77777777" w:rsidR="00BD704C" w:rsidRPr="00F5617B" w:rsidRDefault="00BD704C" w:rsidP="007C1B04">
            <w:pPr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28E4F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A3BBF" w14:textId="77777777" w:rsidR="00BD704C" w:rsidRPr="00F5617B" w:rsidRDefault="00BD704C" w:rsidP="007C1B04">
            <w:pPr>
              <w:jc w:val="center"/>
              <w:rPr>
                <w:b/>
                <w:bCs/>
                <w:sz w:val="20"/>
                <w:szCs w:val="20"/>
              </w:rPr>
            </w:pPr>
            <w:r w:rsidRPr="00F5617B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006D" w14:textId="77777777" w:rsidR="00BD704C" w:rsidRPr="00F5617B" w:rsidRDefault="00BD704C" w:rsidP="007C1B04">
            <w:pPr>
              <w:jc w:val="center"/>
              <w:rPr>
                <w:sz w:val="20"/>
                <w:szCs w:val="20"/>
              </w:rPr>
            </w:pPr>
            <w:r w:rsidRPr="00F5617B">
              <w:rPr>
                <w:sz w:val="20"/>
                <w:szCs w:val="20"/>
              </w:rPr>
              <w:t> </w:t>
            </w:r>
          </w:p>
        </w:tc>
      </w:tr>
    </w:tbl>
    <w:p w14:paraId="39495566" w14:textId="77777777" w:rsidR="00F5617B" w:rsidRDefault="00F5617B" w:rsidP="00F5617B">
      <w:pPr>
        <w:spacing w:before="60" w:line="360" w:lineRule="auto"/>
        <w:ind w:left="284"/>
        <w:jc w:val="both"/>
        <w:rPr>
          <w:sz w:val="22"/>
          <w:szCs w:val="22"/>
        </w:rPr>
      </w:pPr>
    </w:p>
    <w:p w14:paraId="5A107FFC" w14:textId="111DA4D6" w:rsidR="00F5617B" w:rsidRDefault="00F5617B" w:rsidP="00F5617B">
      <w:pPr>
        <w:spacing w:before="6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F5617B">
        <w:rPr>
          <w:sz w:val="22"/>
          <w:szCs w:val="22"/>
        </w:rPr>
        <w:t>ena za wykonanie zdania wynosi kwotę netto ………………</w:t>
      </w:r>
      <w:r>
        <w:rPr>
          <w:sz w:val="22"/>
          <w:szCs w:val="22"/>
        </w:rPr>
        <w:t>..</w:t>
      </w:r>
      <w:r w:rsidRPr="00F5617B">
        <w:rPr>
          <w:sz w:val="22"/>
          <w:szCs w:val="22"/>
        </w:rPr>
        <w:t xml:space="preserve">………......................... zł </w:t>
      </w:r>
    </w:p>
    <w:p w14:paraId="460AC7BB" w14:textId="77777777" w:rsidR="00F5617B" w:rsidRPr="00F5617B" w:rsidRDefault="00F5617B" w:rsidP="00F5617B">
      <w:pPr>
        <w:spacing w:before="60" w:line="360" w:lineRule="auto"/>
        <w:ind w:left="284"/>
        <w:jc w:val="both"/>
        <w:rPr>
          <w:b/>
          <w:sz w:val="22"/>
          <w:szCs w:val="22"/>
        </w:rPr>
      </w:pPr>
      <w:r w:rsidRPr="00F5617B">
        <w:rPr>
          <w:sz w:val="22"/>
          <w:szCs w:val="22"/>
        </w:rPr>
        <w:t>(słownie: ........................................................................................................................ zł),</w:t>
      </w:r>
    </w:p>
    <w:p w14:paraId="269D1AF7" w14:textId="77777777" w:rsidR="00F5617B" w:rsidRPr="00F5617B" w:rsidRDefault="00F5617B" w:rsidP="00F5617B">
      <w:pPr>
        <w:spacing w:line="360" w:lineRule="auto"/>
        <w:ind w:firstLine="284"/>
        <w:rPr>
          <w:sz w:val="22"/>
          <w:szCs w:val="22"/>
        </w:rPr>
      </w:pPr>
      <w:r>
        <w:rPr>
          <w:sz w:val="22"/>
          <w:szCs w:val="22"/>
        </w:rPr>
        <w:t>n</w:t>
      </w:r>
      <w:r w:rsidRPr="00F5617B">
        <w:rPr>
          <w:sz w:val="22"/>
          <w:szCs w:val="22"/>
        </w:rPr>
        <w:t>atomiast wraz z należnym podatkiem VAT w wysokości 23%,</w:t>
      </w:r>
    </w:p>
    <w:p w14:paraId="74203AE3" w14:textId="77777777" w:rsidR="00F5617B" w:rsidRDefault="00F5617B" w:rsidP="00F5617B">
      <w:pPr>
        <w:spacing w:after="60" w:line="360" w:lineRule="auto"/>
        <w:ind w:firstLine="284"/>
        <w:rPr>
          <w:sz w:val="22"/>
          <w:szCs w:val="22"/>
        </w:rPr>
      </w:pPr>
      <w:r w:rsidRPr="00F5617B">
        <w:rPr>
          <w:sz w:val="22"/>
          <w:szCs w:val="22"/>
        </w:rPr>
        <w:t xml:space="preserve">wynosi kwotę brutto ……………………………………………..….......... zł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3800968" w14:textId="77777777" w:rsidR="00F5617B" w:rsidRPr="00F5617B" w:rsidRDefault="00F5617B" w:rsidP="00F5617B">
      <w:pPr>
        <w:spacing w:after="60" w:line="360" w:lineRule="auto"/>
        <w:ind w:firstLine="284"/>
        <w:rPr>
          <w:sz w:val="22"/>
          <w:szCs w:val="22"/>
        </w:rPr>
      </w:pPr>
      <w:r w:rsidRPr="00F5617B">
        <w:rPr>
          <w:sz w:val="22"/>
          <w:szCs w:val="22"/>
        </w:rPr>
        <w:t>(słownie: ............................................................................................................................... zł).</w:t>
      </w:r>
    </w:p>
    <w:p w14:paraId="4B748C14" w14:textId="3FA50447" w:rsidR="00C57CA2" w:rsidRPr="0097776D" w:rsidRDefault="00C57CA2" w:rsidP="00854EF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512EAF1C" w14:textId="209AB42E" w:rsidR="00C57CA2" w:rsidRDefault="00C57CA2" w:rsidP="00854EF0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 xml:space="preserve">zadeklarowane w </w:t>
      </w:r>
      <w:r w:rsidR="00BD704C">
        <w:rPr>
          <w:sz w:val="22"/>
        </w:rPr>
        <w:t xml:space="preserve">powyższej tabeli </w:t>
      </w:r>
      <w:r>
        <w:rPr>
          <w:sz w:val="22"/>
        </w:rPr>
        <w:t>ceny jednostkowe (stawki) obejmują wszystkie koszty Wykonawcy, niezbędne do wykonania d</w:t>
      </w:r>
      <w:r w:rsidR="00BD704C">
        <w:rPr>
          <w:sz w:val="22"/>
        </w:rPr>
        <w:t xml:space="preserve">ostawy </w:t>
      </w:r>
      <w:r>
        <w:rPr>
          <w:sz w:val="22"/>
        </w:rPr>
        <w:t xml:space="preserve">zgodnie z warunkami określonymi w zaproszeniu do składania ofert </w:t>
      </w:r>
      <w:r w:rsidR="00BD704C">
        <w:rPr>
          <w:sz w:val="22"/>
        </w:rPr>
        <w:t xml:space="preserve">i </w:t>
      </w:r>
      <w:r>
        <w:rPr>
          <w:sz w:val="22"/>
        </w:rPr>
        <w:t>będą niezmienne w toku realizacji umowy, zawartej w niniejszym postępowaniu.</w:t>
      </w:r>
    </w:p>
    <w:p w14:paraId="0700A8D5" w14:textId="77777777" w:rsidR="00C57CA2" w:rsidRPr="0097776D" w:rsidRDefault="00C57CA2" w:rsidP="00854EF0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</w:t>
      </w:r>
      <w:r>
        <w:rPr>
          <w:sz w:val="22"/>
        </w:rPr>
        <w:t xml:space="preserve"> Zaproszeniem do składania ofert</w:t>
      </w:r>
      <w:r w:rsidRPr="0097776D">
        <w:rPr>
          <w:sz w:val="22"/>
        </w:rPr>
        <w:t xml:space="preserve"> i uznajemy się za związanych określonymi w ni</w:t>
      </w:r>
      <w:r>
        <w:rPr>
          <w:sz w:val="22"/>
        </w:rPr>
        <w:t>m</w:t>
      </w:r>
      <w:r w:rsidRPr="0097776D">
        <w:rPr>
          <w:sz w:val="22"/>
        </w:rPr>
        <w:t xml:space="preserve"> zasadami postępowania;</w:t>
      </w:r>
    </w:p>
    <w:p w14:paraId="3F5996D2" w14:textId="77777777" w:rsidR="00C57CA2" w:rsidRDefault="00C57CA2" w:rsidP="00854EF0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 xml:space="preserve">uważamy się za związanych niniejszą ofertą na czas wskazany w </w:t>
      </w:r>
      <w:r>
        <w:rPr>
          <w:sz w:val="22"/>
        </w:rPr>
        <w:t>Zaproszeniu do składania ofert</w:t>
      </w:r>
      <w:r w:rsidRPr="0097776D">
        <w:rPr>
          <w:sz w:val="22"/>
        </w:rPr>
        <w:t>;</w:t>
      </w:r>
    </w:p>
    <w:p w14:paraId="6AFBCCE7" w14:textId="77777777" w:rsidR="00C57CA2" w:rsidRDefault="00C57CA2" w:rsidP="00854EF0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>
        <w:rPr>
          <w:sz w:val="22"/>
        </w:rPr>
        <w:t xml:space="preserve"> w sprawie zamówienia publicznego</w:t>
      </w:r>
      <w:r w:rsidRPr="0097776D">
        <w:rPr>
          <w:sz w:val="22"/>
        </w:rPr>
        <w:t xml:space="preserve">, które zostały zawarte w </w:t>
      </w:r>
      <w:r>
        <w:rPr>
          <w:sz w:val="22"/>
        </w:rPr>
        <w:t>Zaproszeniu do składania ofert</w:t>
      </w:r>
      <w:r w:rsidRPr="0097776D">
        <w:rPr>
          <w:sz w:val="22"/>
        </w:rPr>
        <w:t xml:space="preserve"> i zobowiązujemy się</w:t>
      </w:r>
      <w:r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58F0B938" w14:textId="77777777" w:rsidR="00C57CA2" w:rsidRPr="003F6C3A" w:rsidRDefault="00C57CA2" w:rsidP="00854EF0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3F6C3A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1"/>
      </w:r>
      <w:r w:rsidRPr="003F6C3A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2"/>
      </w:r>
      <w:r w:rsidRPr="003F6C3A">
        <w:rPr>
          <w:sz w:val="22"/>
        </w:rPr>
        <w:t>.</w:t>
      </w:r>
    </w:p>
    <w:p w14:paraId="25FE8A90" w14:textId="77777777" w:rsidR="00C57CA2" w:rsidRDefault="00C57CA2" w:rsidP="00854EF0">
      <w:pPr>
        <w:pStyle w:val="Akapitzlist"/>
        <w:spacing w:before="120" w:after="120" w:line="276" w:lineRule="auto"/>
        <w:ind w:left="644"/>
        <w:jc w:val="both"/>
      </w:pPr>
    </w:p>
    <w:p w14:paraId="31167B66" w14:textId="77777777" w:rsidR="00C57CA2" w:rsidRPr="00525EFF" w:rsidRDefault="00C57CA2" w:rsidP="00854EF0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4688BDAA" w14:textId="77777777" w:rsidR="00C57CA2" w:rsidRPr="0097776D" w:rsidRDefault="00C57CA2" w:rsidP="00854EF0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C57CA2" w:rsidRPr="00AE2ACB" w14:paraId="5C16A653" w14:textId="77777777" w:rsidTr="00854EF0">
        <w:tc>
          <w:tcPr>
            <w:tcW w:w="2551" w:type="dxa"/>
            <w:shd w:val="clear" w:color="auto" w:fill="auto"/>
            <w:vAlign w:val="center"/>
          </w:tcPr>
          <w:p w14:paraId="06E0F2C9" w14:textId="77777777" w:rsidR="00C57CA2" w:rsidRPr="00AE2ACB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7ECEBC31" w14:textId="77777777" w:rsidR="00C57CA2" w:rsidRPr="00AE2ACB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C57CA2" w:rsidRPr="00AE2ACB" w14:paraId="4E5CC1D6" w14:textId="77777777" w:rsidTr="00854EF0">
        <w:tc>
          <w:tcPr>
            <w:tcW w:w="2551" w:type="dxa"/>
            <w:shd w:val="clear" w:color="auto" w:fill="auto"/>
            <w:vAlign w:val="center"/>
          </w:tcPr>
          <w:p w14:paraId="6BF7A82C" w14:textId="77777777" w:rsidR="00C57CA2" w:rsidRPr="00AE2ACB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16FBA104" w14:textId="77777777" w:rsidR="00C57CA2" w:rsidRPr="00AE2ACB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C57CA2" w:rsidRPr="00AE2ACB" w14:paraId="0EB7475A" w14:textId="77777777" w:rsidTr="00854EF0">
        <w:tc>
          <w:tcPr>
            <w:tcW w:w="2551" w:type="dxa"/>
            <w:shd w:val="clear" w:color="auto" w:fill="auto"/>
            <w:vAlign w:val="center"/>
          </w:tcPr>
          <w:p w14:paraId="57850F19" w14:textId="77777777" w:rsidR="00C57CA2" w:rsidRPr="00AE2ACB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6A1228D" w14:textId="77777777" w:rsidR="00C57CA2" w:rsidRPr="00AE2ACB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C57CA2" w:rsidRPr="00AE2ACB" w14:paraId="5AD90FCE" w14:textId="77777777" w:rsidTr="00854EF0">
        <w:tc>
          <w:tcPr>
            <w:tcW w:w="2551" w:type="dxa"/>
            <w:shd w:val="clear" w:color="auto" w:fill="auto"/>
            <w:vAlign w:val="center"/>
          </w:tcPr>
          <w:p w14:paraId="28391027" w14:textId="77777777" w:rsidR="00C57CA2" w:rsidRPr="00AE2ACB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302D7472" w14:textId="77777777" w:rsidR="00C57CA2" w:rsidRPr="00AE2ACB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54403C3C" w14:textId="77777777" w:rsidR="00C57CA2" w:rsidRPr="005568A8" w:rsidRDefault="00C57CA2" w:rsidP="00854EF0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3F53A0F0" w14:textId="77777777" w:rsidR="00C57CA2" w:rsidRDefault="00C57CA2" w:rsidP="00854EF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>
        <w:rPr>
          <w:sz w:val="22"/>
          <w:szCs w:val="22"/>
        </w:rPr>
        <w:t>Załącznikami do oferty, stanowiącymi jej integralną część, są:</w:t>
      </w:r>
    </w:p>
    <w:p w14:paraId="0651FA8C" w14:textId="77777777" w:rsidR="00C57CA2" w:rsidRPr="007D475B" w:rsidRDefault="00C57CA2" w:rsidP="00854EF0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12057ACB" w14:textId="77777777" w:rsidR="00C57CA2" w:rsidRDefault="00C57CA2" w:rsidP="00854EF0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7447E7B" w14:textId="77777777" w:rsidR="00C57CA2" w:rsidRPr="007D475B" w:rsidRDefault="00C57CA2" w:rsidP="00854EF0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19B5327E" w14:textId="77777777" w:rsidR="00C57CA2" w:rsidRDefault="00C57CA2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Pr="0097776D">
        <w:rPr>
          <w:sz w:val="22"/>
          <w:szCs w:val="22"/>
        </w:rPr>
        <w:t>________________ dnia _______________</w:t>
      </w:r>
    </w:p>
    <w:p w14:paraId="1466869C" w14:textId="77777777" w:rsidR="009A3FC3" w:rsidRDefault="009A3FC3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04225FFF" w14:textId="77777777" w:rsidR="009A3FC3" w:rsidRDefault="009A3FC3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70678A23" w14:textId="77777777" w:rsidR="009A3FC3" w:rsidRDefault="009A3FC3" w:rsidP="00854EF0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2B9255C1" w14:textId="2B5EF65B" w:rsidR="009A3FC3" w:rsidRPr="00B16B0C" w:rsidRDefault="009A3FC3" w:rsidP="009A3FC3">
      <w:pPr>
        <w:widowControl w:val="0"/>
        <w:adjustRightInd w:val="0"/>
        <w:ind w:left="2832" w:firstLine="708"/>
        <w:textAlignment w:val="baseline"/>
        <w:rPr>
          <w:i/>
          <w:vertAlign w:val="superscript"/>
        </w:rPr>
      </w:pPr>
      <w:r w:rsidRPr="00B16B0C">
        <w:rPr>
          <w:i/>
          <w:vertAlign w:val="superscript"/>
        </w:rPr>
        <w:t>.........................................................................................................................................</w:t>
      </w:r>
    </w:p>
    <w:p w14:paraId="27F09ABE" w14:textId="77777777" w:rsidR="009A3FC3" w:rsidRPr="00B16B0C" w:rsidRDefault="009A3FC3" w:rsidP="009A3FC3">
      <w:pPr>
        <w:ind w:left="3540"/>
        <w:rPr>
          <w:sz w:val="20"/>
          <w:szCs w:val="20"/>
        </w:rPr>
      </w:pPr>
      <w:r w:rsidRPr="00B16B0C">
        <w:rPr>
          <w:iCs/>
          <w:sz w:val="20"/>
          <w:szCs w:val="20"/>
        </w:rPr>
        <w:t>kwalifikowany podpis elektroniczny lub podpis zaufany lub elektroniczny podpis osobisty osoby / osób uprawnionych do reprezentacji Wykonawcy</w:t>
      </w:r>
    </w:p>
    <w:p w14:paraId="05E1A0A8" w14:textId="546D2564" w:rsidR="00A93770" w:rsidRDefault="00A93770" w:rsidP="009A3FC3">
      <w:pPr>
        <w:tabs>
          <w:tab w:val="center" w:pos="7655"/>
        </w:tabs>
        <w:spacing w:before="120" w:line="320" w:lineRule="atLeast"/>
        <w:rPr>
          <w:i/>
          <w:sz w:val="18"/>
          <w:szCs w:val="18"/>
        </w:rPr>
      </w:pPr>
    </w:p>
    <w:sectPr w:rsidR="00A93770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1DA73" w14:textId="77777777" w:rsidR="009F6990" w:rsidRDefault="009F6990" w:rsidP="00FF57EE">
      <w:r>
        <w:separator/>
      </w:r>
    </w:p>
  </w:endnote>
  <w:endnote w:type="continuationSeparator" w:id="0">
    <w:p w14:paraId="2AC0038D" w14:textId="77777777" w:rsidR="009F6990" w:rsidRDefault="009F699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B4AF7" w14:textId="77777777" w:rsidR="009F6990" w:rsidRDefault="009F6990" w:rsidP="00FF57EE">
      <w:r>
        <w:separator/>
      </w:r>
    </w:p>
  </w:footnote>
  <w:footnote w:type="continuationSeparator" w:id="0">
    <w:p w14:paraId="72BC0825" w14:textId="77777777" w:rsidR="009F6990" w:rsidRDefault="009F6990" w:rsidP="00FF57EE">
      <w:r>
        <w:continuationSeparator/>
      </w:r>
    </w:p>
  </w:footnote>
  <w:footnote w:id="1">
    <w:p w14:paraId="27DDFF70" w14:textId="77777777" w:rsidR="00C57CA2" w:rsidRDefault="00C57CA2" w:rsidP="00C57CA2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A9D356C" w14:textId="77777777" w:rsidR="00C57CA2" w:rsidRDefault="00C57CA2" w:rsidP="00C57CA2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697E8" w14:textId="77777777" w:rsidR="00474EB3" w:rsidRDefault="00474EB3">
    <w:pPr>
      <w:pStyle w:val="Nagwek"/>
      <w:rPr>
        <w:sz w:val="20"/>
        <w:szCs w:val="20"/>
      </w:rPr>
    </w:pPr>
  </w:p>
  <w:p w14:paraId="28844DAC" w14:textId="5507B917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57CA2">
      <w:rPr>
        <w:sz w:val="20"/>
        <w:szCs w:val="20"/>
      </w:rPr>
      <w:t>NZP</w:t>
    </w:r>
    <w:r w:rsidR="00035E56">
      <w:rPr>
        <w:sz w:val="20"/>
        <w:szCs w:val="20"/>
      </w:rPr>
      <w:t>.270</w:t>
    </w:r>
    <w:r w:rsidR="0014484A">
      <w:rPr>
        <w:sz w:val="20"/>
        <w:szCs w:val="20"/>
      </w:rPr>
      <w:t>.2.</w:t>
    </w:r>
    <w:r w:rsidR="00BD704C">
      <w:rPr>
        <w:sz w:val="20"/>
        <w:szCs w:val="20"/>
      </w:rPr>
      <w:t>6</w:t>
    </w:r>
    <w:r w:rsidR="00035E56">
      <w:rPr>
        <w:sz w:val="20"/>
        <w:szCs w:val="20"/>
      </w:rPr>
      <w:t>.202</w:t>
    </w:r>
    <w:r w:rsidR="00C57CA2">
      <w:rPr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445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D584094"/>
    <w:multiLevelType w:val="hybridMultilevel"/>
    <w:tmpl w:val="52CCBD1A"/>
    <w:lvl w:ilvl="0" w:tplc="FD6A6AA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55E7070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202923"/>
    <w:multiLevelType w:val="hybridMultilevel"/>
    <w:tmpl w:val="52CCBD1A"/>
    <w:lvl w:ilvl="0" w:tplc="FD6A6AA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543833">
    <w:abstractNumId w:val="5"/>
  </w:num>
  <w:num w:numId="2" w16cid:durableId="2028944769">
    <w:abstractNumId w:val="3"/>
  </w:num>
  <w:num w:numId="3" w16cid:durableId="1097676513">
    <w:abstractNumId w:val="4"/>
  </w:num>
  <w:num w:numId="4" w16cid:durableId="989676907">
    <w:abstractNumId w:val="6"/>
  </w:num>
  <w:num w:numId="5" w16cid:durableId="1334380373">
    <w:abstractNumId w:val="2"/>
  </w:num>
  <w:num w:numId="6" w16cid:durableId="1539511216">
    <w:abstractNumId w:val="1"/>
  </w:num>
  <w:num w:numId="7" w16cid:durableId="166831602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CCE"/>
    <w:rsid w:val="00035E56"/>
    <w:rsid w:val="001063D3"/>
    <w:rsid w:val="0014484A"/>
    <w:rsid w:val="001C7D84"/>
    <w:rsid w:val="002214DB"/>
    <w:rsid w:val="00267D1F"/>
    <w:rsid w:val="0027068A"/>
    <w:rsid w:val="002E612D"/>
    <w:rsid w:val="00362ACC"/>
    <w:rsid w:val="003A4093"/>
    <w:rsid w:val="003B769C"/>
    <w:rsid w:val="003F6C3A"/>
    <w:rsid w:val="00407A0E"/>
    <w:rsid w:val="00474EB3"/>
    <w:rsid w:val="004D5A42"/>
    <w:rsid w:val="004F3549"/>
    <w:rsid w:val="00525EFF"/>
    <w:rsid w:val="00545172"/>
    <w:rsid w:val="005568A8"/>
    <w:rsid w:val="005844F6"/>
    <w:rsid w:val="005F6F5F"/>
    <w:rsid w:val="006A3CCE"/>
    <w:rsid w:val="006B63D6"/>
    <w:rsid w:val="006C641D"/>
    <w:rsid w:val="006D09E0"/>
    <w:rsid w:val="0076441D"/>
    <w:rsid w:val="007D475B"/>
    <w:rsid w:val="007E331F"/>
    <w:rsid w:val="007E46D8"/>
    <w:rsid w:val="007F3E87"/>
    <w:rsid w:val="008D4DA5"/>
    <w:rsid w:val="009312B4"/>
    <w:rsid w:val="0097776D"/>
    <w:rsid w:val="00983D1D"/>
    <w:rsid w:val="009A3FC3"/>
    <w:rsid w:val="009D75A8"/>
    <w:rsid w:val="009F6990"/>
    <w:rsid w:val="00A04833"/>
    <w:rsid w:val="00A45EFE"/>
    <w:rsid w:val="00A50E18"/>
    <w:rsid w:val="00A918CD"/>
    <w:rsid w:val="00A93770"/>
    <w:rsid w:val="00AA39D6"/>
    <w:rsid w:val="00AE2ACB"/>
    <w:rsid w:val="00AF4AC3"/>
    <w:rsid w:val="00B35C16"/>
    <w:rsid w:val="00B47637"/>
    <w:rsid w:val="00B63A77"/>
    <w:rsid w:val="00B9086B"/>
    <w:rsid w:val="00BA4F51"/>
    <w:rsid w:val="00BB7FF7"/>
    <w:rsid w:val="00BC4F99"/>
    <w:rsid w:val="00BD704C"/>
    <w:rsid w:val="00C22F7D"/>
    <w:rsid w:val="00C36588"/>
    <w:rsid w:val="00C57CA2"/>
    <w:rsid w:val="00CE3AE6"/>
    <w:rsid w:val="00D554C7"/>
    <w:rsid w:val="00D87AAC"/>
    <w:rsid w:val="00DA3263"/>
    <w:rsid w:val="00DC336F"/>
    <w:rsid w:val="00DC522E"/>
    <w:rsid w:val="00E1735C"/>
    <w:rsid w:val="00F134D5"/>
    <w:rsid w:val="00F31EAC"/>
    <w:rsid w:val="00F45730"/>
    <w:rsid w:val="00F5617B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E943D"/>
  <w15:chartTrackingRefBased/>
  <w15:docId w15:val="{FC6ECE03-F63E-4778-AC71-F209E0BD3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Bożena Suchy Lipińska - Nadleśnictwo Lipusz</cp:lastModifiedBy>
  <cp:revision>17</cp:revision>
  <dcterms:created xsi:type="dcterms:W3CDTF">2021-05-05T12:44:00Z</dcterms:created>
  <dcterms:modified xsi:type="dcterms:W3CDTF">2023-09-28T12:16:00Z</dcterms:modified>
</cp:coreProperties>
</file>