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703" w:rsidRDefault="00546703" w:rsidP="006A429F">
      <w:pPr>
        <w:jc w:val="center"/>
        <w:rPr>
          <w:b/>
          <w:sz w:val="28"/>
          <w:szCs w:val="28"/>
        </w:rPr>
      </w:pPr>
    </w:p>
    <w:p w:rsidR="00546703" w:rsidRPr="00CC2FE5" w:rsidRDefault="00546703" w:rsidP="006A429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PAŁKA SZTURMOWA </w:t>
      </w:r>
      <w:r w:rsidRPr="00CC2FE5">
        <w:rPr>
          <w:b/>
          <w:sz w:val="28"/>
          <w:szCs w:val="28"/>
        </w:rPr>
        <w:t>“PS”</w:t>
      </w:r>
      <w:r>
        <w:rPr>
          <w:b/>
          <w:sz w:val="28"/>
          <w:szCs w:val="28"/>
        </w:rPr>
        <w:t xml:space="preserve"> z trokiem</w:t>
      </w:r>
    </w:p>
    <w:p w:rsidR="00546703" w:rsidRPr="00CC2FE5" w:rsidRDefault="00546703" w:rsidP="006A429F">
      <w:pPr>
        <w:rPr>
          <w:b/>
          <w:sz w:val="28"/>
          <w:szCs w:val="28"/>
        </w:rPr>
      </w:pPr>
    </w:p>
    <w:p w:rsidR="00546703" w:rsidRDefault="00546703" w:rsidP="00594757">
      <w:pPr>
        <w:pStyle w:val="ListParagraph"/>
        <w:numPr>
          <w:ilvl w:val="0"/>
          <w:numId w:val="7"/>
        </w:numPr>
        <w:jc w:val="both"/>
        <w:rPr>
          <w:b/>
          <w:szCs w:val="28"/>
        </w:rPr>
      </w:pPr>
      <w:r w:rsidRPr="00594757">
        <w:rPr>
          <w:b/>
          <w:szCs w:val="28"/>
        </w:rPr>
        <w:t>Przeznaczenie</w:t>
      </w:r>
    </w:p>
    <w:p w:rsidR="00546703" w:rsidRPr="00C435E3" w:rsidRDefault="00546703" w:rsidP="00C435E3">
      <w:pPr>
        <w:pStyle w:val="ListParagraph"/>
        <w:jc w:val="both"/>
        <w:rPr>
          <w:szCs w:val="28"/>
        </w:rPr>
      </w:pPr>
      <w:r w:rsidRPr="00C435E3">
        <w:rPr>
          <w:szCs w:val="28"/>
        </w:rPr>
        <w:t>Policyjna pałka szturmowa jest środkiem przymusu bezpośredniego</w:t>
      </w:r>
      <w:r>
        <w:rPr>
          <w:szCs w:val="28"/>
        </w:rPr>
        <w:t xml:space="preserve"> przeznaczonym do obezwładniania niebezpiecznych osób i wymuszania posłuszeństwa.</w:t>
      </w:r>
    </w:p>
    <w:p w:rsidR="00546703" w:rsidRDefault="00546703" w:rsidP="00594757">
      <w:pPr>
        <w:pStyle w:val="ListParagraph"/>
        <w:numPr>
          <w:ilvl w:val="0"/>
          <w:numId w:val="7"/>
        </w:numPr>
        <w:jc w:val="both"/>
        <w:rPr>
          <w:b/>
          <w:szCs w:val="28"/>
        </w:rPr>
      </w:pPr>
      <w:r w:rsidRPr="00594757">
        <w:rPr>
          <w:b/>
          <w:szCs w:val="28"/>
        </w:rPr>
        <w:t>Warunki eksploatacji</w:t>
      </w:r>
    </w:p>
    <w:p w:rsidR="00546703" w:rsidRPr="00594757" w:rsidRDefault="00546703" w:rsidP="00594757">
      <w:pPr>
        <w:pStyle w:val="ListParagraph"/>
        <w:jc w:val="both"/>
        <w:rPr>
          <w:szCs w:val="28"/>
        </w:rPr>
      </w:pPr>
      <w:r w:rsidRPr="00594757">
        <w:rPr>
          <w:szCs w:val="28"/>
        </w:rPr>
        <w:t>Pałka musi zachowywać niepogorszone parametry użytkowe i wytrzymałościowe w temperaturach z zakresu od - 25</w:t>
      </w:r>
      <w:r w:rsidRPr="00594757">
        <w:rPr>
          <w:szCs w:val="28"/>
          <w:vertAlign w:val="superscript"/>
        </w:rPr>
        <w:t>o</w:t>
      </w:r>
      <w:r w:rsidRPr="00594757">
        <w:rPr>
          <w:szCs w:val="28"/>
        </w:rPr>
        <w:t>C do +50</w:t>
      </w:r>
      <w:r w:rsidRPr="00594757">
        <w:rPr>
          <w:szCs w:val="28"/>
          <w:vertAlign w:val="superscript"/>
        </w:rPr>
        <w:t>o</w:t>
      </w:r>
      <w:r w:rsidRPr="00594757">
        <w:rPr>
          <w:szCs w:val="28"/>
        </w:rPr>
        <w:t>C</w:t>
      </w:r>
      <w:r>
        <w:rPr>
          <w:szCs w:val="28"/>
        </w:rPr>
        <w:t>.</w:t>
      </w:r>
    </w:p>
    <w:p w:rsidR="00546703" w:rsidRDefault="00546703" w:rsidP="00594757">
      <w:pPr>
        <w:pStyle w:val="ListParagraph"/>
        <w:jc w:val="both"/>
        <w:rPr>
          <w:szCs w:val="28"/>
        </w:rPr>
      </w:pPr>
      <w:r>
        <w:rPr>
          <w:szCs w:val="28"/>
        </w:rPr>
        <w:t>W</w:t>
      </w:r>
      <w:r w:rsidRPr="00594757">
        <w:rPr>
          <w:szCs w:val="28"/>
        </w:rPr>
        <w:t>inna być odporna na oddziaływanie niekorzystnych czynników atmosferycznych i środowiskowych</w:t>
      </w:r>
      <w:r>
        <w:rPr>
          <w:szCs w:val="28"/>
        </w:rPr>
        <w:t xml:space="preserve">. </w:t>
      </w:r>
    </w:p>
    <w:p w:rsidR="00546703" w:rsidRPr="00594757" w:rsidRDefault="00546703" w:rsidP="00594757">
      <w:pPr>
        <w:pStyle w:val="ListParagraph"/>
        <w:jc w:val="both"/>
        <w:rPr>
          <w:b/>
          <w:szCs w:val="28"/>
        </w:rPr>
      </w:pPr>
      <w:r>
        <w:rPr>
          <w:szCs w:val="28"/>
        </w:rPr>
        <w:t>Pałka n</w:t>
      </w:r>
      <w:r w:rsidRPr="00594757">
        <w:rPr>
          <w:szCs w:val="28"/>
        </w:rPr>
        <w:t xml:space="preserve">ie </w:t>
      </w:r>
      <w:r>
        <w:rPr>
          <w:szCs w:val="28"/>
        </w:rPr>
        <w:t>może</w:t>
      </w:r>
      <w:r w:rsidRPr="00594757">
        <w:rPr>
          <w:szCs w:val="28"/>
        </w:rPr>
        <w:t xml:space="preserve"> ulegać trwałemu odkształceniu</w:t>
      </w:r>
    </w:p>
    <w:p w:rsidR="00546703" w:rsidRDefault="00546703" w:rsidP="00594757">
      <w:pPr>
        <w:pStyle w:val="ListParagraph"/>
        <w:numPr>
          <w:ilvl w:val="0"/>
          <w:numId w:val="7"/>
        </w:numPr>
        <w:jc w:val="both"/>
        <w:rPr>
          <w:b/>
          <w:szCs w:val="28"/>
        </w:rPr>
      </w:pPr>
      <w:r w:rsidRPr="00594757">
        <w:rPr>
          <w:b/>
          <w:szCs w:val="28"/>
        </w:rPr>
        <w:t>Konstrukcja</w:t>
      </w:r>
    </w:p>
    <w:p w:rsidR="00546703" w:rsidRPr="00594757" w:rsidRDefault="00546703" w:rsidP="00594757">
      <w:pPr>
        <w:pStyle w:val="ListParagraph"/>
        <w:jc w:val="both"/>
        <w:rPr>
          <w:szCs w:val="28"/>
        </w:rPr>
      </w:pPr>
      <w:r w:rsidRPr="00594757">
        <w:rPr>
          <w:szCs w:val="28"/>
        </w:rPr>
        <w:t>Pałka winna składać się z karbowanej ergonomicznie ukształtowanej rękojeści, gardy spełniającej rolę osłony dłoni policjanta, ramienia długiego.</w:t>
      </w:r>
    </w:p>
    <w:p w:rsidR="00546703" w:rsidRPr="00594757" w:rsidRDefault="00546703" w:rsidP="00594757">
      <w:pPr>
        <w:pStyle w:val="ListParagraph"/>
        <w:numPr>
          <w:ilvl w:val="0"/>
          <w:numId w:val="7"/>
        </w:numPr>
        <w:jc w:val="both"/>
        <w:rPr>
          <w:b/>
          <w:szCs w:val="28"/>
        </w:rPr>
      </w:pPr>
      <w:r w:rsidRPr="00594757">
        <w:rPr>
          <w:b/>
          <w:szCs w:val="28"/>
        </w:rPr>
        <w:t>Podstawowe wymiary:</w:t>
      </w:r>
    </w:p>
    <w:p w:rsidR="00546703" w:rsidRPr="00AC593C" w:rsidRDefault="00546703" w:rsidP="00594757">
      <w:pPr>
        <w:pStyle w:val="ListParagraph"/>
        <w:jc w:val="both"/>
        <w:rPr>
          <w:szCs w:val="28"/>
        </w:rPr>
      </w:pPr>
      <w:r>
        <w:rPr>
          <w:szCs w:val="28"/>
        </w:rPr>
        <w:t>d</w:t>
      </w:r>
      <w:r w:rsidRPr="00AC593C">
        <w:rPr>
          <w:szCs w:val="28"/>
        </w:rPr>
        <w:t xml:space="preserve">ługość całkowita pałki </w:t>
      </w:r>
      <w:r>
        <w:rPr>
          <w:szCs w:val="28"/>
        </w:rPr>
        <w:t xml:space="preserve">             - 740</w:t>
      </w:r>
      <w:r w:rsidRPr="00AC593C">
        <w:rPr>
          <w:szCs w:val="28"/>
        </w:rPr>
        <w:t xml:space="preserve"> mm (+/- </w:t>
      </w:r>
      <w:r>
        <w:rPr>
          <w:szCs w:val="28"/>
        </w:rPr>
        <w:t>2</w:t>
      </w:r>
      <w:r w:rsidRPr="00AC593C">
        <w:rPr>
          <w:szCs w:val="28"/>
        </w:rPr>
        <w:t>5)</w:t>
      </w:r>
    </w:p>
    <w:p w:rsidR="00546703" w:rsidRPr="00AC593C" w:rsidRDefault="00546703" w:rsidP="00594757">
      <w:pPr>
        <w:pStyle w:val="ListParagraph"/>
        <w:jc w:val="both"/>
        <w:rPr>
          <w:szCs w:val="28"/>
        </w:rPr>
      </w:pPr>
      <w:r w:rsidRPr="00AC593C">
        <w:rPr>
          <w:szCs w:val="28"/>
        </w:rPr>
        <w:t>ś</w:t>
      </w:r>
      <w:r>
        <w:rPr>
          <w:szCs w:val="28"/>
        </w:rPr>
        <w:t>rednica ramienia długiego pałki  -</w:t>
      </w:r>
      <w:r w:rsidRPr="00AC593C">
        <w:rPr>
          <w:szCs w:val="28"/>
        </w:rPr>
        <w:t xml:space="preserve"> 28 mm (+/- 2)</w:t>
      </w:r>
    </w:p>
    <w:p w:rsidR="00546703" w:rsidRDefault="00546703" w:rsidP="00594757">
      <w:pPr>
        <w:pStyle w:val="ListParagraph"/>
        <w:jc w:val="both"/>
        <w:rPr>
          <w:szCs w:val="28"/>
        </w:rPr>
      </w:pPr>
      <w:r>
        <w:rPr>
          <w:szCs w:val="28"/>
        </w:rPr>
        <w:t>maksymalna średnica rękojeści    - 34 mm (+/-1)</w:t>
      </w:r>
    </w:p>
    <w:p w:rsidR="00546703" w:rsidRDefault="00546703" w:rsidP="00C435E3">
      <w:pPr>
        <w:pStyle w:val="ListParagraph"/>
        <w:jc w:val="both"/>
        <w:rPr>
          <w:szCs w:val="28"/>
        </w:rPr>
      </w:pPr>
      <w:r w:rsidRPr="00AC593C">
        <w:rPr>
          <w:szCs w:val="28"/>
        </w:rPr>
        <w:t xml:space="preserve">długość rękojeści </w:t>
      </w:r>
      <w:r>
        <w:rPr>
          <w:szCs w:val="28"/>
        </w:rPr>
        <w:t xml:space="preserve">                       - </w:t>
      </w:r>
      <w:r w:rsidRPr="00AC593C">
        <w:rPr>
          <w:szCs w:val="28"/>
        </w:rPr>
        <w:t xml:space="preserve">130 mm </w:t>
      </w:r>
      <w:r>
        <w:rPr>
          <w:szCs w:val="28"/>
        </w:rPr>
        <w:t>(+/- 1)</w:t>
      </w:r>
    </w:p>
    <w:p w:rsidR="00546703" w:rsidRDefault="00546703" w:rsidP="00594757">
      <w:pPr>
        <w:pStyle w:val="ListParagraph"/>
        <w:jc w:val="both"/>
        <w:rPr>
          <w:szCs w:val="28"/>
        </w:rPr>
      </w:pPr>
      <w:r w:rsidRPr="00AC593C">
        <w:rPr>
          <w:szCs w:val="28"/>
        </w:rPr>
        <w:t>średnica gardy</w:t>
      </w:r>
      <w:r>
        <w:rPr>
          <w:szCs w:val="28"/>
        </w:rPr>
        <w:t xml:space="preserve">                              - 70 mm (+/- 1)</w:t>
      </w:r>
    </w:p>
    <w:p w:rsidR="00546703" w:rsidRDefault="00546703" w:rsidP="00594757">
      <w:pPr>
        <w:pStyle w:val="ListParagraph"/>
        <w:numPr>
          <w:ilvl w:val="0"/>
          <w:numId w:val="7"/>
        </w:numPr>
        <w:jc w:val="both"/>
        <w:rPr>
          <w:b/>
          <w:szCs w:val="28"/>
        </w:rPr>
      </w:pPr>
      <w:r w:rsidRPr="00594757">
        <w:rPr>
          <w:b/>
          <w:szCs w:val="28"/>
        </w:rPr>
        <w:t>Masa</w:t>
      </w:r>
    </w:p>
    <w:p w:rsidR="00546703" w:rsidRPr="00AC593C" w:rsidRDefault="00546703" w:rsidP="00594757">
      <w:pPr>
        <w:pStyle w:val="ListParagraph"/>
        <w:jc w:val="both"/>
        <w:rPr>
          <w:szCs w:val="28"/>
        </w:rPr>
      </w:pPr>
      <w:r>
        <w:rPr>
          <w:szCs w:val="28"/>
        </w:rPr>
        <w:t>M</w:t>
      </w:r>
      <w:r w:rsidRPr="00AC593C">
        <w:rPr>
          <w:szCs w:val="28"/>
        </w:rPr>
        <w:t xml:space="preserve">asa </w:t>
      </w:r>
      <w:r>
        <w:rPr>
          <w:szCs w:val="28"/>
        </w:rPr>
        <w:t xml:space="preserve">całkowita pałki </w:t>
      </w:r>
      <w:r>
        <w:rPr>
          <w:szCs w:val="28"/>
        </w:rPr>
        <w:tab/>
        <w:t xml:space="preserve">       - </w:t>
      </w:r>
      <w:r w:rsidRPr="00AC593C">
        <w:rPr>
          <w:szCs w:val="28"/>
        </w:rPr>
        <w:t xml:space="preserve">540 g (+/-20 g). </w:t>
      </w:r>
    </w:p>
    <w:p w:rsidR="00546703" w:rsidRDefault="00546703" w:rsidP="00594757">
      <w:pPr>
        <w:pStyle w:val="ListParagraph"/>
        <w:numPr>
          <w:ilvl w:val="0"/>
          <w:numId w:val="7"/>
        </w:numPr>
        <w:jc w:val="both"/>
        <w:rPr>
          <w:b/>
          <w:szCs w:val="28"/>
        </w:rPr>
      </w:pPr>
      <w:r w:rsidRPr="00594757">
        <w:rPr>
          <w:b/>
          <w:szCs w:val="28"/>
        </w:rPr>
        <w:t>Materiał</w:t>
      </w:r>
    </w:p>
    <w:p w:rsidR="00546703" w:rsidRPr="00594757" w:rsidRDefault="00546703" w:rsidP="00594757">
      <w:pPr>
        <w:pStyle w:val="ListParagraph"/>
        <w:jc w:val="both"/>
        <w:rPr>
          <w:b/>
          <w:szCs w:val="28"/>
        </w:rPr>
      </w:pPr>
      <w:r w:rsidRPr="00594757">
        <w:rPr>
          <w:szCs w:val="28"/>
        </w:rPr>
        <w:t xml:space="preserve">Pałka wykonana z wysokowytrzymałego sprężystego tworzywa sztucznego w kolorze czarnym, posiadająca rdzeń usztywniający konstrukcję. </w:t>
      </w:r>
    </w:p>
    <w:p w:rsidR="00546703" w:rsidRPr="00594757" w:rsidRDefault="00546703" w:rsidP="00594757">
      <w:pPr>
        <w:pStyle w:val="ListParagraph"/>
        <w:numPr>
          <w:ilvl w:val="0"/>
          <w:numId w:val="7"/>
        </w:numPr>
        <w:jc w:val="both"/>
        <w:rPr>
          <w:b/>
          <w:szCs w:val="28"/>
        </w:rPr>
      </w:pPr>
      <w:r w:rsidRPr="00594757">
        <w:rPr>
          <w:b/>
          <w:szCs w:val="28"/>
        </w:rPr>
        <w:t>Ukompletowanie</w:t>
      </w:r>
    </w:p>
    <w:p w:rsidR="00546703" w:rsidRDefault="00546703" w:rsidP="00594757">
      <w:pPr>
        <w:pStyle w:val="ListParagraph"/>
        <w:jc w:val="both"/>
        <w:rPr>
          <w:szCs w:val="28"/>
        </w:rPr>
      </w:pPr>
      <w:r>
        <w:rPr>
          <w:szCs w:val="28"/>
        </w:rPr>
        <w:t>Pałka musi być w</w:t>
      </w:r>
      <w:r w:rsidRPr="00594757">
        <w:rPr>
          <w:szCs w:val="28"/>
        </w:rPr>
        <w:t>yposażona w skórzany trok mocowany do tylnej części rękojeści wykonany w kolorze czarnym</w:t>
      </w:r>
    </w:p>
    <w:p w:rsidR="00546703" w:rsidRDefault="00546703" w:rsidP="00594757">
      <w:pPr>
        <w:pStyle w:val="ListParagraph"/>
        <w:jc w:val="both"/>
        <w:rPr>
          <w:szCs w:val="28"/>
        </w:rPr>
      </w:pPr>
    </w:p>
    <w:p w:rsidR="00546703" w:rsidRPr="005D5EF0" w:rsidRDefault="00546703" w:rsidP="006A429F">
      <w:r>
        <w:t xml:space="preserve">  </w:t>
      </w:r>
    </w:p>
    <w:p w:rsidR="00546703" w:rsidRDefault="00546703" w:rsidP="00CC2FE5">
      <w:pPr>
        <w:jc w:val="center"/>
      </w:pPr>
      <w:r w:rsidRPr="00C06BE3"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Pa&amp;lstrok;ka szturmowa" style="width:294.75pt;height:190.5pt;visibility:visible">
            <v:imagedata r:id="rId7" o:title=""/>
          </v:shape>
        </w:pict>
      </w:r>
    </w:p>
    <w:p w:rsidR="00546703" w:rsidRPr="00CC2FE5" w:rsidRDefault="00546703" w:rsidP="00CC2FE5"/>
    <w:p w:rsidR="00546703" w:rsidRDefault="00546703" w:rsidP="00CC2FE5"/>
    <w:p w:rsidR="00546703" w:rsidRPr="00CC2FE5" w:rsidRDefault="00546703" w:rsidP="00CC2FE5">
      <w:pPr>
        <w:tabs>
          <w:tab w:val="left" w:pos="2415"/>
        </w:tabs>
        <w:rPr>
          <w:i/>
        </w:rPr>
      </w:pPr>
      <w:r w:rsidRPr="00CC2FE5">
        <w:rPr>
          <w:i/>
        </w:rPr>
        <w:tab/>
      </w:r>
      <w:r>
        <w:rPr>
          <w:i/>
        </w:rPr>
        <w:t>Wzór pałki szturmowej</w:t>
      </w:r>
    </w:p>
    <w:sectPr w:rsidR="00546703" w:rsidRPr="00CC2FE5" w:rsidSect="00594757">
      <w:head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703" w:rsidRDefault="00546703" w:rsidP="008A3B26">
      <w:pPr>
        <w:spacing w:line="240" w:lineRule="auto"/>
      </w:pPr>
      <w:r>
        <w:separator/>
      </w:r>
    </w:p>
  </w:endnote>
  <w:endnote w:type="continuationSeparator" w:id="0">
    <w:p w:rsidR="00546703" w:rsidRDefault="00546703" w:rsidP="008A3B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703" w:rsidRDefault="00546703" w:rsidP="008A3B26">
      <w:pPr>
        <w:spacing w:line="240" w:lineRule="auto"/>
      </w:pPr>
      <w:r>
        <w:separator/>
      </w:r>
    </w:p>
  </w:footnote>
  <w:footnote w:type="continuationSeparator" w:id="0">
    <w:p w:rsidR="00546703" w:rsidRDefault="00546703" w:rsidP="008A3B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703" w:rsidRDefault="00546703">
    <w:pPr>
      <w:pStyle w:val="Header"/>
    </w:pPr>
    <w:r>
      <w:tab/>
    </w:r>
    <w:r>
      <w:tab/>
      <w:t>Załącznik nr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775F9"/>
    <w:multiLevelType w:val="hybridMultilevel"/>
    <w:tmpl w:val="3DFEA25A"/>
    <w:lvl w:ilvl="0" w:tplc="FA36B51A">
      <w:start w:val="1"/>
      <w:numFmt w:val="lowerLetter"/>
      <w:lvlText w:val="%1)"/>
      <w:lvlJc w:val="left"/>
      <w:pPr>
        <w:ind w:left="6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1">
    <w:nsid w:val="10A41AB6"/>
    <w:multiLevelType w:val="hybridMultilevel"/>
    <w:tmpl w:val="706EAA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457464"/>
    <w:multiLevelType w:val="hybridMultilevel"/>
    <w:tmpl w:val="803E5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C93879"/>
    <w:multiLevelType w:val="hybridMultilevel"/>
    <w:tmpl w:val="128E2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587764"/>
    <w:multiLevelType w:val="hybridMultilevel"/>
    <w:tmpl w:val="182472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D650BD3"/>
    <w:multiLevelType w:val="hybridMultilevel"/>
    <w:tmpl w:val="64C2D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8D06C23"/>
    <w:multiLevelType w:val="hybridMultilevel"/>
    <w:tmpl w:val="4A0863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30C8"/>
    <w:rsid w:val="00153C4D"/>
    <w:rsid w:val="003F3312"/>
    <w:rsid w:val="004054DE"/>
    <w:rsid w:val="00546703"/>
    <w:rsid w:val="00594757"/>
    <w:rsid w:val="005C0F77"/>
    <w:rsid w:val="005D5EF0"/>
    <w:rsid w:val="006A429F"/>
    <w:rsid w:val="00767E15"/>
    <w:rsid w:val="00797F64"/>
    <w:rsid w:val="007B3BFF"/>
    <w:rsid w:val="00834A08"/>
    <w:rsid w:val="008A3B26"/>
    <w:rsid w:val="00984E9C"/>
    <w:rsid w:val="00993DC2"/>
    <w:rsid w:val="00AC593C"/>
    <w:rsid w:val="00BA3CEE"/>
    <w:rsid w:val="00C06BE3"/>
    <w:rsid w:val="00C435E3"/>
    <w:rsid w:val="00CC2FE5"/>
    <w:rsid w:val="00D26845"/>
    <w:rsid w:val="00EA0B1A"/>
    <w:rsid w:val="00F130C8"/>
    <w:rsid w:val="00F34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29F"/>
    <w:pPr>
      <w:spacing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42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C2F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2F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8A3B2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3B26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A3B2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A3B2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181</Words>
  <Characters>1087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PAŁKA SZTURMOWA “PS” z trokiem</dc:title>
  <dc:subject/>
  <dc:creator>Policja</dc:creator>
  <cp:keywords/>
  <dc:description/>
  <cp:lastModifiedBy>607095</cp:lastModifiedBy>
  <cp:revision>2</cp:revision>
  <cp:lastPrinted>2021-04-16T07:49:00Z</cp:lastPrinted>
  <dcterms:created xsi:type="dcterms:W3CDTF">2021-10-26T09:24:00Z</dcterms:created>
  <dcterms:modified xsi:type="dcterms:W3CDTF">2021-10-26T09:24:00Z</dcterms:modified>
</cp:coreProperties>
</file>