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8A0AFC">
        <w:rPr>
          <w:rFonts w:ascii="Calibri" w:hAnsi="Calibri" w:cs="Arial"/>
          <w:b/>
          <w:szCs w:val="22"/>
        </w:rPr>
        <w:t>39</w:t>
      </w: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63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57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E41788" w:rsidRDefault="00E41788" w:rsidP="00E41788">
      <w:pPr>
        <w:pStyle w:val="BODYPARP"/>
        <w:spacing w:before="0" w:after="0" w:line="480" w:lineRule="auto"/>
        <w:ind w:left="714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</w:p>
    <w:p w:rsidR="000B52A1" w:rsidRDefault="000B52A1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E4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480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961"/>
        <w:gridCol w:w="1022"/>
        <w:gridCol w:w="1417"/>
        <w:gridCol w:w="1105"/>
        <w:gridCol w:w="849"/>
      </w:tblGrid>
      <w:tr w:rsidR="000B52A1" w:rsidTr="00FA2EFF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8B7EA9" w:rsidTr="00FA2EFF">
        <w:trPr>
          <w:trHeight w:val="200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EA9" w:rsidRPr="00C37982" w:rsidRDefault="008A0AFC" w:rsidP="00FA2EFF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39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005341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Lodówka medyczna</w:t>
            </w:r>
            <w:r w:rsidR="00BB6DE6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  <w:r w:rsidR="00765CE3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  <w:r w:rsidR="00487CD4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341" w:rsidRPr="00005341" w:rsidRDefault="00005341" w:rsidP="00005341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Zakres </w:t>
            </w:r>
            <w:proofErr w:type="spellStart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>temperatury</w:t>
            </w:r>
            <w:proofErr w:type="spellEnd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>: od +2°C do +8°C</w:t>
            </w:r>
          </w:p>
          <w:p w:rsidR="00005341" w:rsidRPr="00005341" w:rsidRDefault="00005341" w:rsidP="00005341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Możliwość </w:t>
            </w:r>
            <w:proofErr w:type="spellStart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>zamknięcia</w:t>
            </w:r>
            <w:proofErr w:type="spellEnd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>drzwi</w:t>
            </w:r>
            <w:proofErr w:type="spellEnd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na </w:t>
            </w:r>
            <w:proofErr w:type="spellStart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>kluczyk</w:t>
            </w:r>
            <w:proofErr w:type="spellEnd"/>
          </w:p>
          <w:p w:rsidR="00005341" w:rsidRPr="00005341" w:rsidRDefault="00005341" w:rsidP="00005341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Pojemność: co najmniej 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150</w:t>
            </w:r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>litrów</w:t>
            </w:r>
            <w:proofErr w:type="spellEnd"/>
          </w:p>
          <w:p w:rsidR="008B7EA9" w:rsidRPr="00A7517D" w:rsidRDefault="00005341" w:rsidP="00005341">
            <w:pPr>
              <w:rPr>
                <w:rFonts w:ascii="Calibri" w:hAnsi="Calibri" w:cs="Calibri"/>
                <w:szCs w:val="22"/>
                <w:lang w:val="en-US"/>
              </w:rPr>
            </w:pPr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Z </w:t>
            </w:r>
            <w:proofErr w:type="spellStart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>drzwiami</w:t>
            </w:r>
            <w:proofErr w:type="spellEnd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>standardowymi</w:t>
            </w:r>
            <w:proofErr w:type="spellEnd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lub </w:t>
            </w:r>
            <w:proofErr w:type="spellStart"/>
            <w:r w:rsidRPr="00005341">
              <w:rPr>
                <w:rFonts w:ascii="Calibri" w:hAnsi="Calibri" w:cs="Calibri"/>
                <w:sz w:val="18"/>
                <w:szCs w:val="18"/>
                <w:lang w:val="en-US"/>
              </w:rPr>
              <w:t>szklanymi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Pr="00A7517D" w:rsidRDefault="00005341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8B7EA9">
      <w:headerReference w:type="default" r:id="rId9"/>
      <w:headerReference w:type="first" r:id="rId10"/>
      <w:pgSz w:w="11906" w:h="16838"/>
      <w:pgMar w:top="965" w:right="707" w:bottom="568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684A48F" wp14:editId="39A9EC33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6D729BB" wp14:editId="4768D688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BFAF2F4" wp14:editId="0547426D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5341"/>
    <w:rsid w:val="000068C2"/>
    <w:rsid w:val="00006E5E"/>
    <w:rsid w:val="00013807"/>
    <w:rsid w:val="0004570E"/>
    <w:rsid w:val="00052E59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2635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0DE2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4322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87CD4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17FA7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36A29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65CE3"/>
    <w:rsid w:val="007801C1"/>
    <w:rsid w:val="0078319E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0304"/>
    <w:rsid w:val="00816BF3"/>
    <w:rsid w:val="008221CF"/>
    <w:rsid w:val="008607B5"/>
    <w:rsid w:val="00861868"/>
    <w:rsid w:val="0086603C"/>
    <w:rsid w:val="008825E3"/>
    <w:rsid w:val="008836DB"/>
    <w:rsid w:val="00894DBC"/>
    <w:rsid w:val="008A0AFC"/>
    <w:rsid w:val="008A2A30"/>
    <w:rsid w:val="008B25E2"/>
    <w:rsid w:val="008B7EA9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440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3973"/>
    <w:rsid w:val="00B87207"/>
    <w:rsid w:val="00B90C90"/>
    <w:rsid w:val="00BB4393"/>
    <w:rsid w:val="00BB65C8"/>
    <w:rsid w:val="00BB6DE6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1253C"/>
    <w:rsid w:val="00D3375D"/>
    <w:rsid w:val="00D37C55"/>
    <w:rsid w:val="00D447D6"/>
    <w:rsid w:val="00D45115"/>
    <w:rsid w:val="00D54DDF"/>
    <w:rsid w:val="00D73773"/>
    <w:rsid w:val="00DA45CA"/>
    <w:rsid w:val="00DB4A3A"/>
    <w:rsid w:val="00DB6BEC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4178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EF1FFC"/>
    <w:rsid w:val="00F137F5"/>
    <w:rsid w:val="00F200A6"/>
    <w:rsid w:val="00F307A5"/>
    <w:rsid w:val="00F30DDA"/>
    <w:rsid w:val="00F65B20"/>
    <w:rsid w:val="00F7721B"/>
    <w:rsid w:val="00F77798"/>
    <w:rsid w:val="00F81A84"/>
    <w:rsid w:val="00F82827"/>
    <w:rsid w:val="00F83863"/>
    <w:rsid w:val="00F84718"/>
    <w:rsid w:val="00FA2EFF"/>
    <w:rsid w:val="00FA4AE3"/>
    <w:rsid w:val="00FB5800"/>
    <w:rsid w:val="00FD0A87"/>
    <w:rsid w:val="00FD50BD"/>
    <w:rsid w:val="00FD7DC2"/>
    <w:rsid w:val="00FE11F9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CC01A-7B7D-4F58-8411-35ABA9BF8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102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5</cp:revision>
  <cp:lastPrinted>2024-10-11T06:58:00Z</cp:lastPrinted>
  <dcterms:created xsi:type="dcterms:W3CDTF">2024-11-18T13:18:00Z</dcterms:created>
  <dcterms:modified xsi:type="dcterms:W3CDTF">2024-11-18T13:32:00Z</dcterms:modified>
</cp:coreProperties>
</file>