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7C02D" w14:textId="3585EE9D" w:rsidR="00A83581" w:rsidRDefault="00A83581" w:rsidP="00A83581">
      <w:pPr>
        <w:pStyle w:val="Bezodstpw"/>
        <w:jc w:val="center"/>
      </w:pPr>
      <w:r>
        <w:t xml:space="preserve">UMOWA </w:t>
      </w:r>
      <w:r w:rsidR="000A0960">
        <w:t>FN.273….202</w:t>
      </w:r>
      <w:r w:rsidR="000D317B">
        <w:t>4</w:t>
      </w:r>
      <w:r w:rsidR="000A0960">
        <w:t>.</w:t>
      </w:r>
      <w:r w:rsidR="000D317B">
        <w:t>TW</w:t>
      </w:r>
    </w:p>
    <w:p w14:paraId="6BB43D5C" w14:textId="77777777" w:rsidR="00A83581" w:rsidRDefault="00A83581" w:rsidP="00A83581">
      <w:pPr>
        <w:pStyle w:val="Bezodstpw"/>
        <w:jc w:val="center"/>
      </w:pPr>
    </w:p>
    <w:p w14:paraId="7CA2E968" w14:textId="77777777" w:rsidR="00A83581" w:rsidRDefault="00A83581" w:rsidP="00A83581">
      <w:pPr>
        <w:pStyle w:val="Bezodstpw"/>
      </w:pPr>
      <w:r>
        <w:t>zawarta w dniu …………. r. w Szczecinie pomiędzy:</w:t>
      </w:r>
    </w:p>
    <w:p w14:paraId="1501D403" w14:textId="3B10BB01" w:rsidR="000D317B" w:rsidRPr="000D317B" w:rsidRDefault="000D317B" w:rsidP="000D317B">
      <w:pPr>
        <w:pStyle w:val="Bezodstpw"/>
        <w:jc w:val="both"/>
        <w:rPr>
          <w:bCs/>
        </w:rPr>
      </w:pPr>
      <w:r w:rsidRPr="000D317B">
        <w:rPr>
          <w:b/>
        </w:rPr>
        <w:t xml:space="preserve">Skarbem Państwa - Wojewódzkim Urzędem Ochrony Zabytków </w:t>
      </w:r>
      <w:r w:rsidRPr="000D317B">
        <w:rPr>
          <w:bCs/>
        </w:rPr>
        <w:t>w Szczecinie ul. Wały Chrobrego 4, 70-502 Szczecin NIP: 8512022807, REGON 005483925 reprezentowanym przez</w:t>
      </w:r>
      <w:r>
        <w:rPr>
          <w:bCs/>
        </w:rPr>
        <w:t xml:space="preserve"> Pana</w:t>
      </w:r>
      <w:r w:rsidRPr="000D317B">
        <w:rPr>
          <w:bCs/>
        </w:rPr>
        <w:t xml:space="preserve"> Tomasz</w:t>
      </w:r>
      <w:r>
        <w:rPr>
          <w:bCs/>
        </w:rPr>
        <w:t>a</w:t>
      </w:r>
      <w:r w:rsidRPr="000D317B">
        <w:rPr>
          <w:bCs/>
        </w:rPr>
        <w:t xml:space="preserve"> </w:t>
      </w:r>
      <w:proofErr w:type="spellStart"/>
      <w:r w:rsidRPr="000D317B">
        <w:rPr>
          <w:bCs/>
        </w:rPr>
        <w:t>Wolendr</w:t>
      </w:r>
      <w:r>
        <w:rPr>
          <w:bCs/>
        </w:rPr>
        <w:t>a</w:t>
      </w:r>
      <w:proofErr w:type="spellEnd"/>
      <w:r w:rsidRPr="000D317B">
        <w:rPr>
          <w:bCs/>
        </w:rPr>
        <w:t xml:space="preserve"> – Zachodniopomorski</w:t>
      </w:r>
      <w:r>
        <w:rPr>
          <w:bCs/>
        </w:rPr>
        <w:t>ego</w:t>
      </w:r>
      <w:r w:rsidRPr="000D317B">
        <w:rPr>
          <w:bCs/>
        </w:rPr>
        <w:t xml:space="preserve"> Wojewódzki</w:t>
      </w:r>
      <w:r>
        <w:rPr>
          <w:bCs/>
        </w:rPr>
        <w:t>ego</w:t>
      </w:r>
      <w:r w:rsidRPr="000D317B">
        <w:rPr>
          <w:bCs/>
        </w:rPr>
        <w:t xml:space="preserve"> Konserwator</w:t>
      </w:r>
      <w:r>
        <w:rPr>
          <w:bCs/>
        </w:rPr>
        <w:t>a</w:t>
      </w:r>
      <w:r w:rsidRPr="000D317B">
        <w:rPr>
          <w:bCs/>
        </w:rPr>
        <w:t xml:space="preserve"> Zabytków</w:t>
      </w:r>
      <w:r>
        <w:rPr>
          <w:bCs/>
        </w:rPr>
        <w:t xml:space="preserve">, </w:t>
      </w:r>
      <w:r w:rsidRPr="000D317B">
        <w:rPr>
          <w:bCs/>
        </w:rPr>
        <w:t>zwa</w:t>
      </w:r>
      <w:r>
        <w:rPr>
          <w:bCs/>
        </w:rPr>
        <w:t>ny</w:t>
      </w:r>
      <w:r w:rsidRPr="000D317B">
        <w:rPr>
          <w:bCs/>
        </w:rPr>
        <w:t xml:space="preserve"> dalej „Zamawiającym”</w:t>
      </w:r>
    </w:p>
    <w:p w14:paraId="022F222D" w14:textId="77777777" w:rsidR="000D317B" w:rsidRPr="000D317B" w:rsidRDefault="000D317B" w:rsidP="000D317B">
      <w:pPr>
        <w:pStyle w:val="Bezodstpw"/>
        <w:jc w:val="both"/>
        <w:rPr>
          <w:bCs/>
        </w:rPr>
      </w:pPr>
      <w:r w:rsidRPr="000D317B">
        <w:rPr>
          <w:bCs/>
        </w:rPr>
        <w:t>a</w:t>
      </w:r>
    </w:p>
    <w:p w14:paraId="653EDCD5" w14:textId="77777777" w:rsidR="000D317B" w:rsidRPr="000D317B" w:rsidRDefault="000D317B" w:rsidP="000D317B">
      <w:pPr>
        <w:pStyle w:val="Bezodstpw"/>
        <w:jc w:val="both"/>
        <w:rPr>
          <w:bCs/>
        </w:rPr>
      </w:pPr>
      <w:r w:rsidRPr="000D317B">
        <w:rPr>
          <w:bCs/>
        </w:rPr>
        <w:t>…………………….</w:t>
      </w:r>
    </w:p>
    <w:p w14:paraId="37AAB1F8" w14:textId="77777777" w:rsidR="000D317B" w:rsidRPr="000D317B" w:rsidRDefault="000D317B" w:rsidP="000D317B">
      <w:pPr>
        <w:pStyle w:val="Bezodstpw"/>
        <w:jc w:val="both"/>
        <w:rPr>
          <w:bCs/>
        </w:rPr>
      </w:pPr>
      <w:r w:rsidRPr="000D317B">
        <w:rPr>
          <w:bCs/>
        </w:rPr>
        <w:t>zwanymi dalej „Wykonawcą”,</w:t>
      </w:r>
    </w:p>
    <w:p w14:paraId="2A7A58BA" w14:textId="77777777" w:rsidR="000D317B" w:rsidRPr="000D317B" w:rsidRDefault="000D317B" w:rsidP="000D317B">
      <w:pPr>
        <w:pStyle w:val="Bezodstpw"/>
        <w:jc w:val="both"/>
        <w:rPr>
          <w:bCs/>
        </w:rPr>
      </w:pPr>
    </w:p>
    <w:p w14:paraId="65B312C4" w14:textId="1B6FB608" w:rsidR="00A83581" w:rsidRPr="000D317B" w:rsidRDefault="000D317B" w:rsidP="000D317B">
      <w:pPr>
        <w:pStyle w:val="Bezodstpw"/>
        <w:jc w:val="both"/>
        <w:rPr>
          <w:bCs/>
        </w:rPr>
      </w:pPr>
      <w:r w:rsidRPr="000D317B">
        <w:rPr>
          <w:bCs/>
        </w:rPr>
        <w:t>Zamawiający oświadcza, że na dzień zawarcia niniejszej umowy nie uległy zmianie dane, które miałyby wpływ na ważność niniejszej umowy i są zgodne z dokumentami przedstawionymi na okoliczność jej zawarcia.</w:t>
      </w:r>
      <w:r>
        <w:rPr>
          <w:bCs/>
        </w:rPr>
        <w:t xml:space="preserve"> </w:t>
      </w:r>
      <w:r w:rsidRPr="000D317B">
        <w:rPr>
          <w:bCs/>
        </w:rPr>
        <w:t>Podstawą zawarcia niniejszej umowy jest wybór Wykonawcy w wyniku przeprowadzenia postępowania w trybie zapytania ofertowego na podstawie wewnętrznego regulaminu</w:t>
      </w:r>
      <w:r w:rsidR="00A83581" w:rsidRPr="000D317B">
        <w:rPr>
          <w:bCs/>
        </w:rPr>
        <w:t>.</w:t>
      </w:r>
    </w:p>
    <w:p w14:paraId="21E3D327" w14:textId="77777777" w:rsidR="00A83581" w:rsidRDefault="00A83581" w:rsidP="00A83581">
      <w:pPr>
        <w:pStyle w:val="Bezodstpw"/>
      </w:pPr>
    </w:p>
    <w:p w14:paraId="3C2852DD" w14:textId="77777777" w:rsidR="00A83581" w:rsidRDefault="00A83581" w:rsidP="00A83581">
      <w:pPr>
        <w:pStyle w:val="Bezodstpw"/>
        <w:jc w:val="center"/>
      </w:pPr>
      <w:r>
        <w:t>§1</w:t>
      </w:r>
    </w:p>
    <w:p w14:paraId="71FFBE00" w14:textId="77777777" w:rsidR="00A83581" w:rsidRDefault="00A83581" w:rsidP="00A83581">
      <w:pPr>
        <w:pStyle w:val="Bezodstpw"/>
        <w:jc w:val="both"/>
      </w:pPr>
      <w:r>
        <w:t xml:space="preserve">1. </w:t>
      </w:r>
      <w:r w:rsidR="00602A59">
        <w:t>Zamawiający</w:t>
      </w:r>
      <w:r>
        <w:t xml:space="preserve"> zleca, a </w:t>
      </w:r>
      <w:r w:rsidR="00602A59">
        <w:t>Wykonawca</w:t>
      </w:r>
      <w:r>
        <w:t xml:space="preserve"> przyjmuje do wykonania zadania z zakresu medycyny pracy w stosunku do osób posiadających skierowanie od </w:t>
      </w:r>
      <w:r w:rsidR="00602A59">
        <w:t>Zamawiającego</w:t>
      </w:r>
      <w:r>
        <w:t>.</w:t>
      </w:r>
    </w:p>
    <w:p w14:paraId="7B28FE68" w14:textId="77777777" w:rsidR="00A83581" w:rsidRDefault="00A83581" w:rsidP="00A83581">
      <w:pPr>
        <w:pStyle w:val="Bezodstpw"/>
        <w:jc w:val="both"/>
      </w:pPr>
      <w:r>
        <w:t>2. W zakres czynności medycyny pracy objętych niniejszą umową wchodzić będzie:</w:t>
      </w:r>
    </w:p>
    <w:p w14:paraId="6EB4D816" w14:textId="77777777" w:rsidR="00A83581" w:rsidRDefault="00A83581" w:rsidP="00A83581">
      <w:pPr>
        <w:pStyle w:val="Bezodstpw"/>
        <w:jc w:val="both"/>
      </w:pPr>
      <w:r>
        <w:t>a) wykonywanie badań wstępnych, okresowych i kontrolnych przewidzianych w Kodeksie pracy,</w:t>
      </w:r>
    </w:p>
    <w:p w14:paraId="2AD2AB05" w14:textId="77777777" w:rsidR="00A83581" w:rsidRDefault="00A83581" w:rsidP="00A83581">
      <w:pPr>
        <w:pStyle w:val="Bezodstpw"/>
        <w:jc w:val="both"/>
      </w:pPr>
      <w:r>
        <w:t>b) orzecznictwo lekarskie do celów przewidzianych w Kodeksie pracy i w przepisach wydanych na jego podstawie,</w:t>
      </w:r>
    </w:p>
    <w:p w14:paraId="6EF7AF5D" w14:textId="77777777" w:rsidR="00A83581" w:rsidRDefault="00A83581" w:rsidP="00A83581">
      <w:pPr>
        <w:pStyle w:val="Bezodstpw"/>
        <w:jc w:val="both"/>
      </w:pPr>
      <w:r>
        <w:t>c) ocena możliwości wykonywania pracy uwzględniającą stan zdrowia i zagrożenia występujące w miejscu pracy.</w:t>
      </w:r>
    </w:p>
    <w:p w14:paraId="2F0F66BE" w14:textId="77777777" w:rsidR="00A83581" w:rsidRDefault="00A83581" w:rsidP="00A83581">
      <w:pPr>
        <w:pStyle w:val="Bezodstpw"/>
        <w:jc w:val="both"/>
      </w:pPr>
      <w:r>
        <w:t xml:space="preserve">3. </w:t>
      </w:r>
      <w:r w:rsidR="00602A59">
        <w:t>Wykonawca</w:t>
      </w:r>
      <w:r>
        <w:t xml:space="preserve"> oświadcza, że jest uprawniony do sprawowania profilaktycznej opieki zdrowotnej w rozumieniu </w:t>
      </w:r>
      <w:r w:rsidR="00514082">
        <w:t xml:space="preserve">ustawy z dnia </w:t>
      </w:r>
      <w:r w:rsidR="00514082" w:rsidRPr="00514082">
        <w:t>27 czerwca 1997 r. o służbie medycyny pracy (Dz. U. z 2022 r. poz. 437 ze zm.)</w:t>
      </w:r>
      <w:r>
        <w:t>.</w:t>
      </w:r>
    </w:p>
    <w:p w14:paraId="7CE5467C" w14:textId="77777777" w:rsidR="00A83581" w:rsidRDefault="00A83581" w:rsidP="00A83581">
      <w:pPr>
        <w:pStyle w:val="Bezodstpw"/>
        <w:jc w:val="both"/>
      </w:pPr>
      <w:r>
        <w:t xml:space="preserve">4. Jeżeli wymagają tego przepisy prawa lub jeżeli jest to niezbędne w celu prawidłowego wykonania zlecenia, </w:t>
      </w:r>
      <w:r w:rsidR="00602A59">
        <w:t>Zamawiający</w:t>
      </w:r>
      <w:r>
        <w:t xml:space="preserve"> zobowiązuje się do:</w:t>
      </w:r>
    </w:p>
    <w:p w14:paraId="02CDFD7C" w14:textId="77777777" w:rsidR="00A83581" w:rsidRDefault="00A83581" w:rsidP="00A83581">
      <w:pPr>
        <w:pStyle w:val="Bezodstpw"/>
        <w:jc w:val="both"/>
      </w:pPr>
      <w:r>
        <w:t xml:space="preserve">a) przekazywania </w:t>
      </w:r>
      <w:r w:rsidR="00602A59">
        <w:t>Wykonawcy</w:t>
      </w:r>
      <w:r>
        <w:t xml:space="preserve"> informacji o występowaniu czynników szkodliwych dla zdrowia lub warunków uciążliwych wraz z aktualnymi wynikami badań i pomiarów tych czynników,</w:t>
      </w:r>
    </w:p>
    <w:p w14:paraId="33822A08" w14:textId="77777777" w:rsidR="00A83581" w:rsidRDefault="00A83581" w:rsidP="00A83581">
      <w:pPr>
        <w:pStyle w:val="Bezodstpw"/>
        <w:jc w:val="both"/>
      </w:pPr>
      <w:r>
        <w:t xml:space="preserve">b) zapewnienia </w:t>
      </w:r>
      <w:r w:rsidR="00602A59">
        <w:t>Wykonawcy</w:t>
      </w:r>
      <w:r>
        <w:t xml:space="preserve"> udziału w komisji bezpieczeństwa i higieny pracy działającej na terenie zakładu pracy,</w:t>
      </w:r>
    </w:p>
    <w:p w14:paraId="2393404A" w14:textId="77777777" w:rsidR="00A83581" w:rsidRDefault="00A83581" w:rsidP="00A83581">
      <w:pPr>
        <w:pStyle w:val="Bezodstpw"/>
        <w:jc w:val="both"/>
      </w:pPr>
      <w:r>
        <w:t>c) zapewnienia możliwości przeglądu stanowisk pracy w celu dokonania oceny warunków pracy,</w:t>
      </w:r>
    </w:p>
    <w:p w14:paraId="63161705" w14:textId="77777777" w:rsidR="00A83581" w:rsidRDefault="00A83581" w:rsidP="00A83581">
      <w:pPr>
        <w:pStyle w:val="Bezodstpw"/>
        <w:jc w:val="both"/>
      </w:pPr>
      <w:r>
        <w:t>d) udostępniania dokumentacji wyników kontroli warunków pracy, w części odnoszącej się do ochrony zdrowia,</w:t>
      </w:r>
    </w:p>
    <w:p w14:paraId="617E073C" w14:textId="77777777" w:rsidR="00A83581" w:rsidRDefault="00A83581" w:rsidP="00A83581">
      <w:pPr>
        <w:pStyle w:val="Bezodstpw"/>
        <w:jc w:val="both"/>
      </w:pPr>
      <w:r>
        <w:t xml:space="preserve">e) niezwłocznego udzielenia </w:t>
      </w:r>
      <w:r w:rsidR="00602A59">
        <w:t>Wykonawcy</w:t>
      </w:r>
      <w:r>
        <w:t xml:space="preserve"> wszelkich informacji niezbędnych dla prawidłowego wykonania umowy.</w:t>
      </w:r>
    </w:p>
    <w:p w14:paraId="3AE882A2" w14:textId="77777777" w:rsidR="00514082" w:rsidRDefault="00514082" w:rsidP="00A83581">
      <w:pPr>
        <w:pStyle w:val="Bezodstpw"/>
      </w:pPr>
    </w:p>
    <w:p w14:paraId="04E841AB" w14:textId="77777777" w:rsidR="00A83581" w:rsidRDefault="00A83581" w:rsidP="00514082">
      <w:pPr>
        <w:pStyle w:val="Bezodstpw"/>
        <w:jc w:val="center"/>
      </w:pPr>
      <w:r>
        <w:t>§2</w:t>
      </w:r>
    </w:p>
    <w:p w14:paraId="5D2BF52A" w14:textId="77777777" w:rsidR="00A83581" w:rsidRDefault="00A83581" w:rsidP="00514082">
      <w:pPr>
        <w:pStyle w:val="Bezodstpw"/>
        <w:jc w:val="both"/>
      </w:pPr>
      <w:r>
        <w:t xml:space="preserve">1. </w:t>
      </w:r>
      <w:r w:rsidR="00602A59">
        <w:t>Zamawiający</w:t>
      </w:r>
      <w:r>
        <w:t xml:space="preserve"> powierza </w:t>
      </w:r>
      <w:r w:rsidR="00602A59">
        <w:t>Wykonawcy</w:t>
      </w:r>
      <w:r>
        <w:t xml:space="preserve">, a </w:t>
      </w:r>
      <w:r w:rsidR="00602A59">
        <w:t>Wykonawca</w:t>
      </w:r>
      <w:r>
        <w:t xml:space="preserve"> przyjmuje przetwarzanie danych osobowych w celach związanych z realizacją Umowy oraz w celach wymaganych przez powszechnie obowiązujące przepisy prawa. </w:t>
      </w:r>
      <w:r w:rsidR="00602A59">
        <w:t>Wykonawca</w:t>
      </w:r>
      <w:r>
        <w:t xml:space="preserve"> zobowiązuje się przetwarzać dane </w:t>
      </w:r>
      <w:r>
        <w:lastRenderedPageBreak/>
        <w:t xml:space="preserve">osobowe zgodnie z obowiązującymi przepisami prawa, w szczególności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RODO). </w:t>
      </w:r>
      <w:r w:rsidR="00602A59">
        <w:t>Wykonawca</w:t>
      </w:r>
      <w:r>
        <w:t xml:space="preserve"> jest uprawniony do przetwarzania danych osobowych przez okres wymagany przez powszechnie obowiązujące przepisy prawa, a następnie ich archiwizacje.</w:t>
      </w:r>
    </w:p>
    <w:p w14:paraId="7A69475D" w14:textId="77777777" w:rsidR="00A83581" w:rsidRDefault="00A83581" w:rsidP="00514082">
      <w:pPr>
        <w:pStyle w:val="Bezodstpw"/>
        <w:jc w:val="both"/>
      </w:pPr>
      <w:r>
        <w:t xml:space="preserve">2. </w:t>
      </w:r>
      <w:r w:rsidR="00602A59">
        <w:t>Wykonawca</w:t>
      </w:r>
      <w:r>
        <w:t xml:space="preserve"> jest uprawniony do przetwarzania (w tym wykorzystywania, zbierania, utrwalania, przechowywania, opracowywania, przekazywania) informacji dostarczanych przez </w:t>
      </w:r>
      <w:r w:rsidR="0098676E">
        <w:t>Zamawiającego</w:t>
      </w:r>
      <w:r>
        <w:t xml:space="preserve">, dotyczących zidentyfikowanej lub możliwej do zidentyfikowania osoby fizycznej, stanowiących dane osobowe w rozumieniu obowiązujących przepisów prawa (dalej zwanych „danymi osobowymi). Dane osobowe obejmują dane dotyczące pracowników </w:t>
      </w:r>
      <w:r w:rsidR="00602A59">
        <w:t>Wykonawcy</w:t>
      </w:r>
      <w:r>
        <w:t>. Zakres danych osobowych obejmuje w szczególności: imię, nazwisko, datę urodzenia, PESEL, miejsce zamieszkania, stanowisko służbowe i jego opis oraz inne informacje niezbędne do przeprowadzenia badań.</w:t>
      </w:r>
    </w:p>
    <w:p w14:paraId="33E3A556" w14:textId="77777777" w:rsidR="00A83581" w:rsidRDefault="00A83581" w:rsidP="00514082">
      <w:pPr>
        <w:pStyle w:val="Bezodstpw"/>
        <w:jc w:val="both"/>
      </w:pPr>
      <w:r>
        <w:t xml:space="preserve">3. Zgodnie z przepisami RODO </w:t>
      </w:r>
      <w:r w:rsidR="00602A59">
        <w:t>Zamawiający</w:t>
      </w:r>
      <w:r>
        <w:t xml:space="preserve"> i </w:t>
      </w:r>
      <w:r w:rsidR="00602A59">
        <w:t>Wykonawca</w:t>
      </w:r>
      <w:r>
        <w:t xml:space="preserve"> wykonują zadania i obowiązki oddzielnych Administratorów Danych w zakresie swoich kompetencji i realizowanych zadań.</w:t>
      </w:r>
    </w:p>
    <w:p w14:paraId="3F4A931B" w14:textId="4F70DD7A" w:rsidR="00A83581" w:rsidRDefault="00A83581" w:rsidP="00514082">
      <w:pPr>
        <w:pStyle w:val="Bezodstpw"/>
        <w:jc w:val="both"/>
      </w:pPr>
      <w:r>
        <w:t xml:space="preserve">4. </w:t>
      </w:r>
      <w:r w:rsidR="00602A59">
        <w:t>Wykonawca</w:t>
      </w:r>
      <w:r>
        <w:t xml:space="preserve"> oświadcza, że przed rozpoczęciem przetwarzania danych osobowych przekazanych przez </w:t>
      </w:r>
      <w:r w:rsidR="000D317B">
        <w:t>Zamawiającego</w:t>
      </w:r>
      <w:r>
        <w:t xml:space="preserve"> upoważni swoich pracowników oraz inne osoby z nim współpracujące wykonujące czynności opisane w § 1 umowy do przetwarzania danych osobowych zgodnie z niniejszą Umową i przepisami RODO.</w:t>
      </w:r>
    </w:p>
    <w:p w14:paraId="2AFA5BDC" w14:textId="77777777" w:rsidR="00514082" w:rsidRDefault="00514082" w:rsidP="00A83581">
      <w:pPr>
        <w:pStyle w:val="Bezodstpw"/>
      </w:pPr>
    </w:p>
    <w:p w14:paraId="61A2D3B9" w14:textId="77777777" w:rsidR="00A83581" w:rsidRDefault="00A83581" w:rsidP="00514082">
      <w:pPr>
        <w:pStyle w:val="Bezodstpw"/>
        <w:jc w:val="center"/>
      </w:pPr>
      <w:r>
        <w:t>§3</w:t>
      </w:r>
    </w:p>
    <w:p w14:paraId="3EA14104" w14:textId="2B7C86D3" w:rsidR="00A83581" w:rsidRDefault="00A83581" w:rsidP="00514082">
      <w:pPr>
        <w:pStyle w:val="Bezodstpw"/>
        <w:jc w:val="both"/>
      </w:pPr>
      <w:r>
        <w:t xml:space="preserve">1. Świadczenia objęte umową udzielane są przez </w:t>
      </w:r>
      <w:r w:rsidR="00602A59">
        <w:t>Wykonawcę</w:t>
      </w:r>
      <w:r>
        <w:t xml:space="preserve"> na podstawie pisemnego skierowania wystawionego uprawnionemu do świadczeń przez </w:t>
      </w:r>
      <w:r w:rsidR="000D317B">
        <w:t>Zamawiającego</w:t>
      </w:r>
      <w:r>
        <w:t>. Skierowanie powinno zawierać w szczególności:</w:t>
      </w:r>
    </w:p>
    <w:p w14:paraId="4B480401" w14:textId="77777777" w:rsidR="00A83581" w:rsidRDefault="00A83581" w:rsidP="00514082">
      <w:pPr>
        <w:pStyle w:val="Bezodstpw"/>
        <w:jc w:val="both"/>
      </w:pPr>
      <w:r>
        <w:t>a) numer pesel (lub nr paszportu) pracownika/kandydata do pracy,</w:t>
      </w:r>
    </w:p>
    <w:p w14:paraId="24CE7421" w14:textId="77777777" w:rsidR="00A83581" w:rsidRDefault="00A83581" w:rsidP="00514082">
      <w:pPr>
        <w:pStyle w:val="Bezodstpw"/>
        <w:jc w:val="both"/>
      </w:pPr>
      <w:r>
        <w:t>b) imię, nazwisko i adres pracownika/kandydata do pracy,</w:t>
      </w:r>
    </w:p>
    <w:p w14:paraId="1F49E0B2" w14:textId="77777777" w:rsidR="00A83581" w:rsidRDefault="00A83581" w:rsidP="00514082">
      <w:pPr>
        <w:pStyle w:val="Bezodstpw"/>
        <w:jc w:val="both"/>
      </w:pPr>
      <w:r>
        <w:t>c) określenie rodzaju pracy, którą ma wykonywać,</w:t>
      </w:r>
    </w:p>
    <w:p w14:paraId="703DC3CF" w14:textId="77777777" w:rsidR="00A83581" w:rsidRDefault="00A83581" w:rsidP="00514082">
      <w:pPr>
        <w:pStyle w:val="Bezodstpw"/>
        <w:jc w:val="both"/>
      </w:pPr>
      <w:r>
        <w:t>d) opis czynników szkodliwych na danym stanowisku,</w:t>
      </w:r>
    </w:p>
    <w:p w14:paraId="0C8DD06B" w14:textId="77777777" w:rsidR="00A83581" w:rsidRDefault="00A83581" w:rsidP="00514082">
      <w:pPr>
        <w:pStyle w:val="Bezodstpw"/>
        <w:jc w:val="both"/>
      </w:pPr>
      <w:r>
        <w:t>e) rodzaj badania.</w:t>
      </w:r>
    </w:p>
    <w:p w14:paraId="378141DC" w14:textId="77777777" w:rsidR="00A83581" w:rsidRDefault="00602A59" w:rsidP="00514082">
      <w:pPr>
        <w:pStyle w:val="Bezodstpw"/>
        <w:jc w:val="both"/>
      </w:pPr>
      <w:r>
        <w:t>2</w:t>
      </w:r>
      <w:r w:rsidR="00A83581">
        <w:t xml:space="preserve">. </w:t>
      </w:r>
      <w:r>
        <w:t>Wykonawca</w:t>
      </w:r>
      <w:r w:rsidR="00A83581">
        <w:t xml:space="preserve"> ma obowiązek prowadzenia rejestru świadczeń wykonywanych na rzecz osób uprawnionych.</w:t>
      </w:r>
    </w:p>
    <w:p w14:paraId="74C8561B" w14:textId="77777777" w:rsidR="00A83581" w:rsidRDefault="00602A59" w:rsidP="00514082">
      <w:pPr>
        <w:pStyle w:val="Bezodstpw"/>
        <w:jc w:val="both"/>
      </w:pPr>
      <w:r>
        <w:t>3</w:t>
      </w:r>
      <w:r w:rsidR="00A83581">
        <w:t xml:space="preserve">. Świadczenia zdrowotne udzielane są w siedzibie </w:t>
      </w:r>
      <w:r>
        <w:t>Wykonawcy</w:t>
      </w:r>
      <w:r w:rsidR="00A83581">
        <w:t xml:space="preserve"> w godzinach określonych przez </w:t>
      </w:r>
      <w:r>
        <w:t>Wykonawcę</w:t>
      </w:r>
      <w:r w:rsidR="00A83581">
        <w:t>.</w:t>
      </w:r>
    </w:p>
    <w:p w14:paraId="449C4B0F" w14:textId="431969EE" w:rsidR="00A83581" w:rsidRDefault="00602A59" w:rsidP="00514082">
      <w:pPr>
        <w:pStyle w:val="Bezodstpw"/>
        <w:jc w:val="both"/>
      </w:pPr>
      <w:r>
        <w:t>4</w:t>
      </w:r>
      <w:r w:rsidR="00A83581">
        <w:t xml:space="preserve">. </w:t>
      </w:r>
      <w:r>
        <w:t>Wykonawca</w:t>
      </w:r>
      <w:r w:rsidR="00A83581">
        <w:t xml:space="preserve"> wystawia odpowiednie orzeczenie lekarskie według wzoru określonego w Rozporządzeniu Ministra Zdrowia i Opieki Społecznej z dnia 30 maja 1996 r. w sprawie przeprowadzania badań lekarskich pracowników, zakresu profilaktycznej opieki zdrowotnej nad pracownikami oraz orzeczeń lekarskich wydawanych do celów przewidzian</w:t>
      </w:r>
      <w:r w:rsidR="00514082">
        <w:t xml:space="preserve">ych w Kodeksie pracy (Dz. U. z 2023 poz. </w:t>
      </w:r>
      <w:r w:rsidR="000D317B">
        <w:t>1465 ze zm.</w:t>
      </w:r>
      <w:r w:rsidR="00A83581">
        <w:t>) w dwóch jednobrzmiących egzemplarzach, które otrzymuje osoba uprawniona do świadczeń zdrowotnych.</w:t>
      </w:r>
    </w:p>
    <w:p w14:paraId="3AF86507" w14:textId="77777777" w:rsidR="00A83581" w:rsidRDefault="00602A59" w:rsidP="00514082">
      <w:pPr>
        <w:pStyle w:val="Bezodstpw"/>
        <w:jc w:val="both"/>
      </w:pPr>
      <w:r>
        <w:t>5</w:t>
      </w:r>
      <w:r w:rsidR="00A83581">
        <w:t>. Strony zgodnie oświadczają, że w orzeczeniach lekarskich, o których mowa wyżej, mogą być również wpisywane przez lekarza dodatkowe informacje dotyczące istotnych kwestii związanych z bezpieczeństwem pracy pracownika na danym stanowisku pracy.</w:t>
      </w:r>
    </w:p>
    <w:p w14:paraId="66488A91" w14:textId="77777777" w:rsidR="00A83581" w:rsidRDefault="00602A59" w:rsidP="00514082">
      <w:pPr>
        <w:pStyle w:val="Bezodstpw"/>
        <w:jc w:val="both"/>
      </w:pPr>
      <w:r>
        <w:t>6</w:t>
      </w:r>
      <w:r w:rsidR="00A83581">
        <w:t xml:space="preserve">. Osoba uprawniona do świadczeń zdrowotnych ma obowiązek przedstawienia jednego egzemplarza zaświadczenia zdolności do pracy lub nauki </w:t>
      </w:r>
      <w:r w:rsidR="00C6492A">
        <w:t>Zamawiającemu</w:t>
      </w:r>
      <w:r w:rsidR="00A83581">
        <w:t>.</w:t>
      </w:r>
    </w:p>
    <w:p w14:paraId="07F8D264" w14:textId="77777777" w:rsidR="00514082" w:rsidRDefault="00514082" w:rsidP="00A83581">
      <w:pPr>
        <w:pStyle w:val="Bezodstpw"/>
      </w:pPr>
    </w:p>
    <w:p w14:paraId="785B5A0C" w14:textId="77777777" w:rsidR="000D317B" w:rsidRDefault="000D317B" w:rsidP="00A83581">
      <w:pPr>
        <w:pStyle w:val="Bezodstpw"/>
      </w:pPr>
    </w:p>
    <w:p w14:paraId="6FAC0783" w14:textId="77777777" w:rsidR="00A83581" w:rsidRDefault="00A83581" w:rsidP="00514082">
      <w:pPr>
        <w:pStyle w:val="Bezodstpw"/>
        <w:jc w:val="center"/>
      </w:pPr>
      <w:r>
        <w:lastRenderedPageBreak/>
        <w:t>§ 4</w:t>
      </w:r>
    </w:p>
    <w:p w14:paraId="35A92DD8" w14:textId="07303367" w:rsidR="00A83581" w:rsidRDefault="00A83581" w:rsidP="00514082">
      <w:pPr>
        <w:pStyle w:val="Bezodstpw"/>
        <w:jc w:val="both"/>
      </w:pPr>
      <w:r>
        <w:t xml:space="preserve">Badania lekarskie pracowników, zakresu profilaktycznej opieki zdrowotnej nad pracownikami oraz orzeczeń lekarskich wydawanych do celów przewidzianych w Kodeksie pracy wykonywane będą przez </w:t>
      </w:r>
      <w:r w:rsidR="00602A59">
        <w:t>Wykonawcę</w:t>
      </w:r>
      <w:r>
        <w:t xml:space="preserve"> zgodnie z obowiązującymi w tym zakresie przepisami – w szczególności zgodnie z Rozporządzeniem Ministra Zdrowia i Opieki Społecznej z dnia 30 maja 1996 r. w sprawie przeprowadzania badań lekarskich pracowników, zakresu profilaktycznej opieki zdrowotnej nad pracownikami oraz orzeczeń lekarskich wydawanych do celów przewidzianych w Kodeksie pracy (Dz.</w:t>
      </w:r>
      <w:r w:rsidR="00514082">
        <w:t xml:space="preserve"> </w:t>
      </w:r>
      <w:r>
        <w:t>U.</w:t>
      </w:r>
      <w:r w:rsidR="00514082">
        <w:t xml:space="preserve"> z 2023 poz. </w:t>
      </w:r>
      <w:r w:rsidR="000D317B">
        <w:t>1465 ze zm.</w:t>
      </w:r>
      <w:r>
        <w:t>).</w:t>
      </w:r>
    </w:p>
    <w:p w14:paraId="365077AF" w14:textId="77777777" w:rsidR="00514082" w:rsidRDefault="00514082" w:rsidP="00A83581">
      <w:pPr>
        <w:pStyle w:val="Bezodstpw"/>
      </w:pPr>
    </w:p>
    <w:p w14:paraId="480C419A" w14:textId="77777777" w:rsidR="00A83581" w:rsidRDefault="00A83581" w:rsidP="00514082">
      <w:pPr>
        <w:pStyle w:val="Bezodstpw"/>
        <w:jc w:val="center"/>
      </w:pPr>
      <w:r>
        <w:t>§ 5</w:t>
      </w:r>
    </w:p>
    <w:p w14:paraId="193D804C" w14:textId="77777777" w:rsidR="00A83581" w:rsidRDefault="00A83581" w:rsidP="00FC5101">
      <w:pPr>
        <w:pStyle w:val="Bezodstpw"/>
        <w:jc w:val="both"/>
      </w:pPr>
      <w:r>
        <w:t xml:space="preserve">1. </w:t>
      </w:r>
      <w:r w:rsidR="00602A59">
        <w:t>Zamawiającemu</w:t>
      </w:r>
      <w:r>
        <w:t xml:space="preserve"> służy prawo kontrolowania sposobu wykonywania przez </w:t>
      </w:r>
      <w:r w:rsidR="00602A59">
        <w:t>Wykonawcę</w:t>
      </w:r>
      <w:r>
        <w:t xml:space="preserve"> postanowień umowy.</w:t>
      </w:r>
    </w:p>
    <w:p w14:paraId="676FA4CB" w14:textId="77777777" w:rsidR="00A83581" w:rsidRDefault="00A83581" w:rsidP="00FC5101">
      <w:pPr>
        <w:pStyle w:val="Bezodstpw"/>
        <w:jc w:val="both"/>
      </w:pPr>
      <w:r>
        <w:t xml:space="preserve">2. W celu wykonania kontroli </w:t>
      </w:r>
      <w:r w:rsidR="00602A59">
        <w:t>Zamawiający</w:t>
      </w:r>
      <w:r>
        <w:t xml:space="preserve"> ma prawo żądać odpowiednich informacji oraz oświadczeń potwierdzających wykonanie świadczeń zdrowotnych ze wskazaniem podstawy ich przeprowadzenia. </w:t>
      </w:r>
      <w:r w:rsidR="00602A59">
        <w:t>Wykonawca</w:t>
      </w:r>
      <w:r>
        <w:t xml:space="preserve"> udziela odpowiednich informacji i udostępnia dokumentację dotyczącą wykonanych świadczeń w terminie 5 dni roboczych od przekazania </w:t>
      </w:r>
      <w:r w:rsidR="00602A59">
        <w:t>Wykonawcy</w:t>
      </w:r>
      <w:r>
        <w:t xml:space="preserve"> żądania, o ile udzielenie informacji oraz udostępnienie dokumentacji nie będzie naruszało przepisów dotyczących tajemnicy lekarskiej i przepisów o ochronie danych osobowych.</w:t>
      </w:r>
    </w:p>
    <w:p w14:paraId="411200FF" w14:textId="77777777" w:rsidR="00FC5101" w:rsidRDefault="00FC5101" w:rsidP="00A83581">
      <w:pPr>
        <w:pStyle w:val="Bezodstpw"/>
      </w:pPr>
    </w:p>
    <w:p w14:paraId="6ABD1D23" w14:textId="77777777" w:rsidR="00A83581" w:rsidRDefault="00A83581" w:rsidP="00FC5101">
      <w:pPr>
        <w:pStyle w:val="Bezodstpw"/>
        <w:jc w:val="center"/>
      </w:pPr>
      <w:r>
        <w:t>§ 6</w:t>
      </w:r>
    </w:p>
    <w:p w14:paraId="7413B422" w14:textId="77777777" w:rsidR="00A83581" w:rsidRPr="000D317B" w:rsidRDefault="00FC5101" w:rsidP="00FC5101">
      <w:pPr>
        <w:pStyle w:val="Bezodstpw"/>
        <w:jc w:val="both"/>
      </w:pPr>
      <w:r>
        <w:t xml:space="preserve">1. </w:t>
      </w:r>
      <w:r w:rsidR="00602A59">
        <w:t>Zamawiający</w:t>
      </w:r>
      <w:r w:rsidR="00A83581">
        <w:t xml:space="preserve"> zapłaci </w:t>
      </w:r>
      <w:r w:rsidR="00602A59">
        <w:t>Wykonawcy</w:t>
      </w:r>
      <w:r w:rsidR="00A83581">
        <w:t xml:space="preserve"> wynagrodzenie za każdą czynność wchodzącą w zakres zle</w:t>
      </w:r>
      <w:r w:rsidR="009B4E2E">
        <w:t xml:space="preserve">cenia według cen określonych w ofercie  </w:t>
      </w:r>
      <w:r w:rsidR="00602A59">
        <w:t>Wykonawcy</w:t>
      </w:r>
      <w:r w:rsidR="00A83581">
        <w:t xml:space="preserve"> (załącznik nr 1)</w:t>
      </w:r>
      <w:r w:rsidR="009B4E2E">
        <w:t xml:space="preserve">. </w:t>
      </w:r>
      <w:r w:rsidR="00C6492A" w:rsidRPr="000D317B">
        <w:t>Ceny te</w:t>
      </w:r>
      <w:r w:rsidR="009B4E2E" w:rsidRPr="000D317B">
        <w:t xml:space="preserve"> mogą ulec zmianie do końca obowiązywania umowy</w:t>
      </w:r>
      <w:r w:rsidR="00C6492A" w:rsidRPr="000D317B">
        <w:t xml:space="preserve"> po uprzednim ich uzgodnieniu przez Wykonawcę z Zamawiającym</w:t>
      </w:r>
      <w:r w:rsidR="009B4E2E" w:rsidRPr="000D317B">
        <w:t>.</w:t>
      </w:r>
    </w:p>
    <w:p w14:paraId="32F27630" w14:textId="77777777" w:rsidR="009B4E2E" w:rsidRDefault="009B4E2E" w:rsidP="00FC5101">
      <w:pPr>
        <w:pStyle w:val="Bezodstpw"/>
        <w:jc w:val="both"/>
      </w:pPr>
      <w:r>
        <w:t xml:space="preserve">2. </w:t>
      </w:r>
      <w:r w:rsidRPr="009B4E2E">
        <w:t xml:space="preserve">Wynagrodzenie </w:t>
      </w:r>
      <w:r w:rsidR="00602A59">
        <w:t>Wykonawcy</w:t>
      </w:r>
      <w:r w:rsidRPr="009B4E2E">
        <w:t xml:space="preserve"> obliczane będzie na podstawie iloczynu cen brutto faktycznie zrealizowanych badań wyszczególnionych w Ofercie </w:t>
      </w:r>
      <w:r w:rsidR="00602A59">
        <w:t>Wykonawcy</w:t>
      </w:r>
      <w:r w:rsidRPr="009B4E2E">
        <w:t xml:space="preserve"> oraz ilości osób, którym zostały one przeprowadzone.</w:t>
      </w:r>
    </w:p>
    <w:p w14:paraId="1AACD067" w14:textId="77777777" w:rsidR="009B4E2E" w:rsidRDefault="009B4E2E" w:rsidP="009B4E2E">
      <w:pPr>
        <w:pStyle w:val="Bezodstpw"/>
        <w:jc w:val="both"/>
      </w:pPr>
      <w:r>
        <w:t xml:space="preserve">3. W przypadku, gdy </w:t>
      </w:r>
      <w:r w:rsidR="00602A59">
        <w:t>Wykonawca</w:t>
      </w:r>
      <w:r w:rsidRPr="009B4E2E">
        <w:t xml:space="preserve"> </w:t>
      </w:r>
      <w:r>
        <w:t xml:space="preserve">zrealizował badania diagnostyczne, które nie zostały wyszczególnione w ofercie, a których zrealizowanie było konieczne z punktu widzenia lekarza medycyny pracy wydającego opinię o zdolności do pracy bądź jej braku, wówczas nakłady poniesione przez </w:t>
      </w:r>
      <w:r w:rsidR="00602A59">
        <w:t>Wykonawcę</w:t>
      </w:r>
      <w:r w:rsidRPr="009B4E2E">
        <w:t xml:space="preserve"> </w:t>
      </w:r>
      <w:r>
        <w:t xml:space="preserve">z tytułu realizacji badań diagnostycznych zostaną </w:t>
      </w:r>
      <w:proofErr w:type="spellStart"/>
      <w:r>
        <w:t>zrefakturowane</w:t>
      </w:r>
      <w:proofErr w:type="spellEnd"/>
      <w:r>
        <w:t xml:space="preserve"> Zamawiającemu, co oznacza, że przeniesione zostaną na Zamawiającego po cenie zakupu zapłaconej przez </w:t>
      </w:r>
      <w:r w:rsidR="00602A59">
        <w:t>Wykonawcę</w:t>
      </w:r>
      <w:r>
        <w:t xml:space="preserve">, bez doliczania jakiejkolwiek marży lub innego wynagrodzenia. </w:t>
      </w:r>
    </w:p>
    <w:p w14:paraId="72C3C566" w14:textId="77777777" w:rsidR="00A83581" w:rsidRDefault="00891B40" w:rsidP="00FC5101">
      <w:pPr>
        <w:pStyle w:val="Bezodstpw"/>
        <w:jc w:val="both"/>
      </w:pPr>
      <w:r>
        <w:t>4</w:t>
      </w:r>
      <w:r w:rsidR="00A83581">
        <w:t>. W przypadku zmiany stawki podatku VAT, zmiana stawki obowiązuje od dnia wejścia w życie przepisów ją wprowadzających i nie wymaga zmiany umowy.</w:t>
      </w:r>
    </w:p>
    <w:p w14:paraId="5B78CCEB" w14:textId="77777777" w:rsidR="00FC5101" w:rsidRDefault="00891B40" w:rsidP="00FC5101">
      <w:pPr>
        <w:pStyle w:val="Bezodstpw"/>
        <w:jc w:val="both"/>
      </w:pPr>
      <w:r>
        <w:t>5</w:t>
      </w:r>
      <w:r w:rsidR="00A83581">
        <w:t xml:space="preserve">. Wynagrodzenie będzie płatne na podstawie faktury prawidłowo wystawionej przez </w:t>
      </w:r>
      <w:r w:rsidR="00602A59">
        <w:t>Wykonawcę</w:t>
      </w:r>
      <w:r w:rsidR="00A83581">
        <w:t xml:space="preserve"> uwzględniającej wszystkie świadczenia wykonane </w:t>
      </w:r>
      <w:r w:rsidR="00C6492A">
        <w:t>Zamawiającemu</w:t>
      </w:r>
      <w:r w:rsidR="00A83581">
        <w:t xml:space="preserve"> w danym </w:t>
      </w:r>
      <w:r w:rsidR="009B4E2E">
        <w:t>miesiącu</w:t>
      </w:r>
      <w:r w:rsidR="00A83581">
        <w:t xml:space="preserve"> kalendarzowym, w terminie 14 dni od daty jej otrzymania na rachunek bankowy wskazany w treści faktury.</w:t>
      </w:r>
    </w:p>
    <w:p w14:paraId="445A3EBE" w14:textId="74D77FE1" w:rsidR="00FC5101" w:rsidRDefault="00891B40" w:rsidP="00FC5101">
      <w:pPr>
        <w:pStyle w:val="Bezodstpw"/>
        <w:jc w:val="both"/>
      </w:pPr>
      <w:r>
        <w:t>6</w:t>
      </w:r>
      <w:r w:rsidR="00A83581">
        <w:t xml:space="preserve">. Faktura wraz z zestawieniem </w:t>
      </w:r>
      <w:r>
        <w:t>zawierającym</w:t>
      </w:r>
      <w:r w:rsidR="009B4E2E" w:rsidRPr="009B4E2E">
        <w:t xml:space="preserve"> listę przebadanych osób uprawnionych wraz z wyszczególnieniem usług medycznych dokonywanych na ich rzecz w danym miesiącu rozliczeniowym </w:t>
      </w:r>
      <w:r w:rsidR="00A83581">
        <w:t>będzie wysyłana drogą elektroniczną na wskazany adres mailowy ………. w terminie do 7 dnia następnego miesiąca.</w:t>
      </w:r>
    </w:p>
    <w:p w14:paraId="5525E407" w14:textId="77777777" w:rsidR="00A83581" w:rsidRDefault="00891B40" w:rsidP="00FC5101">
      <w:pPr>
        <w:pStyle w:val="Bezodstpw"/>
        <w:jc w:val="both"/>
      </w:pPr>
      <w:r>
        <w:t>7</w:t>
      </w:r>
      <w:r w:rsidR="00A83581">
        <w:t xml:space="preserve">. </w:t>
      </w:r>
      <w:r w:rsidR="00602A59">
        <w:t>Zamawiający</w:t>
      </w:r>
      <w:r w:rsidR="00A83581">
        <w:t xml:space="preserve"> oświadcza, że upoważnia </w:t>
      </w:r>
      <w:r w:rsidR="00602A59">
        <w:t>Wykonawcę</w:t>
      </w:r>
      <w:r w:rsidR="00A83581">
        <w:t xml:space="preserve"> do wystawiania i przesyłania faktur, duplikatów tych faktur oraz ich korekt w formie elektronicznej i bez podpisu.</w:t>
      </w:r>
    </w:p>
    <w:p w14:paraId="29A9B4B0" w14:textId="77777777" w:rsidR="00A83581" w:rsidRDefault="00891B40" w:rsidP="00A83581">
      <w:pPr>
        <w:pStyle w:val="Bezodstpw"/>
      </w:pPr>
      <w:r>
        <w:lastRenderedPageBreak/>
        <w:t>8</w:t>
      </w:r>
      <w:r w:rsidR="00A83581">
        <w:t xml:space="preserve">. Za dzień zapłaty </w:t>
      </w:r>
      <w:r w:rsidR="009B4E2E" w:rsidRPr="009B4E2E">
        <w:t xml:space="preserve">przyjmuje się dzień obciążenia rachunku </w:t>
      </w:r>
      <w:r w:rsidR="00602A59">
        <w:t>Zamawiającego</w:t>
      </w:r>
      <w:r w:rsidR="00A83581">
        <w:t>.</w:t>
      </w:r>
    </w:p>
    <w:p w14:paraId="6E859D1A" w14:textId="77777777" w:rsidR="00FC5101" w:rsidRDefault="00FC5101" w:rsidP="00A83581">
      <w:pPr>
        <w:pStyle w:val="Bezodstpw"/>
      </w:pPr>
    </w:p>
    <w:p w14:paraId="16E8CE22" w14:textId="77777777" w:rsidR="00A83581" w:rsidRDefault="00FC5101" w:rsidP="00FC5101">
      <w:pPr>
        <w:pStyle w:val="Bezodstpw"/>
        <w:jc w:val="center"/>
      </w:pPr>
      <w:r>
        <w:t>§ 7</w:t>
      </w:r>
    </w:p>
    <w:p w14:paraId="7C38A02D" w14:textId="77777777" w:rsidR="00A83581" w:rsidRDefault="00A83581" w:rsidP="00FC5101">
      <w:pPr>
        <w:pStyle w:val="Bezodstpw"/>
        <w:jc w:val="both"/>
      </w:pPr>
      <w:r>
        <w:t xml:space="preserve">1. Koordynatorem odpowiedzialnym za współpracę ze strony </w:t>
      </w:r>
      <w:r w:rsidR="00602A59">
        <w:t>Wykonawcy</w:t>
      </w:r>
      <w:r>
        <w:t xml:space="preserve"> jest: ……..</w:t>
      </w:r>
    </w:p>
    <w:p w14:paraId="2365D689" w14:textId="77777777" w:rsidR="00A83581" w:rsidRDefault="00A83581" w:rsidP="00FC5101">
      <w:pPr>
        <w:pStyle w:val="Bezodstpw"/>
        <w:jc w:val="both"/>
      </w:pPr>
      <w:r>
        <w:t xml:space="preserve">2. Koordynatorem odpowiedzialnym za współpracę ze strony </w:t>
      </w:r>
      <w:r w:rsidR="00602A59">
        <w:t>Zamawiającego</w:t>
      </w:r>
      <w:r>
        <w:t xml:space="preserve"> jest: ……….</w:t>
      </w:r>
    </w:p>
    <w:p w14:paraId="14E406BC" w14:textId="77777777" w:rsidR="00FC5101" w:rsidRDefault="00FC5101" w:rsidP="00A83581">
      <w:pPr>
        <w:pStyle w:val="Bezodstpw"/>
      </w:pPr>
    </w:p>
    <w:p w14:paraId="0AE32049" w14:textId="77777777" w:rsidR="00A83581" w:rsidRDefault="00FC5101" w:rsidP="00FC5101">
      <w:pPr>
        <w:pStyle w:val="Bezodstpw"/>
        <w:jc w:val="center"/>
      </w:pPr>
      <w:r>
        <w:t>§ 8</w:t>
      </w:r>
    </w:p>
    <w:p w14:paraId="465A36A8" w14:textId="6629BA08" w:rsidR="00A83581" w:rsidRDefault="00A83581" w:rsidP="00A83581">
      <w:pPr>
        <w:pStyle w:val="Bezodstpw"/>
      </w:pPr>
      <w:r>
        <w:t xml:space="preserve">Umowa zostaje zawarta na czas określony tj. </w:t>
      </w:r>
      <w:r w:rsidR="007C1E54">
        <w:t xml:space="preserve">od 1 stycznia 2025 r. </w:t>
      </w:r>
      <w:r w:rsidR="00FC5101">
        <w:t>do dnia 31 grudnia 202</w:t>
      </w:r>
      <w:r w:rsidR="000D317B">
        <w:t>6</w:t>
      </w:r>
      <w:r w:rsidR="00FC5101">
        <w:t xml:space="preserve"> r.</w:t>
      </w:r>
    </w:p>
    <w:p w14:paraId="0DEFB655" w14:textId="77777777" w:rsidR="00A83581" w:rsidRDefault="00A83581" w:rsidP="00A83581">
      <w:pPr>
        <w:pStyle w:val="Bezodstpw"/>
      </w:pPr>
    </w:p>
    <w:p w14:paraId="4032928D" w14:textId="77777777" w:rsidR="00A83581" w:rsidRDefault="00A83581" w:rsidP="00FC5101">
      <w:pPr>
        <w:pStyle w:val="Bezodstpw"/>
        <w:jc w:val="center"/>
      </w:pPr>
      <w:r>
        <w:t>§</w:t>
      </w:r>
      <w:r w:rsidR="00FC5101">
        <w:t xml:space="preserve"> 9</w:t>
      </w:r>
    </w:p>
    <w:p w14:paraId="6F2D037C" w14:textId="77777777" w:rsidR="00A83581" w:rsidRDefault="00A83581" w:rsidP="00FC5101">
      <w:pPr>
        <w:pStyle w:val="Bezodstpw"/>
        <w:jc w:val="both"/>
      </w:pPr>
      <w:r>
        <w:t>1. Każdej ze Stron przysługuje prawo wypowiedzenia umowy z zachowaniem miesięcznego okresu wypowiedzenia. Wypowiedzenie umowy powinno być dokonane na piśmie pod rygorem nieważności.</w:t>
      </w:r>
    </w:p>
    <w:p w14:paraId="2CEBAB34" w14:textId="77777777" w:rsidR="00A83581" w:rsidRPr="000D317B" w:rsidRDefault="00A83581" w:rsidP="00FC5101">
      <w:pPr>
        <w:pStyle w:val="Bezodstpw"/>
        <w:jc w:val="both"/>
      </w:pPr>
      <w:r>
        <w:t xml:space="preserve">2. </w:t>
      </w:r>
      <w:r w:rsidR="00C6492A">
        <w:t>Zamawiającemu</w:t>
      </w:r>
      <w:r>
        <w:t xml:space="preserve"> przysługuje prawo do wypowiedzenia niniejszej umowy ze skutkiem natychmiastowym, w przypadku rażącego naruszenia postanowień niniejszej umowy przez </w:t>
      </w:r>
      <w:r w:rsidR="00602A59">
        <w:t>Wykonawcę</w:t>
      </w:r>
      <w:r>
        <w:t xml:space="preserve">, po uprzednim wezwaniu </w:t>
      </w:r>
      <w:r w:rsidR="00602A59">
        <w:t>Wykonawcy</w:t>
      </w:r>
      <w:r w:rsidR="00C6492A">
        <w:t xml:space="preserve"> do usunięcia nieprawidłowości </w:t>
      </w:r>
      <w:r w:rsidR="00C6492A" w:rsidRPr="000D317B">
        <w:t>lub w przypadku niezaakceptowania wysokości zmiany cen, o których mowa w § 6 ust. 1.</w:t>
      </w:r>
    </w:p>
    <w:p w14:paraId="6813A6CE" w14:textId="77777777" w:rsidR="00A83581" w:rsidRDefault="00C6492A" w:rsidP="00FC5101">
      <w:pPr>
        <w:pStyle w:val="Bezodstpw"/>
        <w:jc w:val="both"/>
      </w:pPr>
      <w:r>
        <w:t>4</w:t>
      </w:r>
      <w:r w:rsidR="00A83581">
        <w:t xml:space="preserve">. Umowa może być rozwiązana przez </w:t>
      </w:r>
      <w:r w:rsidR="00602A59">
        <w:t>Wykonawcę</w:t>
      </w:r>
      <w:r w:rsidR="00A83581">
        <w:t xml:space="preserve"> ze skutkiem natychmiastowym w przypadku zalegania przez </w:t>
      </w:r>
      <w:r w:rsidR="0098676E">
        <w:t>Zamawiającego</w:t>
      </w:r>
      <w:r w:rsidR="00A83581">
        <w:t xml:space="preserve"> z zapłatą przez okres dłuższy niż 30 dni.</w:t>
      </w:r>
    </w:p>
    <w:p w14:paraId="54F32086" w14:textId="77777777" w:rsidR="00FC5101" w:rsidRDefault="00FC5101" w:rsidP="00A83581">
      <w:pPr>
        <w:pStyle w:val="Bezodstpw"/>
      </w:pPr>
    </w:p>
    <w:p w14:paraId="0E339FE8" w14:textId="77777777" w:rsidR="00A83581" w:rsidRDefault="00A83581" w:rsidP="00FC5101">
      <w:pPr>
        <w:pStyle w:val="Bezodstpw"/>
        <w:jc w:val="center"/>
      </w:pPr>
      <w:r>
        <w:t>§1</w:t>
      </w:r>
      <w:r w:rsidR="00FC5101">
        <w:t>0</w:t>
      </w:r>
    </w:p>
    <w:p w14:paraId="6D8A37FB" w14:textId="77777777" w:rsidR="00891B40" w:rsidRDefault="00891B40" w:rsidP="00891B40">
      <w:pPr>
        <w:pStyle w:val="Bezodstpw"/>
        <w:jc w:val="both"/>
      </w:pPr>
      <w:r>
        <w:t xml:space="preserve">1. W przypadku gdy </w:t>
      </w:r>
      <w:r w:rsidR="00602A59">
        <w:t>Wykonawca</w:t>
      </w:r>
      <w:r>
        <w:t xml:space="preserve"> nie realizuje przedmiotu umowy lub realizuje ją w sposób nienależyty </w:t>
      </w:r>
      <w:r w:rsidR="00602A59">
        <w:t>Zamawiający</w:t>
      </w:r>
      <w:r w:rsidRPr="00891B40">
        <w:t xml:space="preserve"> </w:t>
      </w:r>
      <w:r>
        <w:t>może odstąpić od umowy w całości lub w części ze skutkiem natychmiastowym.</w:t>
      </w:r>
    </w:p>
    <w:p w14:paraId="6A929AEE" w14:textId="77777777" w:rsidR="00891B40" w:rsidRDefault="00891B40" w:rsidP="00891B40">
      <w:pPr>
        <w:pStyle w:val="Bezodstpw"/>
        <w:jc w:val="both"/>
      </w:pPr>
      <w:r>
        <w:t xml:space="preserve">2. W przypadku odstąpienia od umowy przez </w:t>
      </w:r>
      <w:r w:rsidR="00602A59">
        <w:t>Wykonawcę</w:t>
      </w:r>
      <w:r>
        <w:t xml:space="preserve"> z przyczyn leżących po stronie </w:t>
      </w:r>
      <w:r w:rsidR="00602A59">
        <w:t>Wykonawcy</w:t>
      </w:r>
      <w:r>
        <w:t xml:space="preserve">, </w:t>
      </w:r>
      <w:r w:rsidR="00602A59">
        <w:t>Wykonawca</w:t>
      </w:r>
      <w:r w:rsidRPr="00891B40">
        <w:t xml:space="preserve"> </w:t>
      </w:r>
      <w:r>
        <w:t xml:space="preserve">zapłaci </w:t>
      </w:r>
      <w:r w:rsidR="00C6492A">
        <w:t>Zamawiającemu</w:t>
      </w:r>
      <w:r w:rsidRPr="00891B40">
        <w:t xml:space="preserve"> </w:t>
      </w:r>
      <w:r>
        <w:t>karę umowną w wysokości 1000</w:t>
      </w:r>
      <w:r w:rsidR="00602A59">
        <w:t xml:space="preserve"> </w:t>
      </w:r>
      <w:r>
        <w:t>zł.</w:t>
      </w:r>
    </w:p>
    <w:p w14:paraId="154E9B51" w14:textId="77777777" w:rsidR="00891B40" w:rsidRDefault="00891B40" w:rsidP="00891B40">
      <w:pPr>
        <w:pStyle w:val="Bezodstpw"/>
        <w:jc w:val="both"/>
      </w:pPr>
      <w:r>
        <w:t xml:space="preserve">3. </w:t>
      </w:r>
      <w:r w:rsidR="00602A59">
        <w:t>Zamawiający</w:t>
      </w:r>
      <w:r w:rsidRPr="00891B40">
        <w:t xml:space="preserve"> </w:t>
      </w:r>
      <w:r>
        <w:t xml:space="preserve">może potrącić kary umowne z wynagrodzenia </w:t>
      </w:r>
      <w:r w:rsidR="00602A59">
        <w:t>Wykonawca</w:t>
      </w:r>
      <w:r w:rsidRPr="00891B40">
        <w:t xml:space="preserve"> </w:t>
      </w:r>
      <w:r>
        <w:t>(faktury) na co wyraża on zgodę.</w:t>
      </w:r>
    </w:p>
    <w:p w14:paraId="03A939C3" w14:textId="77777777" w:rsidR="00891B40" w:rsidRDefault="00891B40" w:rsidP="00891B40">
      <w:pPr>
        <w:pStyle w:val="Bezodstpw"/>
        <w:jc w:val="both"/>
      </w:pPr>
      <w:r>
        <w:t xml:space="preserve">4. </w:t>
      </w:r>
      <w:r w:rsidR="00602A59">
        <w:t>Zamawiający</w:t>
      </w:r>
      <w:r w:rsidRPr="00891B40">
        <w:t xml:space="preserve"> </w:t>
      </w:r>
      <w:r>
        <w:t>może dochodzić odszkodowania przewyższającego zastrzeżone kary umowne na zasadach ogólnych.</w:t>
      </w:r>
    </w:p>
    <w:p w14:paraId="0E199E52" w14:textId="77777777" w:rsidR="00FC5101" w:rsidRDefault="00891B40" w:rsidP="00891B40">
      <w:pPr>
        <w:pStyle w:val="Bezodstpw"/>
        <w:jc w:val="both"/>
      </w:pPr>
      <w:r>
        <w:t xml:space="preserve">5. W zakresie prawa </w:t>
      </w:r>
      <w:r w:rsidR="00602A59">
        <w:t>Zamawiającego</w:t>
      </w:r>
      <w:r w:rsidRPr="00891B40">
        <w:t xml:space="preserve"> </w:t>
      </w:r>
      <w:r>
        <w:t>do naliczania i dochodzenia kar umownych, odszkodowań za nienależyte wykonanie umowy skutki odstąpienia od umowy następują na przyszłość.</w:t>
      </w:r>
    </w:p>
    <w:p w14:paraId="07DB7746" w14:textId="77777777" w:rsidR="00891B40" w:rsidRDefault="00891B40" w:rsidP="00891B40">
      <w:pPr>
        <w:pStyle w:val="Bezodstpw"/>
        <w:jc w:val="both"/>
      </w:pPr>
    </w:p>
    <w:p w14:paraId="097B76D9" w14:textId="77777777" w:rsidR="00891B40" w:rsidRDefault="00891B40" w:rsidP="00891B40">
      <w:pPr>
        <w:pStyle w:val="Bezodstpw"/>
        <w:jc w:val="center"/>
      </w:pPr>
      <w:r>
        <w:t>§11</w:t>
      </w:r>
    </w:p>
    <w:p w14:paraId="608B2212" w14:textId="77777777" w:rsidR="00C93BE9" w:rsidRDefault="00C93BE9" w:rsidP="00C93BE9">
      <w:pPr>
        <w:pStyle w:val="Bezodstpw"/>
        <w:jc w:val="both"/>
      </w:pPr>
      <w:r>
        <w:t>Treść umowy stanowi informację publiczną, która podlega udostępnieniu na warunkach</w:t>
      </w:r>
      <w:r w:rsidR="00602A59">
        <w:t xml:space="preserve"> </w:t>
      </w:r>
      <w:r>
        <w:t>określonych w ustawie z dnia 6 września 2001 r. o dostępie do informacji publicznej</w:t>
      </w:r>
    </w:p>
    <w:p w14:paraId="54A6F211" w14:textId="77777777" w:rsidR="00C93BE9" w:rsidRDefault="00C93BE9" w:rsidP="00C93BE9">
      <w:pPr>
        <w:pStyle w:val="Bezodstpw"/>
        <w:jc w:val="center"/>
      </w:pPr>
    </w:p>
    <w:p w14:paraId="23A154BD" w14:textId="77777777" w:rsidR="00A83581" w:rsidRDefault="00A83581" w:rsidP="00C93BE9">
      <w:pPr>
        <w:pStyle w:val="Bezodstpw"/>
        <w:jc w:val="center"/>
      </w:pPr>
      <w:r>
        <w:t>§12</w:t>
      </w:r>
    </w:p>
    <w:p w14:paraId="7F3C92F9" w14:textId="77777777" w:rsidR="00A83581" w:rsidRDefault="00A83581" w:rsidP="00A83581">
      <w:pPr>
        <w:pStyle w:val="Bezodstpw"/>
      </w:pPr>
      <w:r>
        <w:t>W sprawach nieuregulowanych niniejszą umową zastosowanie mają w szczególności przepisy Kodeksu Cywilnego.</w:t>
      </w:r>
    </w:p>
    <w:p w14:paraId="51DF6320" w14:textId="77777777" w:rsidR="00FC5101" w:rsidRDefault="00FC5101" w:rsidP="00A83581">
      <w:pPr>
        <w:pStyle w:val="Bezodstpw"/>
      </w:pPr>
    </w:p>
    <w:p w14:paraId="01EAA875" w14:textId="77777777" w:rsidR="00A83581" w:rsidRDefault="00A83581" w:rsidP="00FC5101">
      <w:pPr>
        <w:pStyle w:val="Bezodstpw"/>
        <w:jc w:val="center"/>
      </w:pPr>
      <w:r>
        <w:t>§13</w:t>
      </w:r>
    </w:p>
    <w:p w14:paraId="224D3E36" w14:textId="77777777" w:rsidR="00A83581" w:rsidRDefault="00A83581" w:rsidP="00FC5101">
      <w:pPr>
        <w:pStyle w:val="Bezodstpw"/>
        <w:jc w:val="both"/>
      </w:pPr>
      <w:r>
        <w:t>1. Spory związane z realizacją umowy Strony w miarę możliwości załatwiać będą polubownie.</w:t>
      </w:r>
    </w:p>
    <w:p w14:paraId="08586FD2" w14:textId="77777777" w:rsidR="00A83581" w:rsidRDefault="00A83581" w:rsidP="00FC5101">
      <w:pPr>
        <w:pStyle w:val="Bezodstpw"/>
        <w:jc w:val="both"/>
      </w:pPr>
      <w:r>
        <w:t xml:space="preserve">2. W razie niemożliwości polubownego rozwiązania sporu, odpowiednim do jego rozstrzygnięcia będzie Sąd miejscowo właściwy dla siedziby </w:t>
      </w:r>
      <w:r w:rsidR="00602A59">
        <w:t>Zamawiającego</w:t>
      </w:r>
      <w:r>
        <w:t>.</w:t>
      </w:r>
    </w:p>
    <w:p w14:paraId="43C6795F" w14:textId="77777777" w:rsidR="00FC5101" w:rsidRDefault="00FC5101" w:rsidP="00A83581">
      <w:pPr>
        <w:pStyle w:val="Bezodstpw"/>
      </w:pPr>
    </w:p>
    <w:p w14:paraId="302B0030" w14:textId="77777777" w:rsidR="00602A59" w:rsidRDefault="00602A59" w:rsidP="00FC5101">
      <w:pPr>
        <w:pStyle w:val="Bezodstpw"/>
        <w:jc w:val="center"/>
      </w:pPr>
    </w:p>
    <w:p w14:paraId="7CB300A2" w14:textId="77777777" w:rsidR="00A83581" w:rsidRDefault="00A83581" w:rsidP="00FC5101">
      <w:pPr>
        <w:pStyle w:val="Bezodstpw"/>
        <w:jc w:val="center"/>
      </w:pPr>
      <w:r>
        <w:t>§14</w:t>
      </w:r>
    </w:p>
    <w:p w14:paraId="7A2C46D3" w14:textId="77777777" w:rsidR="00A83581" w:rsidRDefault="00C93BE9" w:rsidP="00FC5101">
      <w:pPr>
        <w:pStyle w:val="Bezodstpw"/>
        <w:jc w:val="both"/>
      </w:pPr>
      <w:r>
        <w:t xml:space="preserve">1. </w:t>
      </w:r>
      <w:r w:rsidR="00A83581">
        <w:t xml:space="preserve">Umowę sporządzono w trzech jednobrzmiących egzemplarzach, dwa dla </w:t>
      </w:r>
      <w:r w:rsidR="00602A59">
        <w:t>Zamawiającego</w:t>
      </w:r>
      <w:r w:rsidR="00A83581">
        <w:t xml:space="preserve"> a jeden dla </w:t>
      </w:r>
      <w:r w:rsidR="00602A59">
        <w:t>Wykonawcy</w:t>
      </w:r>
      <w:r w:rsidR="00A83581">
        <w:t>.</w:t>
      </w:r>
    </w:p>
    <w:p w14:paraId="0FA61626" w14:textId="64EF2C4E" w:rsidR="00C93BE9" w:rsidRDefault="00C93BE9" w:rsidP="00FC5101">
      <w:pPr>
        <w:pStyle w:val="Bezodstpw"/>
        <w:jc w:val="both"/>
      </w:pPr>
      <w:r>
        <w:t xml:space="preserve">2. </w:t>
      </w:r>
      <w:r w:rsidRPr="00C93BE9">
        <w:t xml:space="preserve">Załącznikami do umowy są: zapytanie ofertowe  znak: </w:t>
      </w:r>
      <w:r w:rsidR="000D317B">
        <w:t xml:space="preserve">FN.272.41.2024.TW </w:t>
      </w:r>
      <w:r w:rsidRPr="00C93BE9">
        <w:t>wraz z załącznikami oraz oferta Wykonawcy z dnia …………………………</w:t>
      </w:r>
    </w:p>
    <w:p w14:paraId="71AC6F44" w14:textId="77777777" w:rsidR="00FC5101" w:rsidRDefault="00FC5101" w:rsidP="00FC5101">
      <w:pPr>
        <w:pStyle w:val="Bezodstpw"/>
        <w:jc w:val="both"/>
      </w:pPr>
    </w:p>
    <w:p w14:paraId="7F357E22" w14:textId="77777777" w:rsidR="00FC5101" w:rsidRDefault="00FC5101" w:rsidP="00FC5101">
      <w:pPr>
        <w:pStyle w:val="Bezodstpw"/>
        <w:jc w:val="both"/>
      </w:pPr>
    </w:p>
    <w:p w14:paraId="4234D710" w14:textId="77777777" w:rsidR="00FC5101" w:rsidRDefault="00FC5101" w:rsidP="00FC5101">
      <w:pPr>
        <w:pStyle w:val="Bezodstpw"/>
        <w:jc w:val="both"/>
      </w:pPr>
    </w:p>
    <w:p w14:paraId="002B4C45" w14:textId="77777777" w:rsidR="00FC5101" w:rsidRDefault="00FC5101" w:rsidP="00FC5101">
      <w:pPr>
        <w:pStyle w:val="Bezodstpw"/>
        <w:jc w:val="both"/>
      </w:pPr>
    </w:p>
    <w:p w14:paraId="1819A32C" w14:textId="77777777" w:rsidR="00FC5101" w:rsidRDefault="00FC5101" w:rsidP="00FC5101">
      <w:pPr>
        <w:pStyle w:val="Bezodstpw"/>
        <w:jc w:val="both"/>
      </w:pPr>
    </w:p>
    <w:p w14:paraId="2A9599FE" w14:textId="77777777" w:rsidR="00FC5101" w:rsidRDefault="00FC5101" w:rsidP="00FC5101">
      <w:pPr>
        <w:pStyle w:val="Bezodstpw"/>
        <w:jc w:val="both"/>
      </w:pPr>
    </w:p>
    <w:p w14:paraId="4841604C" w14:textId="77777777" w:rsidR="00D920B5" w:rsidRPr="00A83581" w:rsidRDefault="00D920B5" w:rsidP="00A83581">
      <w:pPr>
        <w:pStyle w:val="Bezodstpw"/>
      </w:pPr>
    </w:p>
    <w:sectPr w:rsidR="00D920B5" w:rsidRPr="00A835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4E349" w14:textId="77777777" w:rsidR="00B57C21" w:rsidRDefault="00B57C21">
      <w:r>
        <w:separator/>
      </w:r>
    </w:p>
  </w:endnote>
  <w:endnote w:type="continuationSeparator" w:id="0">
    <w:p w14:paraId="6618F089" w14:textId="77777777" w:rsidR="00B57C21" w:rsidRDefault="00B5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FE014" w14:textId="77777777" w:rsidR="00B57C21" w:rsidRDefault="00B57C21">
      <w:r>
        <w:separator/>
      </w:r>
    </w:p>
  </w:footnote>
  <w:footnote w:type="continuationSeparator" w:id="0">
    <w:p w14:paraId="5D02D9EC" w14:textId="77777777" w:rsidR="00B57C21" w:rsidRDefault="00B5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B2C14" w14:textId="77777777" w:rsidR="00B903FF" w:rsidRDefault="00C93BE9">
    <w:pPr>
      <w:pStyle w:val="Nagwek"/>
    </w:pPr>
    <w:r w:rsidRPr="005503DB">
      <w:rPr>
        <w:noProof/>
      </w:rPr>
      <w:drawing>
        <wp:inline distT="0" distB="0" distL="0" distR="0" wp14:anchorId="0B1AE8C0" wp14:editId="225FCE6A">
          <wp:extent cx="2133600" cy="390525"/>
          <wp:effectExtent l="0" t="0" r="0" b="9525"/>
          <wp:docPr id="1" name="Obraz 1" descr="winie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inie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76AE12" w14:textId="77777777" w:rsidR="00FC7A08" w:rsidRPr="00FF3E86" w:rsidRDefault="00AC7B40" w:rsidP="00C17D8C">
    <w:pPr>
      <w:pStyle w:val="Nagwek"/>
      <w:tabs>
        <w:tab w:val="clear" w:pos="4536"/>
        <w:tab w:val="center" w:pos="0"/>
      </w:tabs>
      <w:ind w:firstLine="709"/>
      <w:jc w:val="both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 xml:space="preserve">ul. Wały Chrobrego 4  </w:t>
    </w:r>
    <w:r w:rsidR="00B903FF">
      <w:rPr>
        <w:rFonts w:ascii="Franklin Gothic Medium" w:hAnsi="Franklin Gothic Medium"/>
        <w:sz w:val="18"/>
        <w:szCs w:val="18"/>
      </w:rPr>
      <w:t xml:space="preserve">                                                                                             </w:t>
    </w:r>
    <w:r w:rsidR="005503DB">
      <w:rPr>
        <w:rFonts w:ascii="Franklin Gothic Medium" w:hAnsi="Franklin Gothic Medium"/>
        <w:sz w:val="18"/>
        <w:szCs w:val="18"/>
      </w:rPr>
      <w:t xml:space="preserve">                </w:t>
    </w:r>
    <w:r w:rsidRPr="00FF3E86">
      <w:rPr>
        <w:rFonts w:ascii="Franklin Gothic Medium" w:hAnsi="Franklin Gothic Medium"/>
        <w:sz w:val="18"/>
        <w:szCs w:val="18"/>
      </w:rPr>
      <w:t xml:space="preserve">tel./fax: </w:t>
    </w:r>
    <w:r w:rsidR="00FC7A08" w:rsidRPr="00FF3E86">
      <w:rPr>
        <w:rFonts w:ascii="Franklin Gothic Medium" w:hAnsi="Franklin Gothic Medium"/>
        <w:sz w:val="18"/>
        <w:szCs w:val="18"/>
      </w:rPr>
      <w:t>91 433 70 66</w:t>
    </w:r>
  </w:p>
  <w:p w14:paraId="0400A1DD" w14:textId="77777777" w:rsidR="00FF3E86" w:rsidRDefault="00AC7B40" w:rsidP="00C17D8C">
    <w:pPr>
      <w:pStyle w:val="Nagwek"/>
      <w:ind w:firstLine="709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>70-502 Szczecin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                         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www.wkz.szczecin.pl                     </w:t>
    </w:r>
    <w:r w:rsidR="00FC7A08" w:rsidRPr="00FF3E86">
      <w:rPr>
        <w:rFonts w:ascii="Franklin Gothic Medium" w:hAnsi="Franklin Gothic Medium"/>
        <w:sz w:val="18"/>
        <w:szCs w:val="18"/>
      </w:rPr>
      <w:t xml:space="preserve">e-mail: </w:t>
    </w:r>
    <w:hyperlink r:id="rId2" w:history="1">
      <w:r w:rsidR="00141BB4" w:rsidRPr="00FF3E86">
        <w:rPr>
          <w:rStyle w:val="Hipercze"/>
          <w:rFonts w:ascii="Franklin Gothic Medium" w:hAnsi="Franklin Gothic Medium"/>
          <w:color w:val="auto"/>
          <w:sz w:val="18"/>
          <w:szCs w:val="18"/>
          <w:u w:val="none"/>
        </w:rPr>
        <w:t>sekretariat@wkz.szczecin.pl</w:t>
      </w:r>
    </w:hyperlink>
  </w:p>
  <w:p w14:paraId="274E4D0A" w14:textId="77777777" w:rsidR="00141BB4" w:rsidRPr="00FF3E86" w:rsidRDefault="00C93BE9" w:rsidP="00FF3E86">
    <w:pPr>
      <w:pStyle w:val="Nagwek"/>
      <w:ind w:left="1080"/>
      <w:rPr>
        <w:rFonts w:ascii="Franklin Gothic Medium" w:hAnsi="Franklin Gothic Medium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7E88FB" wp14:editId="2159E22C">
              <wp:simplePos x="0" y="0"/>
              <wp:positionH relativeFrom="column">
                <wp:posOffset>-360045</wp:posOffset>
              </wp:positionH>
              <wp:positionV relativeFrom="paragraph">
                <wp:posOffset>69850</wp:posOffset>
              </wp:positionV>
              <wp:extent cx="6480175" cy="0"/>
              <wp:effectExtent l="11430" t="12700" r="13970" b="15875"/>
              <wp:wrapNone/>
              <wp:docPr id="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7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06D50" id="Line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5.5pt" to="48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" strokecolor="#007fff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DD4886"/>
    <w:multiLevelType w:val="hybridMultilevel"/>
    <w:tmpl w:val="1FC06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C0345"/>
    <w:multiLevelType w:val="hybridMultilevel"/>
    <w:tmpl w:val="36DE4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742A6"/>
    <w:multiLevelType w:val="hybridMultilevel"/>
    <w:tmpl w:val="35428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08275">
    <w:abstractNumId w:val="0"/>
  </w:num>
  <w:num w:numId="2" w16cid:durableId="1243638452">
    <w:abstractNumId w:val="1"/>
  </w:num>
  <w:num w:numId="3" w16cid:durableId="1061637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>
      <o:colormru v:ext="edit" colors="#007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2D2"/>
    <w:rsid w:val="000030BD"/>
    <w:rsid w:val="0002681A"/>
    <w:rsid w:val="0002757A"/>
    <w:rsid w:val="000A0960"/>
    <w:rsid w:val="000A44B2"/>
    <w:rsid w:val="000D317B"/>
    <w:rsid w:val="00141BB4"/>
    <w:rsid w:val="00160AF6"/>
    <w:rsid w:val="00185C27"/>
    <w:rsid w:val="001F1250"/>
    <w:rsid w:val="002E141C"/>
    <w:rsid w:val="002F47EF"/>
    <w:rsid w:val="00306412"/>
    <w:rsid w:val="00337BAD"/>
    <w:rsid w:val="003672D2"/>
    <w:rsid w:val="003E406A"/>
    <w:rsid w:val="004371E6"/>
    <w:rsid w:val="00483861"/>
    <w:rsid w:val="004A3342"/>
    <w:rsid w:val="004B4462"/>
    <w:rsid w:val="004C5C54"/>
    <w:rsid w:val="00514082"/>
    <w:rsid w:val="00522361"/>
    <w:rsid w:val="005503DB"/>
    <w:rsid w:val="00602A59"/>
    <w:rsid w:val="00616B74"/>
    <w:rsid w:val="00622EE3"/>
    <w:rsid w:val="006452B6"/>
    <w:rsid w:val="00701199"/>
    <w:rsid w:val="00737FCC"/>
    <w:rsid w:val="00770B8F"/>
    <w:rsid w:val="007C1E54"/>
    <w:rsid w:val="00891B40"/>
    <w:rsid w:val="008B1433"/>
    <w:rsid w:val="009358D0"/>
    <w:rsid w:val="0098676E"/>
    <w:rsid w:val="009B4E2E"/>
    <w:rsid w:val="00A06CCF"/>
    <w:rsid w:val="00A47304"/>
    <w:rsid w:val="00A83581"/>
    <w:rsid w:val="00AB4601"/>
    <w:rsid w:val="00AC7B40"/>
    <w:rsid w:val="00B51A43"/>
    <w:rsid w:val="00B57C21"/>
    <w:rsid w:val="00B82422"/>
    <w:rsid w:val="00B8329C"/>
    <w:rsid w:val="00B903FF"/>
    <w:rsid w:val="00C17D8C"/>
    <w:rsid w:val="00C51FC3"/>
    <w:rsid w:val="00C6492A"/>
    <w:rsid w:val="00C93BE9"/>
    <w:rsid w:val="00D05FD5"/>
    <w:rsid w:val="00D920B5"/>
    <w:rsid w:val="00E9672B"/>
    <w:rsid w:val="00EB3D9E"/>
    <w:rsid w:val="00F13C8F"/>
    <w:rsid w:val="00FC5101"/>
    <w:rsid w:val="00FC7A08"/>
    <w:rsid w:val="00FF3E86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007fff"/>
    </o:shapedefaults>
    <o:shapelayout v:ext="edit">
      <o:idmap v:ext="edit" data="1"/>
    </o:shapelayout>
  </w:shapeDefaults>
  <w:decimalSymbol w:val=","/>
  <w:listSeparator w:val=";"/>
  <w14:docId w14:val="7A1375FD"/>
  <w15:docId w15:val="{BE7BED7B-6F02-4F47-A450-E2960BC7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51F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51FC3"/>
    <w:pPr>
      <w:tabs>
        <w:tab w:val="center" w:pos="4536"/>
        <w:tab w:val="right" w:pos="9072"/>
      </w:tabs>
    </w:pPr>
  </w:style>
  <w:style w:type="character" w:styleId="Hipercze">
    <w:name w:val="Hyperlink"/>
    <w:rsid w:val="00141BB4"/>
    <w:rPr>
      <w:color w:val="0000FF"/>
      <w:u w:val="single"/>
    </w:rPr>
  </w:style>
  <w:style w:type="paragraph" w:customStyle="1" w:styleId="StylWUOZ">
    <w:name w:val="Styl WUOZ"/>
    <w:basedOn w:val="Normalny"/>
    <w:link w:val="StylWUOZZnak"/>
    <w:qFormat/>
    <w:rsid w:val="00185C27"/>
    <w:pPr>
      <w:jc w:val="right"/>
    </w:pPr>
    <w:rPr>
      <w:rFonts w:ascii="Calibri" w:hAnsi="Calibri"/>
    </w:rPr>
  </w:style>
  <w:style w:type="paragraph" w:styleId="Bezodstpw">
    <w:name w:val="No Spacing"/>
    <w:uiPriority w:val="1"/>
    <w:qFormat/>
    <w:rsid w:val="00A06CCF"/>
    <w:rPr>
      <w:sz w:val="24"/>
      <w:szCs w:val="24"/>
    </w:rPr>
  </w:style>
  <w:style w:type="character" w:customStyle="1" w:styleId="StylWUOZZnak">
    <w:name w:val="Styl WUOZ Znak"/>
    <w:link w:val="StylWUOZ"/>
    <w:rsid w:val="00185C27"/>
    <w:rPr>
      <w:rFonts w:ascii="Calibri" w:hAnsi="Calibri"/>
      <w:sz w:val="24"/>
      <w:szCs w:val="24"/>
    </w:rPr>
  </w:style>
  <w:style w:type="character" w:styleId="Odwoaniedokomentarza">
    <w:name w:val="annotation reference"/>
    <w:rsid w:val="00A06C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6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06CCF"/>
  </w:style>
  <w:style w:type="paragraph" w:styleId="Tematkomentarza">
    <w:name w:val="annotation subject"/>
    <w:basedOn w:val="Tekstkomentarza"/>
    <w:next w:val="Tekstkomentarza"/>
    <w:link w:val="TematkomentarzaZnak"/>
    <w:rsid w:val="00A06CCF"/>
    <w:rPr>
      <w:b/>
      <w:bCs/>
    </w:rPr>
  </w:style>
  <w:style w:type="character" w:customStyle="1" w:styleId="TematkomentarzaZnak">
    <w:name w:val="Temat komentarza Znak"/>
    <w:link w:val="Tematkomentarza"/>
    <w:rsid w:val="00A06CCF"/>
    <w:rPr>
      <w:b/>
      <w:bCs/>
    </w:rPr>
  </w:style>
  <w:style w:type="paragraph" w:styleId="Tekstdymka">
    <w:name w:val="Balloon Text"/>
    <w:basedOn w:val="Normalny"/>
    <w:link w:val="TekstdymkaZnak"/>
    <w:rsid w:val="00A06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06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kz.szczecin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&#281;bowscy\Desktop\logo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18</TotalTime>
  <Pages>5</Pages>
  <Words>1600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WUOZ</vt:lpstr>
    </vt:vector>
  </TitlesOfParts>
  <Company>Hewlett-Packard Company</Company>
  <LinksUpToDate>false</LinksUpToDate>
  <CharactersWithSpaces>11181</CharactersWithSpaces>
  <SharedDoc>false</SharedDoc>
  <HLinks>
    <vt:vector size="6" baseType="variant">
      <vt:variant>
        <vt:i4>3145794</vt:i4>
      </vt:variant>
      <vt:variant>
        <vt:i4>0</vt:i4>
      </vt:variant>
      <vt:variant>
        <vt:i4>0</vt:i4>
      </vt:variant>
      <vt:variant>
        <vt:i4>5</vt:i4>
      </vt:variant>
      <vt:variant>
        <vt:lpwstr>mailto:sekretariat@wkz.szczecin.pl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WUOZ</dc:title>
  <dc:subject/>
  <dc:creator>Marcin Piętka - informatyk Wojewódzki Ur</dc:creator>
  <cp:keywords>WUOZ SZCZECIN</cp:keywords>
  <cp:lastModifiedBy>Łukasz Goszczyński</cp:lastModifiedBy>
  <cp:revision>8</cp:revision>
  <cp:lastPrinted>1900-12-31T23:00:00Z</cp:lastPrinted>
  <dcterms:created xsi:type="dcterms:W3CDTF">2023-10-25T11:54:00Z</dcterms:created>
  <dcterms:modified xsi:type="dcterms:W3CDTF">2024-11-18T12:27:00Z</dcterms:modified>
</cp:coreProperties>
</file>