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B7AD8" w14:textId="039A60BB" w:rsidR="0099538C" w:rsidRPr="0099538C" w:rsidRDefault="0099538C" w:rsidP="0099538C">
      <w:pPr>
        <w:jc w:val="right"/>
      </w:pPr>
      <w:r w:rsidRPr="0099538C">
        <w:t>Załącznik 7</w:t>
      </w:r>
    </w:p>
    <w:p w14:paraId="1F2EAD4E" w14:textId="7F512BD5" w:rsidR="00DA7BF5" w:rsidRDefault="005E6450">
      <w:r w:rsidRPr="0099538C">
        <w:rPr>
          <w:b/>
          <w:bCs/>
        </w:rPr>
        <w:t>Wykaz Obiektów Budowlanych podlegających kontroli 5 – letniej w zakresie pomiarów instalacji elektrycznej</w:t>
      </w:r>
      <w: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4814"/>
      </w:tblGrid>
      <w:tr w:rsidR="005E6450" w14:paraId="3CC68ED5" w14:textId="77777777" w:rsidTr="0099538C">
        <w:tc>
          <w:tcPr>
            <w:tcW w:w="562" w:type="dxa"/>
          </w:tcPr>
          <w:p w14:paraId="17A468EB" w14:textId="19C89836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Lp.</w:t>
            </w:r>
          </w:p>
        </w:tc>
        <w:tc>
          <w:tcPr>
            <w:tcW w:w="3686" w:type="dxa"/>
          </w:tcPr>
          <w:p w14:paraId="1959B3D3" w14:textId="7E703C3B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Nazwa</w:t>
            </w:r>
          </w:p>
        </w:tc>
        <w:tc>
          <w:tcPr>
            <w:tcW w:w="4814" w:type="dxa"/>
          </w:tcPr>
          <w:p w14:paraId="21545ED3" w14:textId="584C9E71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Uwagi</w:t>
            </w:r>
          </w:p>
        </w:tc>
      </w:tr>
      <w:tr w:rsidR="005E6450" w14:paraId="5B76E0A6" w14:textId="77777777" w:rsidTr="0099538C">
        <w:tc>
          <w:tcPr>
            <w:tcW w:w="562" w:type="dxa"/>
          </w:tcPr>
          <w:p w14:paraId="61EB21E6" w14:textId="32140760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</w:t>
            </w:r>
          </w:p>
        </w:tc>
        <w:tc>
          <w:tcPr>
            <w:tcW w:w="3686" w:type="dxa"/>
          </w:tcPr>
          <w:p w14:paraId="14805DD5" w14:textId="2A6B0C27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p. Gdańsk Strzyża </w:t>
            </w:r>
          </w:p>
        </w:tc>
        <w:tc>
          <w:tcPr>
            <w:tcW w:w="4814" w:type="dxa"/>
          </w:tcPr>
          <w:p w14:paraId="1B9C6FBA" w14:textId="42B97C29" w:rsidR="005E6450" w:rsidRPr="00365BF8" w:rsidRDefault="00365BF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2D3B3FCD" w14:textId="77777777" w:rsidTr="0099538C">
        <w:tc>
          <w:tcPr>
            <w:tcW w:w="562" w:type="dxa"/>
          </w:tcPr>
          <w:p w14:paraId="7A953557" w14:textId="456BCC0F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</w:t>
            </w:r>
          </w:p>
        </w:tc>
        <w:tc>
          <w:tcPr>
            <w:tcW w:w="3686" w:type="dxa"/>
          </w:tcPr>
          <w:p w14:paraId="492C402B" w14:textId="1ABFFA48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p. Gdańsk </w:t>
            </w:r>
            <w:proofErr w:type="spellStart"/>
            <w:r w:rsidRPr="00365BF8">
              <w:rPr>
                <w:rFonts w:ascii="Calibri" w:hAnsi="Calibri" w:cs="Calibri"/>
              </w:rPr>
              <w:t>Nieźwiednik</w:t>
            </w:r>
            <w:proofErr w:type="spellEnd"/>
          </w:p>
        </w:tc>
        <w:tc>
          <w:tcPr>
            <w:tcW w:w="4814" w:type="dxa"/>
          </w:tcPr>
          <w:p w14:paraId="41A68B4F" w14:textId="5523842F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225D3370" w14:textId="77777777" w:rsidTr="0099538C">
        <w:tc>
          <w:tcPr>
            <w:tcW w:w="562" w:type="dxa"/>
          </w:tcPr>
          <w:p w14:paraId="550B56BD" w14:textId="538041A7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3</w:t>
            </w:r>
          </w:p>
        </w:tc>
        <w:tc>
          <w:tcPr>
            <w:tcW w:w="3686" w:type="dxa"/>
          </w:tcPr>
          <w:p w14:paraId="2F0B8480" w14:textId="3CD9FE7A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p. Gdańsk </w:t>
            </w:r>
            <w:proofErr w:type="spellStart"/>
            <w:r w:rsidRPr="00365BF8">
              <w:rPr>
                <w:rFonts w:ascii="Calibri" w:hAnsi="Calibri" w:cs="Calibri"/>
              </w:rPr>
              <w:t>Brętowo</w:t>
            </w:r>
            <w:proofErr w:type="spellEnd"/>
          </w:p>
        </w:tc>
        <w:tc>
          <w:tcPr>
            <w:tcW w:w="4814" w:type="dxa"/>
          </w:tcPr>
          <w:p w14:paraId="67E6F54B" w14:textId="4E92EFD7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341EA416" w14:textId="77777777" w:rsidTr="0099538C">
        <w:tc>
          <w:tcPr>
            <w:tcW w:w="562" w:type="dxa"/>
          </w:tcPr>
          <w:p w14:paraId="6C8B0675" w14:textId="7A637436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4</w:t>
            </w:r>
          </w:p>
        </w:tc>
        <w:tc>
          <w:tcPr>
            <w:tcW w:w="3686" w:type="dxa"/>
          </w:tcPr>
          <w:p w14:paraId="2C83AE3E" w14:textId="58E8E53A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p. Gdańsk Jasień</w:t>
            </w:r>
          </w:p>
        </w:tc>
        <w:tc>
          <w:tcPr>
            <w:tcW w:w="4814" w:type="dxa"/>
          </w:tcPr>
          <w:p w14:paraId="52C03E30" w14:textId="7607F31A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6DCFA447" w14:textId="77777777" w:rsidTr="0099538C">
        <w:tc>
          <w:tcPr>
            <w:tcW w:w="562" w:type="dxa"/>
          </w:tcPr>
          <w:p w14:paraId="1689A202" w14:textId="546E45EF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5</w:t>
            </w:r>
          </w:p>
        </w:tc>
        <w:tc>
          <w:tcPr>
            <w:tcW w:w="3686" w:type="dxa"/>
          </w:tcPr>
          <w:p w14:paraId="3918DB2D" w14:textId="41D94FEC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p. Gdańsk Kiełpinek</w:t>
            </w:r>
          </w:p>
        </w:tc>
        <w:tc>
          <w:tcPr>
            <w:tcW w:w="4814" w:type="dxa"/>
          </w:tcPr>
          <w:p w14:paraId="099D2CE3" w14:textId="2A063125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6BE2C338" w14:textId="77777777" w:rsidTr="0099538C">
        <w:tc>
          <w:tcPr>
            <w:tcW w:w="562" w:type="dxa"/>
          </w:tcPr>
          <w:p w14:paraId="51DE3140" w14:textId="257DC7A7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6</w:t>
            </w:r>
          </w:p>
        </w:tc>
        <w:tc>
          <w:tcPr>
            <w:tcW w:w="3686" w:type="dxa"/>
          </w:tcPr>
          <w:p w14:paraId="54144F06" w14:textId="18DE77A7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p. Gdańsk </w:t>
            </w:r>
            <w:proofErr w:type="spellStart"/>
            <w:r w:rsidRPr="00365BF8">
              <w:rPr>
                <w:rFonts w:ascii="Calibri" w:hAnsi="Calibri" w:cs="Calibri"/>
              </w:rPr>
              <w:t>Matarnia</w:t>
            </w:r>
            <w:proofErr w:type="spellEnd"/>
          </w:p>
        </w:tc>
        <w:tc>
          <w:tcPr>
            <w:tcW w:w="4814" w:type="dxa"/>
          </w:tcPr>
          <w:p w14:paraId="2A286CCD" w14:textId="4A98264B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6F141F0C" w14:textId="77777777" w:rsidTr="0099538C">
        <w:tc>
          <w:tcPr>
            <w:tcW w:w="562" w:type="dxa"/>
          </w:tcPr>
          <w:p w14:paraId="756837DF" w14:textId="656125BC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7</w:t>
            </w:r>
          </w:p>
        </w:tc>
        <w:tc>
          <w:tcPr>
            <w:tcW w:w="3686" w:type="dxa"/>
          </w:tcPr>
          <w:p w14:paraId="3A346205" w14:textId="6C38387E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p. Gdańsk Port Lotniczy</w:t>
            </w:r>
          </w:p>
        </w:tc>
        <w:tc>
          <w:tcPr>
            <w:tcW w:w="4814" w:type="dxa"/>
          </w:tcPr>
          <w:p w14:paraId="06A124F9" w14:textId="4A01DA85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365BF8" w14:paraId="26B637A3" w14:textId="77777777" w:rsidTr="0099538C">
        <w:tc>
          <w:tcPr>
            <w:tcW w:w="562" w:type="dxa"/>
          </w:tcPr>
          <w:p w14:paraId="71F81135" w14:textId="5AF195DB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8</w:t>
            </w:r>
          </w:p>
        </w:tc>
        <w:tc>
          <w:tcPr>
            <w:tcW w:w="3686" w:type="dxa"/>
          </w:tcPr>
          <w:p w14:paraId="54B91637" w14:textId="70A28F10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p. Gdańsk Rębiechowo</w:t>
            </w:r>
          </w:p>
        </w:tc>
        <w:tc>
          <w:tcPr>
            <w:tcW w:w="4814" w:type="dxa"/>
          </w:tcPr>
          <w:p w14:paraId="5B960E7A" w14:textId="442900E6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4561A1">
              <w:rPr>
                <w:rFonts w:ascii="Calibri" w:hAnsi="Calibri" w:cs="Calibri"/>
              </w:rPr>
              <w:t>Cała instalacja elektryczna w obrębie przystanku</w:t>
            </w:r>
          </w:p>
        </w:tc>
      </w:tr>
      <w:tr w:rsidR="005E6450" w14:paraId="4EEAC3A9" w14:textId="77777777" w:rsidTr="0099538C">
        <w:tc>
          <w:tcPr>
            <w:tcW w:w="562" w:type="dxa"/>
          </w:tcPr>
          <w:p w14:paraId="37812F79" w14:textId="010ED65E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9</w:t>
            </w:r>
          </w:p>
        </w:tc>
        <w:tc>
          <w:tcPr>
            <w:tcW w:w="3686" w:type="dxa"/>
          </w:tcPr>
          <w:p w14:paraId="720704D4" w14:textId="00BABC16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 ST – Strzyża</w:t>
            </w:r>
          </w:p>
        </w:tc>
        <w:tc>
          <w:tcPr>
            <w:tcW w:w="4814" w:type="dxa"/>
          </w:tcPr>
          <w:p w14:paraId="12512AFC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5F5E3D24" w14:textId="77777777" w:rsidTr="0099538C">
        <w:tc>
          <w:tcPr>
            <w:tcW w:w="562" w:type="dxa"/>
          </w:tcPr>
          <w:p w14:paraId="1F611A7D" w14:textId="60095A6B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10</w:t>
            </w:r>
          </w:p>
        </w:tc>
        <w:tc>
          <w:tcPr>
            <w:tcW w:w="3686" w:type="dxa"/>
          </w:tcPr>
          <w:p w14:paraId="6B41FD0E" w14:textId="4512E7E7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 ST – Niedźwiednik</w:t>
            </w:r>
          </w:p>
        </w:tc>
        <w:tc>
          <w:tcPr>
            <w:tcW w:w="4814" w:type="dxa"/>
          </w:tcPr>
          <w:p w14:paraId="5D960582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39A5573A" w14:textId="77777777" w:rsidTr="0099538C">
        <w:tc>
          <w:tcPr>
            <w:tcW w:w="562" w:type="dxa"/>
          </w:tcPr>
          <w:p w14:paraId="3D5C8404" w14:textId="34AF583C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11</w:t>
            </w:r>
          </w:p>
        </w:tc>
        <w:tc>
          <w:tcPr>
            <w:tcW w:w="3686" w:type="dxa"/>
          </w:tcPr>
          <w:p w14:paraId="2141638C" w14:textId="5D0F084B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3 ST – </w:t>
            </w:r>
            <w:proofErr w:type="spellStart"/>
            <w:r w:rsidRPr="00365BF8">
              <w:rPr>
                <w:rFonts w:ascii="Calibri" w:hAnsi="Calibri" w:cs="Calibri"/>
              </w:rPr>
              <w:t>Brętowo</w:t>
            </w:r>
            <w:proofErr w:type="spellEnd"/>
          </w:p>
        </w:tc>
        <w:tc>
          <w:tcPr>
            <w:tcW w:w="4814" w:type="dxa"/>
          </w:tcPr>
          <w:p w14:paraId="6494C062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730C86D8" w14:textId="77777777" w:rsidTr="0099538C">
        <w:tc>
          <w:tcPr>
            <w:tcW w:w="562" w:type="dxa"/>
          </w:tcPr>
          <w:p w14:paraId="17102DEE" w14:textId="2882FED2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12</w:t>
            </w:r>
          </w:p>
        </w:tc>
        <w:tc>
          <w:tcPr>
            <w:tcW w:w="3686" w:type="dxa"/>
          </w:tcPr>
          <w:p w14:paraId="62BEBF7A" w14:textId="66133EED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4 ST – Jasień</w:t>
            </w:r>
          </w:p>
        </w:tc>
        <w:tc>
          <w:tcPr>
            <w:tcW w:w="4814" w:type="dxa"/>
          </w:tcPr>
          <w:p w14:paraId="4AC4981E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3B904B13" w14:textId="77777777" w:rsidTr="0099538C">
        <w:tc>
          <w:tcPr>
            <w:tcW w:w="562" w:type="dxa"/>
          </w:tcPr>
          <w:p w14:paraId="429E0567" w14:textId="132A4D83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13</w:t>
            </w:r>
          </w:p>
        </w:tc>
        <w:tc>
          <w:tcPr>
            <w:tcW w:w="3686" w:type="dxa"/>
          </w:tcPr>
          <w:p w14:paraId="434220DA" w14:textId="77E84AF9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5 ST – Kiełpinek</w:t>
            </w:r>
          </w:p>
        </w:tc>
        <w:tc>
          <w:tcPr>
            <w:tcW w:w="4814" w:type="dxa"/>
          </w:tcPr>
          <w:p w14:paraId="5AF31C44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7E094648" w14:textId="77777777" w:rsidTr="0099538C">
        <w:tc>
          <w:tcPr>
            <w:tcW w:w="562" w:type="dxa"/>
          </w:tcPr>
          <w:p w14:paraId="299CE0BC" w14:textId="172CF68B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14</w:t>
            </w:r>
          </w:p>
        </w:tc>
        <w:tc>
          <w:tcPr>
            <w:tcW w:w="3686" w:type="dxa"/>
          </w:tcPr>
          <w:p w14:paraId="0266550E" w14:textId="611A9934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6 ST – </w:t>
            </w:r>
            <w:proofErr w:type="spellStart"/>
            <w:r w:rsidRPr="00365BF8">
              <w:rPr>
                <w:rFonts w:ascii="Calibri" w:hAnsi="Calibri" w:cs="Calibri"/>
              </w:rPr>
              <w:t>Matarnia</w:t>
            </w:r>
            <w:proofErr w:type="spellEnd"/>
          </w:p>
        </w:tc>
        <w:tc>
          <w:tcPr>
            <w:tcW w:w="4814" w:type="dxa"/>
          </w:tcPr>
          <w:p w14:paraId="2AD9BBE0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534DE697" w14:textId="77777777" w:rsidTr="0099538C">
        <w:tc>
          <w:tcPr>
            <w:tcW w:w="562" w:type="dxa"/>
          </w:tcPr>
          <w:p w14:paraId="44DA3B0E" w14:textId="61F0099D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15</w:t>
            </w:r>
          </w:p>
        </w:tc>
        <w:tc>
          <w:tcPr>
            <w:tcW w:w="3686" w:type="dxa"/>
          </w:tcPr>
          <w:p w14:paraId="03186E84" w14:textId="181628F9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7 ST – Port Lotniczy</w:t>
            </w:r>
          </w:p>
        </w:tc>
        <w:tc>
          <w:tcPr>
            <w:tcW w:w="4814" w:type="dxa"/>
          </w:tcPr>
          <w:p w14:paraId="5B547D0B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66DEB9AA" w14:textId="77777777" w:rsidTr="0099538C">
        <w:tc>
          <w:tcPr>
            <w:tcW w:w="562" w:type="dxa"/>
          </w:tcPr>
          <w:p w14:paraId="3CD1B454" w14:textId="449A8493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16</w:t>
            </w:r>
          </w:p>
        </w:tc>
        <w:tc>
          <w:tcPr>
            <w:tcW w:w="3686" w:type="dxa"/>
          </w:tcPr>
          <w:p w14:paraId="53FFC3D5" w14:textId="7392FA65" w:rsidR="005E6450" w:rsidRPr="00365BF8" w:rsidRDefault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8 ST – Rębiechowo</w:t>
            </w:r>
          </w:p>
        </w:tc>
        <w:tc>
          <w:tcPr>
            <w:tcW w:w="4814" w:type="dxa"/>
          </w:tcPr>
          <w:p w14:paraId="1608B399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38BF3FA9" w14:textId="77777777" w:rsidTr="0099538C">
        <w:tc>
          <w:tcPr>
            <w:tcW w:w="562" w:type="dxa"/>
          </w:tcPr>
          <w:p w14:paraId="09859ABC" w14:textId="12F2E5EB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17</w:t>
            </w:r>
          </w:p>
        </w:tc>
        <w:tc>
          <w:tcPr>
            <w:tcW w:w="3686" w:type="dxa"/>
          </w:tcPr>
          <w:p w14:paraId="658DC7F4" w14:textId="3091F524" w:rsidR="005E6450" w:rsidRPr="00365BF8" w:rsidRDefault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Kontener SRK – „</w:t>
            </w:r>
            <w:proofErr w:type="spellStart"/>
            <w:r w:rsidRPr="00365BF8">
              <w:rPr>
                <w:rFonts w:ascii="Calibri" w:hAnsi="Calibri" w:cs="Calibri"/>
              </w:rPr>
              <w:t>Bt</w:t>
            </w:r>
            <w:proofErr w:type="spellEnd"/>
            <w:r w:rsidRPr="00365BF8">
              <w:rPr>
                <w:rFonts w:ascii="Calibri" w:hAnsi="Calibri" w:cs="Calibri"/>
              </w:rPr>
              <w:t xml:space="preserve">’ </w:t>
            </w:r>
            <w:proofErr w:type="spellStart"/>
            <w:r w:rsidRPr="00365BF8">
              <w:rPr>
                <w:rFonts w:ascii="Calibri" w:hAnsi="Calibri" w:cs="Calibri"/>
              </w:rPr>
              <w:t>Brętowo</w:t>
            </w:r>
            <w:proofErr w:type="spellEnd"/>
          </w:p>
        </w:tc>
        <w:tc>
          <w:tcPr>
            <w:tcW w:w="4814" w:type="dxa"/>
          </w:tcPr>
          <w:p w14:paraId="0B3CDB8C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195D105A" w14:textId="77777777" w:rsidTr="0099538C">
        <w:tc>
          <w:tcPr>
            <w:tcW w:w="562" w:type="dxa"/>
          </w:tcPr>
          <w:p w14:paraId="1BF9F9E8" w14:textId="2ADDFA0D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18</w:t>
            </w:r>
          </w:p>
        </w:tc>
        <w:tc>
          <w:tcPr>
            <w:tcW w:w="3686" w:type="dxa"/>
          </w:tcPr>
          <w:p w14:paraId="5FF50602" w14:textId="1911A283" w:rsidR="005E6450" w:rsidRPr="00365BF8" w:rsidRDefault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 xml:space="preserve">Kontener SRK – „Kk’ </w:t>
            </w:r>
            <w:proofErr w:type="spellStart"/>
            <w:r w:rsidRPr="00365BF8">
              <w:rPr>
                <w:rFonts w:ascii="Calibri" w:hAnsi="Calibri" w:cs="Calibri"/>
              </w:rPr>
              <w:t>Kiełpienk</w:t>
            </w:r>
            <w:proofErr w:type="spellEnd"/>
          </w:p>
        </w:tc>
        <w:tc>
          <w:tcPr>
            <w:tcW w:w="4814" w:type="dxa"/>
          </w:tcPr>
          <w:p w14:paraId="55F45491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2A36BB3F" w14:textId="77777777" w:rsidTr="0099538C">
        <w:tc>
          <w:tcPr>
            <w:tcW w:w="562" w:type="dxa"/>
          </w:tcPr>
          <w:p w14:paraId="2248FFB9" w14:textId="310A92F8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19</w:t>
            </w:r>
          </w:p>
        </w:tc>
        <w:tc>
          <w:tcPr>
            <w:tcW w:w="3686" w:type="dxa"/>
          </w:tcPr>
          <w:p w14:paraId="65872A6E" w14:textId="248710A2" w:rsidR="005E6450" w:rsidRPr="00365BF8" w:rsidRDefault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Kontener SRK – „Rb’ Rębiechowo</w:t>
            </w:r>
          </w:p>
        </w:tc>
        <w:tc>
          <w:tcPr>
            <w:tcW w:w="4814" w:type="dxa"/>
          </w:tcPr>
          <w:p w14:paraId="0D73B015" w14:textId="77777777" w:rsidR="005E6450" w:rsidRPr="00365BF8" w:rsidRDefault="005E6450">
            <w:pPr>
              <w:rPr>
                <w:rFonts w:ascii="Calibri" w:hAnsi="Calibri" w:cs="Calibri"/>
              </w:rPr>
            </w:pPr>
          </w:p>
        </w:tc>
      </w:tr>
      <w:tr w:rsidR="005E6450" w14:paraId="109CB77B" w14:textId="77777777" w:rsidTr="0099538C">
        <w:tc>
          <w:tcPr>
            <w:tcW w:w="562" w:type="dxa"/>
          </w:tcPr>
          <w:p w14:paraId="10BA1A69" w14:textId="24ADE977" w:rsidR="005E6450" w:rsidRPr="00365BF8" w:rsidRDefault="005E6450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20</w:t>
            </w:r>
          </w:p>
        </w:tc>
        <w:tc>
          <w:tcPr>
            <w:tcW w:w="3686" w:type="dxa"/>
          </w:tcPr>
          <w:p w14:paraId="4E93DC4D" w14:textId="3F67BD1A" w:rsidR="005E6450" w:rsidRPr="00365BF8" w:rsidRDefault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Maszt GSMR BTS 01</w:t>
            </w:r>
            <w:r w:rsidR="009953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4" w:type="dxa"/>
          </w:tcPr>
          <w:p w14:paraId="19774B9E" w14:textId="52C32A14" w:rsidR="005E6450" w:rsidRPr="00365BF8" w:rsidRDefault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Z wyłączeniem instalacji operatora PLAY</w:t>
            </w:r>
          </w:p>
        </w:tc>
      </w:tr>
      <w:tr w:rsidR="00365BF8" w14:paraId="486EF5CE" w14:textId="77777777" w:rsidTr="0099538C">
        <w:tc>
          <w:tcPr>
            <w:tcW w:w="562" w:type="dxa"/>
          </w:tcPr>
          <w:p w14:paraId="67379D4F" w14:textId="096A231D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21</w:t>
            </w:r>
          </w:p>
        </w:tc>
        <w:tc>
          <w:tcPr>
            <w:tcW w:w="3686" w:type="dxa"/>
          </w:tcPr>
          <w:p w14:paraId="5B9ABF4E" w14:textId="67DD2FC8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Maszt GSMR BTS 02</w:t>
            </w:r>
            <w:r w:rsidR="009953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4" w:type="dxa"/>
          </w:tcPr>
          <w:p w14:paraId="5AAA0AD8" w14:textId="78A392AE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Z wyłączeniem instalacji operatora PLAY</w:t>
            </w:r>
          </w:p>
        </w:tc>
      </w:tr>
      <w:tr w:rsidR="00365BF8" w14:paraId="369F129E" w14:textId="77777777" w:rsidTr="0099538C">
        <w:tc>
          <w:tcPr>
            <w:tcW w:w="562" w:type="dxa"/>
          </w:tcPr>
          <w:p w14:paraId="63D8CAE8" w14:textId="571BC5C6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22</w:t>
            </w:r>
          </w:p>
        </w:tc>
        <w:tc>
          <w:tcPr>
            <w:tcW w:w="3686" w:type="dxa"/>
          </w:tcPr>
          <w:p w14:paraId="0EED15C7" w14:textId="6E73B46A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Maszt GSMR BTS 03</w:t>
            </w:r>
            <w:r w:rsidR="009953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4" w:type="dxa"/>
          </w:tcPr>
          <w:p w14:paraId="3869318F" w14:textId="1C82EB5E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Z wyłączeniem instalacji operatora PLAY</w:t>
            </w:r>
          </w:p>
        </w:tc>
      </w:tr>
      <w:tr w:rsidR="00365BF8" w14:paraId="679927E9" w14:textId="77777777" w:rsidTr="0099538C">
        <w:tc>
          <w:tcPr>
            <w:tcW w:w="562" w:type="dxa"/>
          </w:tcPr>
          <w:p w14:paraId="0F99FECF" w14:textId="2DC6A521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23</w:t>
            </w:r>
          </w:p>
        </w:tc>
        <w:tc>
          <w:tcPr>
            <w:tcW w:w="3686" w:type="dxa"/>
          </w:tcPr>
          <w:p w14:paraId="21D102A6" w14:textId="24EE8BBE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Maszt GSMR BTS 04</w:t>
            </w:r>
            <w:r w:rsidR="009953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4" w:type="dxa"/>
          </w:tcPr>
          <w:p w14:paraId="6A5F5DAA" w14:textId="3A8C3EEF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Z wyłączeniem instalacji operatora PLAY</w:t>
            </w:r>
          </w:p>
        </w:tc>
      </w:tr>
      <w:tr w:rsidR="00365BF8" w14:paraId="6F553F53" w14:textId="77777777" w:rsidTr="0099538C">
        <w:tc>
          <w:tcPr>
            <w:tcW w:w="562" w:type="dxa"/>
          </w:tcPr>
          <w:p w14:paraId="799CF7B9" w14:textId="48B620E0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24</w:t>
            </w:r>
          </w:p>
        </w:tc>
        <w:tc>
          <w:tcPr>
            <w:tcW w:w="3686" w:type="dxa"/>
          </w:tcPr>
          <w:p w14:paraId="15D86B7F" w14:textId="0A1363F6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Maszt GSMR BTS 05</w:t>
            </w:r>
            <w:r w:rsidR="009953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4" w:type="dxa"/>
          </w:tcPr>
          <w:p w14:paraId="2AA0A135" w14:textId="5113ED33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Z wyłączeniem instalacji operatora PLAY</w:t>
            </w:r>
          </w:p>
        </w:tc>
      </w:tr>
      <w:tr w:rsidR="00365BF8" w14:paraId="0AB9CE03" w14:textId="77777777" w:rsidTr="0099538C">
        <w:tc>
          <w:tcPr>
            <w:tcW w:w="562" w:type="dxa"/>
          </w:tcPr>
          <w:p w14:paraId="346B4186" w14:textId="4E3BEE94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25</w:t>
            </w:r>
          </w:p>
        </w:tc>
        <w:tc>
          <w:tcPr>
            <w:tcW w:w="3686" w:type="dxa"/>
          </w:tcPr>
          <w:p w14:paraId="11BD7A97" w14:textId="7F12AA12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Maszt GSMR BTS 06</w:t>
            </w:r>
            <w:r w:rsidR="0099538C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814" w:type="dxa"/>
          </w:tcPr>
          <w:p w14:paraId="2D149C38" w14:textId="41920126" w:rsidR="00365BF8" w:rsidRPr="00365BF8" w:rsidRDefault="00365BF8" w:rsidP="00365BF8">
            <w:pPr>
              <w:rPr>
                <w:rFonts w:ascii="Calibri" w:hAnsi="Calibri" w:cs="Calibri"/>
              </w:rPr>
            </w:pPr>
            <w:r w:rsidRPr="00365BF8">
              <w:rPr>
                <w:rFonts w:ascii="Calibri" w:hAnsi="Calibri" w:cs="Calibri"/>
              </w:rPr>
              <w:t>Z wyłączeniem instalacji operatora PLAY</w:t>
            </w:r>
          </w:p>
        </w:tc>
      </w:tr>
      <w:tr w:rsidR="00365BF8" w14:paraId="78E5AF4C" w14:textId="77777777" w:rsidTr="0099538C">
        <w:tc>
          <w:tcPr>
            <w:tcW w:w="562" w:type="dxa"/>
          </w:tcPr>
          <w:p w14:paraId="6E2D5317" w14:textId="377E1A76" w:rsidR="00365BF8" w:rsidRDefault="00365BF8">
            <w:r>
              <w:t>26</w:t>
            </w:r>
          </w:p>
        </w:tc>
        <w:tc>
          <w:tcPr>
            <w:tcW w:w="3686" w:type="dxa"/>
          </w:tcPr>
          <w:p w14:paraId="5BD99283" w14:textId="0DB177A4" w:rsidR="00365BF8" w:rsidRDefault="0099538C">
            <w:r>
              <w:t>Budynek LCS PKM</w:t>
            </w:r>
            <w:r w:rsidR="00D1509B">
              <w:t xml:space="preserve"> wraz z parkingami i drogą dojazdową</w:t>
            </w:r>
          </w:p>
        </w:tc>
        <w:tc>
          <w:tcPr>
            <w:tcW w:w="4814" w:type="dxa"/>
          </w:tcPr>
          <w:p w14:paraId="44D6A0DA" w14:textId="77777777" w:rsidR="00365BF8" w:rsidRDefault="00365BF8"/>
        </w:tc>
      </w:tr>
      <w:tr w:rsidR="00365BF8" w14:paraId="3130557D" w14:textId="77777777" w:rsidTr="0099538C">
        <w:tc>
          <w:tcPr>
            <w:tcW w:w="562" w:type="dxa"/>
          </w:tcPr>
          <w:p w14:paraId="1E82EA3A" w14:textId="0DC38D84" w:rsidR="00365BF8" w:rsidRDefault="00365BF8">
            <w:r>
              <w:t>27</w:t>
            </w:r>
          </w:p>
        </w:tc>
        <w:tc>
          <w:tcPr>
            <w:tcW w:w="3686" w:type="dxa"/>
          </w:tcPr>
          <w:p w14:paraId="1F60710A" w14:textId="6C73319B" w:rsidR="00365BF8" w:rsidRDefault="0099538C">
            <w:r>
              <w:t>Budynek gospodarczy przy LCS PKM</w:t>
            </w:r>
          </w:p>
        </w:tc>
        <w:tc>
          <w:tcPr>
            <w:tcW w:w="4814" w:type="dxa"/>
          </w:tcPr>
          <w:p w14:paraId="51DD486D" w14:textId="77777777" w:rsidR="00365BF8" w:rsidRDefault="00365BF8"/>
        </w:tc>
      </w:tr>
      <w:tr w:rsidR="00365BF8" w14:paraId="35A3E18B" w14:textId="77777777" w:rsidTr="0099538C">
        <w:tc>
          <w:tcPr>
            <w:tcW w:w="562" w:type="dxa"/>
          </w:tcPr>
          <w:p w14:paraId="264C78B9" w14:textId="2AEB1952" w:rsidR="00365BF8" w:rsidRDefault="00365BF8">
            <w:r>
              <w:t>28</w:t>
            </w:r>
          </w:p>
        </w:tc>
        <w:tc>
          <w:tcPr>
            <w:tcW w:w="3686" w:type="dxa"/>
          </w:tcPr>
          <w:p w14:paraId="5EC022A7" w14:textId="4C530712" w:rsidR="00365BF8" w:rsidRDefault="0099538C">
            <w:r>
              <w:t>Wiadukt WK-2</w:t>
            </w:r>
          </w:p>
        </w:tc>
        <w:tc>
          <w:tcPr>
            <w:tcW w:w="4814" w:type="dxa"/>
          </w:tcPr>
          <w:p w14:paraId="0BFE4B85" w14:textId="74E1F78D" w:rsidR="00365BF8" w:rsidRDefault="0099538C">
            <w:r>
              <w:t>Instalacja elektryczna wewnątrz obiektu</w:t>
            </w:r>
          </w:p>
        </w:tc>
      </w:tr>
      <w:tr w:rsidR="00365BF8" w14:paraId="23BBCB11" w14:textId="77777777" w:rsidTr="0099538C">
        <w:tc>
          <w:tcPr>
            <w:tcW w:w="562" w:type="dxa"/>
          </w:tcPr>
          <w:p w14:paraId="6B105C1F" w14:textId="185397DF" w:rsidR="00365BF8" w:rsidRDefault="00365BF8">
            <w:r>
              <w:t>29</w:t>
            </w:r>
          </w:p>
        </w:tc>
        <w:tc>
          <w:tcPr>
            <w:tcW w:w="3686" w:type="dxa"/>
          </w:tcPr>
          <w:p w14:paraId="6DAB0E2A" w14:textId="25AC4159" w:rsidR="00365BF8" w:rsidRDefault="0099538C">
            <w:r>
              <w:t>Wiadukt WK-16</w:t>
            </w:r>
          </w:p>
        </w:tc>
        <w:tc>
          <w:tcPr>
            <w:tcW w:w="4814" w:type="dxa"/>
          </w:tcPr>
          <w:p w14:paraId="564B59AB" w14:textId="42DCE20E" w:rsidR="00365BF8" w:rsidRDefault="0099538C">
            <w:r>
              <w:t>Instalacja elektryczna wewnątrz obiektu</w:t>
            </w:r>
          </w:p>
        </w:tc>
      </w:tr>
      <w:tr w:rsidR="00365BF8" w14:paraId="6E046037" w14:textId="77777777" w:rsidTr="0099538C">
        <w:tc>
          <w:tcPr>
            <w:tcW w:w="562" w:type="dxa"/>
          </w:tcPr>
          <w:p w14:paraId="766A0BC3" w14:textId="4E98E940" w:rsidR="00365BF8" w:rsidRDefault="00365BF8">
            <w:r>
              <w:t>30</w:t>
            </w:r>
          </w:p>
        </w:tc>
        <w:tc>
          <w:tcPr>
            <w:tcW w:w="3686" w:type="dxa"/>
          </w:tcPr>
          <w:p w14:paraId="5D5227B5" w14:textId="1ED766B8" w:rsidR="00365BF8" w:rsidRDefault="0099538C">
            <w:r>
              <w:t>Wiadukt WK-36</w:t>
            </w:r>
          </w:p>
        </w:tc>
        <w:tc>
          <w:tcPr>
            <w:tcW w:w="4814" w:type="dxa"/>
          </w:tcPr>
          <w:p w14:paraId="33CA2BF0" w14:textId="2ED8FDDE" w:rsidR="00365BF8" w:rsidRDefault="0099538C">
            <w:r>
              <w:t>Instalacja elektryczna wewnątrz obiektu</w:t>
            </w:r>
          </w:p>
        </w:tc>
      </w:tr>
      <w:tr w:rsidR="00365BF8" w14:paraId="5F1B7C72" w14:textId="77777777" w:rsidTr="0099538C">
        <w:tc>
          <w:tcPr>
            <w:tcW w:w="562" w:type="dxa"/>
          </w:tcPr>
          <w:p w14:paraId="38EC0981" w14:textId="3A27E9F9" w:rsidR="00365BF8" w:rsidRDefault="00365BF8">
            <w:r>
              <w:t>31</w:t>
            </w:r>
          </w:p>
        </w:tc>
        <w:tc>
          <w:tcPr>
            <w:tcW w:w="3686" w:type="dxa"/>
          </w:tcPr>
          <w:p w14:paraId="52356684" w14:textId="12756F65" w:rsidR="00365BF8" w:rsidRDefault="0099538C">
            <w:r>
              <w:t>Przejście PT-31</w:t>
            </w:r>
          </w:p>
        </w:tc>
        <w:tc>
          <w:tcPr>
            <w:tcW w:w="4814" w:type="dxa"/>
          </w:tcPr>
          <w:p w14:paraId="65AAA8D2" w14:textId="558FEBC3" w:rsidR="00365BF8" w:rsidRDefault="0099538C">
            <w:r>
              <w:t>Instalacja elektryczna wewnątrz obiektu</w:t>
            </w:r>
          </w:p>
        </w:tc>
      </w:tr>
      <w:tr w:rsidR="00365BF8" w14:paraId="0F4D79A4" w14:textId="77777777" w:rsidTr="0099538C">
        <w:tc>
          <w:tcPr>
            <w:tcW w:w="562" w:type="dxa"/>
          </w:tcPr>
          <w:p w14:paraId="3C81FA6E" w14:textId="65F3E7C3" w:rsidR="00365BF8" w:rsidRDefault="00365BF8">
            <w:r>
              <w:t>32</w:t>
            </w:r>
          </w:p>
        </w:tc>
        <w:tc>
          <w:tcPr>
            <w:tcW w:w="3686" w:type="dxa"/>
          </w:tcPr>
          <w:p w14:paraId="61711FB5" w14:textId="0F58BB59" w:rsidR="00365BF8" w:rsidRDefault="0099538C">
            <w:r>
              <w:t>Szafa EOR1 Strzyża</w:t>
            </w:r>
          </w:p>
        </w:tc>
        <w:tc>
          <w:tcPr>
            <w:tcW w:w="4814" w:type="dxa"/>
          </w:tcPr>
          <w:p w14:paraId="4BDA431C" w14:textId="77777777" w:rsidR="00365BF8" w:rsidRDefault="00365BF8"/>
        </w:tc>
      </w:tr>
      <w:tr w:rsidR="00365BF8" w14:paraId="3CF66A96" w14:textId="77777777" w:rsidTr="0099538C">
        <w:tc>
          <w:tcPr>
            <w:tcW w:w="562" w:type="dxa"/>
          </w:tcPr>
          <w:p w14:paraId="2A4054B5" w14:textId="325CE8E6" w:rsidR="00365BF8" w:rsidRDefault="00365BF8">
            <w:r>
              <w:t>33</w:t>
            </w:r>
          </w:p>
        </w:tc>
        <w:tc>
          <w:tcPr>
            <w:tcW w:w="3686" w:type="dxa"/>
          </w:tcPr>
          <w:p w14:paraId="00FE6C37" w14:textId="0C4E9EC6" w:rsidR="00365BF8" w:rsidRDefault="0099538C">
            <w:r>
              <w:t xml:space="preserve">Szafa EOR2 </w:t>
            </w:r>
            <w:proofErr w:type="spellStart"/>
            <w:r>
              <w:t>Brętowo</w:t>
            </w:r>
            <w:proofErr w:type="spellEnd"/>
          </w:p>
        </w:tc>
        <w:tc>
          <w:tcPr>
            <w:tcW w:w="4814" w:type="dxa"/>
          </w:tcPr>
          <w:p w14:paraId="3B8A1FE5" w14:textId="77777777" w:rsidR="00365BF8" w:rsidRDefault="00365BF8"/>
        </w:tc>
      </w:tr>
      <w:tr w:rsidR="00365BF8" w14:paraId="587E9747" w14:textId="77777777" w:rsidTr="0099538C">
        <w:tc>
          <w:tcPr>
            <w:tcW w:w="562" w:type="dxa"/>
          </w:tcPr>
          <w:p w14:paraId="5463CBFD" w14:textId="3753B9FE" w:rsidR="00365BF8" w:rsidRDefault="00365BF8">
            <w:r>
              <w:t>34</w:t>
            </w:r>
          </w:p>
        </w:tc>
        <w:tc>
          <w:tcPr>
            <w:tcW w:w="3686" w:type="dxa"/>
          </w:tcPr>
          <w:p w14:paraId="13959E67" w14:textId="789A7960" w:rsidR="00365BF8" w:rsidRDefault="0099538C">
            <w:r>
              <w:t>Szafa EOR3 Kiełpinek</w:t>
            </w:r>
          </w:p>
        </w:tc>
        <w:tc>
          <w:tcPr>
            <w:tcW w:w="4814" w:type="dxa"/>
          </w:tcPr>
          <w:p w14:paraId="6DEA81B3" w14:textId="77777777" w:rsidR="00365BF8" w:rsidRDefault="00365BF8"/>
        </w:tc>
      </w:tr>
      <w:tr w:rsidR="00365BF8" w14:paraId="6CEA6665" w14:textId="77777777" w:rsidTr="0099538C">
        <w:tc>
          <w:tcPr>
            <w:tcW w:w="562" w:type="dxa"/>
          </w:tcPr>
          <w:p w14:paraId="0B7E6453" w14:textId="4F0B5655" w:rsidR="00365BF8" w:rsidRDefault="00365BF8">
            <w:r>
              <w:t>35</w:t>
            </w:r>
          </w:p>
        </w:tc>
        <w:tc>
          <w:tcPr>
            <w:tcW w:w="3686" w:type="dxa"/>
          </w:tcPr>
          <w:p w14:paraId="0ADB7C5A" w14:textId="5D8820C7" w:rsidR="00365BF8" w:rsidRDefault="0099538C">
            <w:r>
              <w:t xml:space="preserve">Szafa EOR4 </w:t>
            </w:r>
            <w:proofErr w:type="spellStart"/>
            <w:r>
              <w:t>Firoga</w:t>
            </w:r>
            <w:proofErr w:type="spellEnd"/>
          </w:p>
        </w:tc>
        <w:tc>
          <w:tcPr>
            <w:tcW w:w="4814" w:type="dxa"/>
          </w:tcPr>
          <w:p w14:paraId="213E4504" w14:textId="77777777" w:rsidR="00365BF8" w:rsidRDefault="00365BF8"/>
        </w:tc>
      </w:tr>
      <w:tr w:rsidR="0099538C" w14:paraId="0D3E9897" w14:textId="77777777" w:rsidTr="0099538C">
        <w:tc>
          <w:tcPr>
            <w:tcW w:w="562" w:type="dxa"/>
          </w:tcPr>
          <w:p w14:paraId="45FEB6E8" w14:textId="72AC89A6" w:rsidR="0099538C" w:rsidRDefault="0099538C">
            <w:r>
              <w:t>36</w:t>
            </w:r>
          </w:p>
        </w:tc>
        <w:tc>
          <w:tcPr>
            <w:tcW w:w="3686" w:type="dxa"/>
          </w:tcPr>
          <w:p w14:paraId="57BBB91F" w14:textId="09B09935" w:rsidR="0099538C" w:rsidRDefault="0099538C">
            <w:r>
              <w:t>Szafa EOR5 Rębiechowo</w:t>
            </w:r>
          </w:p>
        </w:tc>
        <w:tc>
          <w:tcPr>
            <w:tcW w:w="4814" w:type="dxa"/>
          </w:tcPr>
          <w:p w14:paraId="57B9C81B" w14:textId="77777777" w:rsidR="0099538C" w:rsidRDefault="0099538C"/>
        </w:tc>
      </w:tr>
      <w:tr w:rsidR="0099538C" w14:paraId="7ADE9117" w14:textId="77777777" w:rsidTr="0099538C">
        <w:tc>
          <w:tcPr>
            <w:tcW w:w="562" w:type="dxa"/>
          </w:tcPr>
          <w:p w14:paraId="35709819" w14:textId="34E82A34" w:rsidR="0099538C" w:rsidRDefault="0099538C">
            <w:r>
              <w:t>37</w:t>
            </w:r>
          </w:p>
        </w:tc>
        <w:tc>
          <w:tcPr>
            <w:tcW w:w="3686" w:type="dxa"/>
          </w:tcPr>
          <w:p w14:paraId="3B87B63F" w14:textId="63CC2F9F" w:rsidR="0099538C" w:rsidRDefault="0099538C">
            <w:r>
              <w:t>Szafa EOR6 Rębiechowo</w:t>
            </w:r>
          </w:p>
        </w:tc>
        <w:tc>
          <w:tcPr>
            <w:tcW w:w="4814" w:type="dxa"/>
          </w:tcPr>
          <w:p w14:paraId="60676D72" w14:textId="77777777" w:rsidR="0099538C" w:rsidRDefault="0099538C"/>
        </w:tc>
      </w:tr>
      <w:tr w:rsidR="0099538C" w14:paraId="4796F84E" w14:textId="77777777" w:rsidTr="0099538C">
        <w:tc>
          <w:tcPr>
            <w:tcW w:w="562" w:type="dxa"/>
          </w:tcPr>
          <w:p w14:paraId="47712806" w14:textId="48C44BAF" w:rsidR="0099538C" w:rsidRDefault="0099538C">
            <w:r>
              <w:t>38</w:t>
            </w:r>
          </w:p>
        </w:tc>
        <w:tc>
          <w:tcPr>
            <w:tcW w:w="3686" w:type="dxa"/>
          </w:tcPr>
          <w:p w14:paraId="5B195402" w14:textId="081F2C52" w:rsidR="0099538C" w:rsidRDefault="0099538C">
            <w:r>
              <w:t>Przepompownia 1 - LCS</w:t>
            </w:r>
          </w:p>
        </w:tc>
        <w:tc>
          <w:tcPr>
            <w:tcW w:w="4814" w:type="dxa"/>
          </w:tcPr>
          <w:p w14:paraId="75B8A4CB" w14:textId="77777777" w:rsidR="0099538C" w:rsidRDefault="0099538C"/>
        </w:tc>
      </w:tr>
      <w:tr w:rsidR="0099538C" w14:paraId="4D409AAA" w14:textId="77777777" w:rsidTr="0099538C">
        <w:tc>
          <w:tcPr>
            <w:tcW w:w="562" w:type="dxa"/>
          </w:tcPr>
          <w:p w14:paraId="2B4B7D4E" w14:textId="4518EE26" w:rsidR="0099538C" w:rsidRDefault="0099538C">
            <w:r>
              <w:t>39</w:t>
            </w:r>
          </w:p>
        </w:tc>
        <w:tc>
          <w:tcPr>
            <w:tcW w:w="3686" w:type="dxa"/>
          </w:tcPr>
          <w:p w14:paraId="0A12E10C" w14:textId="6561DA99" w:rsidR="0099538C" w:rsidRDefault="0099538C">
            <w:r>
              <w:t>Przepompownia 2 – Port Lotniczy</w:t>
            </w:r>
          </w:p>
        </w:tc>
        <w:tc>
          <w:tcPr>
            <w:tcW w:w="4814" w:type="dxa"/>
          </w:tcPr>
          <w:p w14:paraId="11503652" w14:textId="77777777" w:rsidR="0099538C" w:rsidRDefault="0099538C"/>
        </w:tc>
      </w:tr>
      <w:tr w:rsidR="0099538C" w14:paraId="6604B242" w14:textId="77777777" w:rsidTr="0099538C">
        <w:tc>
          <w:tcPr>
            <w:tcW w:w="562" w:type="dxa"/>
          </w:tcPr>
          <w:p w14:paraId="427A5269" w14:textId="6932069D" w:rsidR="0099538C" w:rsidRDefault="0099538C">
            <w:r>
              <w:t>40</w:t>
            </w:r>
          </w:p>
        </w:tc>
        <w:tc>
          <w:tcPr>
            <w:tcW w:w="3686" w:type="dxa"/>
          </w:tcPr>
          <w:p w14:paraId="69B85A23" w14:textId="77777777" w:rsidR="0099538C" w:rsidRDefault="0099538C"/>
        </w:tc>
        <w:tc>
          <w:tcPr>
            <w:tcW w:w="4814" w:type="dxa"/>
          </w:tcPr>
          <w:p w14:paraId="6066E24E" w14:textId="77777777" w:rsidR="0099538C" w:rsidRDefault="0099538C"/>
        </w:tc>
      </w:tr>
    </w:tbl>
    <w:p w14:paraId="4E2FB723" w14:textId="0426F102" w:rsidR="005E6450" w:rsidRDefault="005E6450"/>
    <w:sectPr w:rsidR="005E64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8B623" w14:textId="77777777" w:rsidR="00D2243D" w:rsidRDefault="00D2243D" w:rsidP="005E6450">
      <w:pPr>
        <w:spacing w:after="0" w:line="240" w:lineRule="auto"/>
      </w:pPr>
      <w:r>
        <w:separator/>
      </w:r>
    </w:p>
  </w:endnote>
  <w:endnote w:type="continuationSeparator" w:id="0">
    <w:p w14:paraId="279071A9" w14:textId="77777777" w:rsidR="00D2243D" w:rsidRDefault="00D2243D" w:rsidP="005E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A060F" w14:textId="77777777" w:rsidR="00D2243D" w:rsidRDefault="00D2243D" w:rsidP="005E6450">
      <w:pPr>
        <w:spacing w:after="0" w:line="240" w:lineRule="auto"/>
      </w:pPr>
      <w:r>
        <w:separator/>
      </w:r>
    </w:p>
  </w:footnote>
  <w:footnote w:type="continuationSeparator" w:id="0">
    <w:p w14:paraId="37E2A96A" w14:textId="77777777" w:rsidR="00D2243D" w:rsidRDefault="00D2243D" w:rsidP="005E6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450"/>
    <w:rsid w:val="00066C4D"/>
    <w:rsid w:val="002D5A78"/>
    <w:rsid w:val="00365BF8"/>
    <w:rsid w:val="005E6450"/>
    <w:rsid w:val="00603F35"/>
    <w:rsid w:val="0099538C"/>
    <w:rsid w:val="00AA41D9"/>
    <w:rsid w:val="00B54E1D"/>
    <w:rsid w:val="00D1509B"/>
    <w:rsid w:val="00D2064B"/>
    <w:rsid w:val="00D2243D"/>
    <w:rsid w:val="00DA7BF5"/>
    <w:rsid w:val="00DC21D6"/>
    <w:rsid w:val="00ED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C7B8D"/>
  <w15:chartTrackingRefBased/>
  <w15:docId w15:val="{59741115-EC60-4D86-B42F-AC997325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E64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64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64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64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64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64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64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64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64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64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64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64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64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64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64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64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64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64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64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64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64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64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64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64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64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64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64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64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645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E6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64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64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64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Gemel</dc:creator>
  <cp:keywords/>
  <dc:description/>
  <cp:lastModifiedBy>Piotr Gemel</cp:lastModifiedBy>
  <cp:revision>2</cp:revision>
  <dcterms:created xsi:type="dcterms:W3CDTF">2024-11-12T08:44:00Z</dcterms:created>
  <dcterms:modified xsi:type="dcterms:W3CDTF">2024-11-12T08:44:00Z</dcterms:modified>
</cp:coreProperties>
</file>